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5519A" w14:textId="77777777" w:rsidR="00B22057" w:rsidRPr="00CB0F86" w:rsidRDefault="006A0D92" w:rsidP="00B22057">
      <w:pPr>
        <w:jc w:val="center"/>
        <w:rPr>
          <w:rFonts w:ascii="ATT Aleck Sans" w:hAnsi="ATT Aleck Sans" w:cs="ATT Aleck Sans"/>
          <w:b/>
          <w:bCs/>
          <w:color w:val="009FDB"/>
          <w:sz w:val="36"/>
          <w:szCs w:val="36"/>
        </w:rPr>
      </w:pPr>
      <w:r w:rsidRPr="6C79E8EE">
        <w:rPr>
          <w:rFonts w:ascii="ATT Aleck Sans" w:hAnsi="ATT Aleck Sans" w:cs="ATT Aleck Sans"/>
          <w:b/>
          <w:bCs/>
          <w:color w:val="009FDB"/>
          <w:sz w:val="36"/>
          <w:szCs w:val="36"/>
        </w:rPr>
        <w:t xml:space="preserve"> Volunteer </w:t>
      </w:r>
      <w:r w:rsidR="007773E6" w:rsidRPr="6C79E8EE">
        <w:rPr>
          <w:rFonts w:ascii="ATT Aleck Sans" w:hAnsi="ATT Aleck Sans" w:cs="ATT Aleck Sans"/>
          <w:b/>
          <w:bCs/>
          <w:color w:val="009FDB"/>
          <w:sz w:val="36"/>
          <w:szCs w:val="36"/>
        </w:rPr>
        <w:t xml:space="preserve">Instructor Guide  </w:t>
      </w:r>
    </w:p>
    <w:p w14:paraId="48384714" w14:textId="77777777" w:rsidR="00B22057" w:rsidRDefault="002B0BE9" w:rsidP="0008362A">
      <w:pPr>
        <w:jc w:val="center"/>
        <w:rPr>
          <w:rFonts w:ascii="ATT Aleck Sans" w:hAnsi="ATT Aleck Sans" w:cs="ATT Aleck Sans"/>
          <w:b/>
          <w:bCs/>
          <w:color w:val="009FDB"/>
          <w:sz w:val="36"/>
          <w:szCs w:val="36"/>
        </w:rPr>
      </w:pPr>
      <w:r>
        <w:rPr>
          <w:rFonts w:ascii="ATT Aleck Sans" w:hAnsi="ATT Aleck Sans" w:cs="ATT Aleck Sans"/>
          <w:b/>
          <w:bCs/>
          <w:color w:val="009FDB"/>
          <w:sz w:val="36"/>
          <w:szCs w:val="36"/>
        </w:rPr>
        <w:t>Cybersecurity</w:t>
      </w:r>
      <w:r w:rsidR="00F22FFC">
        <w:rPr>
          <w:rFonts w:ascii="ATT Aleck Sans" w:hAnsi="ATT Aleck Sans" w:cs="ATT Aleck Sans"/>
          <w:b/>
          <w:bCs/>
          <w:color w:val="009FDB"/>
          <w:sz w:val="36"/>
          <w:szCs w:val="36"/>
        </w:rPr>
        <w:t xml:space="preserve"> Basics</w:t>
      </w:r>
    </w:p>
    <w:p w14:paraId="320BA4B5" w14:textId="77777777" w:rsidR="0008362A" w:rsidRPr="0008362A" w:rsidRDefault="0008362A" w:rsidP="0008362A">
      <w:pPr>
        <w:jc w:val="center"/>
        <w:rPr>
          <w:rFonts w:ascii="ATT Aleck Sans" w:hAnsi="ATT Aleck Sans" w:cs="ATT Aleck Sans"/>
          <w:b/>
          <w:bCs/>
          <w:color w:val="009FDB"/>
          <w:sz w:val="36"/>
          <w:szCs w:val="36"/>
        </w:rPr>
      </w:pPr>
    </w:p>
    <w:p w14:paraId="03BA7073" w14:textId="77777777" w:rsidR="00C44699" w:rsidRPr="00907DCE" w:rsidRDefault="00E17677" w:rsidP="001F63F7">
      <w:pPr>
        <w:rPr>
          <w:rFonts w:ascii="ATT Aleck Sans" w:hAnsi="ATT Aleck Sans" w:cs="ATT Aleck Sans"/>
          <w:b/>
          <w:bCs/>
          <w:color w:val="000000" w:themeColor="text1"/>
          <w:sz w:val="36"/>
          <w:szCs w:val="36"/>
        </w:rPr>
      </w:pPr>
      <w:r w:rsidRPr="128E341D">
        <w:rPr>
          <w:rFonts w:ascii="ATT Aleck Sans" w:hAnsi="ATT Aleck Sans" w:cs="ATT Aleck Sans"/>
          <w:b/>
          <w:bCs/>
          <w:color w:val="000000" w:themeColor="text1"/>
          <w:sz w:val="36"/>
          <w:szCs w:val="36"/>
        </w:rPr>
        <w:t>Instructor</w:t>
      </w:r>
      <w:r w:rsidR="00C44699" w:rsidRPr="128E341D">
        <w:rPr>
          <w:rFonts w:ascii="ATT Aleck Sans" w:hAnsi="ATT Aleck Sans" w:cs="ATT Aleck Sans"/>
          <w:b/>
          <w:bCs/>
          <w:color w:val="000000" w:themeColor="text1"/>
          <w:sz w:val="36"/>
          <w:szCs w:val="36"/>
        </w:rPr>
        <w:t xml:space="preserve"> Outline</w:t>
      </w:r>
      <w:r w:rsidR="00684BA1" w:rsidRPr="128E341D">
        <w:rPr>
          <w:rFonts w:ascii="ATT Aleck Sans" w:hAnsi="ATT Aleck Sans" w:cs="ATT Aleck Sans"/>
          <w:b/>
          <w:bCs/>
          <w:color w:val="000000" w:themeColor="text1"/>
          <w:sz w:val="36"/>
          <w:szCs w:val="36"/>
        </w:rPr>
        <w:t xml:space="preserve">: </w:t>
      </w:r>
      <w:r w:rsidR="00EF5CBE">
        <w:rPr>
          <w:rFonts w:ascii="ATT Aleck Sans" w:hAnsi="ATT Aleck Sans" w:cs="ATT Aleck Sans"/>
          <w:b/>
          <w:bCs/>
          <w:color w:val="000000" w:themeColor="text1"/>
          <w:sz w:val="36"/>
          <w:szCs w:val="36"/>
        </w:rPr>
        <w:t>Cybersecurity</w:t>
      </w:r>
      <w:r w:rsidR="00F22FFC">
        <w:rPr>
          <w:rFonts w:ascii="ATT Aleck Sans" w:hAnsi="ATT Aleck Sans" w:cs="ATT Aleck Sans"/>
          <w:b/>
          <w:bCs/>
          <w:color w:val="000000" w:themeColor="text1"/>
          <w:sz w:val="36"/>
          <w:szCs w:val="36"/>
        </w:rPr>
        <w:t xml:space="preserve"> Basics</w:t>
      </w:r>
      <w:r>
        <w:br/>
      </w:r>
    </w:p>
    <w:p w14:paraId="2278A433" w14:textId="77777777" w:rsidR="00684BA1" w:rsidRPr="00BE7D31" w:rsidRDefault="00C44699" w:rsidP="001F63F7">
      <w:pPr>
        <w:rPr>
          <w:rFonts w:ascii="ATT Aleck Sans" w:hAnsi="ATT Aleck Sans" w:cs="ATT Aleck Sans"/>
        </w:rPr>
      </w:pPr>
      <w:r w:rsidRPr="70A2823D">
        <w:rPr>
          <w:rFonts w:ascii="ATT Aleck Sans" w:hAnsi="ATT Aleck Sans" w:cs="ATT Aleck Sans"/>
        </w:rPr>
        <w:t>This</w:t>
      </w:r>
      <w:r w:rsidR="00B22057" w:rsidRPr="70A2823D">
        <w:rPr>
          <w:rFonts w:ascii="ATT Aleck Sans" w:hAnsi="ATT Aleck Sans" w:cs="ATT Aleck Sans"/>
        </w:rPr>
        <w:t xml:space="preserve"> document is </w:t>
      </w:r>
      <w:r w:rsidRPr="70A2823D">
        <w:rPr>
          <w:rFonts w:ascii="ATT Aleck Sans" w:hAnsi="ATT Aleck Sans" w:cs="ATT Aleck Sans"/>
        </w:rPr>
        <w:t>designed</w:t>
      </w:r>
      <w:r w:rsidR="00BE7D31" w:rsidRPr="70A2823D">
        <w:rPr>
          <w:rFonts w:ascii="ATT Aleck Sans" w:hAnsi="ATT Aleck Sans" w:cs="ATT Aleck Sans"/>
        </w:rPr>
        <w:t xml:space="preserve"> </w:t>
      </w:r>
      <w:r w:rsidR="00F208FC" w:rsidRPr="70A2823D">
        <w:rPr>
          <w:rFonts w:ascii="ATT Aleck Sans" w:hAnsi="ATT Aleck Sans" w:cs="ATT Aleck Sans"/>
        </w:rPr>
        <w:t>for the instructor to use</w:t>
      </w:r>
      <w:r w:rsidR="00B22057" w:rsidRPr="70A2823D">
        <w:rPr>
          <w:rFonts w:ascii="ATT Aleck Sans" w:hAnsi="ATT Aleck Sans" w:cs="ATT Aleck Sans"/>
        </w:rPr>
        <w:t xml:space="preserve"> alongside the PowerPoint presentatio</w:t>
      </w:r>
      <w:r w:rsidR="002C70CD">
        <w:rPr>
          <w:rFonts w:ascii="ATT Aleck Sans" w:hAnsi="ATT Aleck Sans" w:cs="ATT Aleck Sans"/>
        </w:rPr>
        <w:t>n</w:t>
      </w:r>
      <w:r w:rsidRPr="70A2823D">
        <w:rPr>
          <w:rFonts w:ascii="ATT Aleck Sans" w:hAnsi="ATT Aleck Sans" w:cs="ATT Aleck Sans"/>
        </w:rPr>
        <w:t xml:space="preserve">. </w:t>
      </w:r>
      <w:r w:rsidR="00B22057" w:rsidRPr="70A2823D">
        <w:rPr>
          <w:rFonts w:ascii="ATT Aleck Sans" w:hAnsi="ATT Aleck Sans" w:cs="ATT Aleck Sans"/>
        </w:rPr>
        <w:t xml:space="preserve">It </w:t>
      </w:r>
      <w:r w:rsidRPr="70A2823D">
        <w:rPr>
          <w:rFonts w:ascii="ATT Aleck Sans" w:hAnsi="ATT Aleck Sans" w:cs="ATT Aleck Sans"/>
        </w:rPr>
        <w:t>includes a course</w:t>
      </w:r>
      <w:r w:rsidR="00B22057" w:rsidRPr="70A2823D">
        <w:rPr>
          <w:rFonts w:ascii="ATT Aleck Sans" w:hAnsi="ATT Aleck Sans" w:cs="ATT Aleck Sans"/>
        </w:rPr>
        <w:t xml:space="preserve"> overview, talking points</w:t>
      </w:r>
      <w:r w:rsidR="00D67F82" w:rsidRPr="70A2823D">
        <w:rPr>
          <w:rFonts w:ascii="ATT Aleck Sans" w:hAnsi="ATT Aleck Sans" w:cs="ATT Aleck Sans"/>
        </w:rPr>
        <w:t>,</w:t>
      </w:r>
      <w:r w:rsidR="00B22057" w:rsidRPr="70A2823D">
        <w:rPr>
          <w:rFonts w:ascii="ATT Aleck Sans" w:hAnsi="ATT Aleck Sans" w:cs="ATT Aleck Sans"/>
        </w:rPr>
        <w:t xml:space="preserve"> and </w:t>
      </w:r>
      <w:r w:rsidR="00F208FC" w:rsidRPr="70A2823D">
        <w:rPr>
          <w:rFonts w:ascii="ATT Aleck Sans" w:hAnsi="ATT Aleck Sans" w:cs="ATT Aleck Sans"/>
        </w:rPr>
        <w:t>activity instruction</w:t>
      </w:r>
      <w:r w:rsidR="00B22057" w:rsidRPr="70A2823D">
        <w:rPr>
          <w:rFonts w:ascii="ATT Aleck Sans" w:hAnsi="ATT Aleck Sans" w:cs="ATT Aleck Sans"/>
        </w:rPr>
        <w:t xml:space="preserve">s. Please note the </w:t>
      </w:r>
      <w:r w:rsidR="1B698806" w:rsidRPr="70A2823D">
        <w:rPr>
          <w:rFonts w:ascii="ATT Aleck Sans" w:hAnsi="ATT Aleck Sans" w:cs="ATT Aleck Sans"/>
        </w:rPr>
        <w:t xml:space="preserve">PowerPoint </w:t>
      </w:r>
      <w:r w:rsidR="00B22057" w:rsidRPr="70A2823D">
        <w:rPr>
          <w:rFonts w:ascii="ATT Aleck Sans" w:hAnsi="ATT Aleck Sans" w:cs="ATT Aleck Sans"/>
        </w:rPr>
        <w:t xml:space="preserve">slide </w:t>
      </w:r>
      <w:r w:rsidR="00D67F82" w:rsidRPr="70A2823D">
        <w:rPr>
          <w:rFonts w:ascii="ATT Aleck Sans" w:hAnsi="ATT Aleck Sans" w:cs="ATT Aleck Sans"/>
        </w:rPr>
        <w:t>number</w:t>
      </w:r>
      <w:r w:rsidR="00B22057" w:rsidRPr="70A2823D">
        <w:rPr>
          <w:rFonts w:ascii="ATT Aleck Sans" w:hAnsi="ATT Aleck Sans" w:cs="ATT Aleck Sans"/>
        </w:rPr>
        <w:t xml:space="preserve">s to help keep you on track. </w:t>
      </w:r>
      <w:r>
        <w:br/>
      </w:r>
    </w:p>
    <w:p w14:paraId="094009C1" w14:textId="77777777" w:rsidR="00684BA1" w:rsidRPr="00684BA1" w:rsidRDefault="00E531A9" w:rsidP="00684BA1">
      <w:pPr>
        <w:rPr>
          <w:rFonts w:ascii="ATT Aleck Sans" w:hAnsi="ATT Aleck Sans" w:cs="ATT Aleck Sans"/>
          <w:b/>
          <w:bCs/>
        </w:rPr>
      </w:pPr>
      <w:r>
        <w:rPr>
          <w:rFonts w:ascii="ATT Aleck Sans" w:hAnsi="ATT Aleck Sans" w:cs="ATT Aleck Sans"/>
          <w:b/>
          <w:bCs/>
        </w:rPr>
        <w:t>Workshop</w:t>
      </w:r>
      <w:r w:rsidR="00684BA1" w:rsidRPr="00684BA1">
        <w:rPr>
          <w:rFonts w:ascii="ATT Aleck Sans" w:hAnsi="ATT Aleck Sans" w:cs="ATT Aleck Sans"/>
          <w:b/>
          <w:bCs/>
        </w:rPr>
        <w:t xml:space="preserve"> Description</w:t>
      </w:r>
    </w:p>
    <w:p w14:paraId="78C2E0B1" w14:textId="77777777" w:rsidR="00FE32AD" w:rsidRDefault="002B0BE9" w:rsidP="00684BA1">
      <w:pPr>
        <w:rPr>
          <w:rFonts w:ascii="ATT Aleck Sans" w:hAnsi="ATT Aleck Sans" w:cs="ATT Aleck Sans"/>
        </w:rPr>
      </w:pPr>
      <w:r w:rsidRPr="002B0BE9">
        <w:rPr>
          <w:rFonts w:ascii="ATT Aleck Sans" w:hAnsi="ATT Aleck Sans" w:cs="ATT Aleck Sans"/>
        </w:rPr>
        <w:t xml:space="preserve">This in-person or virtual workshop is for those interested in online </w:t>
      </w:r>
      <w:r>
        <w:rPr>
          <w:rFonts w:ascii="ATT Aleck Sans" w:hAnsi="ATT Aleck Sans" w:cs="ATT Aleck Sans"/>
        </w:rPr>
        <w:t>safety, including keeping their accounts and identities safe and protecting</w:t>
      </w:r>
      <w:r w:rsidRPr="002B0BE9">
        <w:rPr>
          <w:rFonts w:ascii="ATT Aleck Sans" w:hAnsi="ATT Aleck Sans" w:cs="ATT Aleck Sans"/>
        </w:rPr>
        <w:t xml:space="preserve"> themselves from fraudsters and scams. It will build participants’ confidence when visiting websites, </w:t>
      </w:r>
      <w:r>
        <w:rPr>
          <w:rFonts w:ascii="ATT Aleck Sans" w:hAnsi="ATT Aleck Sans" w:cs="ATT Aleck Sans"/>
        </w:rPr>
        <w:t xml:space="preserve">using text messaging and email, talking on the phone, and playing online games.  </w:t>
      </w:r>
    </w:p>
    <w:p w14:paraId="6732CD40" w14:textId="77777777" w:rsidR="00684BA1" w:rsidRPr="00684BA1" w:rsidRDefault="002B0BE9" w:rsidP="00684BA1">
      <w:pPr>
        <w:rPr>
          <w:rFonts w:ascii="ATT Aleck Sans" w:hAnsi="ATT Aleck Sans" w:cs="ATT Aleck Sans"/>
          <w:b/>
          <w:bCs/>
        </w:rPr>
      </w:pPr>
      <w:r>
        <w:rPr>
          <w:rFonts w:ascii="ATT Aleck Sans" w:hAnsi="ATT Aleck Sans" w:cs="ATT Aleck Sans"/>
          <w:b/>
          <w:bCs/>
        </w:rPr>
        <w:br/>
      </w:r>
      <w:r w:rsidR="00684BA1" w:rsidRPr="00684BA1">
        <w:rPr>
          <w:rFonts w:ascii="ATT Aleck Sans" w:hAnsi="ATT Aleck Sans" w:cs="ATT Aleck Sans"/>
          <w:b/>
          <w:bCs/>
        </w:rPr>
        <w:t>Curriculum Track</w:t>
      </w:r>
    </w:p>
    <w:p w14:paraId="22F9001F" w14:textId="77777777" w:rsidR="00684BA1" w:rsidRPr="00684BA1" w:rsidRDefault="00684BA1" w:rsidP="00684BA1">
      <w:pPr>
        <w:rPr>
          <w:rFonts w:ascii="ATT Aleck Sans" w:hAnsi="ATT Aleck Sans" w:cs="ATT Aleck Sans"/>
        </w:rPr>
      </w:pPr>
      <w:r w:rsidRPr="00684BA1">
        <w:rPr>
          <w:rFonts w:ascii="ATT Aleck Sans" w:hAnsi="ATT Aleck Sans" w:cs="ATT Aleck Sans"/>
        </w:rPr>
        <w:t xml:space="preserve">Basics </w:t>
      </w:r>
    </w:p>
    <w:p w14:paraId="45866001" w14:textId="77777777" w:rsidR="00684BA1" w:rsidRPr="00684BA1" w:rsidRDefault="00684BA1" w:rsidP="00684BA1">
      <w:pPr>
        <w:rPr>
          <w:rFonts w:ascii="ATT Aleck Sans" w:hAnsi="ATT Aleck Sans" w:cs="ATT Aleck Sans"/>
        </w:rPr>
      </w:pPr>
    </w:p>
    <w:p w14:paraId="4F1DEFC9" w14:textId="77777777" w:rsidR="00684BA1" w:rsidRPr="00684BA1" w:rsidRDefault="00684BA1" w:rsidP="00684BA1">
      <w:pPr>
        <w:rPr>
          <w:rFonts w:ascii="ATT Aleck Sans" w:hAnsi="ATT Aleck Sans" w:cs="ATT Aleck Sans"/>
          <w:b/>
          <w:bCs/>
        </w:rPr>
      </w:pPr>
      <w:r w:rsidRPr="00684BA1">
        <w:rPr>
          <w:rFonts w:ascii="ATT Aleck Sans" w:hAnsi="ATT Aleck Sans" w:cs="ATT Aleck Sans"/>
          <w:b/>
          <w:bCs/>
        </w:rPr>
        <w:t>Audience</w:t>
      </w:r>
    </w:p>
    <w:p w14:paraId="4A84E1AA" w14:textId="77777777" w:rsidR="00684BA1" w:rsidRPr="00684BA1" w:rsidRDefault="00684BA1" w:rsidP="00684BA1">
      <w:pPr>
        <w:rPr>
          <w:rFonts w:ascii="ATT Aleck Sans" w:hAnsi="ATT Aleck Sans" w:cs="ATT Aleck Sans"/>
        </w:rPr>
      </w:pPr>
      <w:r w:rsidRPr="00684BA1">
        <w:rPr>
          <w:rFonts w:ascii="ATT Aleck Sans" w:hAnsi="ATT Aleck Sans" w:cs="ATT Aleck Sans"/>
        </w:rPr>
        <w:t>Adult</w:t>
      </w:r>
      <w:r w:rsidR="00B2271B">
        <w:rPr>
          <w:rFonts w:ascii="ATT Aleck Sans" w:hAnsi="ATT Aleck Sans" w:cs="ATT Aleck Sans"/>
        </w:rPr>
        <w:t xml:space="preserve">s from newly connected households and/or </w:t>
      </w:r>
      <w:r w:rsidR="00BE7D31">
        <w:rPr>
          <w:rFonts w:ascii="ATT Aleck Sans" w:hAnsi="ATT Aleck Sans" w:cs="ATT Aleck Sans"/>
        </w:rPr>
        <w:t>who</w:t>
      </w:r>
      <w:r w:rsidR="00B2271B">
        <w:rPr>
          <w:rFonts w:ascii="ATT Aleck Sans" w:hAnsi="ATT Aleck Sans" w:cs="ATT Aleck Sans"/>
        </w:rPr>
        <w:t xml:space="preserve"> are looking to build basic skills and confidence using technology</w:t>
      </w:r>
    </w:p>
    <w:p w14:paraId="66D202F5" w14:textId="77777777" w:rsidR="00684BA1" w:rsidRPr="00684BA1" w:rsidRDefault="00684BA1" w:rsidP="00684BA1">
      <w:pPr>
        <w:rPr>
          <w:rFonts w:ascii="ATT Aleck Sans" w:hAnsi="ATT Aleck Sans" w:cs="ATT Aleck Sans"/>
        </w:rPr>
      </w:pPr>
    </w:p>
    <w:p w14:paraId="21C866CB" w14:textId="77777777" w:rsidR="00684BA1" w:rsidRPr="00684BA1" w:rsidRDefault="003C5718" w:rsidP="00684BA1">
      <w:pPr>
        <w:rPr>
          <w:rFonts w:ascii="ATT Aleck Sans" w:hAnsi="ATT Aleck Sans" w:cs="ATT Aleck Sans"/>
          <w:b/>
          <w:bCs/>
        </w:rPr>
      </w:pPr>
      <w:r>
        <w:rPr>
          <w:rFonts w:ascii="ATT Aleck Sans" w:hAnsi="ATT Aleck Sans" w:cs="ATT Aleck Sans"/>
          <w:b/>
          <w:bCs/>
        </w:rPr>
        <w:t>Workshop</w:t>
      </w:r>
      <w:r w:rsidR="00684BA1" w:rsidRPr="00684BA1">
        <w:rPr>
          <w:rFonts w:ascii="ATT Aleck Sans" w:hAnsi="ATT Aleck Sans" w:cs="ATT Aleck Sans"/>
          <w:b/>
          <w:bCs/>
        </w:rPr>
        <w:t xml:space="preserve"> Length</w:t>
      </w:r>
    </w:p>
    <w:p w14:paraId="201C41E8" w14:textId="77777777" w:rsidR="006B0BF6" w:rsidRPr="00684BA1" w:rsidRDefault="00F22FFC" w:rsidP="00684BA1">
      <w:pPr>
        <w:rPr>
          <w:rFonts w:ascii="ATT Aleck Sans" w:hAnsi="ATT Aleck Sans" w:cs="ATT Aleck Sans"/>
        </w:rPr>
      </w:pPr>
      <w:r>
        <w:rPr>
          <w:rFonts w:ascii="ATT Aleck Sans" w:hAnsi="ATT Aleck Sans" w:cs="ATT Aleck Sans"/>
        </w:rPr>
        <w:t>60</w:t>
      </w:r>
      <w:r w:rsidR="00684BA1" w:rsidRPr="00684BA1">
        <w:rPr>
          <w:rFonts w:ascii="ATT Aleck Sans" w:hAnsi="ATT Aleck Sans" w:cs="ATT Aleck Sans"/>
        </w:rPr>
        <w:t xml:space="preserve"> minutes</w:t>
      </w:r>
    </w:p>
    <w:p w14:paraId="771911AF" w14:textId="77777777" w:rsidR="00684BA1" w:rsidRPr="00684BA1" w:rsidRDefault="00684BA1" w:rsidP="00684BA1">
      <w:pPr>
        <w:rPr>
          <w:rFonts w:ascii="ATT Aleck Sans" w:hAnsi="ATT Aleck Sans" w:cs="ATT Aleck Sans"/>
        </w:rPr>
      </w:pPr>
    </w:p>
    <w:p w14:paraId="17C84D74" w14:textId="77777777" w:rsidR="00684BA1" w:rsidRPr="00684BA1" w:rsidRDefault="00684BA1" w:rsidP="00684BA1">
      <w:pPr>
        <w:rPr>
          <w:rFonts w:ascii="ATT Aleck Sans" w:hAnsi="ATT Aleck Sans" w:cs="ATT Aleck Sans"/>
          <w:b/>
          <w:bCs/>
        </w:rPr>
      </w:pPr>
      <w:r w:rsidRPr="00684BA1">
        <w:rPr>
          <w:rFonts w:ascii="ATT Aleck Sans" w:hAnsi="ATT Aleck Sans" w:cs="ATT Aleck Sans"/>
          <w:b/>
          <w:bCs/>
        </w:rPr>
        <w:t>Training Method</w:t>
      </w:r>
    </w:p>
    <w:p w14:paraId="7A501DC0" w14:textId="77777777" w:rsidR="00684BA1" w:rsidRPr="00684BA1" w:rsidRDefault="00C46F95" w:rsidP="00684BA1">
      <w:pPr>
        <w:rPr>
          <w:rFonts w:ascii="ATT Aleck Sans" w:hAnsi="ATT Aleck Sans" w:cs="ATT Aleck Sans"/>
        </w:rPr>
      </w:pPr>
      <w:r w:rsidRPr="6C79E8EE">
        <w:rPr>
          <w:rFonts w:ascii="ATT Aleck Sans" w:hAnsi="ATT Aleck Sans" w:cs="ATT Aleck Sans"/>
        </w:rPr>
        <w:t>Volunteer, i</w:t>
      </w:r>
      <w:r w:rsidR="00684BA1" w:rsidRPr="6C79E8EE">
        <w:rPr>
          <w:rFonts w:ascii="ATT Aleck Sans" w:hAnsi="ATT Aleck Sans" w:cs="ATT Aleck Sans"/>
        </w:rPr>
        <w:t>nstructor-led</w:t>
      </w:r>
    </w:p>
    <w:p w14:paraId="6E923AF2" w14:textId="77777777" w:rsidR="002236AE" w:rsidRPr="00684BA1" w:rsidRDefault="002236AE" w:rsidP="00684BA1">
      <w:pPr>
        <w:rPr>
          <w:rFonts w:ascii="ATT Aleck Sans" w:hAnsi="ATT Aleck Sans" w:cs="ATT Aleck Sans"/>
        </w:rPr>
      </w:pPr>
    </w:p>
    <w:p w14:paraId="7AEC3AD7" w14:textId="77777777" w:rsidR="00684BA1" w:rsidRPr="00684BA1" w:rsidRDefault="00684BA1" w:rsidP="00684BA1">
      <w:pPr>
        <w:rPr>
          <w:rFonts w:ascii="ATT Aleck Sans" w:hAnsi="ATT Aleck Sans" w:cs="ATT Aleck Sans"/>
          <w:b/>
          <w:bCs/>
        </w:rPr>
      </w:pPr>
      <w:r w:rsidRPr="00684BA1">
        <w:rPr>
          <w:rFonts w:ascii="ATT Aleck Sans" w:hAnsi="ATT Aleck Sans" w:cs="ATT Aleck Sans"/>
          <w:b/>
          <w:bCs/>
        </w:rPr>
        <w:t>Purpose</w:t>
      </w:r>
    </w:p>
    <w:p w14:paraId="539A3DB8" w14:textId="77777777" w:rsidR="00E83CC8" w:rsidRPr="00E83CC8" w:rsidRDefault="00E83CC8" w:rsidP="00E83CC8">
      <w:pPr>
        <w:rPr>
          <w:rFonts w:ascii="ATT Aleck Sans" w:hAnsi="ATT Aleck Sans" w:cs="ATT Aleck Sans"/>
          <w:b/>
          <w:bCs/>
        </w:rPr>
      </w:pPr>
      <w:r w:rsidRPr="00E83CC8">
        <w:rPr>
          <w:rFonts w:ascii="ATT Aleck Sans" w:hAnsi="ATT Aleck Sans" w:cs="ATT Aleck Sans"/>
        </w:rPr>
        <w:t>In this workshop</w:t>
      </w:r>
      <w:r>
        <w:rPr>
          <w:rFonts w:ascii="ATT Aleck Sans" w:hAnsi="ATT Aleck Sans" w:cs="ATT Aleck Sans"/>
        </w:rPr>
        <w:t>,</w:t>
      </w:r>
      <w:r w:rsidRPr="00E83CC8">
        <w:rPr>
          <w:rFonts w:ascii="ATT Aleck Sans" w:hAnsi="ATT Aleck Sans" w:cs="ATT Aleck Sans"/>
        </w:rPr>
        <w:t xml:space="preserve"> you will learn about cybersecurity</w:t>
      </w:r>
      <w:r>
        <w:rPr>
          <w:rFonts w:ascii="ATT Aleck Sans" w:hAnsi="ATT Aleck Sans" w:cs="ATT Aleck Sans"/>
        </w:rPr>
        <w:t xml:space="preserve">, including how to </w:t>
      </w:r>
      <w:r w:rsidRPr="00E83CC8">
        <w:rPr>
          <w:rFonts w:ascii="ATT Aleck Sans" w:hAnsi="ATT Aleck Sans" w:cs="ATT Aleck Sans"/>
        </w:rPr>
        <w:t>keep your accounts and identity safe online</w:t>
      </w:r>
      <w:r>
        <w:rPr>
          <w:rFonts w:ascii="ATT Aleck Sans" w:hAnsi="ATT Aleck Sans" w:cs="ATT Aleck Sans"/>
        </w:rPr>
        <w:t xml:space="preserve"> and protect yourself from online fraud and scams</w:t>
      </w:r>
      <w:r w:rsidRPr="00E83CC8">
        <w:rPr>
          <w:rFonts w:ascii="ATT Aleck Sans" w:hAnsi="ATT Aleck Sans" w:cs="ATT Aleck Sans"/>
        </w:rPr>
        <w:t>. A primary objective of the workshop is for learners to increase confidence in their ability to engage online while staying safe from scams and fraud.</w:t>
      </w:r>
    </w:p>
    <w:p w14:paraId="5F3EA02C" w14:textId="77777777" w:rsidR="006B0BF6" w:rsidRDefault="006B0BF6" w:rsidP="00684BA1">
      <w:pPr>
        <w:rPr>
          <w:rFonts w:ascii="ATT Aleck Sans" w:hAnsi="ATT Aleck Sans" w:cs="ATT Aleck Sans"/>
          <w:b/>
          <w:bCs/>
        </w:rPr>
      </w:pPr>
    </w:p>
    <w:p w14:paraId="00939A25" w14:textId="77777777" w:rsidR="00684BA1" w:rsidRPr="00684BA1" w:rsidRDefault="00684BA1" w:rsidP="00684BA1">
      <w:pPr>
        <w:rPr>
          <w:rFonts w:ascii="ATT Aleck Sans" w:hAnsi="ATT Aleck Sans" w:cs="ATT Aleck Sans"/>
          <w:b/>
          <w:bCs/>
        </w:rPr>
      </w:pPr>
      <w:r w:rsidRPr="00684BA1">
        <w:rPr>
          <w:rFonts w:ascii="ATT Aleck Sans" w:hAnsi="ATT Aleck Sans" w:cs="ATT Aleck Sans"/>
          <w:b/>
          <w:bCs/>
        </w:rPr>
        <w:t>Equipment Requirements</w:t>
      </w:r>
    </w:p>
    <w:p w14:paraId="398D2EF8" w14:textId="77777777" w:rsidR="00920032" w:rsidRPr="002C70CD" w:rsidRDefault="5F4B53AD" w:rsidP="002C70CD">
      <w:pPr>
        <w:pStyle w:val="ListParagraph"/>
        <w:numPr>
          <w:ilvl w:val="0"/>
          <w:numId w:val="4"/>
        </w:numPr>
        <w:rPr>
          <w:rFonts w:ascii="ATT Aleck Sans" w:hAnsi="ATT Aleck Sans" w:cs="ATT Aleck Sans"/>
        </w:rPr>
      </w:pPr>
      <w:r w:rsidRPr="0A894753">
        <w:rPr>
          <w:rFonts w:ascii="ATT Aleck Sans" w:hAnsi="ATT Aleck Sans" w:cs="ATT Aleck Sans"/>
        </w:rPr>
        <w:t xml:space="preserve">In person: </w:t>
      </w:r>
      <w:r w:rsidR="4EEBEFE6" w:rsidRPr="0A894753">
        <w:rPr>
          <w:rFonts w:ascii="ATT Aleck Sans" w:hAnsi="ATT Aleck Sans" w:cs="ATT Aleck Sans"/>
        </w:rPr>
        <w:t xml:space="preserve">Projector and projection screen; </w:t>
      </w:r>
      <w:r w:rsidR="684BDA5B" w:rsidRPr="0A894753">
        <w:rPr>
          <w:rFonts w:ascii="ATT Aleck Sans" w:hAnsi="ATT Aleck Sans" w:cs="ATT Aleck Sans"/>
        </w:rPr>
        <w:t xml:space="preserve">internet-connected </w:t>
      </w:r>
      <w:r w:rsidR="4EEBEFE6" w:rsidRPr="0A894753">
        <w:rPr>
          <w:rFonts w:ascii="ATT Aleck Sans" w:hAnsi="ATT Aleck Sans" w:cs="ATT Aleck Sans"/>
        </w:rPr>
        <w:t>computers for instructor; laser pointer (recommended)</w:t>
      </w:r>
      <w:r w:rsidR="6AD9BF13" w:rsidRPr="0A894753">
        <w:rPr>
          <w:rFonts w:ascii="ATT Aleck Sans" w:hAnsi="ATT Aleck Sans" w:cs="ATT Aleck Sans"/>
        </w:rPr>
        <w:t xml:space="preserve">. </w:t>
      </w:r>
      <w:r w:rsidR="00BE7D31">
        <w:br/>
      </w:r>
    </w:p>
    <w:p w14:paraId="784FBC67" w14:textId="77777777" w:rsidR="00BE7D31" w:rsidRPr="002C70CD" w:rsidRDefault="5F4B53AD" w:rsidP="0A894753">
      <w:pPr>
        <w:pStyle w:val="ListParagraph"/>
        <w:numPr>
          <w:ilvl w:val="0"/>
          <w:numId w:val="3"/>
        </w:numPr>
        <w:rPr>
          <w:rFonts w:ascii="ATT Aleck Sans" w:hAnsi="ATT Aleck Sans" w:cs="ATT Aleck Sans"/>
        </w:rPr>
      </w:pPr>
      <w:r w:rsidRPr="0A894753">
        <w:rPr>
          <w:rFonts w:ascii="ATT Aleck Sans" w:hAnsi="ATT Aleck Sans" w:cs="ATT Aleck Sans"/>
        </w:rPr>
        <w:lastRenderedPageBreak/>
        <w:t>Virtual: A web conferencing platform</w:t>
      </w:r>
      <w:r w:rsidR="58370BE4" w:rsidRPr="0A894753">
        <w:rPr>
          <w:rFonts w:ascii="ATT Aleck Sans" w:hAnsi="ATT Aleck Sans" w:cs="ATT Aleck Sans"/>
        </w:rPr>
        <w:t>; computers for instructor and participants with internet connections</w:t>
      </w:r>
      <w:r w:rsidR="682DD9F5" w:rsidRPr="0A894753">
        <w:rPr>
          <w:rFonts w:ascii="ATT Aleck Sans" w:hAnsi="ATT Aleck Sans" w:cs="ATT Aleck Sans"/>
        </w:rPr>
        <w:t xml:space="preserve">. </w:t>
      </w:r>
      <w:r w:rsidR="00BE7D31">
        <w:br/>
      </w:r>
    </w:p>
    <w:p w14:paraId="25FBBEB2" w14:textId="77777777" w:rsidR="00684BA1" w:rsidRPr="00684BA1" w:rsidRDefault="5169A56F" w:rsidP="00684BA1">
      <w:pPr>
        <w:rPr>
          <w:rFonts w:ascii="ATT Aleck Sans" w:hAnsi="ATT Aleck Sans" w:cs="ATT Aleck Sans"/>
          <w:b/>
          <w:bCs/>
        </w:rPr>
      </w:pPr>
      <w:r w:rsidRPr="0A894753">
        <w:rPr>
          <w:rFonts w:ascii="ATT Aleck Sans" w:hAnsi="ATT Aleck Sans" w:cs="ATT Aleck Sans"/>
          <w:b/>
          <w:bCs/>
        </w:rPr>
        <w:t xml:space="preserve">Instructor </w:t>
      </w:r>
      <w:r w:rsidR="4EEBEFE6" w:rsidRPr="0A894753">
        <w:rPr>
          <w:rFonts w:ascii="ATT Aleck Sans" w:hAnsi="ATT Aleck Sans" w:cs="ATT Aleck Sans"/>
          <w:b/>
          <w:bCs/>
        </w:rPr>
        <w:t>Software Requirements</w:t>
      </w:r>
    </w:p>
    <w:p w14:paraId="45CF6F22" w14:textId="77777777" w:rsidR="00E75215" w:rsidRDefault="00E75215" w:rsidP="00684BA1">
      <w:pPr>
        <w:rPr>
          <w:rFonts w:ascii="ATT Aleck Sans" w:hAnsi="ATT Aleck Sans" w:cs="ATT Aleck Sans"/>
        </w:rPr>
      </w:pPr>
      <w:r>
        <w:rPr>
          <w:rFonts w:ascii="ATT Aleck Sans" w:hAnsi="ATT Aleck Sans" w:cs="ATT Aleck Sans"/>
        </w:rPr>
        <w:t>C</w:t>
      </w:r>
      <w:r w:rsidR="002852CD">
        <w:rPr>
          <w:rFonts w:ascii="ATT Aleck Sans" w:hAnsi="ATT Aleck Sans" w:cs="ATT Aleck Sans"/>
        </w:rPr>
        <w:t>omputer</w:t>
      </w:r>
      <w:r>
        <w:rPr>
          <w:rFonts w:ascii="ATT Aleck Sans" w:hAnsi="ATT Aleck Sans" w:cs="ATT Aleck Sans"/>
        </w:rPr>
        <w:t xml:space="preserve"> that includes:</w:t>
      </w:r>
    </w:p>
    <w:p w14:paraId="41E7353B" w14:textId="77777777" w:rsidR="00684BA1" w:rsidRDefault="002852CD" w:rsidP="00B12403">
      <w:pPr>
        <w:pStyle w:val="ListParagraph"/>
        <w:numPr>
          <w:ilvl w:val="0"/>
          <w:numId w:val="8"/>
        </w:numPr>
        <w:rPr>
          <w:rFonts w:ascii="ATT Aleck Sans" w:hAnsi="ATT Aleck Sans" w:cs="ATT Aleck Sans"/>
        </w:rPr>
      </w:pPr>
      <w:r w:rsidRPr="00E75215">
        <w:rPr>
          <w:rFonts w:ascii="ATT Aleck Sans" w:hAnsi="ATT Aleck Sans" w:cs="ATT Aleck Sans"/>
        </w:rPr>
        <w:t xml:space="preserve">PowerPoint </w:t>
      </w:r>
    </w:p>
    <w:p w14:paraId="5DF1F604" w14:textId="77777777" w:rsidR="00E75215" w:rsidRDefault="00E75215" w:rsidP="00B12403">
      <w:pPr>
        <w:pStyle w:val="ListParagraph"/>
        <w:numPr>
          <w:ilvl w:val="0"/>
          <w:numId w:val="8"/>
        </w:numPr>
        <w:rPr>
          <w:rFonts w:ascii="ATT Aleck Sans" w:hAnsi="ATT Aleck Sans" w:cs="ATT Aleck Sans"/>
        </w:rPr>
      </w:pPr>
      <w:r>
        <w:rPr>
          <w:rFonts w:ascii="ATT Aleck Sans" w:hAnsi="ATT Aleck Sans" w:cs="ATT Aleck Sans"/>
        </w:rPr>
        <w:t>Web browser</w:t>
      </w:r>
      <w:r w:rsidR="00E83CC8">
        <w:rPr>
          <w:rFonts w:ascii="ATT Aleck Sans" w:hAnsi="ATT Aleck Sans" w:cs="ATT Aleck Sans"/>
        </w:rPr>
        <w:t xml:space="preserve"> (optional)</w:t>
      </w:r>
    </w:p>
    <w:p w14:paraId="2677F2A3" w14:textId="77777777" w:rsidR="007C6908" w:rsidRDefault="007C6908" w:rsidP="70A2823D">
      <w:pPr>
        <w:ind w:left="720"/>
        <w:rPr>
          <w:rFonts w:ascii="ATT Aleck Sans" w:hAnsi="ATT Aleck Sans" w:cs="ATT Aleck Sans"/>
        </w:rPr>
      </w:pPr>
    </w:p>
    <w:p w14:paraId="62A4225E" w14:textId="77777777" w:rsidR="00684BA1" w:rsidRPr="00684BA1" w:rsidRDefault="00684BA1" w:rsidP="00684BA1">
      <w:pPr>
        <w:rPr>
          <w:rFonts w:ascii="ATT Aleck Sans" w:hAnsi="ATT Aleck Sans" w:cs="ATT Aleck Sans"/>
          <w:b/>
          <w:bCs/>
        </w:rPr>
      </w:pPr>
      <w:r w:rsidRPr="00684BA1">
        <w:rPr>
          <w:rFonts w:ascii="ATT Aleck Sans" w:hAnsi="ATT Aleck Sans" w:cs="ATT Aleck Sans"/>
          <w:b/>
          <w:bCs/>
        </w:rPr>
        <w:t>Material Requirements</w:t>
      </w:r>
    </w:p>
    <w:p w14:paraId="4DC7511B" w14:textId="77777777" w:rsidR="00261E20" w:rsidRDefault="00BF5BDD" w:rsidP="00B12403">
      <w:pPr>
        <w:pStyle w:val="ListParagraph"/>
        <w:numPr>
          <w:ilvl w:val="0"/>
          <w:numId w:val="5"/>
        </w:numPr>
        <w:rPr>
          <w:rFonts w:ascii="ATT Aleck Sans" w:hAnsi="ATT Aleck Sans" w:cs="ATT Aleck Sans"/>
        </w:rPr>
      </w:pPr>
      <w:r w:rsidRPr="00AB011D">
        <w:rPr>
          <w:rFonts w:ascii="ATT Aleck Sans" w:hAnsi="ATT Aleck Sans" w:cs="ATT Aleck Sans"/>
        </w:rPr>
        <w:t>Instructor PowerPoint</w:t>
      </w:r>
      <w:r w:rsidR="00B663F6">
        <w:rPr>
          <w:rFonts w:ascii="ATT Aleck Sans" w:hAnsi="ATT Aleck Sans" w:cs="ATT Aleck Sans"/>
        </w:rPr>
        <w:t>: B</w:t>
      </w:r>
      <w:r w:rsidR="000D22C0">
        <w:rPr>
          <w:rFonts w:ascii="ATT Aleck Sans" w:hAnsi="ATT Aleck Sans" w:cs="ATT Aleck Sans"/>
        </w:rPr>
        <w:t xml:space="preserve">efore the </w:t>
      </w:r>
      <w:r w:rsidR="00E531A9">
        <w:rPr>
          <w:rFonts w:ascii="ATT Aleck Sans" w:hAnsi="ATT Aleck Sans" w:cs="ATT Aleck Sans"/>
        </w:rPr>
        <w:t>workshop</w:t>
      </w:r>
      <w:r w:rsidR="00D50EA9">
        <w:rPr>
          <w:rFonts w:ascii="ATT Aleck Sans" w:hAnsi="ATT Aleck Sans" w:cs="ATT Aleck Sans"/>
        </w:rPr>
        <w:t>,</w:t>
      </w:r>
      <w:r w:rsidR="000D22C0">
        <w:rPr>
          <w:rFonts w:ascii="ATT Aleck Sans" w:hAnsi="ATT Aleck Sans" w:cs="ATT Aleck Sans"/>
        </w:rPr>
        <w:t xml:space="preserve"> </w:t>
      </w:r>
      <w:r w:rsidR="00BE7D31">
        <w:rPr>
          <w:rFonts w:ascii="ATT Aleck Sans" w:hAnsi="ATT Aleck Sans" w:cs="ATT Aleck Sans"/>
        </w:rPr>
        <w:t xml:space="preserve">review the slides and </w:t>
      </w:r>
      <w:r w:rsidR="000D22C0">
        <w:rPr>
          <w:rFonts w:ascii="ATT Aleck Sans" w:hAnsi="ATT Aleck Sans" w:cs="ATT Aleck Sans"/>
        </w:rPr>
        <w:t xml:space="preserve">update </w:t>
      </w:r>
      <w:r w:rsidR="00BE7D31">
        <w:rPr>
          <w:rFonts w:ascii="ATT Aleck Sans" w:hAnsi="ATT Aleck Sans" w:cs="ATT Aleck Sans"/>
        </w:rPr>
        <w:t xml:space="preserve">the </w:t>
      </w:r>
      <w:r w:rsidR="00920032">
        <w:rPr>
          <w:rFonts w:ascii="ATT Aleck Sans" w:hAnsi="ATT Aleck Sans" w:cs="ATT Aleck Sans"/>
        </w:rPr>
        <w:t xml:space="preserve">following </w:t>
      </w:r>
      <w:r w:rsidR="000D22C0">
        <w:rPr>
          <w:rFonts w:ascii="ATT Aleck Sans" w:hAnsi="ATT Aleck Sans" w:cs="ATT Aleck Sans"/>
        </w:rPr>
        <w:t>information</w:t>
      </w:r>
      <w:r w:rsidR="00BE7D31">
        <w:rPr>
          <w:rFonts w:ascii="ATT Aleck Sans" w:hAnsi="ATT Aleck Sans" w:cs="ATT Aleck Sans"/>
        </w:rPr>
        <w:t>:</w:t>
      </w:r>
    </w:p>
    <w:p w14:paraId="727F544B" w14:textId="77777777" w:rsidR="000D22C0" w:rsidRDefault="00261E20" w:rsidP="00B12403">
      <w:pPr>
        <w:pStyle w:val="ListParagraph"/>
        <w:numPr>
          <w:ilvl w:val="1"/>
          <w:numId w:val="5"/>
        </w:numPr>
        <w:rPr>
          <w:rFonts w:ascii="ATT Aleck Sans" w:hAnsi="ATT Aleck Sans" w:cs="ATT Aleck Sans"/>
        </w:rPr>
      </w:pPr>
      <w:r>
        <w:rPr>
          <w:rFonts w:ascii="ATT Aleck Sans" w:hAnsi="ATT Aleck Sans" w:cs="ATT Aleck Sans"/>
        </w:rPr>
        <w:t>S</w:t>
      </w:r>
      <w:r w:rsidR="000D22C0">
        <w:rPr>
          <w:rFonts w:ascii="ATT Aleck Sans" w:hAnsi="ATT Aleck Sans" w:cs="ATT Aleck Sans"/>
        </w:rPr>
        <w:t>lide 1</w:t>
      </w:r>
      <w:r w:rsidR="00920032">
        <w:rPr>
          <w:rFonts w:ascii="ATT Aleck Sans" w:hAnsi="ATT Aleck Sans" w:cs="ATT Aleck Sans"/>
        </w:rPr>
        <w:t>:</w:t>
      </w:r>
      <w:r w:rsidR="000D22C0">
        <w:rPr>
          <w:rFonts w:ascii="ATT Aleck Sans" w:hAnsi="ATT Aleck Sans" w:cs="ATT Aleck Sans"/>
        </w:rPr>
        <w:t xml:space="preserve"> </w:t>
      </w:r>
      <w:r w:rsidR="00F733E7">
        <w:rPr>
          <w:rFonts w:ascii="ATT Aleck Sans" w:hAnsi="ATT Aleck Sans" w:cs="ATT Aleck Sans"/>
        </w:rPr>
        <w:t xml:space="preserve">Update </w:t>
      </w:r>
      <w:r w:rsidR="00D50EA9">
        <w:rPr>
          <w:rFonts w:ascii="ATT Aleck Sans" w:hAnsi="ATT Aleck Sans" w:cs="ATT Aleck Sans"/>
        </w:rPr>
        <w:t>i</w:t>
      </w:r>
      <w:r w:rsidR="000D22C0">
        <w:rPr>
          <w:rFonts w:ascii="ATT Aleck Sans" w:hAnsi="ATT Aleck Sans" w:cs="ATT Aleck Sans"/>
        </w:rPr>
        <w:t xml:space="preserve">nstructor </w:t>
      </w:r>
      <w:r w:rsidR="00D50EA9">
        <w:rPr>
          <w:rFonts w:ascii="ATT Aleck Sans" w:hAnsi="ATT Aleck Sans" w:cs="ATT Aleck Sans"/>
        </w:rPr>
        <w:t>n</w:t>
      </w:r>
      <w:r w:rsidR="000D22C0">
        <w:rPr>
          <w:rFonts w:ascii="ATT Aleck Sans" w:hAnsi="ATT Aleck Sans" w:cs="ATT Aleck Sans"/>
        </w:rPr>
        <w:t xml:space="preserve">ame, </w:t>
      </w:r>
      <w:r w:rsidR="00D50EA9">
        <w:rPr>
          <w:rFonts w:ascii="ATT Aleck Sans" w:hAnsi="ATT Aleck Sans" w:cs="ATT Aleck Sans"/>
        </w:rPr>
        <w:t>i</w:t>
      </w:r>
      <w:r w:rsidR="007C6908">
        <w:rPr>
          <w:rFonts w:ascii="ATT Aleck Sans" w:hAnsi="ATT Aleck Sans" w:cs="ATT Aleck Sans"/>
        </w:rPr>
        <w:t>nstructor</w:t>
      </w:r>
      <w:r w:rsidR="0071509F">
        <w:rPr>
          <w:rFonts w:ascii="ATT Aleck Sans" w:hAnsi="ATT Aleck Sans" w:cs="ATT Aleck Sans"/>
        </w:rPr>
        <w:t xml:space="preserve"> </w:t>
      </w:r>
      <w:r w:rsidR="00D50EA9">
        <w:rPr>
          <w:rFonts w:ascii="ATT Aleck Sans" w:hAnsi="ATT Aleck Sans" w:cs="ATT Aleck Sans"/>
        </w:rPr>
        <w:t>a</w:t>
      </w:r>
      <w:r w:rsidR="0071509F">
        <w:rPr>
          <w:rFonts w:ascii="ATT Aleck Sans" w:hAnsi="ATT Aleck Sans" w:cs="ATT Aleck Sans"/>
        </w:rPr>
        <w:t>ffiliation (</w:t>
      </w:r>
      <w:r w:rsidR="00D50EA9">
        <w:rPr>
          <w:rFonts w:ascii="ATT Aleck Sans" w:hAnsi="ATT Aleck Sans" w:cs="ATT Aleck Sans"/>
        </w:rPr>
        <w:t>for example,</w:t>
      </w:r>
      <w:r w:rsidR="0071509F">
        <w:rPr>
          <w:rFonts w:ascii="ATT Aleck Sans" w:hAnsi="ATT Aleck Sans" w:cs="ATT Aleck Sans"/>
        </w:rPr>
        <w:t xml:space="preserve"> AT&amp;T employee, library staff</w:t>
      </w:r>
      <w:r w:rsidR="00D50EA9">
        <w:rPr>
          <w:rFonts w:ascii="ATT Aleck Sans" w:hAnsi="ATT Aleck Sans" w:cs="ATT Aleck Sans"/>
        </w:rPr>
        <w:t xml:space="preserve"> member</w:t>
      </w:r>
      <w:r w:rsidR="0071509F">
        <w:rPr>
          <w:rFonts w:ascii="ATT Aleck Sans" w:hAnsi="ATT Aleck Sans" w:cs="ATT Aleck Sans"/>
        </w:rPr>
        <w:t>, community volunteer, etc.)</w:t>
      </w:r>
      <w:r w:rsidR="000D22C0">
        <w:rPr>
          <w:rFonts w:ascii="ATT Aleck Sans" w:hAnsi="ATT Aleck Sans" w:cs="ATT Aleck Sans"/>
        </w:rPr>
        <w:t xml:space="preserve">, </w:t>
      </w:r>
      <w:r w:rsidR="00E531A9">
        <w:rPr>
          <w:rFonts w:ascii="ATT Aleck Sans" w:hAnsi="ATT Aleck Sans" w:cs="ATT Aleck Sans"/>
        </w:rPr>
        <w:t xml:space="preserve">and </w:t>
      </w:r>
      <w:r w:rsidR="00D50EA9">
        <w:rPr>
          <w:rFonts w:ascii="ATT Aleck Sans" w:hAnsi="ATT Aleck Sans" w:cs="ATT Aleck Sans"/>
        </w:rPr>
        <w:t>l</w:t>
      </w:r>
      <w:r w:rsidR="000D22C0">
        <w:rPr>
          <w:rFonts w:ascii="ATT Aleck Sans" w:hAnsi="ATT Aleck Sans" w:cs="ATT Aleck Sans"/>
        </w:rPr>
        <w:t xml:space="preserve">ocation </w:t>
      </w:r>
      <w:r w:rsidR="00D50EA9">
        <w:rPr>
          <w:rFonts w:ascii="ATT Aleck Sans" w:hAnsi="ATT Aleck Sans" w:cs="ATT Aleck Sans"/>
        </w:rPr>
        <w:t>n</w:t>
      </w:r>
      <w:r w:rsidR="000D22C0">
        <w:rPr>
          <w:rFonts w:ascii="ATT Aleck Sans" w:hAnsi="ATT Aleck Sans" w:cs="ATT Aleck Sans"/>
        </w:rPr>
        <w:t>ame</w:t>
      </w:r>
      <w:r w:rsidR="00E531A9">
        <w:rPr>
          <w:rFonts w:ascii="ATT Aleck Sans" w:hAnsi="ATT Aleck Sans" w:cs="ATT Aleck Sans"/>
        </w:rPr>
        <w:t>.</w:t>
      </w:r>
    </w:p>
    <w:p w14:paraId="19D1B922" w14:textId="77777777" w:rsidR="00006EA1" w:rsidRDefault="70A1F689" w:rsidP="00B12403">
      <w:pPr>
        <w:pStyle w:val="ListParagraph"/>
        <w:numPr>
          <w:ilvl w:val="1"/>
          <w:numId w:val="5"/>
        </w:numPr>
        <w:rPr>
          <w:rFonts w:ascii="ATT Aleck Sans" w:hAnsi="ATT Aleck Sans" w:cs="ATT Aleck Sans"/>
        </w:rPr>
      </w:pPr>
      <w:r w:rsidRPr="40746793">
        <w:rPr>
          <w:rFonts w:ascii="ATT Aleck Sans" w:hAnsi="ATT Aleck Sans" w:cs="ATT Aleck Sans"/>
        </w:rPr>
        <w:t>Slide 2</w:t>
      </w:r>
      <w:r w:rsidR="398171E7" w:rsidRPr="40746793">
        <w:rPr>
          <w:rFonts w:ascii="ATT Aleck Sans" w:hAnsi="ATT Aleck Sans" w:cs="ATT Aleck Sans"/>
        </w:rPr>
        <w:t>:</w:t>
      </w:r>
      <w:r w:rsidRPr="40746793">
        <w:rPr>
          <w:rFonts w:ascii="ATT Aleck Sans" w:hAnsi="ATT Aleck Sans" w:cs="ATT Aleck Sans"/>
        </w:rPr>
        <w:t xml:space="preserve"> Be prepared to</w:t>
      </w:r>
      <w:r w:rsidR="6E72991A" w:rsidRPr="40746793">
        <w:rPr>
          <w:rFonts w:ascii="ATT Aleck Sans" w:hAnsi="ATT Aleck Sans" w:cs="ATT Aleck Sans"/>
        </w:rPr>
        <w:t xml:space="preserve"> </w:t>
      </w:r>
      <w:r w:rsidRPr="40746793">
        <w:rPr>
          <w:rFonts w:ascii="ATT Aleck Sans" w:hAnsi="ATT Aleck Sans" w:cs="ATT Aleck Sans"/>
        </w:rPr>
        <w:t>brief</w:t>
      </w:r>
      <w:r w:rsidR="2449018F" w:rsidRPr="40746793">
        <w:rPr>
          <w:rFonts w:ascii="ATT Aleck Sans" w:hAnsi="ATT Aleck Sans" w:cs="ATT Aleck Sans"/>
        </w:rPr>
        <w:t>ly introduce yourself.</w:t>
      </w:r>
      <w:r w:rsidRPr="40746793">
        <w:rPr>
          <w:rFonts w:ascii="ATT Aleck Sans" w:hAnsi="ATT Aleck Sans" w:cs="ATT Aleck Sans"/>
        </w:rPr>
        <w:t xml:space="preserve">  </w:t>
      </w:r>
    </w:p>
    <w:p w14:paraId="1DB818CF" w14:textId="77777777" w:rsidR="00F208FC" w:rsidRDefault="00F208FC" w:rsidP="00B12403">
      <w:pPr>
        <w:pStyle w:val="ListParagraph"/>
        <w:numPr>
          <w:ilvl w:val="1"/>
          <w:numId w:val="5"/>
        </w:numPr>
        <w:rPr>
          <w:rFonts w:ascii="ATT Aleck Sans" w:hAnsi="ATT Aleck Sans" w:cs="ATT Aleck Sans"/>
        </w:rPr>
      </w:pPr>
      <w:r w:rsidRPr="00F208FC">
        <w:rPr>
          <w:rFonts w:ascii="ATT Aleck Sans" w:hAnsi="ATT Aleck Sans" w:cs="ATT Aleck Sans"/>
        </w:rPr>
        <w:t xml:space="preserve">In addition to updating the slides, please preview the PowerPoint presentation display on the instructor station </w:t>
      </w:r>
      <w:r w:rsidR="002C70CD">
        <w:rPr>
          <w:rFonts w:ascii="ATT Aleck Sans" w:hAnsi="ATT Aleck Sans" w:cs="ATT Aleck Sans"/>
        </w:rPr>
        <w:t xml:space="preserve">before the workshop </w:t>
      </w:r>
      <w:r w:rsidRPr="00F208FC">
        <w:rPr>
          <w:rFonts w:ascii="ATT Aleck Sans" w:hAnsi="ATT Aleck Sans" w:cs="ATT Aleck Sans"/>
        </w:rPr>
        <w:t xml:space="preserve">to correct any minor formatting issues that may occur </w:t>
      </w:r>
      <w:r w:rsidR="002C70CD">
        <w:rPr>
          <w:rFonts w:ascii="ATT Aleck Sans" w:hAnsi="ATT Aleck Sans" w:cs="ATT Aleck Sans"/>
        </w:rPr>
        <w:t>due to variations in</w:t>
      </w:r>
      <w:r w:rsidRPr="00F208FC">
        <w:rPr>
          <w:rFonts w:ascii="ATT Aleck Sans" w:hAnsi="ATT Aleck Sans" w:cs="ATT Aleck Sans"/>
        </w:rPr>
        <w:t xml:space="preserve"> devices, operating systems, and application versions.</w:t>
      </w:r>
    </w:p>
    <w:p w14:paraId="3A9C6D4E" w14:textId="77777777" w:rsidR="00E83CC8" w:rsidRPr="00E83CC8" w:rsidRDefault="00E83CC8" w:rsidP="00E83CC8">
      <w:pPr>
        <w:pStyle w:val="ListParagraph"/>
        <w:numPr>
          <w:ilvl w:val="1"/>
          <w:numId w:val="5"/>
        </w:numPr>
        <w:rPr>
          <w:rFonts w:ascii="ATT Aleck Sans" w:hAnsi="ATT Aleck Sans" w:cs="ATT Aleck Sans"/>
        </w:rPr>
      </w:pPr>
      <w:r w:rsidRPr="00E83CC8">
        <w:rPr>
          <w:rFonts w:ascii="ATT Aleck Sans" w:hAnsi="ATT Aleck Sans" w:cs="ATT Aleck Sans"/>
        </w:rPr>
        <w:t xml:space="preserve">Slide </w:t>
      </w:r>
      <w:r w:rsidR="00BF59BB">
        <w:rPr>
          <w:rFonts w:ascii="ATT Aleck Sans" w:hAnsi="ATT Aleck Sans" w:cs="ATT Aleck Sans"/>
        </w:rPr>
        <w:t>102</w:t>
      </w:r>
      <w:r w:rsidRPr="00E83CC8">
        <w:rPr>
          <w:rFonts w:ascii="ATT Aleck Sans" w:hAnsi="ATT Aleck Sans" w:cs="ATT Aleck Sans"/>
        </w:rPr>
        <w:t>: Insert name and date of next workshop if one is being offered.</w:t>
      </w:r>
    </w:p>
    <w:p w14:paraId="1E1A1457" w14:textId="77777777" w:rsidR="00F208FC" w:rsidRPr="00F208FC" w:rsidRDefault="007C6908" w:rsidP="00B12403">
      <w:pPr>
        <w:pStyle w:val="ListParagraph"/>
        <w:numPr>
          <w:ilvl w:val="0"/>
          <w:numId w:val="5"/>
        </w:numPr>
        <w:rPr>
          <w:rFonts w:ascii="ATT Aleck Sans" w:hAnsi="ATT Aleck Sans" w:cs="ATT Aleck Sans"/>
        </w:rPr>
      </w:pPr>
      <w:r>
        <w:rPr>
          <w:rFonts w:ascii="ATT Aleck Sans" w:hAnsi="ATT Aleck Sans" w:cs="ATT Aleck Sans"/>
        </w:rPr>
        <w:t xml:space="preserve">Instructor </w:t>
      </w:r>
      <w:r w:rsidR="00E908FA">
        <w:rPr>
          <w:rFonts w:ascii="ATT Aleck Sans" w:hAnsi="ATT Aleck Sans" w:cs="ATT Aleck Sans"/>
        </w:rPr>
        <w:t xml:space="preserve">Guide </w:t>
      </w:r>
      <w:r w:rsidR="00781349">
        <w:rPr>
          <w:rFonts w:ascii="ATT Aleck Sans" w:hAnsi="ATT Aleck Sans" w:cs="ATT Aleck Sans"/>
        </w:rPr>
        <w:t>(this document)</w:t>
      </w:r>
      <w:r w:rsidR="00BE7D31">
        <w:rPr>
          <w:rFonts w:ascii="ATT Aleck Sans" w:hAnsi="ATT Aleck Sans" w:cs="ATT Aleck Sans"/>
        </w:rPr>
        <w:t xml:space="preserve">: Review the </w:t>
      </w:r>
      <w:r>
        <w:rPr>
          <w:rFonts w:ascii="ATT Aleck Sans" w:hAnsi="ATT Aleck Sans" w:cs="ATT Aleck Sans"/>
        </w:rPr>
        <w:t xml:space="preserve">Instructor </w:t>
      </w:r>
      <w:r w:rsidR="00E908FA">
        <w:rPr>
          <w:rFonts w:ascii="ATT Aleck Sans" w:hAnsi="ATT Aleck Sans" w:cs="ATT Aleck Sans"/>
        </w:rPr>
        <w:t xml:space="preserve">Guide </w:t>
      </w:r>
      <w:r w:rsidR="00FA2083">
        <w:rPr>
          <w:rFonts w:ascii="ATT Aleck Sans" w:hAnsi="ATT Aleck Sans" w:cs="ATT Aleck Sans"/>
        </w:rPr>
        <w:t>and familiarize yourself with the</w:t>
      </w:r>
      <w:r w:rsidR="00172CCD">
        <w:rPr>
          <w:rFonts w:ascii="ATT Aleck Sans" w:hAnsi="ATT Aleck Sans" w:cs="ATT Aleck Sans"/>
        </w:rPr>
        <w:t xml:space="preserve"> </w:t>
      </w:r>
      <w:r w:rsidR="00172CCD" w:rsidRPr="00C52386">
        <w:rPr>
          <w:rFonts w:ascii="ATT Aleck Sans" w:hAnsi="ATT Aleck Sans" w:cs="ATT Aleck Sans"/>
        </w:rPr>
        <w:t>workshop</w:t>
      </w:r>
      <w:r w:rsidR="00172CCD">
        <w:rPr>
          <w:rFonts w:ascii="ATT Aleck Sans" w:hAnsi="ATT Aleck Sans" w:cs="ATT Aleck Sans"/>
        </w:rPr>
        <w:t xml:space="preserve"> </w:t>
      </w:r>
      <w:r w:rsidR="00FA2083">
        <w:rPr>
          <w:rFonts w:ascii="ATT Aleck Sans" w:hAnsi="ATT Aleck Sans" w:cs="ATT Aleck Sans"/>
        </w:rPr>
        <w:t>materials</w:t>
      </w:r>
      <w:r w:rsidR="00BE7D31">
        <w:rPr>
          <w:rFonts w:ascii="ATT Aleck Sans" w:hAnsi="ATT Aleck Sans" w:cs="ATT Aleck Sans"/>
        </w:rPr>
        <w:t xml:space="preserve">. </w:t>
      </w:r>
      <w:r w:rsidR="00F208FC" w:rsidRPr="00F208FC">
        <w:rPr>
          <w:rFonts w:ascii="ATT Aleck Sans" w:hAnsi="ATT Aleck Sans" w:cs="ATT Aleck Sans"/>
        </w:rPr>
        <w:t xml:space="preserve">The script, which starts on page </w:t>
      </w:r>
      <w:r w:rsidR="00986AD2">
        <w:rPr>
          <w:rFonts w:ascii="ATT Aleck Sans" w:hAnsi="ATT Aleck Sans" w:cs="ATT Aleck Sans"/>
        </w:rPr>
        <w:t>5</w:t>
      </w:r>
      <w:r w:rsidR="00F208FC" w:rsidRPr="00F208FC">
        <w:rPr>
          <w:rFonts w:ascii="ATT Aleck Sans" w:hAnsi="ATT Aleck Sans" w:cs="ATT Aleck Sans"/>
        </w:rPr>
        <w:t xml:space="preserve"> of this document, is also included in the Notes field of the PowerPoint presentation. The script includes the following information:</w:t>
      </w:r>
    </w:p>
    <w:p w14:paraId="698B20A0" w14:textId="77777777" w:rsidR="00F208FC" w:rsidRPr="00F208FC" w:rsidRDefault="00F208FC" w:rsidP="00B12403">
      <w:pPr>
        <w:pStyle w:val="ListParagraph"/>
        <w:numPr>
          <w:ilvl w:val="1"/>
          <w:numId w:val="5"/>
        </w:numPr>
        <w:rPr>
          <w:rFonts w:ascii="ATT Aleck Sans" w:hAnsi="ATT Aleck Sans" w:cs="ATT Aleck Sans"/>
        </w:rPr>
      </w:pPr>
      <w:r w:rsidRPr="00F208FC">
        <w:rPr>
          <w:rFonts w:ascii="ATT Aleck Sans" w:hAnsi="ATT Aleck Sans" w:cs="ATT Aleck Sans"/>
        </w:rPr>
        <w:t>Slide # and Slide Title</w:t>
      </w:r>
    </w:p>
    <w:p w14:paraId="196F7DDB" w14:textId="77777777" w:rsidR="00F208FC" w:rsidRPr="00F208FC" w:rsidRDefault="00F208FC" w:rsidP="00B12403">
      <w:pPr>
        <w:pStyle w:val="ListParagraph"/>
        <w:numPr>
          <w:ilvl w:val="1"/>
          <w:numId w:val="5"/>
        </w:numPr>
        <w:rPr>
          <w:rFonts w:ascii="ATT Aleck Sans" w:hAnsi="ATT Aleck Sans" w:cs="ATT Aleck Sans"/>
        </w:rPr>
      </w:pPr>
      <w:r w:rsidRPr="00F208FC">
        <w:rPr>
          <w:rFonts w:ascii="ATT Aleck Sans" w:hAnsi="ATT Aleck Sans" w:cs="ATT Aleck Sans"/>
        </w:rPr>
        <w:t>On Slide Text. The text displayed on the slide.</w:t>
      </w:r>
    </w:p>
    <w:p w14:paraId="653C0B54" w14:textId="77777777" w:rsidR="00781349" w:rsidRDefault="00F208FC" w:rsidP="00B12403">
      <w:pPr>
        <w:pStyle w:val="ListParagraph"/>
        <w:numPr>
          <w:ilvl w:val="1"/>
          <w:numId w:val="5"/>
        </w:numPr>
        <w:rPr>
          <w:rFonts w:ascii="ATT Aleck Sans" w:hAnsi="ATT Aleck Sans" w:cs="ATT Aleck Sans"/>
        </w:rPr>
      </w:pPr>
      <w:r w:rsidRPr="00F208FC">
        <w:rPr>
          <w:rFonts w:ascii="ATT Aleck Sans" w:hAnsi="ATT Aleck Sans" w:cs="ATT Aleck Sans"/>
        </w:rPr>
        <w:t>Notes Section</w:t>
      </w:r>
    </w:p>
    <w:p w14:paraId="4B8B8E60" w14:textId="77777777" w:rsidR="00F208FC" w:rsidRPr="00F208FC" w:rsidRDefault="00F208FC" w:rsidP="00B12403">
      <w:pPr>
        <w:pStyle w:val="ListParagraph"/>
        <w:numPr>
          <w:ilvl w:val="2"/>
          <w:numId w:val="5"/>
        </w:numPr>
        <w:rPr>
          <w:rFonts w:ascii="ATT Aleck Sans" w:hAnsi="ATT Aleck Sans" w:cs="ATT Aleck Sans"/>
        </w:rPr>
      </w:pPr>
      <w:r w:rsidRPr="00F208FC">
        <w:rPr>
          <w:rFonts w:ascii="ATT Aleck Sans" w:hAnsi="ATT Aleck Sans" w:cs="ATT Aleck Sans"/>
        </w:rPr>
        <w:t>Talking Points. The information you share with the learners. Some slides also include instructions on actions the instructor needs to take to display or highlight information on the slide at the appropriate time.</w:t>
      </w:r>
    </w:p>
    <w:p w14:paraId="43E1D231" w14:textId="77777777" w:rsidR="00F208FC" w:rsidRPr="00F208FC" w:rsidRDefault="00F208FC" w:rsidP="00B12403">
      <w:pPr>
        <w:pStyle w:val="ListParagraph"/>
        <w:numPr>
          <w:ilvl w:val="2"/>
          <w:numId w:val="5"/>
        </w:numPr>
        <w:rPr>
          <w:rFonts w:ascii="ATT Aleck Sans" w:hAnsi="ATT Aleck Sans" w:cs="ATT Aleck Sans"/>
        </w:rPr>
      </w:pPr>
      <w:r w:rsidRPr="00F208FC">
        <w:rPr>
          <w:rFonts w:ascii="ATT Aleck Sans" w:hAnsi="ATT Aleck Sans" w:cs="ATT Aleck Sans"/>
        </w:rPr>
        <w:t>Instructor Note.</w:t>
      </w:r>
      <w:r w:rsidRPr="00F208FC">
        <w:rPr>
          <w:rFonts w:ascii="ATT Aleck Sans" w:hAnsi="ATT Aleck Sans" w:cs="ATT Aleck Sans"/>
          <w:b/>
          <w:bCs/>
        </w:rPr>
        <w:t> </w:t>
      </w:r>
      <w:r w:rsidRPr="00F208FC">
        <w:rPr>
          <w:rFonts w:ascii="ATT Aleck Sans" w:hAnsi="ATT Aleck Sans" w:cs="ATT Aleck Sans"/>
        </w:rPr>
        <w:t xml:space="preserve">Includes notes the instructor can use to help facilitate group conversations, actions you should take, etc. </w:t>
      </w:r>
    </w:p>
    <w:p w14:paraId="4949690F" w14:textId="77777777" w:rsidR="00F208FC" w:rsidRPr="00F208FC" w:rsidRDefault="00F208FC" w:rsidP="00B12403">
      <w:pPr>
        <w:pStyle w:val="ListParagraph"/>
        <w:numPr>
          <w:ilvl w:val="2"/>
          <w:numId w:val="5"/>
        </w:numPr>
        <w:rPr>
          <w:rFonts w:ascii="ATT Aleck Sans" w:hAnsi="ATT Aleck Sans" w:cs="ATT Aleck Sans"/>
        </w:rPr>
      </w:pPr>
      <w:r w:rsidRPr="00F208FC">
        <w:rPr>
          <w:rFonts w:ascii="ATT Aleck Sans" w:hAnsi="ATT Aleck Sans" w:cs="ATT Aleck Sans"/>
        </w:rPr>
        <w:t xml:space="preserve">Additional Details: Identifies text on the slide that may need to be updated before the workshop begins. </w:t>
      </w:r>
    </w:p>
    <w:p w14:paraId="20503453" w14:textId="77777777" w:rsidR="00C44699" w:rsidRDefault="00006EA1" w:rsidP="00B12403">
      <w:pPr>
        <w:pStyle w:val="ListParagraph"/>
        <w:numPr>
          <w:ilvl w:val="0"/>
          <w:numId w:val="5"/>
        </w:numPr>
        <w:rPr>
          <w:rFonts w:ascii="ATT Aleck Sans" w:hAnsi="ATT Aleck Sans" w:cs="ATT Aleck Sans"/>
        </w:rPr>
      </w:pPr>
      <w:r>
        <w:rPr>
          <w:rFonts w:ascii="ATT Aleck Sans" w:hAnsi="ATT Aleck Sans" w:cs="ATT Aleck Sans"/>
        </w:rPr>
        <w:t>Learner</w:t>
      </w:r>
      <w:r w:rsidRPr="00781349">
        <w:rPr>
          <w:rFonts w:ascii="ATT Aleck Sans" w:hAnsi="ATT Aleck Sans" w:cs="ATT Aleck Sans"/>
        </w:rPr>
        <w:t xml:space="preserve"> </w:t>
      </w:r>
      <w:r w:rsidR="00684BA1" w:rsidRPr="00781349">
        <w:rPr>
          <w:rFonts w:ascii="ATT Aleck Sans" w:hAnsi="ATT Aleck Sans" w:cs="ATT Aleck Sans"/>
        </w:rPr>
        <w:t>Hando</w:t>
      </w:r>
      <w:r w:rsidR="000D22C0">
        <w:rPr>
          <w:rFonts w:ascii="ATT Aleck Sans" w:hAnsi="ATT Aleck Sans" w:cs="ATT Aleck Sans"/>
        </w:rPr>
        <w:t xml:space="preserve">ut </w:t>
      </w:r>
    </w:p>
    <w:p w14:paraId="3FF41FC1" w14:textId="77777777" w:rsidR="00C44699" w:rsidRDefault="000D22C0" w:rsidP="00B12403">
      <w:pPr>
        <w:pStyle w:val="ListParagraph"/>
        <w:numPr>
          <w:ilvl w:val="1"/>
          <w:numId w:val="5"/>
        </w:numPr>
        <w:rPr>
          <w:rFonts w:ascii="ATT Aleck Sans" w:hAnsi="ATT Aleck Sans" w:cs="ATT Aleck Sans"/>
        </w:rPr>
      </w:pPr>
      <w:r w:rsidRPr="0095724D">
        <w:rPr>
          <w:rFonts w:ascii="ATT Aleck Sans" w:hAnsi="ATT Aleck Sans" w:cs="ATT Aleck Sans"/>
          <w:b/>
        </w:rPr>
        <w:t>For in</w:t>
      </w:r>
      <w:r w:rsidR="00D50EA9" w:rsidRPr="0095724D">
        <w:rPr>
          <w:rFonts w:ascii="ATT Aleck Sans" w:hAnsi="ATT Aleck Sans" w:cs="ATT Aleck Sans"/>
          <w:b/>
        </w:rPr>
        <w:t>-</w:t>
      </w:r>
      <w:r w:rsidRPr="0095724D">
        <w:rPr>
          <w:rFonts w:ascii="ATT Aleck Sans" w:hAnsi="ATT Aleck Sans" w:cs="ATT Aleck Sans"/>
          <w:b/>
        </w:rPr>
        <w:t xml:space="preserve">person </w:t>
      </w:r>
      <w:r w:rsidR="00E531A9" w:rsidRPr="0095724D">
        <w:rPr>
          <w:rFonts w:ascii="ATT Aleck Sans" w:hAnsi="ATT Aleck Sans" w:cs="ATT Aleck Sans"/>
          <w:b/>
        </w:rPr>
        <w:t>workshop</w:t>
      </w:r>
      <w:r w:rsidR="00D50EA9" w:rsidRPr="0095724D">
        <w:rPr>
          <w:rFonts w:ascii="ATT Aleck Sans" w:hAnsi="ATT Aleck Sans" w:cs="ATT Aleck Sans"/>
          <w:b/>
        </w:rPr>
        <w:t>:</w:t>
      </w:r>
      <w:r w:rsidR="00D50EA9">
        <w:rPr>
          <w:rFonts w:ascii="ATT Aleck Sans" w:hAnsi="ATT Aleck Sans" w:cs="ATT Aleck Sans"/>
        </w:rPr>
        <w:t xml:space="preserve"> P</w:t>
      </w:r>
      <w:r>
        <w:rPr>
          <w:rFonts w:ascii="ATT Aleck Sans" w:hAnsi="ATT Aleck Sans" w:cs="ATT Aleck Sans"/>
        </w:rPr>
        <w:t xml:space="preserve">rint handouts for each </w:t>
      </w:r>
      <w:r w:rsidR="00B663F6">
        <w:rPr>
          <w:rFonts w:ascii="ATT Aleck Sans" w:hAnsi="ATT Aleck Sans" w:cs="ATT Aleck Sans"/>
        </w:rPr>
        <w:t>learner</w:t>
      </w:r>
      <w:r>
        <w:rPr>
          <w:rFonts w:ascii="ATT Aleck Sans" w:hAnsi="ATT Aleck Sans" w:cs="ATT Aleck Sans"/>
        </w:rPr>
        <w:t xml:space="preserve"> and provide </w:t>
      </w:r>
      <w:r w:rsidR="00E908FA">
        <w:rPr>
          <w:rFonts w:ascii="ATT Aleck Sans" w:hAnsi="ATT Aleck Sans" w:cs="ATT Aleck Sans"/>
        </w:rPr>
        <w:t>them</w:t>
      </w:r>
      <w:r w:rsidR="00006EA1" w:rsidRPr="00781349">
        <w:rPr>
          <w:rFonts w:ascii="ATT Aleck Sans" w:hAnsi="ATT Aleck Sans" w:cs="ATT Aleck Sans"/>
        </w:rPr>
        <w:t xml:space="preserve"> </w:t>
      </w:r>
      <w:r>
        <w:rPr>
          <w:rFonts w:ascii="ATT Aleck Sans" w:hAnsi="ATT Aleck Sans" w:cs="ATT Aleck Sans"/>
        </w:rPr>
        <w:t xml:space="preserve">before </w:t>
      </w:r>
      <w:r w:rsidR="00E908FA">
        <w:rPr>
          <w:rFonts w:ascii="ATT Aleck Sans" w:hAnsi="ATT Aleck Sans" w:cs="ATT Aleck Sans"/>
        </w:rPr>
        <w:t xml:space="preserve">the </w:t>
      </w:r>
      <w:r w:rsidR="00E531A9">
        <w:rPr>
          <w:rFonts w:ascii="ATT Aleck Sans" w:hAnsi="ATT Aleck Sans" w:cs="ATT Aleck Sans"/>
        </w:rPr>
        <w:t>workshop</w:t>
      </w:r>
      <w:r>
        <w:rPr>
          <w:rFonts w:ascii="ATT Aleck Sans" w:hAnsi="ATT Aleck Sans" w:cs="ATT Aleck Sans"/>
        </w:rPr>
        <w:t xml:space="preserve"> begins.</w:t>
      </w:r>
    </w:p>
    <w:p w14:paraId="13731385" w14:textId="77777777" w:rsidR="000D22C0" w:rsidRDefault="00C44699" w:rsidP="00B12403">
      <w:pPr>
        <w:pStyle w:val="ListParagraph"/>
        <w:numPr>
          <w:ilvl w:val="1"/>
          <w:numId w:val="5"/>
        </w:numPr>
        <w:rPr>
          <w:rFonts w:ascii="ATT Aleck Sans" w:hAnsi="ATT Aleck Sans" w:cs="ATT Aleck Sans"/>
        </w:rPr>
      </w:pPr>
      <w:r w:rsidRPr="0095724D">
        <w:rPr>
          <w:rFonts w:ascii="ATT Aleck Sans" w:hAnsi="ATT Aleck Sans" w:cs="ATT Aleck Sans"/>
          <w:b/>
        </w:rPr>
        <w:t xml:space="preserve">For virtual </w:t>
      </w:r>
      <w:r w:rsidR="00E531A9" w:rsidRPr="0095724D">
        <w:rPr>
          <w:rFonts w:ascii="ATT Aleck Sans" w:hAnsi="ATT Aleck Sans" w:cs="ATT Aleck Sans"/>
          <w:b/>
        </w:rPr>
        <w:t>workshop</w:t>
      </w:r>
      <w:r w:rsidR="00D50EA9" w:rsidRPr="0095724D">
        <w:rPr>
          <w:rFonts w:ascii="ATT Aleck Sans" w:hAnsi="ATT Aleck Sans" w:cs="ATT Aleck Sans"/>
          <w:b/>
        </w:rPr>
        <w:t>:</w:t>
      </w:r>
      <w:r w:rsidR="00D50EA9">
        <w:rPr>
          <w:rFonts w:ascii="ATT Aleck Sans" w:hAnsi="ATT Aleck Sans" w:cs="ATT Aleck Sans"/>
        </w:rPr>
        <w:t xml:space="preserve"> P</w:t>
      </w:r>
      <w:r>
        <w:rPr>
          <w:rFonts w:ascii="ATT Aleck Sans" w:hAnsi="ATT Aleck Sans" w:cs="ATT Aleck Sans"/>
        </w:rPr>
        <w:t xml:space="preserve">rovide link to the </w:t>
      </w:r>
      <w:r w:rsidR="00920032">
        <w:rPr>
          <w:rFonts w:ascii="ATT Aleck Sans" w:hAnsi="ATT Aleck Sans" w:cs="ATT Aleck Sans"/>
        </w:rPr>
        <w:t>Learner</w:t>
      </w:r>
      <w:r w:rsidR="00920032" w:rsidRPr="00781349">
        <w:rPr>
          <w:rFonts w:ascii="ATT Aleck Sans" w:hAnsi="ATT Aleck Sans" w:cs="ATT Aleck Sans"/>
        </w:rPr>
        <w:t xml:space="preserve"> </w:t>
      </w:r>
      <w:r>
        <w:rPr>
          <w:rFonts w:ascii="ATT Aleck Sans" w:hAnsi="ATT Aleck Sans" w:cs="ATT Aleck Sans"/>
        </w:rPr>
        <w:t>Handout</w:t>
      </w:r>
      <w:r w:rsidR="00E908FA">
        <w:rPr>
          <w:rFonts w:ascii="ATT Aleck Sans" w:hAnsi="ATT Aleck Sans" w:cs="ATT Aleck Sans"/>
        </w:rPr>
        <w:t>,</w:t>
      </w:r>
      <w:r>
        <w:rPr>
          <w:rFonts w:ascii="ATT Aleck Sans" w:hAnsi="ATT Aleck Sans" w:cs="ATT Aleck Sans"/>
        </w:rPr>
        <w:t xml:space="preserve"> either before </w:t>
      </w:r>
      <w:r w:rsidR="00E531A9">
        <w:rPr>
          <w:rFonts w:ascii="ATT Aleck Sans" w:hAnsi="ATT Aleck Sans" w:cs="ATT Aleck Sans"/>
        </w:rPr>
        <w:t>the workshop</w:t>
      </w:r>
      <w:r>
        <w:rPr>
          <w:rFonts w:ascii="ATT Aleck Sans" w:hAnsi="ATT Aleck Sans" w:cs="ATT Aleck Sans"/>
        </w:rPr>
        <w:t xml:space="preserve"> as part of th</w:t>
      </w:r>
      <w:r w:rsidR="002C70CD">
        <w:rPr>
          <w:rFonts w:ascii="ATT Aleck Sans" w:hAnsi="ATT Aleck Sans" w:cs="ATT Aleck Sans"/>
        </w:rPr>
        <w:t>e</w:t>
      </w:r>
      <w:r>
        <w:rPr>
          <w:rFonts w:ascii="ATT Aleck Sans" w:hAnsi="ATT Aleck Sans" w:cs="ATT Aleck Sans"/>
        </w:rPr>
        <w:t xml:space="preserve"> registration confirmation or include in the online platform</w:t>
      </w:r>
      <w:r w:rsidR="00E531A9">
        <w:rPr>
          <w:rFonts w:ascii="ATT Aleck Sans" w:hAnsi="ATT Aleck Sans" w:cs="ATT Aleck Sans"/>
        </w:rPr>
        <w:t>’</w:t>
      </w:r>
      <w:r>
        <w:rPr>
          <w:rFonts w:ascii="ATT Aleck Sans" w:hAnsi="ATT Aleck Sans" w:cs="ATT Aleck Sans"/>
        </w:rPr>
        <w:t>s chat feature.</w:t>
      </w:r>
      <w:r w:rsidR="00684BA1" w:rsidRPr="00781349">
        <w:rPr>
          <w:rFonts w:ascii="ATT Aleck Sans" w:hAnsi="ATT Aleck Sans" w:cs="ATT Aleck Sans"/>
        </w:rPr>
        <w:t xml:space="preserve"> </w:t>
      </w:r>
    </w:p>
    <w:p w14:paraId="40C09814" w14:textId="77777777" w:rsidR="18E31D71" w:rsidRPr="00E83CC8" w:rsidRDefault="00006EA1" w:rsidP="00E83CC8">
      <w:pPr>
        <w:pStyle w:val="ListParagraph"/>
        <w:numPr>
          <w:ilvl w:val="0"/>
          <w:numId w:val="5"/>
        </w:numPr>
        <w:rPr>
          <w:rFonts w:ascii="ATT Aleck Sans" w:hAnsi="ATT Aleck Sans" w:cs="ATT Aleck Sans"/>
        </w:rPr>
      </w:pPr>
      <w:r w:rsidRPr="40746793">
        <w:rPr>
          <w:rFonts w:ascii="ATT Aleck Sans" w:hAnsi="ATT Aleck Sans" w:cs="ATT Aleck Sans"/>
        </w:rPr>
        <w:t xml:space="preserve">Learner </w:t>
      </w:r>
      <w:r w:rsidR="00684BA1" w:rsidRPr="40746793">
        <w:rPr>
          <w:rFonts w:ascii="ATT Aleck Sans" w:hAnsi="ATT Aleck Sans" w:cs="ATT Aleck Sans"/>
        </w:rPr>
        <w:t>Activity</w:t>
      </w:r>
      <w:r w:rsidR="00BF5BDD" w:rsidRPr="40746793">
        <w:rPr>
          <w:rFonts w:ascii="ATT Aleck Sans" w:hAnsi="ATT Aleck Sans" w:cs="ATT Aleck Sans"/>
        </w:rPr>
        <w:t xml:space="preserve"> </w:t>
      </w:r>
      <w:r w:rsidR="00B663F6" w:rsidRPr="40746793">
        <w:rPr>
          <w:rFonts w:ascii="ATT Aleck Sans" w:hAnsi="ATT Aleck Sans" w:cs="ATT Aleck Sans"/>
        </w:rPr>
        <w:t xml:space="preserve">Sheet </w:t>
      </w:r>
    </w:p>
    <w:p w14:paraId="37970B09" w14:textId="77777777" w:rsidR="00603E77" w:rsidRDefault="582C1FA5" w:rsidP="00B12403">
      <w:pPr>
        <w:pStyle w:val="ListParagraph"/>
        <w:numPr>
          <w:ilvl w:val="1"/>
          <w:numId w:val="5"/>
        </w:numPr>
        <w:rPr>
          <w:rFonts w:ascii="ATT Aleck Sans" w:hAnsi="ATT Aleck Sans" w:cs="ATT Aleck Sans"/>
        </w:rPr>
      </w:pPr>
      <w:r w:rsidRPr="0A894753">
        <w:rPr>
          <w:rFonts w:ascii="ATT Aleck Sans" w:hAnsi="ATT Aleck Sans" w:cs="ATT Aleck Sans"/>
          <w:b/>
          <w:bCs/>
        </w:rPr>
        <w:t>For in</w:t>
      </w:r>
      <w:r w:rsidR="110AE05D" w:rsidRPr="0A894753">
        <w:rPr>
          <w:rFonts w:ascii="ATT Aleck Sans" w:hAnsi="ATT Aleck Sans" w:cs="ATT Aleck Sans"/>
          <w:b/>
          <w:bCs/>
        </w:rPr>
        <w:t>-</w:t>
      </w:r>
      <w:r w:rsidRPr="0A894753">
        <w:rPr>
          <w:rFonts w:ascii="ATT Aleck Sans" w:hAnsi="ATT Aleck Sans" w:cs="ATT Aleck Sans"/>
          <w:b/>
          <w:bCs/>
        </w:rPr>
        <w:t xml:space="preserve">person </w:t>
      </w:r>
      <w:r w:rsidR="70A1F689" w:rsidRPr="0A894753">
        <w:rPr>
          <w:rFonts w:ascii="ATT Aleck Sans" w:hAnsi="ATT Aleck Sans" w:cs="ATT Aleck Sans"/>
          <w:b/>
          <w:bCs/>
        </w:rPr>
        <w:t>workshop</w:t>
      </w:r>
      <w:r w:rsidR="1BF3B5D7" w:rsidRPr="0A894753">
        <w:rPr>
          <w:rFonts w:ascii="ATT Aleck Sans" w:hAnsi="ATT Aleck Sans" w:cs="ATT Aleck Sans"/>
          <w:b/>
          <w:bCs/>
        </w:rPr>
        <w:t>:</w:t>
      </w:r>
      <w:r w:rsidR="1BF3B5D7" w:rsidRPr="0A894753">
        <w:rPr>
          <w:rFonts w:ascii="ATT Aleck Sans" w:hAnsi="ATT Aleck Sans" w:cs="ATT Aleck Sans"/>
        </w:rPr>
        <w:t xml:space="preserve"> </w:t>
      </w:r>
      <w:r w:rsidR="110AE05D" w:rsidRPr="0A894753">
        <w:rPr>
          <w:rFonts w:ascii="ATT Aleck Sans" w:hAnsi="ATT Aleck Sans" w:cs="ATT Aleck Sans"/>
        </w:rPr>
        <w:t>P</w:t>
      </w:r>
      <w:r w:rsidRPr="0A894753">
        <w:rPr>
          <w:rFonts w:ascii="ATT Aleck Sans" w:hAnsi="ATT Aleck Sans" w:cs="ATT Aleck Sans"/>
        </w:rPr>
        <w:t xml:space="preserve">rint handouts for each </w:t>
      </w:r>
      <w:r w:rsidR="2653E811" w:rsidRPr="0A894753">
        <w:rPr>
          <w:rFonts w:ascii="ATT Aleck Sans" w:hAnsi="ATT Aleck Sans" w:cs="ATT Aleck Sans"/>
        </w:rPr>
        <w:t>learner</w:t>
      </w:r>
      <w:r w:rsidR="297449DB" w:rsidRPr="0A894753">
        <w:rPr>
          <w:rFonts w:ascii="ATT Aleck Sans" w:hAnsi="ATT Aleck Sans" w:cs="ATT Aleck Sans"/>
        </w:rPr>
        <w:t xml:space="preserve"> </w:t>
      </w:r>
      <w:r w:rsidRPr="0A894753">
        <w:rPr>
          <w:rFonts w:ascii="ATT Aleck Sans" w:hAnsi="ATT Aleck Sans" w:cs="ATT Aleck Sans"/>
        </w:rPr>
        <w:t xml:space="preserve">and </w:t>
      </w:r>
      <w:r w:rsidR="78D64B4E" w:rsidRPr="0A894753">
        <w:rPr>
          <w:rFonts w:ascii="ATT Aleck Sans" w:hAnsi="ATT Aleck Sans" w:cs="ATT Aleck Sans"/>
        </w:rPr>
        <w:t xml:space="preserve">distribute </w:t>
      </w:r>
      <w:r w:rsidRPr="0A894753">
        <w:rPr>
          <w:rFonts w:ascii="ATT Aleck Sans" w:hAnsi="ATT Aleck Sans" w:cs="ATT Aleck Sans"/>
        </w:rPr>
        <w:t xml:space="preserve">before </w:t>
      </w:r>
      <w:r w:rsidR="70A1F689" w:rsidRPr="0A894753">
        <w:rPr>
          <w:rFonts w:ascii="ATT Aleck Sans" w:hAnsi="ATT Aleck Sans" w:cs="ATT Aleck Sans"/>
        </w:rPr>
        <w:t>the workshop</w:t>
      </w:r>
      <w:r w:rsidRPr="0A894753">
        <w:rPr>
          <w:rFonts w:ascii="ATT Aleck Sans" w:hAnsi="ATT Aleck Sans" w:cs="ATT Aleck Sans"/>
        </w:rPr>
        <w:t xml:space="preserve"> begins.  </w:t>
      </w:r>
    </w:p>
    <w:p w14:paraId="388F34F5" w14:textId="77777777" w:rsidR="00B547EE" w:rsidRDefault="00B547EE" w:rsidP="00B12403">
      <w:pPr>
        <w:numPr>
          <w:ilvl w:val="0"/>
          <w:numId w:val="5"/>
        </w:numPr>
        <w:rPr>
          <w:rFonts w:ascii="ATT Aleck Sans" w:hAnsi="ATT Aleck Sans" w:cs="ATT Aleck Sans"/>
        </w:rPr>
      </w:pPr>
      <w:r w:rsidRPr="70A2823D">
        <w:rPr>
          <w:rFonts w:ascii="ATT Aleck Sans" w:hAnsi="ATT Aleck Sans" w:cs="ATT Aleck Sans"/>
        </w:rPr>
        <w:lastRenderedPageBreak/>
        <w:t>Certificate of Completion</w:t>
      </w:r>
      <w:r w:rsidR="00D50EA9" w:rsidRPr="70A2823D">
        <w:rPr>
          <w:rFonts w:ascii="ATT Aleck Sans" w:hAnsi="ATT Aleck Sans" w:cs="ATT Aleck Sans"/>
        </w:rPr>
        <w:t>:</w:t>
      </w:r>
      <w:r w:rsidRPr="70A2823D">
        <w:rPr>
          <w:rFonts w:ascii="ATT Aleck Sans" w:hAnsi="ATT Aleck Sans" w:cs="ATT Aleck Sans"/>
        </w:rPr>
        <w:t xml:space="preserve"> </w:t>
      </w:r>
      <w:r w:rsidR="00D50EA9" w:rsidRPr="70A2823D">
        <w:rPr>
          <w:rFonts w:ascii="ATT Aleck Sans" w:hAnsi="ATT Aleck Sans" w:cs="ATT Aleck Sans"/>
        </w:rPr>
        <w:t>F</w:t>
      </w:r>
      <w:r w:rsidRPr="70A2823D">
        <w:rPr>
          <w:rFonts w:ascii="ATT Aleck Sans" w:hAnsi="ATT Aleck Sans" w:cs="ATT Aleck Sans"/>
        </w:rPr>
        <w:t xml:space="preserve">or </w:t>
      </w:r>
      <w:r w:rsidR="00E531A9" w:rsidRPr="70A2823D">
        <w:rPr>
          <w:rFonts w:ascii="ATT Aleck Sans" w:hAnsi="ATT Aleck Sans" w:cs="ATT Aleck Sans"/>
        </w:rPr>
        <w:t xml:space="preserve">the </w:t>
      </w:r>
      <w:r w:rsidR="00B074FA" w:rsidRPr="70A2823D">
        <w:rPr>
          <w:rFonts w:ascii="ATT Aleck Sans" w:hAnsi="ATT Aleck Sans" w:cs="ATT Aleck Sans"/>
        </w:rPr>
        <w:t>in-person</w:t>
      </w:r>
      <w:r w:rsidRPr="70A2823D">
        <w:rPr>
          <w:rFonts w:ascii="ATT Aleck Sans" w:hAnsi="ATT Aleck Sans" w:cs="ATT Aleck Sans"/>
        </w:rPr>
        <w:t xml:space="preserve"> </w:t>
      </w:r>
      <w:r w:rsidR="00E531A9" w:rsidRPr="70A2823D">
        <w:rPr>
          <w:rFonts w:ascii="ATT Aleck Sans" w:hAnsi="ATT Aleck Sans" w:cs="ATT Aleck Sans"/>
        </w:rPr>
        <w:t>workshop</w:t>
      </w:r>
      <w:r w:rsidR="00D50EA9" w:rsidRPr="70A2823D">
        <w:rPr>
          <w:rFonts w:ascii="ATT Aleck Sans" w:hAnsi="ATT Aleck Sans" w:cs="ATT Aleck Sans"/>
        </w:rPr>
        <w:t>,</w:t>
      </w:r>
      <w:r w:rsidRPr="70A2823D">
        <w:rPr>
          <w:rFonts w:ascii="ATT Aleck Sans" w:hAnsi="ATT Aleck Sans" w:cs="ATT Aleck Sans"/>
        </w:rPr>
        <w:t xml:space="preserve"> print </w:t>
      </w:r>
      <w:r w:rsidR="00D50EA9" w:rsidRPr="70A2823D">
        <w:rPr>
          <w:rFonts w:ascii="ATT Aleck Sans" w:hAnsi="ATT Aleck Sans" w:cs="ATT Aleck Sans"/>
        </w:rPr>
        <w:t xml:space="preserve">a </w:t>
      </w:r>
      <w:r w:rsidRPr="70A2823D">
        <w:rPr>
          <w:rFonts w:ascii="ATT Aleck Sans" w:hAnsi="ATT Aleck Sans" w:cs="ATT Aleck Sans"/>
        </w:rPr>
        <w:t>certificate to hand out</w:t>
      </w:r>
      <w:r w:rsidR="00FA2083" w:rsidRPr="70A2823D">
        <w:rPr>
          <w:rFonts w:ascii="ATT Aleck Sans" w:hAnsi="ATT Aleck Sans" w:cs="ATT Aleck Sans"/>
        </w:rPr>
        <w:t xml:space="preserve"> to each </w:t>
      </w:r>
      <w:r w:rsidR="00B663F6" w:rsidRPr="70A2823D">
        <w:rPr>
          <w:rFonts w:ascii="ATT Aleck Sans" w:hAnsi="ATT Aleck Sans" w:cs="ATT Aleck Sans"/>
        </w:rPr>
        <w:t>learner</w:t>
      </w:r>
      <w:r w:rsidR="00FA2083" w:rsidRPr="70A2823D">
        <w:rPr>
          <w:rFonts w:ascii="ATT Aleck Sans" w:hAnsi="ATT Aleck Sans" w:cs="ATT Aleck Sans"/>
        </w:rPr>
        <w:t xml:space="preserve"> </w:t>
      </w:r>
      <w:r w:rsidRPr="70A2823D">
        <w:rPr>
          <w:rFonts w:ascii="ATT Aleck Sans" w:hAnsi="ATT Aleck Sans" w:cs="ATT Aleck Sans"/>
        </w:rPr>
        <w:t xml:space="preserve">once </w:t>
      </w:r>
      <w:r w:rsidR="00E531A9" w:rsidRPr="70A2823D">
        <w:rPr>
          <w:rFonts w:ascii="ATT Aleck Sans" w:hAnsi="ATT Aleck Sans" w:cs="ATT Aleck Sans"/>
        </w:rPr>
        <w:t>the workshop</w:t>
      </w:r>
      <w:r w:rsidRPr="70A2823D">
        <w:rPr>
          <w:rFonts w:ascii="ATT Aleck Sans" w:hAnsi="ATT Aleck Sans" w:cs="ATT Aleck Sans"/>
        </w:rPr>
        <w:t xml:space="preserve"> is completed.</w:t>
      </w:r>
      <w:r w:rsidR="00DA1473" w:rsidRPr="70A2823D">
        <w:rPr>
          <w:rFonts w:ascii="ATT Aleck Sans" w:hAnsi="ATT Aleck Sans" w:cs="ATT Aleck Sans"/>
        </w:rPr>
        <w:t xml:space="preserve"> For virtual </w:t>
      </w:r>
      <w:r w:rsidR="00B663F6" w:rsidRPr="70A2823D">
        <w:rPr>
          <w:rFonts w:ascii="ATT Aleck Sans" w:hAnsi="ATT Aleck Sans" w:cs="ATT Aleck Sans"/>
        </w:rPr>
        <w:t>learner</w:t>
      </w:r>
      <w:r w:rsidR="00DA1473" w:rsidRPr="70A2823D">
        <w:rPr>
          <w:rFonts w:ascii="ATT Aleck Sans" w:hAnsi="ATT Aleck Sans" w:cs="ATT Aleck Sans"/>
        </w:rPr>
        <w:t xml:space="preserve">s, send them an electronic copy </w:t>
      </w:r>
      <w:r w:rsidR="00D50EA9" w:rsidRPr="70A2823D">
        <w:rPr>
          <w:rFonts w:ascii="ATT Aleck Sans" w:hAnsi="ATT Aleck Sans" w:cs="ATT Aleck Sans"/>
        </w:rPr>
        <w:t xml:space="preserve">by </w:t>
      </w:r>
      <w:r w:rsidR="00DA1473" w:rsidRPr="70A2823D">
        <w:rPr>
          <w:rFonts w:ascii="ATT Aleck Sans" w:hAnsi="ATT Aleck Sans" w:cs="ATT Aleck Sans"/>
        </w:rPr>
        <w:t>email.</w:t>
      </w:r>
    </w:p>
    <w:p w14:paraId="68EF68ED" w14:textId="77777777" w:rsidR="00F733E7" w:rsidRDefault="00B10C21" w:rsidP="00B12403">
      <w:pPr>
        <w:pStyle w:val="ListParagraph"/>
        <w:numPr>
          <w:ilvl w:val="0"/>
          <w:numId w:val="5"/>
        </w:numPr>
        <w:rPr>
          <w:rFonts w:ascii="ATT Aleck Sans" w:hAnsi="ATT Aleck Sans" w:cs="ATT Aleck Sans"/>
        </w:rPr>
      </w:pPr>
      <w:r>
        <w:rPr>
          <w:rFonts w:ascii="ATT Aleck Sans" w:hAnsi="ATT Aleck Sans" w:cs="ATT Aleck Sans"/>
        </w:rPr>
        <w:t xml:space="preserve">Learner </w:t>
      </w:r>
      <w:r w:rsidR="00F733E7">
        <w:rPr>
          <w:rFonts w:ascii="ATT Aleck Sans" w:hAnsi="ATT Aleck Sans" w:cs="ATT Aleck Sans"/>
        </w:rPr>
        <w:t xml:space="preserve">Survey and </w:t>
      </w:r>
      <w:r>
        <w:rPr>
          <w:rFonts w:ascii="ATT Aleck Sans" w:hAnsi="ATT Aleck Sans" w:cs="ATT Aleck Sans"/>
        </w:rPr>
        <w:t xml:space="preserve">Instructor </w:t>
      </w:r>
      <w:r w:rsidR="00F733E7">
        <w:rPr>
          <w:rFonts w:ascii="ATT Aleck Sans" w:hAnsi="ATT Aleck Sans" w:cs="ATT Aleck Sans"/>
        </w:rPr>
        <w:t>Survey</w:t>
      </w:r>
      <w:r w:rsidR="00D50EA9">
        <w:rPr>
          <w:rFonts w:ascii="ATT Aleck Sans" w:hAnsi="ATT Aleck Sans" w:cs="ATT Aleck Sans"/>
        </w:rPr>
        <w:t>:</w:t>
      </w:r>
      <w:r w:rsidR="00F733E7">
        <w:rPr>
          <w:rFonts w:ascii="ATT Aleck Sans" w:hAnsi="ATT Aleck Sans" w:cs="ATT Aleck Sans"/>
        </w:rPr>
        <w:t xml:space="preserve"> </w:t>
      </w:r>
      <w:r w:rsidR="00D50EA9">
        <w:rPr>
          <w:rFonts w:ascii="ATT Aleck Sans" w:hAnsi="ATT Aleck Sans" w:cs="ATT Aleck Sans"/>
        </w:rPr>
        <w:t>L</w:t>
      </w:r>
      <w:r w:rsidR="009841E2">
        <w:rPr>
          <w:rFonts w:ascii="ATT Aleck Sans" w:hAnsi="ATT Aleck Sans" w:cs="ATT Aleck Sans"/>
        </w:rPr>
        <w:t xml:space="preserve">inks and QR codes are included on the presentation and learner activity sheets. </w:t>
      </w:r>
    </w:p>
    <w:p w14:paraId="439948B4" w14:textId="77777777" w:rsidR="00D50EA9" w:rsidRPr="00F208FC" w:rsidRDefault="00B663F6" w:rsidP="00B12403">
      <w:pPr>
        <w:pStyle w:val="ListParagraph"/>
        <w:numPr>
          <w:ilvl w:val="0"/>
          <w:numId w:val="5"/>
        </w:numPr>
        <w:rPr>
          <w:rFonts w:ascii="ATT Aleck Sans" w:hAnsi="ATT Aleck Sans" w:cs="ATT Aleck Sans"/>
        </w:rPr>
      </w:pPr>
      <w:r w:rsidRPr="70A2823D">
        <w:rPr>
          <w:rFonts w:ascii="ATT Aleck Sans" w:hAnsi="ATT Aleck Sans" w:cs="ATT Aleck Sans"/>
        </w:rPr>
        <w:t>Learner</w:t>
      </w:r>
      <w:r w:rsidR="00DA6E33" w:rsidRPr="70A2823D">
        <w:rPr>
          <w:rFonts w:ascii="ATT Aleck Sans" w:hAnsi="ATT Aleck Sans" w:cs="ATT Aleck Sans"/>
        </w:rPr>
        <w:t xml:space="preserve"> </w:t>
      </w:r>
      <w:r w:rsidR="00781349" w:rsidRPr="70A2823D">
        <w:rPr>
          <w:rFonts w:ascii="ATT Aleck Sans" w:hAnsi="ATT Aleck Sans" w:cs="ATT Aleck Sans"/>
        </w:rPr>
        <w:t>Name Tags</w:t>
      </w:r>
      <w:r w:rsidR="00D50EA9" w:rsidRPr="70A2823D">
        <w:rPr>
          <w:rFonts w:ascii="ATT Aleck Sans" w:hAnsi="ATT Aleck Sans" w:cs="ATT Aleck Sans"/>
        </w:rPr>
        <w:t>:</w:t>
      </w:r>
      <w:r w:rsidR="006D62B1" w:rsidRPr="70A2823D">
        <w:rPr>
          <w:rFonts w:ascii="ATT Aleck Sans" w:hAnsi="ATT Aleck Sans" w:cs="ATT Aleck Sans"/>
        </w:rPr>
        <w:t xml:space="preserve"> </w:t>
      </w:r>
      <w:r w:rsidR="00F208FC" w:rsidRPr="70A2823D">
        <w:rPr>
          <w:rFonts w:ascii="ATT Aleck Sans" w:hAnsi="ATT Aleck Sans" w:cs="ATT Aleck Sans"/>
        </w:rPr>
        <w:t>If you want to easily identify learners, make sure to bring name tag stickers or table tents. (Optional but highly recommended)</w:t>
      </w:r>
    </w:p>
    <w:p w14:paraId="6A86FDDA" w14:textId="77777777" w:rsidR="00D50EA9" w:rsidRPr="00F208FC" w:rsidRDefault="0B4B033C" w:rsidP="00B12403">
      <w:pPr>
        <w:pStyle w:val="ListParagraph"/>
        <w:numPr>
          <w:ilvl w:val="0"/>
          <w:numId w:val="5"/>
        </w:numPr>
        <w:rPr>
          <w:rFonts w:ascii="ATT Aleck Sans" w:hAnsi="ATT Aleck Sans" w:cs="ATT Aleck Sans"/>
        </w:rPr>
      </w:pPr>
      <w:r w:rsidRPr="70A2823D">
        <w:rPr>
          <w:rFonts w:ascii="ATT Aleck Sans" w:hAnsi="ATT Aleck Sans" w:cs="ATT Aleck Sans"/>
        </w:rPr>
        <w:t>Notepaper, pens, or pencils. (Optional)</w:t>
      </w:r>
    </w:p>
    <w:p w14:paraId="57C57394" w14:textId="77777777" w:rsidR="4AB6D528" w:rsidRDefault="4AB6D528" w:rsidP="4AB6D528">
      <w:pPr>
        <w:rPr>
          <w:rFonts w:ascii="ATT Aleck Sans" w:hAnsi="ATT Aleck Sans" w:cs="ATT Aleck Sans"/>
        </w:rPr>
      </w:pPr>
    </w:p>
    <w:p w14:paraId="4CEFD75F" w14:textId="77777777" w:rsidR="00684BA1" w:rsidRPr="00684BA1" w:rsidRDefault="4EEBEFE6" w:rsidP="00684BA1">
      <w:pPr>
        <w:rPr>
          <w:rFonts w:ascii="ATT Aleck Sans" w:hAnsi="ATT Aleck Sans" w:cs="ATT Aleck Sans"/>
          <w:b/>
          <w:bCs/>
        </w:rPr>
      </w:pPr>
      <w:r w:rsidRPr="40746793">
        <w:rPr>
          <w:rFonts w:ascii="ATT Aleck Sans" w:hAnsi="ATT Aleck Sans" w:cs="ATT Aleck Sans"/>
          <w:b/>
          <w:bCs/>
        </w:rPr>
        <w:t>Learning Objectives</w:t>
      </w:r>
    </w:p>
    <w:p w14:paraId="282632DA" w14:textId="77777777" w:rsidR="00684BA1" w:rsidRPr="00684BA1" w:rsidRDefault="00684BA1" w:rsidP="00684BA1">
      <w:pPr>
        <w:rPr>
          <w:rFonts w:ascii="ATT Aleck Sans" w:hAnsi="ATT Aleck Sans" w:cs="ATT Aleck Sans"/>
        </w:rPr>
      </w:pPr>
      <w:r w:rsidRPr="00684BA1">
        <w:rPr>
          <w:rFonts w:ascii="ATT Aleck Sans" w:hAnsi="ATT Aleck Sans" w:cs="ATT Aleck Sans"/>
        </w:rPr>
        <w:t xml:space="preserve">At the end of the session, learners will be able to: </w:t>
      </w:r>
    </w:p>
    <w:p w14:paraId="5C7998C7" w14:textId="77777777" w:rsidR="00EB241D" w:rsidRPr="00E83CC8" w:rsidRDefault="00E83CC8" w:rsidP="00E83CC8">
      <w:pPr>
        <w:numPr>
          <w:ilvl w:val="1"/>
          <w:numId w:val="10"/>
        </w:numPr>
        <w:tabs>
          <w:tab w:val="clear" w:pos="1440"/>
          <w:tab w:val="num" w:pos="1080"/>
        </w:tabs>
        <w:ind w:left="1080"/>
        <w:rPr>
          <w:rFonts w:ascii="ATT Aleck Sans" w:eastAsia="ATT Aleck Sans" w:hAnsi="ATT Aleck Sans" w:cs="ATT Aleck Sans"/>
        </w:rPr>
      </w:pPr>
      <w:r>
        <w:rPr>
          <w:rFonts w:ascii="ATT Aleck Sans" w:hAnsi="ATT Aleck Sans" w:cs="ATT Aleck Sans"/>
        </w:rPr>
        <w:t>How to create a strong account password.</w:t>
      </w:r>
      <w:r w:rsidR="310BFD78" w:rsidRPr="00E83CC8">
        <w:rPr>
          <w:rFonts w:ascii="ATT Aleck Sans" w:hAnsi="ATT Aleck Sans" w:cs="ATT Aleck Sans"/>
        </w:rPr>
        <w:t xml:space="preserve"> </w:t>
      </w:r>
    </w:p>
    <w:p w14:paraId="3FE7045A" w14:textId="77777777" w:rsidR="00360A4D" w:rsidRDefault="310BFD78" w:rsidP="0A894753">
      <w:pPr>
        <w:numPr>
          <w:ilvl w:val="1"/>
          <w:numId w:val="10"/>
        </w:numPr>
        <w:tabs>
          <w:tab w:val="clear" w:pos="1440"/>
          <w:tab w:val="num" w:pos="1080"/>
        </w:tabs>
        <w:ind w:left="1080"/>
        <w:rPr>
          <w:rFonts w:ascii="ATT Aleck Sans" w:eastAsia="ATT Aleck Sans" w:hAnsi="ATT Aleck Sans" w:cs="ATT Aleck Sans"/>
        </w:rPr>
      </w:pPr>
      <w:r w:rsidRPr="40746793">
        <w:rPr>
          <w:rFonts w:ascii="ATT Aleck Sans" w:eastAsia="ATT Aleck Sans" w:hAnsi="ATT Aleck Sans" w:cs="ATT Aleck Sans"/>
        </w:rPr>
        <w:t xml:space="preserve">List at least three </w:t>
      </w:r>
    </w:p>
    <w:p w14:paraId="1C9EC66A" w14:textId="77777777" w:rsidR="00E83CC8" w:rsidRDefault="00E83CC8" w:rsidP="00360A4D">
      <w:pPr>
        <w:numPr>
          <w:ilvl w:val="2"/>
          <w:numId w:val="10"/>
        </w:numPr>
        <w:rPr>
          <w:rFonts w:ascii="ATT Aleck Sans" w:eastAsia="ATT Aleck Sans" w:hAnsi="ATT Aleck Sans" w:cs="ATT Aleck Sans"/>
        </w:rPr>
      </w:pPr>
      <w:r>
        <w:rPr>
          <w:rFonts w:ascii="ATT Aleck Sans" w:eastAsia="ATT Aleck Sans" w:hAnsi="ATT Aleck Sans" w:cs="ATT Aleck Sans"/>
        </w:rPr>
        <w:t>types of</w:t>
      </w:r>
      <w:r w:rsidR="310BFD78" w:rsidRPr="40746793">
        <w:rPr>
          <w:rFonts w:ascii="ATT Aleck Sans" w:eastAsia="ATT Aleck Sans" w:hAnsi="ATT Aleck Sans" w:cs="ATT Aleck Sans"/>
        </w:rPr>
        <w:t xml:space="preserve"> </w:t>
      </w:r>
      <w:r>
        <w:rPr>
          <w:rFonts w:ascii="ATT Aleck Sans" w:eastAsia="ATT Aleck Sans" w:hAnsi="ATT Aleck Sans" w:cs="ATT Aleck Sans"/>
        </w:rPr>
        <w:t>online scams they may encounter online</w:t>
      </w:r>
      <w:r w:rsidR="00360A4D">
        <w:rPr>
          <w:rFonts w:ascii="ATT Aleck Sans" w:eastAsia="ATT Aleck Sans" w:hAnsi="ATT Aleck Sans" w:cs="ATT Aleck Sans"/>
        </w:rPr>
        <w:t>.</w:t>
      </w:r>
    </w:p>
    <w:p w14:paraId="122EA28F" w14:textId="77777777" w:rsidR="00EB241D" w:rsidRDefault="00E83CC8" w:rsidP="00360A4D">
      <w:pPr>
        <w:numPr>
          <w:ilvl w:val="2"/>
          <w:numId w:val="10"/>
        </w:numPr>
        <w:rPr>
          <w:rFonts w:ascii="ATT Aleck Sans" w:eastAsia="ATT Aleck Sans" w:hAnsi="ATT Aleck Sans" w:cs="ATT Aleck Sans"/>
        </w:rPr>
      </w:pPr>
      <w:r>
        <w:rPr>
          <w:rFonts w:ascii="ATT Aleck Sans" w:eastAsia="ATT Aleck Sans" w:hAnsi="ATT Aleck Sans" w:cs="ATT Aleck Sans"/>
        </w:rPr>
        <w:t>ways they can recognize if something is an online scam</w:t>
      </w:r>
      <w:r w:rsidR="00360A4D">
        <w:rPr>
          <w:rFonts w:ascii="ATT Aleck Sans" w:eastAsia="ATT Aleck Sans" w:hAnsi="ATT Aleck Sans" w:cs="ATT Aleck Sans"/>
        </w:rPr>
        <w:t>.</w:t>
      </w:r>
    </w:p>
    <w:p w14:paraId="221EF775" w14:textId="77777777" w:rsidR="00EB241D" w:rsidRPr="00360A4D" w:rsidRDefault="00360A4D" w:rsidP="00360A4D">
      <w:pPr>
        <w:numPr>
          <w:ilvl w:val="2"/>
          <w:numId w:val="10"/>
        </w:numPr>
        <w:rPr>
          <w:rFonts w:ascii="ATT Aleck Sans" w:eastAsia="ATT Aleck Sans" w:hAnsi="ATT Aleck Sans" w:cs="ATT Aleck Sans"/>
        </w:rPr>
      </w:pPr>
      <w:r>
        <w:rPr>
          <w:rFonts w:ascii="ATT Aleck Sans" w:eastAsia="ATT Aleck Sans" w:hAnsi="ATT Aleck Sans" w:cs="ATT Aleck Sans"/>
        </w:rPr>
        <w:t>organizations to contact to report a scam.</w:t>
      </w:r>
      <w:r w:rsidR="00EB241D">
        <w:br/>
      </w:r>
    </w:p>
    <w:p w14:paraId="1907FD20" w14:textId="77777777" w:rsidR="00781349" w:rsidRPr="00E75215" w:rsidRDefault="430FFCD3" w:rsidP="00E75215">
      <w:pPr>
        <w:rPr>
          <w:rFonts w:ascii="ATT Aleck Sans" w:hAnsi="ATT Aleck Sans" w:cs="ATT Aleck Sans"/>
        </w:rPr>
      </w:pPr>
      <w:r w:rsidRPr="40746793">
        <w:rPr>
          <w:rFonts w:ascii="ATT Aleck Sans" w:hAnsi="ATT Aleck Sans" w:cs="ATT Aleck Sans"/>
          <w:b/>
          <w:bCs/>
        </w:rPr>
        <w:t xml:space="preserve">Before </w:t>
      </w:r>
      <w:r w:rsidR="110AE05D" w:rsidRPr="40746793">
        <w:rPr>
          <w:rFonts w:ascii="ATT Aleck Sans" w:hAnsi="ATT Aleck Sans" w:cs="ATT Aleck Sans"/>
          <w:b/>
          <w:bCs/>
        </w:rPr>
        <w:t xml:space="preserve">the </w:t>
      </w:r>
      <w:r w:rsidR="70A1F689" w:rsidRPr="40746793">
        <w:rPr>
          <w:rFonts w:ascii="ATT Aleck Sans" w:hAnsi="ATT Aleck Sans" w:cs="ATT Aleck Sans"/>
          <w:b/>
          <w:bCs/>
        </w:rPr>
        <w:t>Workshop</w:t>
      </w:r>
      <w:r w:rsidRPr="40746793">
        <w:rPr>
          <w:rFonts w:ascii="ATT Aleck Sans" w:hAnsi="ATT Aleck Sans" w:cs="ATT Aleck Sans"/>
          <w:b/>
          <w:bCs/>
        </w:rPr>
        <w:t xml:space="preserve"> Begins</w:t>
      </w:r>
    </w:p>
    <w:p w14:paraId="62868240" w14:textId="77777777" w:rsidR="00BE7D31" w:rsidRDefault="00BE7D31" w:rsidP="00B12403">
      <w:pPr>
        <w:pStyle w:val="ListParagraph"/>
        <w:numPr>
          <w:ilvl w:val="0"/>
          <w:numId w:val="6"/>
        </w:numPr>
        <w:rPr>
          <w:rFonts w:ascii="ATT Aleck Sans" w:hAnsi="ATT Aleck Sans" w:cs="ATT Aleck Sans"/>
        </w:rPr>
      </w:pPr>
      <w:r>
        <w:rPr>
          <w:rFonts w:ascii="ATT Aleck Sans" w:hAnsi="ATT Aleck Sans" w:cs="ATT Aleck Sans"/>
        </w:rPr>
        <w:t>In person:</w:t>
      </w:r>
    </w:p>
    <w:p w14:paraId="5D3FB1FB" w14:textId="77777777" w:rsidR="00706FAD" w:rsidRDefault="430FFCD3" w:rsidP="00B12403">
      <w:pPr>
        <w:pStyle w:val="ListParagraph"/>
        <w:numPr>
          <w:ilvl w:val="1"/>
          <w:numId w:val="6"/>
        </w:numPr>
        <w:rPr>
          <w:rFonts w:ascii="ATT Aleck Sans" w:hAnsi="ATT Aleck Sans" w:cs="ATT Aleck Sans"/>
        </w:rPr>
      </w:pPr>
      <w:r w:rsidRPr="0A894753">
        <w:rPr>
          <w:rFonts w:ascii="ATT Aleck Sans" w:hAnsi="ATT Aleck Sans" w:cs="ATT Aleck Sans"/>
        </w:rPr>
        <w:t>Make sure</w:t>
      </w:r>
      <w:r w:rsidR="7EC0A537" w:rsidRPr="0A894753">
        <w:rPr>
          <w:rFonts w:ascii="ATT Aleck Sans" w:hAnsi="ATT Aleck Sans" w:cs="ATT Aleck Sans"/>
        </w:rPr>
        <w:t xml:space="preserve"> the instructor </w:t>
      </w:r>
      <w:r w:rsidR="43ADD8E3" w:rsidRPr="0A894753">
        <w:rPr>
          <w:rFonts w:ascii="ATT Aleck Sans" w:hAnsi="ATT Aleck Sans" w:cs="ATT Aleck Sans"/>
        </w:rPr>
        <w:t>computer</w:t>
      </w:r>
      <w:r w:rsidR="7EC0A537" w:rsidRPr="0A894753">
        <w:rPr>
          <w:rFonts w:ascii="ATT Aleck Sans" w:hAnsi="ATT Aleck Sans" w:cs="ATT Aleck Sans"/>
        </w:rPr>
        <w:t xml:space="preserve"> is turned on and the Instructor PowerPoint works. </w:t>
      </w:r>
    </w:p>
    <w:p w14:paraId="6F9BD720" w14:textId="77777777" w:rsidR="00F208FC" w:rsidRPr="00F208FC" w:rsidRDefault="00F208FC" w:rsidP="00B12403">
      <w:pPr>
        <w:pStyle w:val="ListParagraph"/>
        <w:numPr>
          <w:ilvl w:val="1"/>
          <w:numId w:val="6"/>
        </w:numPr>
        <w:rPr>
          <w:rFonts w:ascii="ATT Aleck Sans" w:hAnsi="ATT Aleck Sans" w:cs="ATT Aleck Sans"/>
        </w:rPr>
      </w:pPr>
      <w:r w:rsidRPr="70A2823D">
        <w:rPr>
          <w:rFonts w:ascii="ATT Aleck Sans" w:hAnsi="ATT Aleck Sans" w:cs="ATT Aleck Sans"/>
        </w:rPr>
        <w:t>Test and troubleshoot the instructor’s computer well before the course</w:t>
      </w:r>
      <w:r w:rsidR="3A7FE25F" w:rsidRPr="70A2823D">
        <w:rPr>
          <w:rFonts w:ascii="ATT Aleck Sans" w:hAnsi="ATT Aleck Sans" w:cs="ATT Aleck Sans"/>
        </w:rPr>
        <w:t xml:space="preserve"> begins</w:t>
      </w:r>
      <w:r w:rsidRPr="70A2823D">
        <w:rPr>
          <w:rFonts w:ascii="ATT Aleck Sans" w:hAnsi="ATT Aleck Sans" w:cs="ATT Aleck Sans"/>
        </w:rPr>
        <w:t xml:space="preserve"> to ensure it meets the technical requirements of the workshop. </w:t>
      </w:r>
    </w:p>
    <w:p w14:paraId="4898EAE0" w14:textId="77777777" w:rsidR="00781349" w:rsidRDefault="430FFCD3" w:rsidP="00B12403">
      <w:pPr>
        <w:pStyle w:val="ListParagraph"/>
        <w:numPr>
          <w:ilvl w:val="1"/>
          <w:numId w:val="6"/>
        </w:numPr>
        <w:rPr>
          <w:rFonts w:ascii="ATT Aleck Sans" w:hAnsi="ATT Aleck Sans" w:cs="ATT Aleck Sans"/>
        </w:rPr>
      </w:pPr>
      <w:r w:rsidRPr="0A894753">
        <w:rPr>
          <w:rFonts w:ascii="ATT Aleck Sans" w:hAnsi="ATT Aleck Sans" w:cs="ATT Aleck Sans"/>
        </w:rPr>
        <w:t xml:space="preserve">Place </w:t>
      </w:r>
      <w:r w:rsidR="2653E811" w:rsidRPr="0A894753">
        <w:rPr>
          <w:rFonts w:ascii="ATT Aleck Sans" w:hAnsi="ATT Aleck Sans" w:cs="ATT Aleck Sans"/>
        </w:rPr>
        <w:t>learner</w:t>
      </w:r>
      <w:r w:rsidRPr="0A894753">
        <w:rPr>
          <w:rFonts w:ascii="ATT Aleck Sans" w:hAnsi="ATT Aleck Sans" w:cs="ATT Aleck Sans"/>
        </w:rPr>
        <w:t xml:space="preserve"> materials at each computer. </w:t>
      </w:r>
      <w:r w:rsidR="2653E811" w:rsidRPr="0A894753">
        <w:rPr>
          <w:rFonts w:ascii="ATT Aleck Sans" w:hAnsi="ATT Aleck Sans" w:cs="ATT Aleck Sans"/>
        </w:rPr>
        <w:t>Learner</w:t>
      </w:r>
      <w:r w:rsidR="297449DB" w:rsidRPr="0A894753">
        <w:rPr>
          <w:rFonts w:ascii="ATT Aleck Sans" w:hAnsi="ATT Aleck Sans" w:cs="ATT Aleck Sans"/>
        </w:rPr>
        <w:t xml:space="preserve"> </w:t>
      </w:r>
      <w:r w:rsidRPr="0A894753">
        <w:rPr>
          <w:rFonts w:ascii="ATT Aleck Sans" w:hAnsi="ATT Aleck Sans" w:cs="ATT Aleck Sans"/>
        </w:rPr>
        <w:t xml:space="preserve">materials include the </w:t>
      </w:r>
      <w:r w:rsidR="232021F0" w:rsidRPr="0A894753">
        <w:rPr>
          <w:rFonts w:ascii="ATT Aleck Sans" w:hAnsi="ATT Aleck Sans" w:cs="ATT Aleck Sans"/>
        </w:rPr>
        <w:t xml:space="preserve">Learner </w:t>
      </w:r>
      <w:r w:rsidRPr="0A894753">
        <w:rPr>
          <w:rFonts w:ascii="ATT Aleck Sans" w:hAnsi="ATT Aleck Sans" w:cs="ATT Aleck Sans"/>
        </w:rPr>
        <w:t xml:space="preserve">Activity Sheet and </w:t>
      </w:r>
      <w:r w:rsidR="232021F0" w:rsidRPr="0A894753">
        <w:rPr>
          <w:rFonts w:ascii="ATT Aleck Sans" w:hAnsi="ATT Aleck Sans" w:cs="ATT Aleck Sans"/>
        </w:rPr>
        <w:t xml:space="preserve">Learner </w:t>
      </w:r>
      <w:r w:rsidRPr="0A894753">
        <w:rPr>
          <w:rFonts w:ascii="ATT Aleck Sans" w:hAnsi="ATT Aleck Sans" w:cs="ATT Aleck Sans"/>
        </w:rPr>
        <w:t xml:space="preserve">Handout. </w:t>
      </w:r>
      <w:r w:rsidR="6F29C9DE" w:rsidRPr="0A894753">
        <w:rPr>
          <w:rFonts w:ascii="ATT Aleck Sans" w:hAnsi="ATT Aleck Sans" w:cs="ATT Aleck Sans"/>
        </w:rPr>
        <w:t xml:space="preserve"> You</w:t>
      </w:r>
      <w:r w:rsidR="25B3FAA9" w:rsidRPr="0A894753">
        <w:rPr>
          <w:rFonts w:ascii="ATT Aleck Sans" w:hAnsi="ATT Aleck Sans" w:cs="ATT Aleck Sans"/>
        </w:rPr>
        <w:t xml:space="preserve"> may </w:t>
      </w:r>
      <w:r w:rsidRPr="0A894753">
        <w:rPr>
          <w:rFonts w:ascii="ATT Aleck Sans" w:hAnsi="ATT Aleck Sans" w:cs="ATT Aleck Sans"/>
        </w:rPr>
        <w:t>also include paper (</w:t>
      </w:r>
      <w:r w:rsidR="77766A69" w:rsidRPr="0A894753">
        <w:rPr>
          <w:rFonts w:ascii="ATT Aleck Sans" w:hAnsi="ATT Aleck Sans" w:cs="ATT Aleck Sans"/>
        </w:rPr>
        <w:t xml:space="preserve">for </w:t>
      </w:r>
      <w:r w:rsidR="2653E811" w:rsidRPr="0A894753">
        <w:rPr>
          <w:rFonts w:ascii="ATT Aleck Sans" w:hAnsi="ATT Aleck Sans" w:cs="ATT Aleck Sans"/>
        </w:rPr>
        <w:t>learner</w:t>
      </w:r>
      <w:r w:rsidR="77766A69" w:rsidRPr="0A894753">
        <w:rPr>
          <w:rFonts w:ascii="ATT Aleck Sans" w:hAnsi="ATT Aleck Sans" w:cs="ATT Aleck Sans"/>
        </w:rPr>
        <w:t>s</w:t>
      </w:r>
      <w:r w:rsidR="297449DB" w:rsidRPr="0A894753">
        <w:rPr>
          <w:rFonts w:ascii="ATT Aleck Sans" w:hAnsi="ATT Aleck Sans" w:cs="ATT Aleck Sans"/>
        </w:rPr>
        <w:t xml:space="preserve"> </w:t>
      </w:r>
      <w:r w:rsidRPr="0A894753">
        <w:rPr>
          <w:rFonts w:ascii="ATT Aleck Sans" w:hAnsi="ATT Aleck Sans" w:cs="ATT Aleck Sans"/>
        </w:rPr>
        <w:t>to take notes) and pen</w:t>
      </w:r>
      <w:r w:rsidR="25B3FAA9" w:rsidRPr="0A894753">
        <w:rPr>
          <w:rFonts w:ascii="ATT Aleck Sans" w:hAnsi="ATT Aleck Sans" w:cs="ATT Aleck Sans"/>
        </w:rPr>
        <w:t>s</w:t>
      </w:r>
      <w:r w:rsidRPr="0A894753">
        <w:rPr>
          <w:rFonts w:ascii="ATT Aleck Sans" w:hAnsi="ATT Aleck Sans" w:cs="ATT Aleck Sans"/>
        </w:rPr>
        <w:t xml:space="preserve"> or pencil</w:t>
      </w:r>
      <w:r w:rsidR="25B3FAA9" w:rsidRPr="0A894753">
        <w:rPr>
          <w:rFonts w:ascii="ATT Aleck Sans" w:hAnsi="ATT Aleck Sans" w:cs="ATT Aleck Sans"/>
        </w:rPr>
        <w:t>s</w:t>
      </w:r>
      <w:r w:rsidRPr="0A894753">
        <w:rPr>
          <w:rFonts w:ascii="ATT Aleck Sans" w:hAnsi="ATT Aleck Sans" w:cs="ATT Aleck Sans"/>
        </w:rPr>
        <w:t>.</w:t>
      </w:r>
      <w:r w:rsidR="02FA1C6A" w:rsidRPr="0A894753">
        <w:rPr>
          <w:rFonts w:ascii="ATT Aleck Sans" w:hAnsi="ATT Aleck Sans" w:cs="ATT Aleck Sans"/>
        </w:rPr>
        <w:t xml:space="preserve"> (Important note: For</w:t>
      </w:r>
      <w:r w:rsidR="51F25B08" w:rsidRPr="0A894753">
        <w:rPr>
          <w:rFonts w:ascii="ATT Aleck Sans" w:hAnsi="ATT Aleck Sans" w:cs="ATT Aleck Sans"/>
        </w:rPr>
        <w:t xml:space="preserve"> a</w:t>
      </w:r>
      <w:r w:rsidR="02FA1C6A" w:rsidRPr="0A894753">
        <w:rPr>
          <w:rFonts w:ascii="ATT Aleck Sans" w:hAnsi="ATT Aleck Sans" w:cs="ATT Aleck Sans"/>
        </w:rPr>
        <w:t xml:space="preserve"> </w:t>
      </w:r>
      <w:r w:rsidR="25B3FAA9" w:rsidRPr="0A894753">
        <w:rPr>
          <w:rFonts w:ascii="ATT Aleck Sans" w:hAnsi="ATT Aleck Sans" w:cs="ATT Aleck Sans"/>
        </w:rPr>
        <w:t>c</w:t>
      </w:r>
      <w:r w:rsidR="02FA1C6A" w:rsidRPr="0A894753">
        <w:rPr>
          <w:rFonts w:ascii="ATT Aleck Sans" w:hAnsi="ATT Aleck Sans" w:cs="ATT Aleck Sans"/>
        </w:rPr>
        <w:t xml:space="preserve">lassroom </w:t>
      </w:r>
      <w:r w:rsidR="0D5DA8A9" w:rsidRPr="0A894753">
        <w:rPr>
          <w:rFonts w:ascii="ATT Aleck Sans" w:hAnsi="ATT Aleck Sans" w:cs="ATT Aleck Sans"/>
        </w:rPr>
        <w:t>setup</w:t>
      </w:r>
      <w:r w:rsidR="02FA1C6A" w:rsidRPr="0A894753">
        <w:rPr>
          <w:rFonts w:ascii="ATT Aleck Sans" w:hAnsi="ATT Aleck Sans" w:cs="ATT Aleck Sans"/>
        </w:rPr>
        <w:t xml:space="preserve">, </w:t>
      </w:r>
      <w:r w:rsidR="25B3FAA9" w:rsidRPr="0A894753">
        <w:rPr>
          <w:rFonts w:ascii="ATT Aleck Sans" w:hAnsi="ATT Aleck Sans" w:cs="ATT Aleck Sans"/>
        </w:rPr>
        <w:t xml:space="preserve">the instructor </w:t>
      </w:r>
      <w:r w:rsidR="7EC0A537" w:rsidRPr="0A894753">
        <w:rPr>
          <w:rFonts w:ascii="ATT Aleck Sans" w:hAnsi="ATT Aleck Sans" w:cs="ATT Aleck Sans"/>
        </w:rPr>
        <w:t>may</w:t>
      </w:r>
      <w:r w:rsidR="02FA1C6A" w:rsidRPr="0A894753">
        <w:rPr>
          <w:rFonts w:ascii="ATT Aleck Sans" w:hAnsi="ATT Aleck Sans" w:cs="ATT Aleck Sans"/>
        </w:rPr>
        <w:t xml:space="preserve"> need to print the Learner Survey for participants to complete and hand in at the end of the workshop.</w:t>
      </w:r>
      <w:r w:rsidR="4ECFBE52" w:rsidRPr="0A894753">
        <w:rPr>
          <w:rFonts w:ascii="ATT Aleck Sans" w:hAnsi="ATT Aleck Sans" w:cs="ATT Aleck Sans"/>
        </w:rPr>
        <w:t xml:space="preserve"> The instructor will be responsible for entering the surveys into</w:t>
      </w:r>
      <w:r w:rsidR="06D20126" w:rsidRPr="0A894753">
        <w:rPr>
          <w:rFonts w:ascii="ATT Aleck Sans" w:hAnsi="ATT Aleck Sans" w:cs="ATT Aleck Sans"/>
        </w:rPr>
        <w:t xml:space="preserve"> </w:t>
      </w:r>
      <w:hyperlink r:id="rId11" w:history="1">
        <w:r w:rsidR="06D20126" w:rsidRPr="00F0091E">
          <w:rPr>
            <w:rFonts w:ascii="ATT Aleck Sans" w:hAnsi="ATT Aleck Sans" w:cs="ATT Aleck Sans"/>
            <w:color w:val="4472C4" w:themeColor="accent1"/>
            <w:u w:val="single"/>
          </w:rPr>
          <w:t>digitalliteracy.att.com/</w:t>
        </w:r>
        <w:proofErr w:type="spellStart"/>
        <w:r w:rsidR="06D20126" w:rsidRPr="00F0091E">
          <w:rPr>
            <w:rStyle w:val="Hyperlink"/>
            <w:rFonts w:ascii="ATT Aleck Sans" w:hAnsi="ATT Aleck Sans" w:cs="ATT Aleck Sans"/>
            <w:color w:val="4472C4" w:themeColor="accent1"/>
          </w:rPr>
          <w:t>learnersurvey</w:t>
        </w:r>
        <w:proofErr w:type="spellEnd"/>
      </w:hyperlink>
    </w:p>
    <w:p w14:paraId="2D775DC8" w14:textId="77777777" w:rsidR="00781349" w:rsidRDefault="430FFCD3" w:rsidP="00B12403">
      <w:pPr>
        <w:pStyle w:val="ListParagraph"/>
        <w:numPr>
          <w:ilvl w:val="1"/>
          <w:numId w:val="6"/>
        </w:numPr>
        <w:rPr>
          <w:rFonts w:ascii="ATT Aleck Sans" w:hAnsi="ATT Aleck Sans" w:cs="ATT Aleck Sans"/>
        </w:rPr>
      </w:pPr>
      <w:r w:rsidRPr="0A894753">
        <w:rPr>
          <w:rFonts w:ascii="ATT Aleck Sans" w:hAnsi="ATT Aleck Sans" w:cs="ATT Aleck Sans"/>
        </w:rPr>
        <w:t>If using name tags</w:t>
      </w:r>
      <w:r w:rsidR="16D753C8" w:rsidRPr="0A894753">
        <w:rPr>
          <w:rFonts w:ascii="ATT Aleck Sans" w:hAnsi="ATT Aleck Sans" w:cs="ATT Aleck Sans"/>
        </w:rPr>
        <w:t>,</w:t>
      </w:r>
      <w:r w:rsidRPr="0A894753">
        <w:rPr>
          <w:rFonts w:ascii="ATT Aleck Sans" w:hAnsi="ATT Aleck Sans" w:cs="ATT Aleck Sans"/>
        </w:rPr>
        <w:t xml:space="preserve"> make sure they are easily accessible to </w:t>
      </w:r>
      <w:r w:rsidR="2653E811" w:rsidRPr="0A894753">
        <w:rPr>
          <w:rFonts w:ascii="ATT Aleck Sans" w:hAnsi="ATT Aleck Sans" w:cs="ATT Aleck Sans"/>
        </w:rPr>
        <w:t>learner</w:t>
      </w:r>
      <w:r w:rsidR="297449DB" w:rsidRPr="0A894753">
        <w:rPr>
          <w:rFonts w:ascii="ATT Aleck Sans" w:hAnsi="ATT Aleck Sans" w:cs="ATT Aleck Sans"/>
        </w:rPr>
        <w:t>s</w:t>
      </w:r>
      <w:r w:rsidR="468452F9" w:rsidRPr="0A894753">
        <w:rPr>
          <w:rFonts w:ascii="ATT Aleck Sans" w:hAnsi="ATT Aleck Sans" w:cs="ATT Aleck Sans"/>
        </w:rPr>
        <w:t xml:space="preserve"> and that you provide a marker or pen for </w:t>
      </w:r>
      <w:r w:rsidR="2653E811" w:rsidRPr="0A894753">
        <w:rPr>
          <w:rFonts w:ascii="ATT Aleck Sans" w:hAnsi="ATT Aleck Sans" w:cs="ATT Aleck Sans"/>
        </w:rPr>
        <w:t>learner</w:t>
      </w:r>
      <w:r w:rsidR="468452F9" w:rsidRPr="0A894753">
        <w:rPr>
          <w:rFonts w:ascii="ATT Aleck Sans" w:hAnsi="ATT Aleck Sans" w:cs="ATT Aleck Sans"/>
        </w:rPr>
        <w:t>s to write their name</w:t>
      </w:r>
      <w:r w:rsidR="037F33C6" w:rsidRPr="0A894753">
        <w:rPr>
          <w:rFonts w:ascii="ATT Aleck Sans" w:hAnsi="ATT Aleck Sans" w:cs="ATT Aleck Sans"/>
        </w:rPr>
        <w:t>s</w:t>
      </w:r>
      <w:r w:rsidRPr="0A894753">
        <w:rPr>
          <w:rFonts w:ascii="ATT Aleck Sans" w:hAnsi="ATT Aleck Sans" w:cs="ATT Aleck Sans"/>
        </w:rPr>
        <w:t>.</w:t>
      </w:r>
    </w:p>
    <w:p w14:paraId="5755834B" w14:textId="77777777" w:rsidR="00EB241D" w:rsidRPr="00EB241D" w:rsidRDefault="00CB37E8" w:rsidP="00EB241D">
      <w:pPr>
        <w:pStyle w:val="ListParagraph"/>
        <w:numPr>
          <w:ilvl w:val="1"/>
          <w:numId w:val="6"/>
        </w:numPr>
        <w:rPr>
          <w:rFonts w:ascii="ATT Aleck Sans" w:hAnsi="ATT Aleck Sans" w:cs="ATT Aleck Sans"/>
        </w:rPr>
      </w:pPr>
      <w:r>
        <w:rPr>
          <w:rFonts w:ascii="ATT Aleck Sans" w:hAnsi="ATT Aleck Sans" w:cs="ATT Aleck Sans"/>
        </w:rPr>
        <w:t>Keep a r</w:t>
      </w:r>
      <w:r w:rsidR="00781349">
        <w:rPr>
          <w:rFonts w:ascii="ATT Aleck Sans" w:hAnsi="ATT Aleck Sans" w:cs="ATT Aleck Sans"/>
        </w:rPr>
        <w:t>egistration list so you can identify who attended</w:t>
      </w:r>
      <w:r w:rsidR="00E75215">
        <w:rPr>
          <w:rFonts w:ascii="ATT Aleck Sans" w:hAnsi="ATT Aleck Sans" w:cs="ATT Aleck Sans"/>
        </w:rPr>
        <w:t>.</w:t>
      </w:r>
      <w:r w:rsidR="001C7615" w:rsidRPr="00EB241D">
        <w:rPr>
          <w:rFonts w:ascii="ATT Aleck Sans" w:hAnsi="ATT Aleck Sans" w:cs="ATT Aleck Sans"/>
        </w:rPr>
        <w:t xml:space="preserve"> </w:t>
      </w:r>
    </w:p>
    <w:p w14:paraId="069AB296" w14:textId="77777777" w:rsidR="007464F9" w:rsidRDefault="0B0ACDB4" w:rsidP="00B12403">
      <w:pPr>
        <w:pStyle w:val="ListParagraph"/>
        <w:numPr>
          <w:ilvl w:val="1"/>
          <w:numId w:val="5"/>
        </w:numPr>
      </w:pPr>
      <w:r w:rsidRPr="0A894753">
        <w:rPr>
          <w:rFonts w:ascii="ATT Aleck Sans" w:hAnsi="ATT Aleck Sans" w:cs="ATT Aleck Sans"/>
        </w:rPr>
        <w:t>L</w:t>
      </w:r>
      <w:r w:rsidR="1AFDD7AE" w:rsidRPr="0A894753">
        <w:rPr>
          <w:rFonts w:ascii="ATT Aleck Sans" w:hAnsi="ATT Aleck Sans" w:cs="ATT Aleck Sans"/>
        </w:rPr>
        <w:t>earners</w:t>
      </w:r>
      <w:r w:rsidR="6184F738" w:rsidRPr="0A894753">
        <w:rPr>
          <w:rFonts w:ascii="ATT Aleck Sans" w:hAnsi="ATT Aleck Sans" w:cs="ATT Aleck Sans"/>
        </w:rPr>
        <w:t xml:space="preserve"> will</w:t>
      </w:r>
      <w:r w:rsidR="1AFDD7AE" w:rsidRPr="0A894753">
        <w:rPr>
          <w:rFonts w:ascii="ATT Aleck Sans" w:hAnsi="ATT Aleck Sans" w:cs="ATT Aleck Sans"/>
        </w:rPr>
        <w:t xml:space="preserve"> follow along </w:t>
      </w:r>
      <w:r w:rsidR="497B7C13" w:rsidRPr="0A894753">
        <w:rPr>
          <w:rFonts w:ascii="ATT Aleck Sans" w:hAnsi="ATT Aleck Sans" w:cs="ATT Aleck Sans"/>
        </w:rPr>
        <w:t xml:space="preserve">with the demonstration </w:t>
      </w:r>
      <w:r w:rsidR="1AFDD7AE" w:rsidRPr="0A894753">
        <w:rPr>
          <w:rFonts w:ascii="ATT Aleck Sans" w:hAnsi="ATT Aleck Sans" w:cs="ATT Aleck Sans"/>
        </w:rPr>
        <w:t xml:space="preserve">and answer collectively as a group. </w:t>
      </w:r>
      <w:r w:rsidR="79D56A0D" w:rsidRPr="0A894753">
        <w:rPr>
          <w:rFonts w:ascii="ATT Aleck Sans" w:hAnsi="ATT Aleck Sans" w:cs="ATT Aleck Sans"/>
        </w:rPr>
        <w:t xml:space="preserve">Learners can </w:t>
      </w:r>
      <w:r w:rsidR="6AFABBCE" w:rsidRPr="0A894753">
        <w:rPr>
          <w:rFonts w:ascii="ATT Aleck Sans" w:hAnsi="ATT Aleck Sans" w:cs="ATT Aleck Sans"/>
        </w:rPr>
        <w:t>also</w:t>
      </w:r>
      <w:r w:rsidR="332EDF11" w:rsidRPr="0A894753">
        <w:rPr>
          <w:rFonts w:ascii="ATT Aleck Sans" w:hAnsi="ATT Aleck Sans" w:cs="ATT Aleck Sans"/>
        </w:rPr>
        <w:t xml:space="preserve"> use</w:t>
      </w:r>
      <w:r w:rsidR="79D56A0D" w:rsidRPr="0A894753">
        <w:rPr>
          <w:rFonts w:ascii="ATT Aleck Sans" w:hAnsi="ATT Aleck Sans" w:cs="ATT Aleck Sans"/>
        </w:rPr>
        <w:t xml:space="preserve"> the </w:t>
      </w:r>
      <w:r w:rsidR="1AFDD7AE" w:rsidRPr="0A894753">
        <w:rPr>
          <w:rFonts w:ascii="ATT Aleck Sans" w:hAnsi="ATT Aleck Sans" w:cs="ATT Aleck Sans"/>
        </w:rPr>
        <w:t>Activity Sheet to write down the</w:t>
      </w:r>
      <w:r w:rsidR="7019A678" w:rsidRPr="0A894753">
        <w:rPr>
          <w:rFonts w:ascii="ATT Aleck Sans" w:hAnsi="ATT Aleck Sans" w:cs="ATT Aleck Sans"/>
        </w:rPr>
        <w:t>ir</w:t>
      </w:r>
      <w:r w:rsidR="1AFDD7AE" w:rsidRPr="0A894753">
        <w:rPr>
          <w:rFonts w:ascii="ATT Aleck Sans" w:hAnsi="ATT Aleck Sans" w:cs="ATT Aleck Sans"/>
        </w:rPr>
        <w:t xml:space="preserve"> answers.</w:t>
      </w:r>
    </w:p>
    <w:p w14:paraId="77C1CBE7" w14:textId="77777777" w:rsidR="00684BA1" w:rsidRPr="007464F9" w:rsidRDefault="7F5DA4AA" w:rsidP="00B12403">
      <w:pPr>
        <w:pStyle w:val="ListParagraph"/>
        <w:numPr>
          <w:ilvl w:val="1"/>
          <w:numId w:val="6"/>
        </w:numPr>
        <w:rPr>
          <w:rFonts w:ascii="ATT Aleck Sans" w:hAnsi="ATT Aleck Sans" w:cs="ATT Aleck Sans"/>
        </w:rPr>
      </w:pPr>
      <w:r w:rsidRPr="40746793">
        <w:rPr>
          <w:rFonts w:ascii="ATT Aleck Sans" w:hAnsi="ATT Aleck Sans" w:cs="ATT Aleck Sans"/>
        </w:rPr>
        <w:t>Identify a “</w:t>
      </w:r>
      <w:r w:rsidR="16D753C8" w:rsidRPr="40746793">
        <w:rPr>
          <w:rFonts w:ascii="ATT Aleck Sans" w:hAnsi="ATT Aleck Sans" w:cs="ATT Aleck Sans"/>
        </w:rPr>
        <w:t>p</w:t>
      </w:r>
      <w:r w:rsidRPr="40746793">
        <w:rPr>
          <w:rFonts w:ascii="ATT Aleck Sans" w:hAnsi="ATT Aleck Sans" w:cs="ATT Aleck Sans"/>
        </w:rPr>
        <w:t xml:space="preserve">arking </w:t>
      </w:r>
      <w:r w:rsidR="16D753C8" w:rsidRPr="40746793">
        <w:rPr>
          <w:rFonts w:ascii="ATT Aleck Sans" w:hAnsi="ATT Aleck Sans" w:cs="ATT Aleck Sans"/>
        </w:rPr>
        <w:t>l</w:t>
      </w:r>
      <w:r w:rsidRPr="40746793">
        <w:rPr>
          <w:rFonts w:ascii="ATT Aleck Sans" w:hAnsi="ATT Aleck Sans" w:cs="ATT Aleck Sans"/>
        </w:rPr>
        <w:t>ot</w:t>
      </w:r>
      <w:r w:rsidR="16D753C8" w:rsidRPr="40746793">
        <w:rPr>
          <w:rFonts w:ascii="ATT Aleck Sans" w:hAnsi="ATT Aleck Sans" w:cs="ATT Aleck Sans"/>
        </w:rPr>
        <w:t>,</w:t>
      </w:r>
      <w:r w:rsidRPr="40746793">
        <w:rPr>
          <w:rFonts w:ascii="ATT Aleck Sans" w:hAnsi="ATT Aleck Sans" w:cs="ATT Aleck Sans"/>
        </w:rPr>
        <w:t>”</w:t>
      </w:r>
      <w:r w:rsidR="1D3B60D8" w:rsidRPr="40746793">
        <w:rPr>
          <w:rFonts w:ascii="ATT Aleck Sans" w:hAnsi="ATT Aleck Sans" w:cs="ATT Aleck Sans"/>
        </w:rPr>
        <w:t xml:space="preserve"> </w:t>
      </w:r>
      <w:r w:rsidRPr="40746793">
        <w:rPr>
          <w:rFonts w:ascii="ATT Aleck Sans" w:hAnsi="ATT Aleck Sans" w:cs="ATT Aleck Sans"/>
        </w:rPr>
        <w:t xml:space="preserve">a place to track questions to be answered later in the </w:t>
      </w:r>
      <w:r w:rsidR="70A1F689" w:rsidRPr="40746793">
        <w:rPr>
          <w:rFonts w:ascii="ATT Aleck Sans" w:hAnsi="ATT Aleck Sans" w:cs="ATT Aleck Sans"/>
        </w:rPr>
        <w:t>workshop</w:t>
      </w:r>
      <w:r w:rsidRPr="40746793">
        <w:rPr>
          <w:rFonts w:ascii="ATT Aleck Sans" w:hAnsi="ATT Aleck Sans" w:cs="ATT Aleck Sans"/>
        </w:rPr>
        <w:t xml:space="preserve">. Some suggested places for a </w:t>
      </w:r>
      <w:r w:rsidR="16D753C8" w:rsidRPr="40746793">
        <w:rPr>
          <w:rFonts w:ascii="ATT Aleck Sans" w:hAnsi="ATT Aleck Sans" w:cs="ATT Aleck Sans"/>
        </w:rPr>
        <w:t>p</w:t>
      </w:r>
      <w:r w:rsidRPr="40746793">
        <w:rPr>
          <w:rFonts w:ascii="ATT Aleck Sans" w:hAnsi="ATT Aleck Sans" w:cs="ATT Aleck Sans"/>
        </w:rPr>
        <w:t xml:space="preserve">arking </w:t>
      </w:r>
      <w:r w:rsidR="16D753C8" w:rsidRPr="40746793">
        <w:rPr>
          <w:rFonts w:ascii="ATT Aleck Sans" w:hAnsi="ATT Aleck Sans" w:cs="ATT Aleck Sans"/>
        </w:rPr>
        <w:t>l</w:t>
      </w:r>
      <w:r w:rsidRPr="40746793">
        <w:rPr>
          <w:rFonts w:ascii="ATT Aleck Sans" w:hAnsi="ATT Aleck Sans" w:cs="ATT Aleck Sans"/>
        </w:rPr>
        <w:t>ot are a whiteboard, flip chart</w:t>
      </w:r>
      <w:r w:rsidR="16D753C8" w:rsidRPr="40746793">
        <w:rPr>
          <w:rFonts w:ascii="ATT Aleck Sans" w:hAnsi="ATT Aleck Sans" w:cs="ATT Aleck Sans"/>
        </w:rPr>
        <w:t>,</w:t>
      </w:r>
      <w:r w:rsidRPr="40746793">
        <w:rPr>
          <w:rFonts w:ascii="ATT Aleck Sans" w:hAnsi="ATT Aleck Sans" w:cs="ATT Aleck Sans"/>
        </w:rPr>
        <w:t xml:space="preserve"> or notepad.</w:t>
      </w:r>
      <w:r w:rsidR="1AE421EF" w:rsidRPr="40746793">
        <w:rPr>
          <w:rFonts w:ascii="ATT Aleck Sans" w:hAnsi="ATT Aleck Sans" w:cs="ATT Aleck Sans"/>
        </w:rPr>
        <w:t xml:space="preserve"> </w:t>
      </w:r>
      <w:r w:rsidR="16D753C8" w:rsidRPr="40746793">
        <w:rPr>
          <w:rFonts w:ascii="ATT Aleck Sans" w:hAnsi="ATT Aleck Sans" w:cs="ATT Aleck Sans"/>
        </w:rPr>
        <w:t>Encourage</w:t>
      </w:r>
      <w:r w:rsidR="1AE421EF" w:rsidRPr="40746793">
        <w:rPr>
          <w:rFonts w:ascii="ATT Aleck Sans" w:hAnsi="ATT Aleck Sans" w:cs="ATT Aleck Sans"/>
        </w:rPr>
        <w:t xml:space="preserve"> learner</w:t>
      </w:r>
      <w:r w:rsidR="16D753C8" w:rsidRPr="40746793">
        <w:rPr>
          <w:rFonts w:ascii="ATT Aleck Sans" w:hAnsi="ATT Aleck Sans" w:cs="ATT Aleck Sans"/>
        </w:rPr>
        <w:t xml:space="preserve">s to </w:t>
      </w:r>
      <w:r w:rsidR="1AE421EF" w:rsidRPr="40746793">
        <w:rPr>
          <w:rFonts w:ascii="ATT Aleck Sans" w:hAnsi="ATT Aleck Sans" w:cs="ATT Aleck Sans"/>
        </w:rPr>
        <w:t xml:space="preserve">note the slide number and section as they “park” questions. </w:t>
      </w:r>
    </w:p>
    <w:p w14:paraId="60B84B96" w14:textId="77777777" w:rsidR="54FF3304" w:rsidRDefault="54FF3304" w:rsidP="0A894753">
      <w:pPr>
        <w:pStyle w:val="ListParagraph"/>
        <w:numPr>
          <w:ilvl w:val="1"/>
          <w:numId w:val="6"/>
        </w:numPr>
        <w:rPr>
          <w:rFonts w:ascii="ATT Aleck Sans" w:hAnsi="ATT Aleck Sans" w:cs="ATT Aleck Sans"/>
        </w:rPr>
      </w:pPr>
      <w:r w:rsidRPr="40746793">
        <w:rPr>
          <w:rFonts w:ascii="ATT Aleck Sans" w:hAnsi="ATT Aleck Sans" w:cs="ATT Aleck Sans"/>
        </w:rPr>
        <w:t>Print a certificate to hand out to each learner once the workshop is completed.</w:t>
      </w:r>
    </w:p>
    <w:p w14:paraId="19389E46" w14:textId="77777777" w:rsidR="00BE7D31" w:rsidRDefault="00BE7D31" w:rsidP="00B12403">
      <w:pPr>
        <w:pStyle w:val="ListParagraph"/>
        <w:numPr>
          <w:ilvl w:val="0"/>
          <w:numId w:val="6"/>
        </w:numPr>
        <w:rPr>
          <w:rFonts w:ascii="ATT Aleck Sans" w:hAnsi="ATT Aleck Sans" w:cs="ATT Aleck Sans"/>
        </w:rPr>
      </w:pPr>
      <w:r>
        <w:rPr>
          <w:rFonts w:ascii="ATT Aleck Sans" w:hAnsi="ATT Aleck Sans" w:cs="ATT Aleck Sans"/>
        </w:rPr>
        <w:t>Virtual:</w:t>
      </w:r>
    </w:p>
    <w:p w14:paraId="2C1CA2AC" w14:textId="77777777" w:rsidR="00F208FC" w:rsidRPr="00F208FC" w:rsidRDefault="00F208FC" w:rsidP="00B12403">
      <w:pPr>
        <w:pStyle w:val="ListParagraph"/>
        <w:numPr>
          <w:ilvl w:val="1"/>
          <w:numId w:val="6"/>
        </w:numPr>
        <w:rPr>
          <w:rFonts w:ascii="ATT Aleck Sans" w:hAnsi="ATT Aleck Sans" w:cs="ATT Aleck Sans"/>
        </w:rPr>
      </w:pPr>
      <w:r w:rsidRPr="00F208FC">
        <w:rPr>
          <w:rFonts w:ascii="ATT Aleck Sans" w:hAnsi="ATT Aleck Sans" w:cs="ATT Aleck Sans"/>
        </w:rPr>
        <w:t xml:space="preserve">A few days before the workshop, send instructions to participants about how to connect to the workshop. If possible, you may want to create a short video or </w:t>
      </w:r>
      <w:r w:rsidRPr="00F208FC">
        <w:rPr>
          <w:rFonts w:ascii="ATT Aleck Sans" w:hAnsi="ATT Aleck Sans" w:cs="ATT Aleck Sans"/>
        </w:rPr>
        <w:lastRenderedPageBreak/>
        <w:t>document with step-by-step instructions (with images) to provide a basic overview of how to use the web conferencing tool to share with your participants.</w:t>
      </w:r>
    </w:p>
    <w:p w14:paraId="61995FA6" w14:textId="77777777" w:rsidR="00F208FC" w:rsidRPr="00F208FC" w:rsidRDefault="6FD14D98" w:rsidP="00B12403">
      <w:pPr>
        <w:pStyle w:val="ListParagraph"/>
        <w:numPr>
          <w:ilvl w:val="1"/>
          <w:numId w:val="6"/>
        </w:numPr>
        <w:rPr>
          <w:rFonts w:ascii="ATT Aleck Sans" w:hAnsi="ATT Aleck Sans" w:cs="ATT Aleck Sans"/>
        </w:rPr>
      </w:pPr>
      <w:r w:rsidRPr="0A894753">
        <w:rPr>
          <w:rFonts w:ascii="ATT Aleck Sans" w:hAnsi="ATT Aleck Sans" w:cs="ATT Aleck Sans"/>
        </w:rPr>
        <w:t xml:space="preserve">Before the workshop, email </w:t>
      </w:r>
      <w:r w:rsidR="29F5C9B1" w:rsidRPr="0A894753">
        <w:rPr>
          <w:rFonts w:ascii="ATT Aleck Sans" w:hAnsi="ATT Aleck Sans" w:cs="ATT Aleck Sans"/>
        </w:rPr>
        <w:t xml:space="preserve">participants </w:t>
      </w:r>
      <w:r w:rsidR="2390F26B" w:rsidRPr="0A894753">
        <w:rPr>
          <w:rFonts w:ascii="ATT Aleck Sans" w:hAnsi="ATT Aleck Sans" w:cs="ATT Aleck Sans"/>
        </w:rPr>
        <w:t>the Learner Handout. During the workshop, resend the link through the web conferencing chat tool.</w:t>
      </w:r>
    </w:p>
    <w:p w14:paraId="53F741DD" w14:textId="77777777" w:rsidR="00BE7D31" w:rsidRPr="00BE7D31" w:rsidRDefault="00CB37E8" w:rsidP="00B12403">
      <w:pPr>
        <w:pStyle w:val="ListParagraph"/>
        <w:numPr>
          <w:ilvl w:val="1"/>
          <w:numId w:val="6"/>
        </w:numPr>
        <w:rPr>
          <w:rFonts w:ascii="ATT Aleck Sans" w:hAnsi="ATT Aleck Sans" w:cs="ATT Aleck Sans"/>
        </w:rPr>
      </w:pPr>
      <w:r>
        <w:rPr>
          <w:rFonts w:ascii="ATT Aleck Sans" w:hAnsi="ATT Aleck Sans" w:cs="ATT Aleck Sans"/>
        </w:rPr>
        <w:t>Keep a r</w:t>
      </w:r>
      <w:r w:rsidR="00BE7D31" w:rsidRPr="00BE7D31">
        <w:rPr>
          <w:rFonts w:ascii="ATT Aleck Sans" w:hAnsi="ATT Aleck Sans" w:cs="ATT Aleck Sans"/>
        </w:rPr>
        <w:t>egistration list so you can identify who attended.</w:t>
      </w:r>
    </w:p>
    <w:p w14:paraId="4FA69DF7" w14:textId="77777777" w:rsidR="00781349" w:rsidRDefault="00BE7D31" w:rsidP="00B12403">
      <w:pPr>
        <w:pStyle w:val="ListParagraph"/>
        <w:numPr>
          <w:ilvl w:val="1"/>
          <w:numId w:val="6"/>
        </w:numPr>
        <w:rPr>
          <w:rFonts w:ascii="ATT Aleck Sans" w:hAnsi="ATT Aleck Sans" w:cs="ATT Aleck Sans"/>
        </w:rPr>
      </w:pPr>
      <w:r w:rsidRPr="70A2823D">
        <w:rPr>
          <w:rFonts w:ascii="ATT Aleck Sans" w:hAnsi="ATT Aleck Sans" w:cs="ATT Aleck Sans"/>
        </w:rPr>
        <w:t xml:space="preserve">Identify a </w:t>
      </w:r>
      <w:r w:rsidR="00C45EAF" w:rsidRPr="70A2823D">
        <w:rPr>
          <w:rFonts w:ascii="ATT Aleck Sans" w:hAnsi="ATT Aleck Sans" w:cs="ATT Aleck Sans"/>
        </w:rPr>
        <w:t xml:space="preserve">virtual </w:t>
      </w:r>
      <w:r w:rsidRPr="70A2823D">
        <w:rPr>
          <w:rFonts w:ascii="ATT Aleck Sans" w:hAnsi="ATT Aleck Sans" w:cs="ATT Aleck Sans"/>
        </w:rPr>
        <w:t>“</w:t>
      </w:r>
      <w:r w:rsidR="00CB37E8" w:rsidRPr="70A2823D">
        <w:rPr>
          <w:rFonts w:ascii="ATT Aleck Sans" w:hAnsi="ATT Aleck Sans" w:cs="ATT Aleck Sans"/>
        </w:rPr>
        <w:t>p</w:t>
      </w:r>
      <w:r w:rsidRPr="70A2823D">
        <w:rPr>
          <w:rFonts w:ascii="ATT Aleck Sans" w:hAnsi="ATT Aleck Sans" w:cs="ATT Aleck Sans"/>
        </w:rPr>
        <w:t xml:space="preserve">arking </w:t>
      </w:r>
      <w:r w:rsidR="00CB37E8" w:rsidRPr="70A2823D">
        <w:rPr>
          <w:rFonts w:ascii="ATT Aleck Sans" w:hAnsi="ATT Aleck Sans" w:cs="ATT Aleck Sans"/>
        </w:rPr>
        <w:t>l</w:t>
      </w:r>
      <w:r w:rsidRPr="70A2823D">
        <w:rPr>
          <w:rFonts w:ascii="ATT Aleck Sans" w:hAnsi="ATT Aleck Sans" w:cs="ATT Aleck Sans"/>
        </w:rPr>
        <w:t>ot</w:t>
      </w:r>
      <w:r w:rsidR="00CB37E8" w:rsidRPr="70A2823D">
        <w:rPr>
          <w:rFonts w:ascii="ATT Aleck Sans" w:hAnsi="ATT Aleck Sans" w:cs="ATT Aleck Sans"/>
        </w:rPr>
        <w:t>,</w:t>
      </w:r>
      <w:r w:rsidRPr="70A2823D">
        <w:rPr>
          <w:rFonts w:ascii="ATT Aleck Sans" w:hAnsi="ATT Aleck Sans" w:cs="ATT Aleck Sans"/>
        </w:rPr>
        <w:t xml:space="preserve">” which is a place for participants to ask questions later in the </w:t>
      </w:r>
      <w:r w:rsidR="00E531A9" w:rsidRPr="70A2823D">
        <w:rPr>
          <w:rFonts w:ascii="ATT Aleck Sans" w:hAnsi="ATT Aleck Sans" w:cs="ATT Aleck Sans"/>
        </w:rPr>
        <w:t>workshop</w:t>
      </w:r>
      <w:r w:rsidRPr="70A2823D">
        <w:rPr>
          <w:rFonts w:ascii="ATT Aleck Sans" w:hAnsi="ATT Aleck Sans" w:cs="ATT Aleck Sans"/>
        </w:rPr>
        <w:t xml:space="preserve">. </w:t>
      </w:r>
      <w:r w:rsidR="00CB37E8" w:rsidRPr="70A2823D">
        <w:rPr>
          <w:rFonts w:ascii="ATT Aleck Sans" w:hAnsi="ATT Aleck Sans" w:cs="ATT Aleck Sans"/>
        </w:rPr>
        <w:t>F</w:t>
      </w:r>
      <w:r w:rsidRPr="70A2823D">
        <w:rPr>
          <w:rFonts w:ascii="ATT Aleck Sans" w:hAnsi="ATT Aleck Sans" w:cs="ATT Aleck Sans"/>
        </w:rPr>
        <w:t xml:space="preserve">or </w:t>
      </w:r>
      <w:r w:rsidR="00CB37E8" w:rsidRPr="70A2823D">
        <w:rPr>
          <w:rFonts w:ascii="ATT Aleck Sans" w:hAnsi="ATT Aleck Sans" w:cs="ATT Aleck Sans"/>
        </w:rPr>
        <w:t>your virtual p</w:t>
      </w:r>
      <w:r w:rsidRPr="70A2823D">
        <w:rPr>
          <w:rFonts w:ascii="ATT Aleck Sans" w:hAnsi="ATT Aleck Sans" w:cs="ATT Aleck Sans"/>
        </w:rPr>
        <w:t xml:space="preserve">arking </w:t>
      </w:r>
      <w:r w:rsidR="00CB37E8" w:rsidRPr="70A2823D">
        <w:rPr>
          <w:rFonts w:ascii="ATT Aleck Sans" w:hAnsi="ATT Aleck Sans" w:cs="ATT Aleck Sans"/>
        </w:rPr>
        <w:t>l</w:t>
      </w:r>
      <w:r w:rsidRPr="70A2823D">
        <w:rPr>
          <w:rFonts w:ascii="ATT Aleck Sans" w:hAnsi="ATT Aleck Sans" w:cs="ATT Aleck Sans"/>
        </w:rPr>
        <w:t>ot</w:t>
      </w:r>
      <w:r w:rsidR="00CB37E8" w:rsidRPr="70A2823D">
        <w:rPr>
          <w:rFonts w:ascii="ATT Aleck Sans" w:hAnsi="ATT Aleck Sans" w:cs="ATT Aleck Sans"/>
        </w:rPr>
        <w:t>, you</w:t>
      </w:r>
      <w:r w:rsidRPr="70A2823D">
        <w:rPr>
          <w:rFonts w:ascii="ATT Aleck Sans" w:hAnsi="ATT Aleck Sans" w:cs="ATT Aleck Sans"/>
        </w:rPr>
        <w:t xml:space="preserve"> </w:t>
      </w:r>
      <w:r w:rsidR="00CB37E8" w:rsidRPr="70A2823D">
        <w:rPr>
          <w:rFonts w:ascii="ATT Aleck Sans" w:hAnsi="ATT Aleck Sans" w:cs="ATT Aleck Sans"/>
        </w:rPr>
        <w:t>m</w:t>
      </w:r>
      <w:r w:rsidRPr="70A2823D">
        <w:rPr>
          <w:rFonts w:ascii="ATT Aleck Sans" w:hAnsi="ATT Aleck Sans" w:cs="ATT Aleck Sans"/>
        </w:rPr>
        <w:t xml:space="preserve">ay want to use the chat feature or the question feature of the web conferencing tool. </w:t>
      </w:r>
      <w:r w:rsidR="00CB37E8" w:rsidRPr="70A2823D">
        <w:rPr>
          <w:rFonts w:ascii="ATT Aleck Sans" w:hAnsi="ATT Aleck Sans" w:cs="ATT Aleck Sans"/>
        </w:rPr>
        <w:t xml:space="preserve">Encourage learners to </w:t>
      </w:r>
      <w:r w:rsidRPr="70A2823D">
        <w:rPr>
          <w:rFonts w:ascii="ATT Aleck Sans" w:hAnsi="ATT Aleck Sans" w:cs="ATT Aleck Sans"/>
        </w:rPr>
        <w:t>note the slide number and section as they “park” questions.</w:t>
      </w:r>
    </w:p>
    <w:p w14:paraId="4606EF09" w14:textId="77777777" w:rsidR="00DB07FC" w:rsidRDefault="00DB07FC" w:rsidP="00684BA1">
      <w:pPr>
        <w:rPr>
          <w:rFonts w:ascii="ATT Aleck Sans" w:hAnsi="ATT Aleck Sans" w:cs="ATT Aleck Sans"/>
          <w:b/>
          <w:bCs/>
        </w:rPr>
      </w:pPr>
    </w:p>
    <w:p w14:paraId="130D121A" w14:textId="77777777" w:rsidR="00684BA1" w:rsidRPr="00684BA1" w:rsidRDefault="00684BA1" w:rsidP="00684BA1">
      <w:pPr>
        <w:rPr>
          <w:rFonts w:ascii="ATT Aleck Sans" w:hAnsi="ATT Aleck Sans" w:cs="ATT Aleck Sans"/>
          <w:b/>
          <w:bCs/>
        </w:rPr>
      </w:pPr>
      <w:r w:rsidRPr="00684BA1">
        <w:rPr>
          <w:rFonts w:ascii="ATT Aleck Sans" w:hAnsi="ATT Aleck Sans" w:cs="ATT Aleck Sans"/>
          <w:b/>
          <w:bCs/>
        </w:rPr>
        <w:t>Assessment Technique(s)</w:t>
      </w:r>
    </w:p>
    <w:p w14:paraId="777C1D26" w14:textId="77777777" w:rsidR="00EF3F0A" w:rsidRPr="00E7177F" w:rsidRDefault="0807E01B" w:rsidP="00EF3F0A">
      <w:pPr>
        <w:rPr>
          <w:rFonts w:ascii="ATT Aleck Sans" w:hAnsi="ATT Aleck Sans" w:cs="ATT Aleck Sans"/>
        </w:rPr>
      </w:pPr>
      <w:r w:rsidRPr="6C79E8EE">
        <w:rPr>
          <w:rFonts w:ascii="ATT Aleck Sans" w:hAnsi="ATT Aleck Sans" w:cs="ATT Aleck Sans"/>
        </w:rPr>
        <w:t xml:space="preserve">Objective: </w:t>
      </w:r>
      <w:r w:rsidR="00EF3F0A" w:rsidRPr="6C79E8EE">
        <w:rPr>
          <w:rFonts w:ascii="ATT Aleck Sans" w:hAnsi="ATT Aleck Sans" w:cs="ATT Aleck Sans"/>
        </w:rPr>
        <w:t xml:space="preserve">Successful completion of activities </w:t>
      </w:r>
    </w:p>
    <w:p w14:paraId="6F77335D" w14:textId="77777777" w:rsidR="3D83F8E7" w:rsidRDefault="3D83F8E7" w:rsidP="70A2823D">
      <w:pPr>
        <w:rPr>
          <w:rFonts w:ascii="ATT Aleck Sans" w:hAnsi="ATT Aleck Sans" w:cs="ATT Aleck Sans"/>
        </w:rPr>
      </w:pPr>
      <w:r w:rsidRPr="70A2823D">
        <w:rPr>
          <w:rFonts w:ascii="ATT Aleck Sans" w:hAnsi="ATT Aleck Sans" w:cs="ATT Aleck Sans"/>
        </w:rPr>
        <w:t>Ways to measure and identify learner success:</w:t>
      </w:r>
    </w:p>
    <w:p w14:paraId="4AFA5AAA" w14:textId="77777777" w:rsidR="00EF3F0A" w:rsidRPr="00E7177F" w:rsidRDefault="33526FD9" w:rsidP="00B12403">
      <w:pPr>
        <w:numPr>
          <w:ilvl w:val="0"/>
          <w:numId w:val="11"/>
        </w:numPr>
        <w:rPr>
          <w:rFonts w:ascii="ATT Aleck Sans" w:hAnsi="ATT Aleck Sans" w:cs="ATT Aleck Sans"/>
        </w:rPr>
      </w:pPr>
      <w:r w:rsidRPr="70A2823D">
        <w:rPr>
          <w:rFonts w:ascii="ATT Aleck Sans" w:hAnsi="ATT Aleck Sans" w:cs="ATT Aleck Sans"/>
        </w:rPr>
        <w:t>Engagement</w:t>
      </w:r>
      <w:r w:rsidR="4972CC6C" w:rsidRPr="70A2823D">
        <w:rPr>
          <w:rFonts w:ascii="ATT Aleck Sans" w:hAnsi="ATT Aleck Sans" w:cs="ATT Aleck Sans"/>
        </w:rPr>
        <w:t xml:space="preserve">: </w:t>
      </w:r>
      <w:r w:rsidR="00EF3F0A" w:rsidRPr="70A2823D">
        <w:rPr>
          <w:rFonts w:ascii="ATT Aleck Sans" w:hAnsi="ATT Aleck Sans" w:cs="ATT Aleck Sans"/>
        </w:rPr>
        <w:t>Participation in group conversations</w:t>
      </w:r>
      <w:r w:rsidR="00E7177F" w:rsidRPr="70A2823D">
        <w:rPr>
          <w:rFonts w:ascii="ATT Aleck Sans" w:hAnsi="ATT Aleck Sans" w:cs="ATT Aleck Sans"/>
        </w:rPr>
        <w:t>.</w:t>
      </w:r>
    </w:p>
    <w:p w14:paraId="01750A8C" w14:textId="77777777" w:rsidR="00EF3F0A" w:rsidRPr="00BF59BB" w:rsidRDefault="3FC8F00F" w:rsidP="007351F8">
      <w:pPr>
        <w:numPr>
          <w:ilvl w:val="0"/>
          <w:numId w:val="11"/>
        </w:numPr>
        <w:rPr>
          <w:rFonts w:ascii="ATT Aleck Sans" w:hAnsi="ATT Aleck Sans" w:cs="ATT Aleck Sans"/>
        </w:rPr>
      </w:pPr>
      <w:r w:rsidRPr="00BF59BB">
        <w:rPr>
          <w:rFonts w:ascii="ATT Aleck Sans" w:hAnsi="ATT Aleck Sans" w:cs="ATT Aleck Sans"/>
        </w:rPr>
        <w:t xml:space="preserve">Check for Understanding: </w:t>
      </w:r>
      <w:r w:rsidR="00EF3F0A" w:rsidRPr="00BF59BB">
        <w:rPr>
          <w:rFonts w:ascii="ATT Aleck Sans" w:hAnsi="ATT Aleck Sans" w:cs="ATT Aleck Sans"/>
        </w:rPr>
        <w:t xml:space="preserve">Check for verbal and non-verbal cues to ensure the learner’s understanding before beginning a new section. Check-ins occur on Slides </w:t>
      </w:r>
      <w:r w:rsidR="00BF59BB" w:rsidRPr="00BF59BB">
        <w:rPr>
          <w:rFonts w:ascii="ATT Aleck Sans" w:hAnsi="ATT Aleck Sans" w:cs="ATT Aleck Sans"/>
        </w:rPr>
        <w:t>20, 21, 46, 48, 51, 55, 60, and 81.</w:t>
      </w:r>
    </w:p>
    <w:p w14:paraId="022247B9" w14:textId="77777777" w:rsidR="00532ED2" w:rsidRPr="00BF59BB" w:rsidRDefault="3657769D" w:rsidP="00B12403">
      <w:pPr>
        <w:pStyle w:val="ListParagraph"/>
        <w:numPr>
          <w:ilvl w:val="0"/>
          <w:numId w:val="11"/>
        </w:numPr>
        <w:rPr>
          <w:rFonts w:ascii="ATT Aleck Sans" w:hAnsi="ATT Aleck Sans" w:cs="ATT Aleck Sans"/>
        </w:rPr>
      </w:pPr>
      <w:r w:rsidRPr="47727720">
        <w:rPr>
          <w:rFonts w:ascii="ATT Aleck Sans" w:hAnsi="ATT Aleck Sans" w:cs="ATT Aleck Sans"/>
        </w:rPr>
        <w:t xml:space="preserve">Formal Evaluation: </w:t>
      </w:r>
      <w:r w:rsidR="642B1805" w:rsidRPr="47727720">
        <w:rPr>
          <w:rFonts w:ascii="ATT Aleck Sans" w:hAnsi="ATT Aleck Sans" w:cs="ATT Aleck Sans"/>
        </w:rPr>
        <w:t>T</w:t>
      </w:r>
      <w:r w:rsidR="00EF3F0A" w:rsidRPr="47727720">
        <w:rPr>
          <w:rFonts w:ascii="ATT Aleck Sans" w:hAnsi="ATT Aleck Sans" w:cs="ATT Aleck Sans"/>
        </w:rPr>
        <w:t xml:space="preserve">he learner </w:t>
      </w:r>
      <w:r w:rsidR="0565CACF" w:rsidRPr="47727720">
        <w:rPr>
          <w:rFonts w:ascii="ATT Aleck Sans" w:hAnsi="ATT Aleck Sans" w:cs="ATT Aleck Sans"/>
        </w:rPr>
        <w:t xml:space="preserve">completes a </w:t>
      </w:r>
      <w:r w:rsidR="00EF3F0A" w:rsidRPr="47727720">
        <w:rPr>
          <w:rFonts w:ascii="ATT Aleck Sans" w:hAnsi="ATT Aleck Sans" w:cs="ATT Aleck Sans"/>
        </w:rPr>
        <w:t>survey. The QR code to access the survey is avai</w:t>
      </w:r>
      <w:r w:rsidR="00E7177F" w:rsidRPr="47727720">
        <w:rPr>
          <w:rFonts w:ascii="ATT Aleck Sans" w:hAnsi="ATT Aleck Sans" w:cs="ATT Aleck Sans"/>
        </w:rPr>
        <w:t>labl</w:t>
      </w:r>
      <w:r w:rsidR="00EF3F0A" w:rsidRPr="47727720">
        <w:rPr>
          <w:rFonts w:ascii="ATT Aleck Sans" w:hAnsi="ATT Aleck Sans" w:cs="ATT Aleck Sans"/>
        </w:rPr>
        <w:t>e on the Learner Activ</w:t>
      </w:r>
      <w:r w:rsidR="00E7177F" w:rsidRPr="47727720">
        <w:rPr>
          <w:rFonts w:ascii="ATT Aleck Sans" w:hAnsi="ATT Aleck Sans" w:cs="ATT Aleck Sans"/>
        </w:rPr>
        <w:t>i</w:t>
      </w:r>
      <w:r w:rsidR="00EF3F0A" w:rsidRPr="47727720">
        <w:rPr>
          <w:rFonts w:ascii="ATT Aleck Sans" w:hAnsi="ATT Aleck Sans" w:cs="ATT Aleck Sans"/>
        </w:rPr>
        <w:t xml:space="preserve">ty Handout and Slide </w:t>
      </w:r>
      <w:r w:rsidR="00EF5CBE" w:rsidRPr="47727720">
        <w:rPr>
          <w:rFonts w:ascii="ATT Aleck Sans" w:hAnsi="ATT Aleck Sans" w:cs="ATT Aleck Sans"/>
        </w:rPr>
        <w:t>103</w:t>
      </w:r>
      <w:r w:rsidR="00EF3F0A" w:rsidRPr="47727720">
        <w:rPr>
          <w:rFonts w:ascii="ATT Aleck Sans" w:hAnsi="ATT Aleck Sans" w:cs="ATT Aleck Sans"/>
        </w:rPr>
        <w:t>.</w:t>
      </w:r>
      <w:r w:rsidR="0F6BBDC1" w:rsidRPr="47727720">
        <w:rPr>
          <w:rFonts w:ascii="ATT Aleck Sans" w:hAnsi="ATT Aleck Sans" w:cs="ATT Aleck Sans"/>
        </w:rPr>
        <w:t xml:space="preserve"> </w:t>
      </w:r>
      <w:r w:rsidR="7900529A" w:rsidRPr="47727720">
        <w:rPr>
          <w:rFonts w:ascii="ATT Aleck Sans" w:hAnsi="ATT Aleck Sans" w:cs="ATT Aleck Sans"/>
        </w:rPr>
        <w:t>You may wish to print out the survey and manually enter th</w:t>
      </w:r>
      <w:r w:rsidR="5A406D92" w:rsidRPr="47727720">
        <w:rPr>
          <w:rFonts w:ascii="ATT Aleck Sans" w:hAnsi="ATT Aleck Sans" w:cs="ATT Aleck Sans"/>
        </w:rPr>
        <w:t>e re</w:t>
      </w:r>
      <w:r w:rsidR="7900529A" w:rsidRPr="47727720">
        <w:rPr>
          <w:rFonts w:ascii="ATT Aleck Sans" w:hAnsi="ATT Aleck Sans" w:cs="ATT Aleck Sans"/>
        </w:rPr>
        <w:t>sponses after the workshop.</w:t>
      </w:r>
    </w:p>
    <w:p w14:paraId="782633C9" w14:textId="77777777" w:rsidR="00EF3F0A" w:rsidRDefault="00EF3F0A" w:rsidP="00EF3F0A">
      <w:pPr>
        <w:rPr>
          <w:rFonts w:ascii="ATT Aleck Sans" w:hAnsi="ATT Aleck Sans" w:cs="ATT Aleck Sans"/>
        </w:rPr>
      </w:pPr>
    </w:p>
    <w:p w14:paraId="6C9D9878" w14:textId="77777777" w:rsidR="00986AD2" w:rsidRDefault="00986AD2">
      <w:pPr>
        <w:rPr>
          <w:rFonts w:ascii="ATT Aleck Sans" w:hAnsi="ATT Aleck Sans" w:cs="ATT Aleck Sans"/>
          <w:b/>
          <w:bCs/>
          <w:sz w:val="36"/>
          <w:szCs w:val="36"/>
        </w:rPr>
      </w:pPr>
      <w:r>
        <w:rPr>
          <w:rFonts w:ascii="ATT Aleck Sans" w:hAnsi="ATT Aleck Sans" w:cs="ATT Aleck Sans"/>
          <w:b/>
          <w:bCs/>
          <w:sz w:val="36"/>
          <w:szCs w:val="36"/>
        </w:rPr>
        <w:br w:type="page"/>
      </w:r>
    </w:p>
    <w:p w14:paraId="74EF1B11" w14:textId="77777777" w:rsidR="00532ED2" w:rsidRPr="00C20189" w:rsidRDefault="00532ED2" w:rsidP="00532ED2">
      <w:pPr>
        <w:rPr>
          <w:rFonts w:ascii="ATT Aleck Sans" w:hAnsi="ATT Aleck Sans" w:cs="ATT Aleck Sans"/>
          <w:b/>
          <w:bCs/>
          <w:sz w:val="36"/>
          <w:szCs w:val="36"/>
        </w:rPr>
      </w:pPr>
      <w:r w:rsidRPr="00C20189">
        <w:rPr>
          <w:rFonts w:ascii="ATT Aleck Sans" w:hAnsi="ATT Aleck Sans" w:cs="ATT Aleck Sans"/>
          <w:b/>
          <w:bCs/>
          <w:sz w:val="36"/>
          <w:szCs w:val="36"/>
        </w:rPr>
        <w:lastRenderedPageBreak/>
        <w:t>Instructor Presentation</w:t>
      </w:r>
    </w:p>
    <w:p w14:paraId="13EE5589" w14:textId="77777777" w:rsidR="00532ED2" w:rsidRDefault="00532ED2" w:rsidP="00532ED2">
      <w:pPr>
        <w:rPr>
          <w:rFonts w:ascii="ATT Aleck Sans" w:hAnsi="ATT Aleck Sans" w:cs="ATT Aleck Sans"/>
          <w:b/>
          <w:bCs/>
        </w:rPr>
      </w:pPr>
    </w:p>
    <w:p w14:paraId="39543413" w14:textId="77777777" w:rsidR="00EF3F0A" w:rsidRDefault="00EF3F0A" w:rsidP="00EF3F0A">
      <w:pPr>
        <w:rPr>
          <w:rFonts w:ascii="ATT Aleck Sans" w:hAnsi="ATT Aleck Sans" w:cs="ATT Aleck Sans"/>
          <w:b/>
          <w:bCs/>
        </w:rPr>
      </w:pPr>
      <w:r w:rsidRPr="00EF3F0A">
        <w:rPr>
          <w:rFonts w:ascii="ATT Aleck Sans" w:hAnsi="ATT Aleck Sans" w:cs="ATT Aleck Sans"/>
          <w:b/>
          <w:bCs/>
        </w:rPr>
        <w:t>The following section will take you step by step through the PowerPoint presentation slides and notes section. While reviewing this part of the guide</w:t>
      </w:r>
      <w:r w:rsidR="00EB241D">
        <w:rPr>
          <w:rFonts w:ascii="ATT Aleck Sans" w:hAnsi="ATT Aleck Sans" w:cs="ATT Aleck Sans"/>
          <w:b/>
          <w:bCs/>
        </w:rPr>
        <w:t>,</w:t>
      </w:r>
      <w:r w:rsidRPr="00EF3F0A">
        <w:rPr>
          <w:rFonts w:ascii="ATT Aleck Sans" w:hAnsi="ATT Aleck Sans" w:cs="ATT Aleck Sans"/>
          <w:b/>
          <w:bCs/>
        </w:rPr>
        <w:t xml:space="preserve"> we suggest you open the PowerPoint presentation so you can become more familiar with the slides.</w:t>
      </w:r>
    </w:p>
    <w:p w14:paraId="6E5E856E" w14:textId="77777777" w:rsidR="00EF3F0A" w:rsidRPr="00EF3F0A" w:rsidRDefault="00EF3F0A" w:rsidP="00EF3F0A">
      <w:pPr>
        <w:rPr>
          <w:rFonts w:ascii="ATT Aleck Sans" w:hAnsi="ATT Aleck Sans" w:cs="ATT Aleck Sans"/>
          <w:b/>
          <w:bCs/>
        </w:rPr>
      </w:pPr>
    </w:p>
    <w:p w14:paraId="3B31C692" w14:textId="77777777" w:rsidR="00EF3F0A" w:rsidRDefault="00B12403" w:rsidP="00EF3F0A">
      <w:pPr>
        <w:rPr>
          <w:rFonts w:ascii="ATT Aleck Sans" w:hAnsi="ATT Aleck Sans" w:cs="ATT Aleck Sans"/>
          <w:b/>
          <w:bCs/>
        </w:rPr>
      </w:pPr>
      <w:r>
        <w:rPr>
          <w:rFonts w:ascii="ATT Aleck Sans" w:hAnsi="ATT Aleck Sans" w:cs="ATT Aleck Sans"/>
          <w:b/>
          <w:bCs/>
        </w:rPr>
        <w:t>You will need to edit multiple slides of the presentation. Yo</w:t>
      </w:r>
      <w:r w:rsidR="00EF3F0A" w:rsidRPr="70A2823D">
        <w:rPr>
          <w:rFonts w:ascii="ATT Aleck Sans" w:hAnsi="ATT Aleck Sans" w:cs="ATT Aleck Sans"/>
          <w:b/>
          <w:bCs/>
        </w:rPr>
        <w:t xml:space="preserve">u can also remove or edit slides to customize the workshop to your specific goals and audience.  </w:t>
      </w:r>
    </w:p>
    <w:p w14:paraId="7F9BA162" w14:textId="77777777" w:rsidR="00EF3F0A" w:rsidRDefault="00EF3F0A" w:rsidP="00532ED2">
      <w:pPr>
        <w:rPr>
          <w:rFonts w:ascii="ATT Aleck Sans" w:hAnsi="ATT Aleck Sans" w:cs="ATT Aleck Sans"/>
          <w:b/>
          <w:bCs/>
        </w:rPr>
      </w:pPr>
    </w:p>
    <w:p w14:paraId="108B1E59" w14:textId="77777777" w:rsidR="00A430E7" w:rsidRDefault="00F0091E" w:rsidP="128E341D">
      <w:pPr>
        <w:rPr>
          <w:rFonts w:ascii="ATT Aleck Sans" w:hAnsi="ATT Aleck Sans" w:cs="ATT Aleck Sans"/>
        </w:rPr>
      </w:pPr>
      <w:r w:rsidRPr="00F0091E">
        <w:rPr>
          <w:rFonts w:ascii="ATT Aleck Sans" w:hAnsi="ATT Aleck Sans" w:cs="ATT Aleck Sans"/>
          <w:b/>
          <w:bCs/>
        </w:rPr>
        <w:t>Slide Number &amp; Title</w:t>
      </w:r>
      <w:r w:rsidR="00AE0D4A">
        <w:rPr>
          <w:rFonts w:ascii="ATT Aleck Sans" w:hAnsi="ATT Aleck Sans" w:cs="ATT Aleck Sans"/>
          <w:b/>
          <w:bCs/>
        </w:rPr>
        <w:t>.</w:t>
      </w:r>
      <w:r>
        <w:rPr>
          <w:rFonts w:ascii="ATT Aleck Sans" w:hAnsi="ATT Aleck Sans" w:cs="ATT Aleck Sans"/>
        </w:rPr>
        <w:t xml:space="preserve"> </w:t>
      </w:r>
      <w:r w:rsidR="00532ED2" w:rsidRPr="128E341D">
        <w:rPr>
          <w:rFonts w:ascii="ATT Aleck Sans" w:hAnsi="ATT Aleck Sans" w:cs="ATT Aleck Sans"/>
        </w:rPr>
        <w:t xml:space="preserve">Slide 1: </w:t>
      </w:r>
      <w:r w:rsidR="00360A4D">
        <w:rPr>
          <w:rFonts w:ascii="ATT Aleck Sans" w:hAnsi="ATT Aleck Sans" w:cs="ATT Aleck Sans"/>
        </w:rPr>
        <w:t>Cybersecurity Basics</w:t>
      </w:r>
      <w:r w:rsidR="00EB241D">
        <w:rPr>
          <w:rFonts w:ascii="ATT Aleck Sans" w:hAnsi="ATT Aleck Sans" w:cs="ATT Aleck Sans"/>
        </w:rPr>
        <w:t xml:space="preserve"> </w:t>
      </w:r>
      <w:r w:rsidR="00E17677" w:rsidRPr="128E341D">
        <w:rPr>
          <w:rFonts w:ascii="ATT Aleck Sans" w:hAnsi="ATT Aleck Sans" w:cs="ATT Aleck Sans"/>
        </w:rPr>
        <w:t>Workshop</w:t>
      </w:r>
      <w:r w:rsidR="00A430E7" w:rsidRPr="128E341D">
        <w:rPr>
          <w:rFonts w:ascii="ATT Aleck Sans" w:hAnsi="ATT Aleck Sans" w:cs="ATT Aleck Sans"/>
        </w:rPr>
        <w:t>.</w:t>
      </w:r>
    </w:p>
    <w:p w14:paraId="4417E578" w14:textId="77777777" w:rsidR="005F598B" w:rsidRDefault="005F598B" w:rsidP="00684BA1">
      <w:pPr>
        <w:rPr>
          <w:rFonts w:ascii="ATT Aleck Sans" w:hAnsi="ATT Aleck Sans" w:cs="ATT Aleck Sans"/>
          <w:bCs/>
        </w:rPr>
      </w:pPr>
    </w:p>
    <w:p w14:paraId="63CAFBB7" w14:textId="77777777" w:rsidR="005F598B" w:rsidRPr="005F598B" w:rsidRDefault="005F598B" w:rsidP="00E46639">
      <w:pPr>
        <w:ind w:left="720" w:hanging="360"/>
        <w:rPr>
          <w:rFonts w:ascii="ATT Aleck Sans" w:hAnsi="ATT Aleck Sans" w:cs="ATT Aleck Sans"/>
          <w:b/>
          <w:bCs/>
        </w:rPr>
      </w:pPr>
      <w:r w:rsidRPr="005F598B">
        <w:rPr>
          <w:rFonts w:ascii="ATT Aleck Sans" w:hAnsi="ATT Aleck Sans" w:cs="ATT Aleck Sans"/>
          <w:b/>
          <w:bCs/>
        </w:rPr>
        <w:t>On Slide Text:</w:t>
      </w:r>
      <w:r w:rsidRPr="005F598B">
        <w:rPr>
          <w:rFonts w:ascii="ATT Aleck Sans" w:hAnsi="ATT Aleck Sans" w:cs="ATT Aleck Sans"/>
          <w:bCs/>
        </w:rPr>
        <w:t> </w:t>
      </w:r>
    </w:p>
    <w:p w14:paraId="7D27947C" w14:textId="77777777" w:rsidR="00360A4D" w:rsidRPr="00360A4D" w:rsidRDefault="00360A4D" w:rsidP="00B12403">
      <w:pPr>
        <w:pStyle w:val="ListParagraph"/>
        <w:numPr>
          <w:ilvl w:val="0"/>
          <w:numId w:val="22"/>
        </w:numPr>
        <w:rPr>
          <w:rFonts w:ascii="ATT Aleck Sans" w:hAnsi="ATT Aleck Sans" w:cs="ATT Aleck Sans"/>
          <w:bCs/>
        </w:rPr>
      </w:pPr>
      <w:r>
        <w:rPr>
          <w:rFonts w:ascii="ATT Aleck Sans" w:hAnsi="ATT Aleck Sans" w:cs="ATT Aleck Sans"/>
        </w:rPr>
        <w:t xml:space="preserve">Cybersecurity Basics </w:t>
      </w:r>
    </w:p>
    <w:p w14:paraId="727866A9" w14:textId="77777777" w:rsidR="00E46639" w:rsidRDefault="005F598B" w:rsidP="00B12403">
      <w:pPr>
        <w:pStyle w:val="ListParagraph"/>
        <w:numPr>
          <w:ilvl w:val="0"/>
          <w:numId w:val="22"/>
        </w:numPr>
        <w:rPr>
          <w:rFonts w:ascii="ATT Aleck Sans" w:hAnsi="ATT Aleck Sans" w:cs="ATT Aleck Sans"/>
          <w:bCs/>
        </w:rPr>
      </w:pPr>
      <w:r w:rsidRPr="00E46639">
        <w:rPr>
          <w:rFonts w:ascii="ATT Aleck Sans" w:hAnsi="ATT Aleck Sans" w:cs="ATT Aleck Sans"/>
          <w:bCs/>
        </w:rPr>
        <w:t>Instructor Name</w:t>
      </w:r>
    </w:p>
    <w:p w14:paraId="100746C7" w14:textId="77777777" w:rsidR="00E46639" w:rsidRDefault="005F598B" w:rsidP="00B12403">
      <w:pPr>
        <w:pStyle w:val="ListParagraph"/>
        <w:numPr>
          <w:ilvl w:val="0"/>
          <w:numId w:val="22"/>
        </w:numPr>
        <w:rPr>
          <w:rFonts w:ascii="ATT Aleck Sans" w:hAnsi="ATT Aleck Sans" w:cs="ATT Aleck Sans"/>
          <w:bCs/>
        </w:rPr>
      </w:pPr>
      <w:r w:rsidRPr="00E46639">
        <w:rPr>
          <w:rFonts w:ascii="ATT Aleck Sans" w:hAnsi="ATT Aleck Sans" w:cs="ATT Aleck Sans"/>
          <w:bCs/>
        </w:rPr>
        <w:t>Instructor Affiliation</w:t>
      </w:r>
    </w:p>
    <w:p w14:paraId="0232EAA2" w14:textId="77777777" w:rsidR="005F598B" w:rsidRPr="00E46639" w:rsidRDefault="005F598B" w:rsidP="00B12403">
      <w:pPr>
        <w:pStyle w:val="ListParagraph"/>
        <w:numPr>
          <w:ilvl w:val="0"/>
          <w:numId w:val="22"/>
        </w:numPr>
        <w:rPr>
          <w:rFonts w:ascii="ATT Aleck Sans" w:hAnsi="ATT Aleck Sans" w:cs="ATT Aleck Sans"/>
          <w:bCs/>
        </w:rPr>
      </w:pPr>
      <w:r w:rsidRPr="00E46639">
        <w:rPr>
          <w:rFonts w:ascii="ATT Aleck Sans" w:hAnsi="ATT Aleck Sans" w:cs="ATT Aleck Sans"/>
          <w:bCs/>
        </w:rPr>
        <w:t>Location Name</w:t>
      </w:r>
    </w:p>
    <w:p w14:paraId="765FEE03" w14:textId="77777777" w:rsidR="005F598B" w:rsidRDefault="005F598B" w:rsidP="00684BA1">
      <w:pPr>
        <w:rPr>
          <w:rFonts w:ascii="ATT Aleck Sans" w:hAnsi="ATT Aleck Sans" w:cs="ATT Aleck Sans"/>
          <w:bCs/>
        </w:rPr>
      </w:pPr>
    </w:p>
    <w:p w14:paraId="593AECE4" w14:textId="77777777" w:rsidR="00B12403" w:rsidRDefault="00B12403" w:rsidP="00EF41B9">
      <w:pPr>
        <w:ind w:left="360"/>
        <w:rPr>
          <w:rFonts w:ascii="ATT Aleck Sans" w:hAnsi="ATT Aleck Sans" w:cs="ATT Aleck Sans"/>
          <w:b/>
          <w:bCs/>
        </w:rPr>
      </w:pPr>
      <w:r>
        <w:rPr>
          <w:rFonts w:ascii="ATT Aleck Sans" w:hAnsi="ATT Aleck Sans" w:cs="ATT Aleck Sans"/>
          <w:b/>
          <w:bCs/>
        </w:rPr>
        <w:t>Notes Section</w:t>
      </w:r>
    </w:p>
    <w:p w14:paraId="449EC4B7" w14:textId="77777777" w:rsidR="00B12403" w:rsidRDefault="00B12403" w:rsidP="00EF41B9">
      <w:pPr>
        <w:ind w:left="360"/>
        <w:rPr>
          <w:rFonts w:ascii="ATT Aleck Sans" w:hAnsi="ATT Aleck Sans" w:cs="ATT Aleck Sans"/>
          <w:b/>
          <w:bCs/>
        </w:rPr>
      </w:pPr>
    </w:p>
    <w:p w14:paraId="19ED6AD0" w14:textId="77777777" w:rsidR="00B12403" w:rsidRPr="00B12403" w:rsidRDefault="00B12403" w:rsidP="00EF41B9">
      <w:pPr>
        <w:ind w:left="360"/>
        <w:rPr>
          <w:rFonts w:ascii="ATT Aleck Sans" w:hAnsi="ATT Aleck Sans" w:cs="ATT Aleck Sans"/>
        </w:rPr>
      </w:pPr>
      <w:r>
        <w:rPr>
          <w:rFonts w:ascii="ATT Aleck Sans" w:hAnsi="ATT Aleck Sans" w:cs="ATT Aleck Sans"/>
          <w:b/>
          <w:bCs/>
        </w:rPr>
        <w:t xml:space="preserve">Talking Points: </w:t>
      </w:r>
      <w:r>
        <w:rPr>
          <w:rFonts w:ascii="ATT Aleck Sans" w:hAnsi="ATT Aleck Sans" w:cs="ATT Aleck Sans"/>
        </w:rPr>
        <w:t>n</w:t>
      </w:r>
      <w:r w:rsidRPr="00B12403">
        <w:rPr>
          <w:rFonts w:ascii="ATT Aleck Sans" w:hAnsi="ATT Aleck Sans" w:cs="ATT Aleck Sans"/>
        </w:rPr>
        <w:t>one</w:t>
      </w:r>
    </w:p>
    <w:p w14:paraId="4427683B" w14:textId="77777777" w:rsidR="00B12403" w:rsidRDefault="00B12403" w:rsidP="00EF41B9">
      <w:pPr>
        <w:ind w:left="360"/>
        <w:rPr>
          <w:rFonts w:ascii="ATT Aleck Sans" w:hAnsi="ATT Aleck Sans" w:cs="ATT Aleck Sans"/>
          <w:b/>
          <w:bCs/>
        </w:rPr>
      </w:pPr>
    </w:p>
    <w:p w14:paraId="36D681E4" w14:textId="77777777" w:rsidR="00EF41B9" w:rsidRPr="00EF41B9" w:rsidRDefault="00EF41B9" w:rsidP="00EF41B9">
      <w:pPr>
        <w:ind w:left="360"/>
        <w:rPr>
          <w:rFonts w:ascii="ATT Aleck Sans" w:hAnsi="ATT Aleck Sans" w:cs="ATT Aleck Sans"/>
          <w:bCs/>
        </w:rPr>
      </w:pPr>
      <w:r w:rsidRPr="00EF41B9">
        <w:rPr>
          <w:rFonts w:ascii="ATT Aleck Sans" w:hAnsi="ATT Aleck Sans" w:cs="ATT Aleck Sans"/>
          <w:b/>
          <w:bCs/>
        </w:rPr>
        <w:t>Instructor Note: </w:t>
      </w:r>
      <w:r w:rsidRPr="00EF41B9">
        <w:rPr>
          <w:rFonts w:ascii="ATT Aleck Sans" w:hAnsi="ATT Aleck Sans" w:cs="ATT Aleck Sans"/>
          <w:bCs/>
        </w:rPr>
        <w:t>none</w:t>
      </w:r>
    </w:p>
    <w:p w14:paraId="5E41D53A" w14:textId="77777777" w:rsidR="005F598B" w:rsidRPr="005F598B" w:rsidRDefault="005F598B" w:rsidP="00EF41B9">
      <w:pPr>
        <w:ind w:left="360"/>
        <w:rPr>
          <w:rFonts w:ascii="ATT Aleck Sans" w:hAnsi="ATT Aleck Sans" w:cs="ATT Aleck Sans"/>
          <w:bCs/>
        </w:rPr>
      </w:pPr>
    </w:p>
    <w:p w14:paraId="1E9E0443" w14:textId="77777777" w:rsidR="005F598B" w:rsidRPr="00CB34B1" w:rsidRDefault="005F598B" w:rsidP="00CB34B1">
      <w:pPr>
        <w:ind w:left="360"/>
        <w:rPr>
          <w:rFonts w:ascii="ATT Aleck Sans" w:hAnsi="ATT Aleck Sans" w:cs="ATT Aleck Sans"/>
          <w:b/>
          <w:bCs/>
          <w:color w:val="000000" w:themeColor="text1"/>
        </w:rPr>
      </w:pPr>
      <w:r w:rsidRPr="00C914BE">
        <w:rPr>
          <w:rFonts w:ascii="ATT Aleck Sans" w:hAnsi="ATT Aleck Sans" w:cs="ATT Aleck Sans"/>
          <w:b/>
          <w:bCs/>
          <w:color w:val="000000" w:themeColor="text1"/>
        </w:rPr>
        <w:t xml:space="preserve">Additional Details: </w:t>
      </w:r>
      <w:bookmarkStart w:id="0" w:name="OLE_LINK7"/>
      <w:r w:rsidRPr="00C914BE">
        <w:rPr>
          <w:rFonts w:ascii="ATT Aleck Sans" w:hAnsi="ATT Aleck Sans" w:cs="ATT Aleck Sans"/>
          <w:color w:val="000000" w:themeColor="text1"/>
        </w:rPr>
        <w:t xml:space="preserve">Before the workshop, </w:t>
      </w:r>
      <w:bookmarkEnd w:id="0"/>
      <w:r w:rsidR="00B12403">
        <w:rPr>
          <w:rFonts w:ascii="ATT Aleck Sans" w:hAnsi="ATT Aleck Sans" w:cs="ATT Aleck Sans"/>
          <w:color w:val="000000" w:themeColor="text1"/>
        </w:rPr>
        <w:t xml:space="preserve">please </w:t>
      </w:r>
      <w:r w:rsidRPr="00C914BE">
        <w:rPr>
          <w:rFonts w:ascii="ATT Aleck Sans" w:hAnsi="ATT Aleck Sans" w:cs="ATT Aleck Sans"/>
          <w:color w:val="000000" w:themeColor="text1"/>
        </w:rPr>
        <w:t>update this slide with the appropriate</w:t>
      </w:r>
      <w:r w:rsidR="00CB34B1">
        <w:rPr>
          <w:rFonts w:ascii="ATT Aleck Sans" w:hAnsi="ATT Aleck Sans" w:cs="ATT Aleck Sans"/>
          <w:color w:val="000000" w:themeColor="text1"/>
        </w:rPr>
        <w:t xml:space="preserve"> </w:t>
      </w:r>
      <w:r w:rsidRPr="00C914BE">
        <w:rPr>
          <w:rFonts w:ascii="ATT Aleck Sans" w:hAnsi="ATT Aleck Sans" w:cs="ATT Aleck Sans"/>
          <w:color w:val="000000" w:themeColor="text1"/>
        </w:rPr>
        <w:t>information:</w:t>
      </w:r>
    </w:p>
    <w:p w14:paraId="2F165149" w14:textId="77777777" w:rsidR="00EF41B9" w:rsidRPr="00C914BE" w:rsidRDefault="00EF41B9" w:rsidP="00B12403">
      <w:pPr>
        <w:pStyle w:val="ListParagraph"/>
        <w:numPr>
          <w:ilvl w:val="0"/>
          <w:numId w:val="18"/>
        </w:numPr>
        <w:rPr>
          <w:rFonts w:ascii="ATT Aleck Sans" w:hAnsi="ATT Aleck Sans" w:cs="ATT Aleck Sans"/>
          <w:color w:val="000000" w:themeColor="text1"/>
        </w:rPr>
      </w:pPr>
      <w:r w:rsidRPr="00C914BE">
        <w:rPr>
          <w:rFonts w:ascii="ATT Aleck Sans" w:hAnsi="ATT Aleck Sans" w:cs="ATT Aleck Sans"/>
          <w:color w:val="000000" w:themeColor="text1"/>
        </w:rPr>
        <w:t>Instructor name</w:t>
      </w:r>
    </w:p>
    <w:p w14:paraId="06393A49" w14:textId="77777777" w:rsidR="00EF41B9" w:rsidRPr="00C914BE" w:rsidRDefault="00532ED2" w:rsidP="00B12403">
      <w:pPr>
        <w:pStyle w:val="ListParagraph"/>
        <w:numPr>
          <w:ilvl w:val="0"/>
          <w:numId w:val="18"/>
        </w:numPr>
        <w:rPr>
          <w:rFonts w:ascii="ATT Aleck Sans" w:hAnsi="ATT Aleck Sans" w:cs="ATT Aleck Sans"/>
          <w:color w:val="000000" w:themeColor="text1"/>
        </w:rPr>
      </w:pPr>
      <w:r w:rsidRPr="00C914BE">
        <w:rPr>
          <w:rFonts w:ascii="ATT Aleck Sans" w:hAnsi="ATT Aleck Sans" w:cs="ATT Aleck Sans"/>
          <w:color w:val="000000" w:themeColor="text1"/>
        </w:rPr>
        <w:t>Instructor affiliation (for example, AT&amp;T employee, library staff, community volunteer, and so on)</w:t>
      </w:r>
    </w:p>
    <w:p w14:paraId="5C7DB10C" w14:textId="77777777" w:rsidR="00532ED2" w:rsidRPr="00C914BE" w:rsidRDefault="00532ED2" w:rsidP="00B12403">
      <w:pPr>
        <w:pStyle w:val="ListParagraph"/>
        <w:numPr>
          <w:ilvl w:val="0"/>
          <w:numId w:val="18"/>
        </w:numPr>
        <w:rPr>
          <w:rFonts w:ascii="ATT Aleck Sans" w:hAnsi="ATT Aleck Sans" w:cs="ATT Aleck Sans"/>
          <w:color w:val="000000" w:themeColor="text1"/>
        </w:rPr>
      </w:pPr>
      <w:r w:rsidRPr="00C914BE">
        <w:rPr>
          <w:rFonts w:ascii="ATT Aleck Sans" w:hAnsi="ATT Aleck Sans" w:cs="ATT Aleck Sans"/>
          <w:color w:val="000000" w:themeColor="text1"/>
        </w:rPr>
        <w:t xml:space="preserve">Location name </w:t>
      </w:r>
    </w:p>
    <w:p w14:paraId="5CFE11D8" w14:textId="77777777" w:rsidR="00532ED2" w:rsidRPr="00C914BE" w:rsidRDefault="00532ED2" w:rsidP="005F598B">
      <w:pPr>
        <w:ind w:left="360"/>
        <w:rPr>
          <w:rFonts w:ascii="ATT Aleck Sans" w:hAnsi="ATT Aleck Sans" w:cs="ATT Aleck Sans"/>
          <w:color w:val="000000" w:themeColor="text1"/>
        </w:rPr>
      </w:pPr>
    </w:p>
    <w:p w14:paraId="19FF684F" w14:textId="77777777" w:rsidR="00532ED2" w:rsidRPr="00C914BE" w:rsidRDefault="616B3969" w:rsidP="00CB34B1">
      <w:pPr>
        <w:rPr>
          <w:rFonts w:ascii="ATT Aleck Sans" w:hAnsi="ATT Aleck Sans" w:cs="ATT Aleck Sans"/>
          <w:color w:val="000000" w:themeColor="text1"/>
        </w:rPr>
      </w:pPr>
      <w:r w:rsidRPr="40746793">
        <w:rPr>
          <w:rFonts w:ascii="ATT Aleck Sans" w:hAnsi="ATT Aleck Sans" w:cs="ATT Aleck Sans"/>
          <w:color w:val="000000" w:themeColor="text1"/>
        </w:rPr>
        <w:t>Before the workshop, please review the Instructor Outline. It provides guidance on what to do to prepare for the workshop, how to conduct the workshop, and what you should do once the workshop ends.</w:t>
      </w:r>
      <w:r w:rsidRPr="40746793">
        <w:rPr>
          <w:rFonts w:ascii="ATT Aleck Sans" w:hAnsi="ATT Aleck Sans" w:cs="ATT Aleck Sans"/>
          <w:b/>
          <w:bCs/>
          <w:color w:val="000000" w:themeColor="text1"/>
        </w:rPr>
        <w:t xml:space="preserve"> </w:t>
      </w:r>
    </w:p>
    <w:p w14:paraId="76515432" w14:textId="77777777" w:rsidR="00711DA4" w:rsidRPr="00856856" w:rsidRDefault="00711DA4" w:rsidP="00684BA1">
      <w:pPr>
        <w:rPr>
          <w:rFonts w:ascii="ATT Aleck Sans" w:hAnsi="ATT Aleck Sans" w:cs="ATT Aleck Sans"/>
          <w:b/>
          <w:bCs/>
        </w:rPr>
      </w:pPr>
    </w:p>
    <w:p w14:paraId="2917F688" w14:textId="77777777" w:rsidR="006F0C0C" w:rsidRDefault="00F0091E" w:rsidP="006F0C0C">
      <w:pPr>
        <w:rPr>
          <w:rFonts w:ascii="ATT Aleck Sans" w:hAnsi="ATT Aleck Sans" w:cs="ATT Aleck Sans"/>
        </w:rPr>
      </w:pPr>
      <w:r w:rsidRPr="00F0091E">
        <w:rPr>
          <w:rFonts w:ascii="ATT Aleck Sans" w:hAnsi="ATT Aleck Sans" w:cs="ATT Aleck Sans"/>
          <w:b/>
          <w:bCs/>
        </w:rPr>
        <w:t>Slide Number &amp; Title</w:t>
      </w:r>
      <w:r w:rsidR="00AE0D4A">
        <w:rPr>
          <w:rFonts w:ascii="ATT Aleck Sans" w:hAnsi="ATT Aleck Sans" w:cs="ATT Aleck Sans"/>
          <w:b/>
          <w:bCs/>
        </w:rPr>
        <w:t>.</w:t>
      </w:r>
      <w:r>
        <w:rPr>
          <w:rFonts w:ascii="ATT Aleck Sans" w:hAnsi="ATT Aleck Sans" w:cs="ATT Aleck Sans"/>
          <w:b/>
          <w:bCs/>
        </w:rPr>
        <w:t xml:space="preserve"> </w:t>
      </w:r>
      <w:r w:rsidR="006F0C0C" w:rsidRPr="005F598B">
        <w:rPr>
          <w:rFonts w:ascii="ATT Aleck Sans" w:hAnsi="ATT Aleck Sans" w:cs="ATT Aleck Sans"/>
        </w:rPr>
        <w:t xml:space="preserve">Slide 2: Welcome, New Learners! </w:t>
      </w:r>
    </w:p>
    <w:p w14:paraId="17597655" w14:textId="77777777" w:rsidR="005F598B" w:rsidRDefault="005F598B" w:rsidP="006F0C0C">
      <w:pPr>
        <w:rPr>
          <w:rFonts w:ascii="ATT Aleck Sans" w:hAnsi="ATT Aleck Sans" w:cs="ATT Aleck Sans"/>
        </w:rPr>
      </w:pPr>
    </w:p>
    <w:p w14:paraId="5E1D53D3" w14:textId="77777777" w:rsidR="005F598B" w:rsidRPr="005F598B" w:rsidRDefault="005F598B" w:rsidP="005F598B">
      <w:pPr>
        <w:ind w:left="720"/>
        <w:rPr>
          <w:rFonts w:ascii="ATT Aleck Sans" w:hAnsi="ATT Aleck Sans" w:cs="ATT Aleck Sans"/>
          <w:b/>
          <w:bCs/>
        </w:rPr>
      </w:pPr>
      <w:r w:rsidRPr="005F598B">
        <w:rPr>
          <w:rFonts w:ascii="ATT Aleck Sans" w:hAnsi="ATT Aleck Sans" w:cs="ATT Aleck Sans"/>
          <w:b/>
          <w:bCs/>
        </w:rPr>
        <w:t>On Slide Text:</w:t>
      </w:r>
      <w:r w:rsidRPr="005F598B">
        <w:rPr>
          <w:rFonts w:ascii="ATT Aleck Sans" w:hAnsi="ATT Aleck Sans" w:cs="ATT Aleck Sans"/>
        </w:rPr>
        <w:t> </w:t>
      </w:r>
    </w:p>
    <w:p w14:paraId="2625A14B" w14:textId="77777777" w:rsidR="005F598B" w:rsidRPr="005F598B" w:rsidRDefault="005F598B" w:rsidP="005F598B">
      <w:pPr>
        <w:ind w:left="720"/>
        <w:rPr>
          <w:rFonts w:ascii="ATT Aleck Sans" w:hAnsi="ATT Aleck Sans" w:cs="ATT Aleck Sans"/>
          <w:i/>
          <w:iCs/>
        </w:rPr>
      </w:pPr>
      <w:r w:rsidRPr="005F598B">
        <w:rPr>
          <w:rFonts w:ascii="ATT Aleck Sans" w:hAnsi="ATT Aleck Sans" w:cs="ATT Aleck Sans"/>
        </w:rPr>
        <w:t>Welcome! Today’s workshop is provided by AT&amp;T and the Public Library Association</w:t>
      </w:r>
      <w:r w:rsidRPr="005F598B">
        <w:rPr>
          <w:rFonts w:ascii="ATT Aleck Sans" w:hAnsi="ATT Aleck Sans" w:cs="ATT Aleck Sans"/>
          <w:i/>
          <w:iCs/>
        </w:rPr>
        <w:t xml:space="preserve">. </w:t>
      </w:r>
    </w:p>
    <w:p w14:paraId="0CA97358" w14:textId="77777777" w:rsidR="005F598B" w:rsidRPr="005F598B" w:rsidRDefault="005F598B" w:rsidP="005F598B">
      <w:pPr>
        <w:ind w:left="720"/>
        <w:rPr>
          <w:rFonts w:ascii="ATT Aleck Sans" w:hAnsi="ATT Aleck Sans" w:cs="ATT Aleck Sans"/>
        </w:rPr>
      </w:pPr>
    </w:p>
    <w:p w14:paraId="5BBABA2E" w14:textId="77777777" w:rsidR="00EF41B9" w:rsidRPr="00E50F47" w:rsidRDefault="00EF41B9" w:rsidP="00EF41B9">
      <w:pPr>
        <w:pStyle w:val="NormalWeb"/>
        <w:shd w:val="clear" w:color="auto" w:fill="FFFFFF"/>
        <w:spacing w:before="0" w:beforeAutospacing="0" w:after="0" w:afterAutospacing="0"/>
        <w:ind w:left="720"/>
        <w:rPr>
          <w:rFonts w:ascii="Segoe UI" w:hAnsi="Segoe UI" w:cs="Segoe UI"/>
          <w:color w:val="242424"/>
          <w:sz w:val="22"/>
          <w:szCs w:val="22"/>
        </w:rPr>
      </w:pPr>
      <w:r w:rsidRPr="00E50F47">
        <w:rPr>
          <w:rFonts w:ascii="Segoe UI" w:hAnsi="Segoe UI" w:cs="Segoe UI"/>
          <w:b/>
          <w:bCs/>
          <w:color w:val="242424"/>
          <w:sz w:val="22"/>
          <w:szCs w:val="22"/>
          <w:bdr w:val="none" w:sz="0" w:space="0" w:color="auto" w:frame="1"/>
        </w:rPr>
        <w:t>Notes Section</w:t>
      </w:r>
    </w:p>
    <w:p w14:paraId="25854DEE" w14:textId="77777777" w:rsidR="005F598B" w:rsidRPr="005F598B" w:rsidRDefault="005F598B" w:rsidP="00EF41B9">
      <w:pPr>
        <w:rPr>
          <w:rFonts w:ascii="ATT Aleck Sans" w:hAnsi="ATT Aleck Sans" w:cs="ATT Aleck Sans"/>
        </w:rPr>
      </w:pPr>
    </w:p>
    <w:p w14:paraId="060B676D" w14:textId="77777777" w:rsidR="005F598B" w:rsidRPr="00E41AC9" w:rsidRDefault="00EF41B9" w:rsidP="00E41AC9">
      <w:pPr>
        <w:ind w:left="720"/>
        <w:rPr>
          <w:rFonts w:ascii="ATT Aleck Sans" w:hAnsi="ATT Aleck Sans" w:cs="ATT Aleck Sans"/>
          <w:i/>
          <w:iCs/>
        </w:rPr>
      </w:pPr>
      <w:r w:rsidRPr="6C79E8EE">
        <w:rPr>
          <w:rFonts w:ascii="ATT Aleck Sans" w:hAnsi="ATT Aleck Sans" w:cs="ATT Aleck Sans"/>
          <w:b/>
          <w:bCs/>
        </w:rPr>
        <w:lastRenderedPageBreak/>
        <w:t>Talking Points:</w:t>
      </w:r>
      <w:r w:rsidRPr="6C79E8EE">
        <w:rPr>
          <w:rFonts w:ascii="ATT Aleck Sans" w:hAnsi="ATT Aleck Sans" w:cs="ATT Aleck Sans"/>
        </w:rPr>
        <w:t> </w:t>
      </w:r>
      <w:r w:rsidR="00DA1C3C" w:rsidRPr="005F598B">
        <w:rPr>
          <w:rFonts w:ascii="ATT Aleck Sans" w:hAnsi="ATT Aleck Sans" w:cs="ATT Aleck Sans"/>
        </w:rPr>
        <w:t>Welcome! Today’s workshop is provided by AT&amp;T and the Public Library Association</w:t>
      </w:r>
      <w:r w:rsidR="00DA1C3C" w:rsidRPr="005F598B">
        <w:rPr>
          <w:rFonts w:ascii="ATT Aleck Sans" w:hAnsi="ATT Aleck Sans" w:cs="ATT Aleck Sans"/>
          <w:i/>
          <w:iCs/>
        </w:rPr>
        <w:t xml:space="preserve">. </w:t>
      </w:r>
      <w:r w:rsidR="005F598B" w:rsidRPr="6C79E8EE">
        <w:rPr>
          <w:rFonts w:ascii="ATT Aleck Sans" w:hAnsi="ATT Aleck Sans" w:cs="ATT Aleck Sans"/>
        </w:rPr>
        <w:t xml:space="preserve">My name is </w:t>
      </w:r>
      <w:r w:rsidR="005F598B" w:rsidRPr="6C79E8EE">
        <w:rPr>
          <w:rFonts w:ascii="ATT Aleck Sans" w:hAnsi="ATT Aleck Sans" w:cs="ATT Aleck Sans"/>
          <w:b/>
          <w:bCs/>
        </w:rPr>
        <w:t>&lt;your name here&gt;</w:t>
      </w:r>
      <w:r w:rsidR="005F598B" w:rsidRPr="6C79E8EE">
        <w:rPr>
          <w:rFonts w:ascii="ATT Aleck Sans" w:hAnsi="ATT Aleck Sans" w:cs="ATT Aleck Sans"/>
        </w:rPr>
        <w:t xml:space="preserve"> and I am </w:t>
      </w:r>
      <w:r w:rsidR="005F598B" w:rsidRPr="6C79E8EE">
        <w:rPr>
          <w:rFonts w:ascii="ATT Aleck Sans" w:hAnsi="ATT Aleck Sans" w:cs="ATT Aleck Sans"/>
          <w:b/>
          <w:bCs/>
        </w:rPr>
        <w:t>&lt;brief description of yourself&gt;</w:t>
      </w:r>
      <w:r w:rsidR="005F598B" w:rsidRPr="6C79E8EE">
        <w:rPr>
          <w:rFonts w:ascii="ATT Aleck Sans" w:hAnsi="ATT Aleck Sans" w:cs="ATT Aleck Sans"/>
        </w:rPr>
        <w:t>.</w:t>
      </w:r>
      <w:r w:rsidR="001A28C8">
        <w:rPr>
          <w:rFonts w:ascii="ATT Aleck Sans" w:hAnsi="ATT Aleck Sans" w:cs="ATT Aleck Sans"/>
        </w:rPr>
        <w:t xml:space="preserve"> </w:t>
      </w:r>
      <w:r w:rsidR="005F598B" w:rsidRPr="6C79E8EE">
        <w:rPr>
          <w:rFonts w:ascii="ATT Aleck Sans" w:hAnsi="ATT Aleck Sans" w:cs="ATT Aleck Sans"/>
        </w:rPr>
        <w:t>Before we get started, here are a few housekeeping items</w:t>
      </w:r>
      <w:r w:rsidR="005F598B" w:rsidRPr="6C79E8EE">
        <w:rPr>
          <w:rFonts w:ascii="ATT Aleck Sans" w:hAnsi="ATT Aleck Sans" w:cs="ATT Aleck Sans"/>
          <w:color w:val="000000" w:themeColor="text1"/>
        </w:rPr>
        <w:t>: [Mention the items that are relevant to your workshop.]</w:t>
      </w:r>
    </w:p>
    <w:p w14:paraId="7E8B6A67" w14:textId="77777777" w:rsidR="005F598B" w:rsidRPr="005F598B" w:rsidRDefault="005F598B" w:rsidP="00B12403">
      <w:pPr>
        <w:numPr>
          <w:ilvl w:val="0"/>
          <w:numId w:val="7"/>
        </w:numPr>
        <w:ind w:left="1800"/>
        <w:rPr>
          <w:rFonts w:ascii="ATT Aleck Sans" w:hAnsi="ATT Aleck Sans" w:cs="ATT Aleck Sans"/>
          <w:color w:val="000000" w:themeColor="text1"/>
        </w:rPr>
      </w:pPr>
      <w:r w:rsidRPr="005F598B">
        <w:rPr>
          <w:rFonts w:ascii="ATT Aleck Sans" w:hAnsi="ATT Aleck Sans" w:cs="ATT Aleck Sans"/>
          <w:color w:val="000000" w:themeColor="text1"/>
        </w:rPr>
        <w:t>Where are the restrooms?</w:t>
      </w:r>
    </w:p>
    <w:p w14:paraId="457DFF42" w14:textId="77777777" w:rsidR="005F598B" w:rsidRPr="005F598B" w:rsidRDefault="005F598B" w:rsidP="00B12403">
      <w:pPr>
        <w:numPr>
          <w:ilvl w:val="0"/>
          <w:numId w:val="7"/>
        </w:numPr>
        <w:ind w:left="1800"/>
        <w:rPr>
          <w:rFonts w:ascii="ATT Aleck Sans" w:hAnsi="ATT Aleck Sans" w:cs="ATT Aleck Sans"/>
          <w:color w:val="000000" w:themeColor="text1"/>
        </w:rPr>
      </w:pPr>
      <w:r w:rsidRPr="005F598B">
        <w:rPr>
          <w:rFonts w:ascii="ATT Aleck Sans" w:hAnsi="ATT Aleck Sans" w:cs="ATT Aleck Sans"/>
          <w:color w:val="000000" w:themeColor="text1"/>
        </w:rPr>
        <w:t>Where are the emergency exits?</w:t>
      </w:r>
    </w:p>
    <w:p w14:paraId="0DB65AF9" w14:textId="77777777" w:rsidR="005F598B" w:rsidRPr="005F598B" w:rsidRDefault="005F598B" w:rsidP="00B12403">
      <w:pPr>
        <w:numPr>
          <w:ilvl w:val="0"/>
          <w:numId w:val="7"/>
        </w:numPr>
        <w:ind w:left="1800"/>
        <w:rPr>
          <w:rFonts w:ascii="ATT Aleck Sans" w:hAnsi="ATT Aleck Sans" w:cs="ATT Aleck Sans"/>
          <w:color w:val="000000" w:themeColor="text1"/>
        </w:rPr>
      </w:pPr>
      <w:r w:rsidRPr="005F598B">
        <w:rPr>
          <w:rFonts w:ascii="ATT Aleck Sans" w:hAnsi="ATT Aleck Sans" w:cs="ATT Aleck Sans"/>
          <w:color w:val="000000" w:themeColor="text1"/>
        </w:rPr>
        <w:t xml:space="preserve">When/how to ask questions. Point to the page number located on each slide for participants to write down along with the question.  </w:t>
      </w:r>
    </w:p>
    <w:p w14:paraId="27CCCDB0" w14:textId="77777777" w:rsidR="005F598B" w:rsidRPr="005F598B" w:rsidRDefault="005F598B" w:rsidP="00B12403">
      <w:pPr>
        <w:numPr>
          <w:ilvl w:val="0"/>
          <w:numId w:val="7"/>
        </w:numPr>
        <w:ind w:left="1800"/>
        <w:rPr>
          <w:rFonts w:ascii="ATT Aleck Sans" w:hAnsi="ATT Aleck Sans" w:cs="ATT Aleck Sans"/>
          <w:color w:val="000000" w:themeColor="text1"/>
        </w:rPr>
      </w:pPr>
      <w:r w:rsidRPr="005F598B">
        <w:rPr>
          <w:rFonts w:ascii="ATT Aleck Sans" w:hAnsi="ATT Aleck Sans" w:cs="ATT Aleck Sans"/>
          <w:color w:val="000000" w:themeColor="text1"/>
        </w:rPr>
        <w:t>If you have a cell phone with you, please make sure to either turn it off or set to silent.</w:t>
      </w:r>
    </w:p>
    <w:p w14:paraId="76FB9A7F" w14:textId="77777777" w:rsidR="005F598B" w:rsidRPr="00C914BE" w:rsidRDefault="005F598B" w:rsidP="00B12403">
      <w:pPr>
        <w:numPr>
          <w:ilvl w:val="0"/>
          <w:numId w:val="7"/>
        </w:numPr>
        <w:ind w:left="1800"/>
        <w:rPr>
          <w:rFonts w:ascii="ATT Aleck Sans" w:hAnsi="ATT Aleck Sans" w:cs="ATT Aleck Sans"/>
          <w:color w:val="000000" w:themeColor="text1"/>
        </w:rPr>
      </w:pPr>
      <w:r w:rsidRPr="6C79E8EE">
        <w:rPr>
          <w:rFonts w:ascii="ATT Aleck Sans" w:hAnsi="ATT Aleck Sans" w:cs="ATT Aleck Sans"/>
          <w:color w:val="000000" w:themeColor="text1"/>
        </w:rPr>
        <w:t>Will there be a break?</w:t>
      </w:r>
    </w:p>
    <w:p w14:paraId="2D62F7DE" w14:textId="77777777" w:rsidR="005F598B" w:rsidRPr="00C914BE" w:rsidRDefault="7438C8A3" w:rsidP="00B12403">
      <w:pPr>
        <w:numPr>
          <w:ilvl w:val="0"/>
          <w:numId w:val="7"/>
        </w:numPr>
        <w:ind w:left="1800"/>
        <w:rPr>
          <w:rFonts w:ascii="ATT Aleck Sans" w:hAnsi="ATT Aleck Sans" w:cs="ATT Aleck Sans"/>
          <w:color w:val="000000" w:themeColor="text1"/>
        </w:rPr>
      </w:pPr>
      <w:r w:rsidRPr="6C79E8EE">
        <w:rPr>
          <w:rFonts w:ascii="ATT Aleck Sans" w:hAnsi="ATT Aleck Sans" w:cs="ATT Aleck Sans"/>
          <w:color w:val="000000" w:themeColor="text1"/>
        </w:rPr>
        <w:t xml:space="preserve">If </w:t>
      </w:r>
      <w:r w:rsidR="4878610C" w:rsidRPr="6C79E8EE">
        <w:rPr>
          <w:rFonts w:ascii="ATT Aleck Sans" w:hAnsi="ATT Aleck Sans" w:cs="ATT Aleck Sans"/>
          <w:color w:val="000000" w:themeColor="text1"/>
        </w:rPr>
        <w:t xml:space="preserve">the </w:t>
      </w:r>
      <w:r w:rsidRPr="6C79E8EE">
        <w:rPr>
          <w:rFonts w:ascii="ATT Aleck Sans" w:hAnsi="ATT Aleck Sans" w:cs="ATT Aleck Sans"/>
          <w:color w:val="000000" w:themeColor="text1"/>
        </w:rPr>
        <w:t xml:space="preserve">workshop is virtual include instructions </w:t>
      </w:r>
      <w:r w:rsidR="1D18E74B" w:rsidRPr="6C79E8EE">
        <w:rPr>
          <w:rFonts w:ascii="ATT Aleck Sans" w:hAnsi="ATT Aleck Sans" w:cs="ATT Aleck Sans"/>
          <w:color w:val="000000" w:themeColor="text1"/>
        </w:rPr>
        <w:t xml:space="preserve">on how learners can mute and unmute themselves. </w:t>
      </w:r>
      <w:r w:rsidR="005F598B">
        <w:br/>
      </w:r>
    </w:p>
    <w:p w14:paraId="48CBD18B" w14:textId="77777777" w:rsidR="00670A34" w:rsidRDefault="00670A34" w:rsidP="00E46639">
      <w:pPr>
        <w:pStyle w:val="NormalWeb"/>
        <w:shd w:val="clear" w:color="auto" w:fill="FFFFFF"/>
        <w:spacing w:before="0" w:beforeAutospacing="0" w:after="0" w:afterAutospacing="0"/>
        <w:ind w:left="720"/>
        <w:rPr>
          <w:rFonts w:ascii="ATT Aleck Sans" w:hAnsi="ATT Aleck Sans" w:cs="ATT Aleck Sans"/>
          <w:color w:val="000000" w:themeColor="text1"/>
        </w:rPr>
      </w:pPr>
      <w:r w:rsidRPr="00670A34">
        <w:rPr>
          <w:rFonts w:ascii="ATT Aleck Sans" w:hAnsi="ATT Aleck Sans" w:cs="ATT Aleck Sans"/>
          <w:b/>
          <w:bCs/>
          <w:color w:val="000000" w:themeColor="text1"/>
        </w:rPr>
        <w:t>Instructor Note:</w:t>
      </w:r>
      <w:r>
        <w:rPr>
          <w:rFonts w:ascii="ATT Aleck Sans" w:hAnsi="ATT Aleck Sans" w:cs="ATT Aleck Sans"/>
          <w:color w:val="000000" w:themeColor="text1"/>
        </w:rPr>
        <w:t xml:space="preserve"> </w:t>
      </w:r>
      <w:r w:rsidR="00EF41B9" w:rsidRPr="00C914BE">
        <w:rPr>
          <w:rFonts w:ascii="ATT Aleck Sans" w:hAnsi="ATT Aleck Sans" w:cs="ATT Aleck Sans"/>
          <w:color w:val="000000" w:themeColor="text1"/>
        </w:rPr>
        <w:t>Include a thank-you to community collaborator if applicable.</w:t>
      </w:r>
    </w:p>
    <w:p w14:paraId="4E32AFCA" w14:textId="77777777" w:rsidR="00670A34" w:rsidRDefault="00670A34" w:rsidP="00E46639">
      <w:pPr>
        <w:pStyle w:val="NormalWeb"/>
        <w:shd w:val="clear" w:color="auto" w:fill="FFFFFF"/>
        <w:spacing w:before="0" w:beforeAutospacing="0" w:after="0" w:afterAutospacing="0"/>
        <w:ind w:left="720"/>
        <w:rPr>
          <w:rFonts w:ascii="ATT Aleck Sans" w:hAnsi="ATT Aleck Sans" w:cs="ATT Aleck Sans"/>
          <w:color w:val="000000" w:themeColor="text1"/>
        </w:rPr>
      </w:pPr>
    </w:p>
    <w:p w14:paraId="098EC09D" w14:textId="77777777" w:rsidR="00EF41B9" w:rsidRPr="00E46639" w:rsidRDefault="00670A34" w:rsidP="00E46639">
      <w:pPr>
        <w:pStyle w:val="NormalWeb"/>
        <w:shd w:val="clear" w:color="auto" w:fill="FFFFFF"/>
        <w:spacing w:before="0" w:beforeAutospacing="0" w:after="0" w:afterAutospacing="0"/>
        <w:ind w:left="720"/>
        <w:rPr>
          <w:rFonts w:ascii="Segoe UI" w:hAnsi="Segoe UI" w:cs="Segoe UI"/>
          <w:color w:val="242424"/>
          <w:sz w:val="22"/>
          <w:szCs w:val="22"/>
        </w:rPr>
      </w:pPr>
      <w:r w:rsidRPr="00670A34">
        <w:rPr>
          <w:rFonts w:ascii="ATT Aleck Sans" w:hAnsi="ATT Aleck Sans" w:cs="ATT Aleck Sans"/>
          <w:b/>
          <w:bCs/>
          <w:color w:val="000000" w:themeColor="text1"/>
        </w:rPr>
        <w:t>Additional Details:</w:t>
      </w:r>
      <w:r>
        <w:rPr>
          <w:rFonts w:ascii="ATT Aleck Sans" w:hAnsi="ATT Aleck Sans" w:cs="ATT Aleck Sans"/>
          <w:color w:val="000000" w:themeColor="text1"/>
        </w:rPr>
        <w:t xml:space="preserve"> none</w:t>
      </w:r>
    </w:p>
    <w:p w14:paraId="447FED8C" w14:textId="77777777" w:rsidR="005F598B" w:rsidRPr="005F598B" w:rsidRDefault="005F598B" w:rsidP="006F0C0C">
      <w:pPr>
        <w:rPr>
          <w:rFonts w:ascii="ATT Aleck Sans" w:hAnsi="ATT Aleck Sans" w:cs="ATT Aleck Sans"/>
        </w:rPr>
      </w:pPr>
    </w:p>
    <w:p w14:paraId="7AC8FBA2" w14:textId="77777777" w:rsidR="003751F0" w:rsidRPr="00720B7A" w:rsidRDefault="003751F0" w:rsidP="003751F0">
      <w:pPr>
        <w:rPr>
          <w:rFonts w:ascii="ATT Aleck Sans" w:hAnsi="ATT Aleck Sans" w:cs="ATT Aleck Sans"/>
          <w:b/>
          <w:bCs/>
          <w:sz w:val="28"/>
          <w:szCs w:val="28"/>
        </w:rPr>
      </w:pPr>
      <w:r>
        <w:rPr>
          <w:rFonts w:ascii="ATT Aleck Sans" w:hAnsi="ATT Aleck Sans" w:cs="ATT Aleck Sans"/>
          <w:b/>
          <w:bCs/>
          <w:sz w:val="28"/>
          <w:szCs w:val="28"/>
        </w:rPr>
        <w:t xml:space="preserve">Workshop </w:t>
      </w:r>
      <w:r w:rsidRPr="00720B7A">
        <w:rPr>
          <w:rFonts w:ascii="ATT Aleck Sans" w:hAnsi="ATT Aleck Sans" w:cs="ATT Aleck Sans"/>
          <w:b/>
          <w:bCs/>
          <w:sz w:val="28"/>
          <w:szCs w:val="28"/>
        </w:rPr>
        <w:t>Introduction</w:t>
      </w:r>
    </w:p>
    <w:p w14:paraId="0B6A65A6" w14:textId="77777777" w:rsidR="003751F0" w:rsidRDefault="003751F0" w:rsidP="00684BA1">
      <w:pPr>
        <w:rPr>
          <w:rFonts w:ascii="ATT Aleck Sans" w:hAnsi="ATT Aleck Sans" w:cs="ATT Aleck Sans"/>
          <w:b/>
          <w:bCs/>
        </w:rPr>
      </w:pPr>
    </w:p>
    <w:p w14:paraId="0BCA4515" w14:textId="77777777" w:rsidR="00287385" w:rsidRPr="001C359D" w:rsidRDefault="334FA4A6" w:rsidP="00711DA4">
      <w:pPr>
        <w:rPr>
          <w:rFonts w:ascii="ATT Aleck Sans" w:hAnsi="ATT Aleck Sans" w:cs="ATT Aleck Sans"/>
        </w:rPr>
      </w:pPr>
      <w:r w:rsidRPr="0A894753">
        <w:rPr>
          <w:rFonts w:ascii="ATT Aleck Sans" w:hAnsi="ATT Aleck Sans" w:cs="ATT Aleck Sans"/>
          <w:b/>
          <w:bCs/>
        </w:rPr>
        <w:t xml:space="preserve">Slide Number &amp; Title. </w:t>
      </w:r>
      <w:r w:rsidR="05E49A3C" w:rsidRPr="0A894753">
        <w:rPr>
          <w:rFonts w:ascii="ATT Aleck Sans" w:hAnsi="ATT Aleck Sans" w:cs="ATT Aleck Sans"/>
        </w:rPr>
        <w:t xml:space="preserve">Slide </w:t>
      </w:r>
      <w:r w:rsidR="03E2E1E7" w:rsidRPr="0A894753">
        <w:rPr>
          <w:rFonts w:ascii="ATT Aleck Sans" w:hAnsi="ATT Aleck Sans" w:cs="ATT Aleck Sans"/>
        </w:rPr>
        <w:t>3</w:t>
      </w:r>
      <w:r w:rsidR="16D753C8" w:rsidRPr="0A894753">
        <w:rPr>
          <w:rFonts w:ascii="ATT Aleck Sans" w:hAnsi="ATT Aleck Sans" w:cs="ATT Aleck Sans"/>
        </w:rPr>
        <w:t>:</w:t>
      </w:r>
      <w:r w:rsidR="05E49A3C" w:rsidRPr="0A894753">
        <w:rPr>
          <w:rFonts w:ascii="ATT Aleck Sans" w:hAnsi="ATT Aleck Sans" w:cs="ATT Aleck Sans"/>
        </w:rPr>
        <w:t xml:space="preserve"> </w:t>
      </w:r>
      <w:r w:rsidR="66F7C46D" w:rsidRPr="0A894753">
        <w:rPr>
          <w:rFonts w:ascii="ATT Aleck Sans" w:hAnsi="ATT Aleck Sans" w:cs="ATT Aleck Sans"/>
        </w:rPr>
        <w:t xml:space="preserve">Workshop </w:t>
      </w:r>
      <w:r w:rsidR="4EEBEFE6" w:rsidRPr="0A894753">
        <w:rPr>
          <w:rFonts w:ascii="ATT Aleck Sans" w:hAnsi="ATT Aleck Sans" w:cs="ATT Aleck Sans"/>
        </w:rPr>
        <w:t>Content Outline</w:t>
      </w:r>
      <w:r w:rsidR="16D753C8" w:rsidRPr="0A894753">
        <w:rPr>
          <w:rFonts w:ascii="ATT Aleck Sans" w:hAnsi="ATT Aleck Sans" w:cs="ATT Aleck Sans"/>
        </w:rPr>
        <w:t>—</w:t>
      </w:r>
      <w:r w:rsidR="383699ED" w:rsidRPr="0A894753">
        <w:rPr>
          <w:rFonts w:ascii="ATT Aleck Sans" w:hAnsi="ATT Aleck Sans" w:cs="ATT Aleck Sans"/>
        </w:rPr>
        <w:t>Agenda (3 mins.)</w:t>
      </w:r>
    </w:p>
    <w:p w14:paraId="69C8FDCF" w14:textId="77777777" w:rsidR="00EF41B9" w:rsidRDefault="00EF41B9" w:rsidP="00711DA4">
      <w:pPr>
        <w:rPr>
          <w:rFonts w:ascii="ATT Aleck Sans" w:hAnsi="ATT Aleck Sans" w:cs="ATT Aleck Sans"/>
          <w:bCs/>
        </w:rPr>
      </w:pPr>
    </w:p>
    <w:p w14:paraId="5EBDDD77" w14:textId="77777777" w:rsidR="00711DA4" w:rsidRDefault="00EF41B9" w:rsidP="00E46639">
      <w:pPr>
        <w:ind w:left="720"/>
        <w:rPr>
          <w:rFonts w:ascii="ATT Aleck Sans" w:hAnsi="ATT Aleck Sans" w:cs="ATT Aleck Sans"/>
          <w:b/>
          <w:bCs/>
        </w:rPr>
      </w:pPr>
      <w:r w:rsidRPr="00EF41B9">
        <w:rPr>
          <w:rFonts w:ascii="ATT Aleck Sans" w:hAnsi="ATT Aleck Sans" w:cs="ATT Aleck Sans"/>
          <w:b/>
          <w:bCs/>
        </w:rPr>
        <w:t>On Slide Text:</w:t>
      </w:r>
      <w:r w:rsidRPr="00EF41B9">
        <w:rPr>
          <w:rFonts w:ascii="ATT Aleck Sans" w:hAnsi="ATT Aleck Sans" w:cs="ATT Aleck Sans"/>
          <w:bCs/>
        </w:rPr>
        <w:t> </w:t>
      </w:r>
      <w:r>
        <w:rPr>
          <w:rFonts w:ascii="ATT Aleck Sans" w:hAnsi="ATT Aleck Sans" w:cs="ATT Aleck Sans"/>
          <w:bCs/>
        </w:rPr>
        <w:t>Today’s Agenda</w:t>
      </w:r>
    </w:p>
    <w:p w14:paraId="34E61452" w14:textId="77777777" w:rsidR="00711DA4" w:rsidRPr="00711DA4" w:rsidRDefault="00711DA4" w:rsidP="00CB34B1">
      <w:pPr>
        <w:pStyle w:val="ListParagraph"/>
        <w:numPr>
          <w:ilvl w:val="0"/>
          <w:numId w:val="13"/>
        </w:numPr>
        <w:ind w:left="1080"/>
        <w:rPr>
          <w:rFonts w:ascii="ATT Aleck Sans" w:hAnsi="ATT Aleck Sans" w:cs="ATT Aleck Sans"/>
        </w:rPr>
      </w:pPr>
      <w:r w:rsidRPr="00711DA4">
        <w:rPr>
          <w:rFonts w:ascii="ATT Aleck Sans" w:hAnsi="ATT Aleck Sans" w:cs="ATT Aleck Sans"/>
        </w:rPr>
        <w:t xml:space="preserve">Introduction </w:t>
      </w:r>
    </w:p>
    <w:p w14:paraId="79A64B74" w14:textId="77777777" w:rsidR="00711DA4" w:rsidRDefault="001A28C8" w:rsidP="00CB34B1">
      <w:pPr>
        <w:pStyle w:val="ListParagraph"/>
        <w:numPr>
          <w:ilvl w:val="0"/>
          <w:numId w:val="20"/>
        </w:numPr>
        <w:ind w:left="1800"/>
        <w:rPr>
          <w:rFonts w:ascii="ATT Aleck Sans" w:hAnsi="ATT Aleck Sans" w:cs="ATT Aleck Sans"/>
        </w:rPr>
      </w:pPr>
      <w:r>
        <w:rPr>
          <w:rFonts w:ascii="ATT Aleck Sans" w:hAnsi="ATT Aleck Sans" w:cs="ATT Aleck Sans"/>
        </w:rPr>
        <w:t xml:space="preserve">What is </w:t>
      </w:r>
      <w:r w:rsidR="001C078F">
        <w:rPr>
          <w:rFonts w:ascii="ATT Aleck Sans" w:hAnsi="ATT Aleck Sans" w:cs="ATT Aleck Sans"/>
        </w:rPr>
        <w:t>cybersecurity?</w:t>
      </w:r>
    </w:p>
    <w:p w14:paraId="7BA98DC9" w14:textId="77777777" w:rsidR="00711DA4" w:rsidRDefault="00711DA4" w:rsidP="001A28C8">
      <w:pPr>
        <w:pStyle w:val="ListParagraph"/>
        <w:numPr>
          <w:ilvl w:val="0"/>
          <w:numId w:val="12"/>
        </w:numPr>
        <w:ind w:left="1080"/>
        <w:rPr>
          <w:rFonts w:ascii="ATT Aleck Sans" w:hAnsi="ATT Aleck Sans" w:cs="ATT Aleck Sans"/>
        </w:rPr>
      </w:pPr>
      <w:r w:rsidRPr="00711DA4">
        <w:rPr>
          <w:rFonts w:ascii="ATT Aleck Sans" w:hAnsi="ATT Aleck Sans" w:cs="ATT Aleck Sans"/>
        </w:rPr>
        <w:t>Skill Building</w:t>
      </w:r>
    </w:p>
    <w:p w14:paraId="32B14065" w14:textId="77777777" w:rsidR="001C078F" w:rsidRDefault="001C078F" w:rsidP="001C078F">
      <w:pPr>
        <w:pStyle w:val="ListParagraph"/>
        <w:numPr>
          <w:ilvl w:val="0"/>
          <w:numId w:val="51"/>
        </w:numPr>
        <w:rPr>
          <w:rFonts w:ascii="ATT Aleck Sans" w:hAnsi="ATT Aleck Sans" w:cs="ATT Aleck Sans"/>
        </w:rPr>
      </w:pPr>
      <w:r w:rsidRPr="001C078F">
        <w:rPr>
          <w:rFonts w:ascii="ATT Aleck Sans" w:hAnsi="ATT Aleck Sans" w:cs="ATT Aleck Sans"/>
        </w:rPr>
        <w:t>How to create safe and secure accounts and passwords</w:t>
      </w:r>
    </w:p>
    <w:p w14:paraId="55003D94" w14:textId="77777777" w:rsidR="001C078F" w:rsidRDefault="001C078F" w:rsidP="001C078F">
      <w:pPr>
        <w:pStyle w:val="ListParagraph"/>
        <w:numPr>
          <w:ilvl w:val="0"/>
          <w:numId w:val="51"/>
        </w:numPr>
        <w:rPr>
          <w:rFonts w:ascii="ATT Aleck Sans" w:hAnsi="ATT Aleck Sans" w:cs="ATT Aleck Sans"/>
        </w:rPr>
      </w:pPr>
      <w:r w:rsidRPr="001C078F">
        <w:rPr>
          <w:rFonts w:ascii="ATT Aleck Sans" w:hAnsi="ATT Aleck Sans" w:cs="ATT Aleck Sans"/>
        </w:rPr>
        <w:t>Learn about the most common types of scams</w:t>
      </w:r>
    </w:p>
    <w:p w14:paraId="05473D45" w14:textId="77777777" w:rsidR="001C078F" w:rsidRDefault="001C078F" w:rsidP="001C078F">
      <w:pPr>
        <w:pStyle w:val="ListParagraph"/>
        <w:numPr>
          <w:ilvl w:val="0"/>
          <w:numId w:val="51"/>
        </w:numPr>
        <w:rPr>
          <w:rFonts w:ascii="ATT Aleck Sans" w:hAnsi="ATT Aleck Sans" w:cs="ATT Aleck Sans"/>
        </w:rPr>
      </w:pPr>
      <w:r w:rsidRPr="001C078F">
        <w:rPr>
          <w:rFonts w:ascii="ATT Aleck Sans" w:hAnsi="ATT Aleck Sans" w:cs="ATT Aleck Sans"/>
        </w:rPr>
        <w:t>How to recognize the warning signs</w:t>
      </w:r>
    </w:p>
    <w:p w14:paraId="19064621" w14:textId="77777777" w:rsidR="001C078F" w:rsidRDefault="001C078F" w:rsidP="001C078F">
      <w:pPr>
        <w:pStyle w:val="ListParagraph"/>
        <w:numPr>
          <w:ilvl w:val="0"/>
          <w:numId w:val="51"/>
        </w:numPr>
        <w:rPr>
          <w:rFonts w:ascii="ATT Aleck Sans" w:hAnsi="ATT Aleck Sans" w:cs="ATT Aleck Sans"/>
        </w:rPr>
      </w:pPr>
      <w:r w:rsidRPr="001C078F">
        <w:rPr>
          <w:rFonts w:ascii="ATT Aleck Sans" w:hAnsi="ATT Aleck Sans" w:cs="ATT Aleck Sans"/>
        </w:rPr>
        <w:t>What to do when you recognize a scam</w:t>
      </w:r>
    </w:p>
    <w:p w14:paraId="20BD0D19" w14:textId="77777777" w:rsidR="001C078F" w:rsidRPr="001C078F" w:rsidRDefault="001C078F" w:rsidP="001C078F">
      <w:pPr>
        <w:pStyle w:val="ListParagraph"/>
        <w:numPr>
          <w:ilvl w:val="0"/>
          <w:numId w:val="51"/>
        </w:numPr>
        <w:rPr>
          <w:rFonts w:ascii="ATT Aleck Sans" w:hAnsi="ATT Aleck Sans" w:cs="ATT Aleck Sans"/>
        </w:rPr>
      </w:pPr>
      <w:r w:rsidRPr="001C078F">
        <w:rPr>
          <w:rFonts w:ascii="ATT Aleck Sans" w:hAnsi="ATT Aleck Sans" w:cs="ATT Aleck Sans"/>
        </w:rPr>
        <w:t>How to report a scam</w:t>
      </w:r>
    </w:p>
    <w:p w14:paraId="0FAC38E6" w14:textId="77777777" w:rsidR="001A28C8" w:rsidRPr="001C078F" w:rsidRDefault="001A28C8" w:rsidP="001C078F">
      <w:pPr>
        <w:pStyle w:val="ListParagraph"/>
        <w:numPr>
          <w:ilvl w:val="0"/>
          <w:numId w:val="19"/>
        </w:numPr>
        <w:ind w:left="1080"/>
        <w:rPr>
          <w:rFonts w:ascii="ATT Aleck Sans" w:hAnsi="ATT Aleck Sans" w:cs="ATT Aleck Sans"/>
        </w:rPr>
      </w:pPr>
      <w:r w:rsidRPr="001C078F">
        <w:rPr>
          <w:rFonts w:ascii="ATT Aleck Sans" w:hAnsi="ATT Aleck Sans" w:cs="ATT Aleck Sans"/>
        </w:rPr>
        <w:t xml:space="preserve">Tips </w:t>
      </w:r>
      <w:r w:rsidR="001C078F">
        <w:rPr>
          <w:rFonts w:ascii="ATT Aleck Sans" w:hAnsi="ATT Aleck Sans" w:cs="ATT Aleck Sans"/>
        </w:rPr>
        <w:t>and Tricks</w:t>
      </w:r>
    </w:p>
    <w:p w14:paraId="5D0F8799" w14:textId="77777777" w:rsidR="001A28C8" w:rsidRPr="001A28C8" w:rsidRDefault="001A28C8" w:rsidP="001C078F">
      <w:pPr>
        <w:pStyle w:val="ListParagraph"/>
        <w:numPr>
          <w:ilvl w:val="0"/>
          <w:numId w:val="19"/>
        </w:numPr>
        <w:ind w:left="1080"/>
        <w:rPr>
          <w:rFonts w:ascii="ATT Aleck Sans" w:hAnsi="ATT Aleck Sans" w:cs="ATT Aleck Sans"/>
        </w:rPr>
      </w:pPr>
      <w:r w:rsidRPr="001A28C8">
        <w:rPr>
          <w:rFonts w:ascii="ATT Aleck Sans" w:hAnsi="ATT Aleck Sans" w:cs="ATT Aleck Sans"/>
        </w:rPr>
        <w:t>Practice</w:t>
      </w:r>
    </w:p>
    <w:p w14:paraId="37D1F3B1" w14:textId="77777777" w:rsidR="00EF41B9" w:rsidRPr="001A28C8" w:rsidRDefault="00EF41B9" w:rsidP="00EF41B9">
      <w:pPr>
        <w:rPr>
          <w:rFonts w:ascii="ATT Aleck Sans" w:hAnsi="ATT Aleck Sans" w:cs="ATT Aleck Sans"/>
        </w:rPr>
      </w:pPr>
    </w:p>
    <w:p w14:paraId="0C7E917D" w14:textId="77777777" w:rsidR="00EF41B9" w:rsidRPr="00EF41B9" w:rsidRDefault="00EF41B9" w:rsidP="00EF41B9">
      <w:pPr>
        <w:ind w:left="720"/>
        <w:rPr>
          <w:rFonts w:ascii="ATT Aleck Sans" w:hAnsi="ATT Aleck Sans" w:cs="ATT Aleck Sans"/>
        </w:rPr>
      </w:pPr>
      <w:r w:rsidRPr="00EF41B9">
        <w:rPr>
          <w:rFonts w:ascii="ATT Aleck Sans" w:hAnsi="ATT Aleck Sans" w:cs="ATT Aleck Sans"/>
          <w:b/>
          <w:bCs/>
        </w:rPr>
        <w:t>Notes Section</w:t>
      </w:r>
    </w:p>
    <w:p w14:paraId="6EA0271F" w14:textId="77777777" w:rsidR="00EF41B9" w:rsidRPr="00EF41B9" w:rsidRDefault="00EF41B9" w:rsidP="00EF41B9">
      <w:pPr>
        <w:ind w:left="720"/>
        <w:rPr>
          <w:rFonts w:ascii="ATT Aleck Sans" w:hAnsi="ATT Aleck Sans" w:cs="ATT Aleck Sans"/>
          <w:b/>
          <w:bCs/>
        </w:rPr>
      </w:pPr>
    </w:p>
    <w:p w14:paraId="1109D1BE" w14:textId="77777777" w:rsidR="001C078F" w:rsidRPr="001C078F" w:rsidRDefault="334FA4A6" w:rsidP="001C078F">
      <w:pPr>
        <w:spacing w:line="259" w:lineRule="auto"/>
        <w:ind w:firstLine="720"/>
        <w:rPr>
          <w:rFonts w:ascii="ATT Aleck Sans" w:hAnsi="ATT Aleck Sans" w:cs="ATT Aleck Sans"/>
        </w:rPr>
      </w:pPr>
      <w:r w:rsidRPr="40746793">
        <w:rPr>
          <w:rFonts w:ascii="ATT Aleck Sans" w:hAnsi="ATT Aleck Sans" w:cs="ATT Aleck Sans"/>
          <w:b/>
          <w:bCs/>
        </w:rPr>
        <w:t>Talking Points:</w:t>
      </w:r>
      <w:r w:rsidRPr="40746793">
        <w:rPr>
          <w:rFonts w:ascii="ATT Aleck Sans" w:hAnsi="ATT Aleck Sans" w:cs="ATT Aleck Sans"/>
        </w:rPr>
        <w:t> </w:t>
      </w:r>
      <w:r w:rsidR="001C078F" w:rsidRPr="001C078F">
        <w:rPr>
          <w:rFonts w:ascii="ATT Aleck Sans" w:hAnsi="ATT Aleck Sans" w:cs="ATT Aleck Sans"/>
        </w:rPr>
        <w:t>In this workshop, you will learn about cybersecurity—in other words, keeping your accounts and identity safe online. We’ll work on building skills and confidence to keep you safe</w:t>
      </w:r>
      <w:r w:rsidR="00EF5CBE">
        <w:rPr>
          <w:rFonts w:ascii="ATT Aleck Sans" w:hAnsi="ATT Aleck Sans" w:cs="ATT Aleck Sans"/>
        </w:rPr>
        <w:t xml:space="preserve"> online</w:t>
      </w:r>
      <w:r w:rsidR="001C078F" w:rsidRPr="001C078F">
        <w:rPr>
          <w:rFonts w:ascii="ATT Aleck Sans" w:hAnsi="ATT Aleck Sans" w:cs="ATT Aleck Sans"/>
        </w:rPr>
        <w:t xml:space="preserve">. </w:t>
      </w:r>
    </w:p>
    <w:p w14:paraId="40C014B4" w14:textId="77777777" w:rsidR="00EF5CBE" w:rsidRDefault="00EF5CBE" w:rsidP="00EF5CBE">
      <w:pPr>
        <w:spacing w:line="259" w:lineRule="auto"/>
        <w:rPr>
          <w:rFonts w:ascii="ATT Aleck Sans" w:hAnsi="ATT Aleck Sans" w:cs="ATT Aleck Sans"/>
        </w:rPr>
      </w:pPr>
      <w:bookmarkStart w:id="1" w:name="OLE_LINK4"/>
    </w:p>
    <w:p w14:paraId="23E71D73" w14:textId="77777777" w:rsidR="001C078F" w:rsidRPr="001C078F" w:rsidRDefault="001C078F" w:rsidP="00EF5CBE">
      <w:pPr>
        <w:spacing w:line="259" w:lineRule="auto"/>
        <w:rPr>
          <w:rFonts w:ascii="ATT Aleck Sans" w:hAnsi="ATT Aleck Sans" w:cs="ATT Aleck Sans"/>
        </w:rPr>
      </w:pPr>
      <w:r w:rsidRPr="47727720">
        <w:rPr>
          <w:rFonts w:ascii="ATT Aleck Sans" w:hAnsi="ATT Aleck Sans" w:cs="ATT Aleck Sans"/>
        </w:rPr>
        <w:lastRenderedPageBreak/>
        <w:t>This will include creating safe and secure accounts and passwords, identifying the most common types of scams, recognizing the warning signs, knowing how to respond when you suspect something is a scam, and reporting a scam.</w:t>
      </w:r>
    </w:p>
    <w:bookmarkEnd w:id="1"/>
    <w:p w14:paraId="7461995E" w14:textId="77777777" w:rsidR="00EF5CBE" w:rsidRDefault="00EF5CBE" w:rsidP="00EF5CBE">
      <w:pPr>
        <w:spacing w:line="259" w:lineRule="auto"/>
        <w:rPr>
          <w:rFonts w:ascii="ATT Aleck Sans" w:hAnsi="ATT Aleck Sans" w:cs="ATT Aleck Sans"/>
        </w:rPr>
      </w:pPr>
    </w:p>
    <w:p w14:paraId="5F45AE1F" w14:textId="77777777" w:rsidR="001C078F" w:rsidRPr="001C078F" w:rsidRDefault="001C078F" w:rsidP="00EF5CBE">
      <w:pPr>
        <w:spacing w:line="259" w:lineRule="auto"/>
        <w:rPr>
          <w:rFonts w:ascii="ATT Aleck Sans" w:hAnsi="ATT Aleck Sans" w:cs="ATT Aleck Sans"/>
        </w:rPr>
      </w:pPr>
      <w:r w:rsidRPr="001C078F">
        <w:rPr>
          <w:rFonts w:ascii="ATT Aleck Sans" w:hAnsi="ATT Aleck Sans" w:cs="ATT Aleck Sans"/>
        </w:rPr>
        <w:t>You’ll also learn Tips and Tricks to protect yourself and avoid scams. And, you will have opportunities to Practice what you’ve learned.</w:t>
      </w:r>
    </w:p>
    <w:p w14:paraId="0F35C896" w14:textId="77777777" w:rsidR="00EF5CBE" w:rsidRDefault="00EF5CBE" w:rsidP="00EF5CBE">
      <w:pPr>
        <w:spacing w:line="259" w:lineRule="auto"/>
        <w:rPr>
          <w:rFonts w:ascii="ATT Aleck Sans" w:hAnsi="ATT Aleck Sans" w:cs="ATT Aleck Sans"/>
        </w:rPr>
      </w:pPr>
    </w:p>
    <w:p w14:paraId="1D5CD67F" w14:textId="77777777" w:rsidR="001A28C8" w:rsidRPr="001A28C8" w:rsidRDefault="001C078F" w:rsidP="00EF5CBE">
      <w:pPr>
        <w:spacing w:line="259" w:lineRule="auto"/>
        <w:rPr>
          <w:rFonts w:ascii="ATT Aleck Sans" w:hAnsi="ATT Aleck Sans" w:cs="ATT Aleck Sans"/>
        </w:rPr>
      </w:pPr>
      <w:r w:rsidRPr="001C078F">
        <w:rPr>
          <w:rFonts w:ascii="ATT Aleck Sans" w:hAnsi="ATT Aleck Sans" w:cs="ATT Aleck Sans"/>
        </w:rPr>
        <w:t>Let’s get started!</w:t>
      </w:r>
    </w:p>
    <w:p w14:paraId="0D9D7BDD" w14:textId="77777777" w:rsidR="00EF41B9" w:rsidRPr="00EF41B9" w:rsidRDefault="00EF41B9" w:rsidP="00C914BE">
      <w:pPr>
        <w:rPr>
          <w:rFonts w:ascii="ATT Aleck Sans" w:hAnsi="ATT Aleck Sans" w:cs="ATT Aleck Sans"/>
        </w:rPr>
      </w:pPr>
    </w:p>
    <w:p w14:paraId="6DA589D3" w14:textId="77777777" w:rsidR="00EF41B9" w:rsidRPr="00EF41B9" w:rsidRDefault="00EF41B9" w:rsidP="00EF41B9">
      <w:pPr>
        <w:ind w:left="720"/>
        <w:rPr>
          <w:rFonts w:ascii="ATT Aleck Sans" w:hAnsi="ATT Aleck Sans" w:cs="ATT Aleck Sans"/>
        </w:rPr>
      </w:pPr>
      <w:r w:rsidRPr="00EF41B9">
        <w:rPr>
          <w:rFonts w:ascii="ATT Aleck Sans" w:hAnsi="ATT Aleck Sans" w:cs="ATT Aleck Sans"/>
          <w:b/>
          <w:bCs/>
        </w:rPr>
        <w:t>Instructor Note: </w:t>
      </w:r>
      <w:r w:rsidRPr="00EF41B9">
        <w:rPr>
          <w:rFonts w:ascii="ATT Aleck Sans" w:hAnsi="ATT Aleck Sans" w:cs="ATT Aleck Sans"/>
        </w:rPr>
        <w:t>none</w:t>
      </w:r>
    </w:p>
    <w:p w14:paraId="02A55ADE" w14:textId="77777777" w:rsidR="00EF41B9" w:rsidRPr="00EF41B9" w:rsidRDefault="00EF41B9" w:rsidP="00EF41B9">
      <w:pPr>
        <w:ind w:left="720"/>
        <w:rPr>
          <w:rFonts w:ascii="ATT Aleck Sans" w:hAnsi="ATT Aleck Sans" w:cs="ATT Aleck Sans"/>
        </w:rPr>
      </w:pPr>
      <w:r w:rsidRPr="00EF41B9">
        <w:rPr>
          <w:rFonts w:ascii="ATT Aleck Sans" w:hAnsi="ATT Aleck Sans" w:cs="ATT Aleck Sans"/>
        </w:rPr>
        <w:t> </w:t>
      </w:r>
    </w:p>
    <w:p w14:paraId="1C9BA9D4" w14:textId="77777777" w:rsidR="00EF41B9" w:rsidRPr="00EF41B9" w:rsidRDefault="00EF41B9" w:rsidP="00EF41B9">
      <w:pPr>
        <w:ind w:left="720"/>
        <w:rPr>
          <w:rFonts w:ascii="ATT Aleck Sans" w:hAnsi="ATT Aleck Sans" w:cs="ATT Aleck Sans"/>
        </w:rPr>
      </w:pPr>
      <w:r w:rsidRPr="00EF41B9">
        <w:rPr>
          <w:rFonts w:ascii="ATT Aleck Sans" w:hAnsi="ATT Aleck Sans" w:cs="ATT Aleck Sans"/>
          <w:b/>
          <w:bCs/>
        </w:rPr>
        <w:t>Additional Details:</w:t>
      </w:r>
      <w:r w:rsidRPr="00EF41B9">
        <w:rPr>
          <w:rFonts w:ascii="ATT Aleck Sans" w:hAnsi="ATT Aleck Sans" w:cs="ATT Aleck Sans"/>
        </w:rPr>
        <w:t> none</w:t>
      </w:r>
    </w:p>
    <w:p w14:paraId="1ACEDFD2" w14:textId="77777777" w:rsidR="00711DA4" w:rsidRDefault="00711DA4" w:rsidP="006F5A61">
      <w:pPr>
        <w:ind w:firstLine="720"/>
        <w:rPr>
          <w:rFonts w:ascii="ATT Aleck Sans" w:hAnsi="ATT Aleck Sans" w:cs="ATT Aleck Sans"/>
          <w:b/>
          <w:bCs/>
        </w:rPr>
      </w:pPr>
    </w:p>
    <w:p w14:paraId="0D6D2F71" w14:textId="77777777" w:rsidR="00EC2601" w:rsidRDefault="00EC2601" w:rsidP="00711DA4">
      <w:pPr>
        <w:rPr>
          <w:rFonts w:ascii="ATT Aleck Sans" w:hAnsi="ATT Aleck Sans" w:cs="ATT Aleck Sans"/>
          <w:b/>
          <w:bCs/>
          <w:sz w:val="28"/>
          <w:szCs w:val="28"/>
        </w:rPr>
      </w:pPr>
      <w:r w:rsidRPr="0095724D">
        <w:rPr>
          <w:rFonts w:ascii="ATT Aleck Sans" w:hAnsi="ATT Aleck Sans" w:cs="ATT Aleck Sans"/>
          <w:b/>
          <w:bCs/>
          <w:sz w:val="28"/>
          <w:szCs w:val="28"/>
        </w:rPr>
        <w:t>Talking Points, Topics, and Activities (85 mins.)</w:t>
      </w:r>
    </w:p>
    <w:p w14:paraId="30C1C5B6" w14:textId="77777777" w:rsidR="0059637C" w:rsidRPr="0095724D" w:rsidRDefault="0059637C" w:rsidP="00711DA4">
      <w:pPr>
        <w:rPr>
          <w:rFonts w:ascii="ATT Aleck Sans" w:hAnsi="ATT Aleck Sans" w:cs="ATT Aleck Sans"/>
          <w:b/>
          <w:bCs/>
          <w:sz w:val="28"/>
          <w:szCs w:val="28"/>
        </w:rPr>
      </w:pPr>
    </w:p>
    <w:p w14:paraId="14CAB1C9" w14:textId="77777777" w:rsidR="0059637C" w:rsidRDefault="001C078F" w:rsidP="00711DA4">
      <w:pPr>
        <w:rPr>
          <w:rFonts w:ascii="ATT Aleck Sans" w:hAnsi="ATT Aleck Sans" w:cs="ATT Aleck Sans"/>
          <w:b/>
          <w:bCs/>
          <w:sz w:val="26"/>
          <w:szCs w:val="26"/>
        </w:rPr>
      </w:pPr>
      <w:r>
        <w:rPr>
          <w:rFonts w:ascii="ATT Aleck Sans" w:hAnsi="ATT Aleck Sans" w:cs="ATT Aleck Sans"/>
          <w:b/>
          <w:bCs/>
          <w:sz w:val="26"/>
          <w:szCs w:val="26"/>
        </w:rPr>
        <w:t>Introduction – What is Cybersecurity</w:t>
      </w:r>
      <w:r w:rsidR="0059637C" w:rsidRPr="00C914BE">
        <w:rPr>
          <w:rFonts w:ascii="ATT Aleck Sans" w:hAnsi="ATT Aleck Sans" w:cs="ATT Aleck Sans"/>
          <w:b/>
          <w:bCs/>
          <w:sz w:val="26"/>
          <w:szCs w:val="26"/>
        </w:rPr>
        <w:t>?</w:t>
      </w:r>
    </w:p>
    <w:p w14:paraId="3F131741" w14:textId="77777777" w:rsidR="0059637C" w:rsidRDefault="0059637C" w:rsidP="0059637C">
      <w:pPr>
        <w:rPr>
          <w:rFonts w:ascii="ATT Aleck Sans" w:hAnsi="ATT Aleck Sans" w:cs="ATT Aleck Sans"/>
          <w:b/>
          <w:bCs/>
        </w:rPr>
      </w:pPr>
    </w:p>
    <w:p w14:paraId="5A6FEB08" w14:textId="77777777" w:rsidR="00711DA4" w:rsidRDefault="00C914BE" w:rsidP="00711DA4">
      <w:pPr>
        <w:rPr>
          <w:rFonts w:ascii="ATT Aleck Sans" w:eastAsiaTheme="minorEastAsia" w:hAnsi="ATT Aleck Sans" w:cs="ATT Aleck Sans"/>
        </w:rPr>
      </w:pPr>
      <w:r w:rsidRPr="00C914BE">
        <w:rPr>
          <w:rFonts w:ascii="ATT Aleck Sans" w:hAnsi="ATT Aleck Sans" w:cs="ATT Aleck Sans"/>
          <w:b/>
          <w:bCs/>
        </w:rPr>
        <w:t xml:space="preserve">Slide Number &amp; Title. </w:t>
      </w:r>
      <w:r w:rsidR="00D6047F" w:rsidRPr="00C914BE">
        <w:rPr>
          <w:rFonts w:ascii="ATT Aleck Sans" w:hAnsi="ATT Aleck Sans" w:cs="ATT Aleck Sans"/>
        </w:rPr>
        <w:t>Slide 4</w:t>
      </w:r>
      <w:r w:rsidR="00CB37E8" w:rsidRPr="00C914BE">
        <w:rPr>
          <w:rFonts w:ascii="ATT Aleck Sans" w:hAnsi="ATT Aleck Sans" w:cs="ATT Aleck Sans"/>
        </w:rPr>
        <w:t>:</w:t>
      </w:r>
      <w:r w:rsidR="00D6047F" w:rsidRPr="00C914BE">
        <w:rPr>
          <w:rFonts w:ascii="ATT Aleck Sans" w:hAnsi="ATT Aleck Sans" w:cs="ATT Aleck Sans"/>
        </w:rPr>
        <w:t xml:space="preserve"> </w:t>
      </w:r>
      <w:r w:rsidR="001A16B8">
        <w:rPr>
          <w:rFonts w:ascii="ATT Aleck Sans" w:hAnsi="ATT Aleck Sans" w:cs="ATT Aleck Sans"/>
        </w:rPr>
        <w:t xml:space="preserve">Introduction </w:t>
      </w:r>
    </w:p>
    <w:p w14:paraId="12988A9E" w14:textId="77777777" w:rsidR="00EF41B9" w:rsidRDefault="00EF41B9" w:rsidP="00EF41B9">
      <w:pPr>
        <w:rPr>
          <w:rFonts w:ascii="ATT Aleck Sans" w:hAnsi="ATT Aleck Sans" w:cs="ATT Aleck Sans"/>
          <w:b/>
          <w:bCs/>
        </w:rPr>
      </w:pPr>
    </w:p>
    <w:p w14:paraId="010A9AC8" w14:textId="77777777" w:rsidR="001A16B8" w:rsidRDefault="00EF41B9" w:rsidP="001A16B8">
      <w:pPr>
        <w:ind w:left="720"/>
        <w:rPr>
          <w:rFonts w:ascii="ATT Aleck Sans" w:hAnsi="ATT Aleck Sans" w:cs="ATT Aleck Sans"/>
        </w:rPr>
      </w:pPr>
      <w:r w:rsidRPr="00EF41B9">
        <w:rPr>
          <w:rFonts w:ascii="ATT Aleck Sans" w:hAnsi="ATT Aleck Sans" w:cs="ATT Aleck Sans"/>
          <w:b/>
          <w:bCs/>
        </w:rPr>
        <w:t>On Slide Text:</w:t>
      </w:r>
      <w:r w:rsidRPr="00EF41B9">
        <w:rPr>
          <w:rFonts w:ascii="ATT Aleck Sans" w:hAnsi="ATT Aleck Sans" w:cs="ATT Aleck Sans"/>
        </w:rPr>
        <w:t> </w:t>
      </w:r>
      <w:r w:rsidR="001A16B8" w:rsidRPr="001A16B8">
        <w:rPr>
          <w:rFonts w:ascii="ATT Aleck Sans" w:hAnsi="ATT Aleck Sans" w:cs="ATT Aleck Sans"/>
          <w:b/>
          <w:bCs/>
        </w:rPr>
        <w:t>Cybersecurity:</w:t>
      </w:r>
      <w:r w:rsidR="001A16B8">
        <w:rPr>
          <w:rFonts w:ascii="ATT Aleck Sans" w:hAnsi="ATT Aleck Sans" w:cs="ATT Aleck Sans"/>
        </w:rPr>
        <w:t xml:space="preserve"> </w:t>
      </w:r>
    </w:p>
    <w:p w14:paraId="0EE093CC" w14:textId="77777777" w:rsidR="001A16B8" w:rsidRDefault="001A16B8" w:rsidP="001A16B8">
      <w:pPr>
        <w:rPr>
          <w:rFonts w:ascii="ATT Aleck Sans" w:hAnsi="ATT Aleck Sans" w:cs="ATT Aleck Sans"/>
        </w:rPr>
      </w:pPr>
      <w:r w:rsidRPr="001A16B8">
        <w:rPr>
          <w:rFonts w:ascii="ATT Aleck Sans" w:hAnsi="ATT Aleck Sans" w:cs="ATT Aleck Sans"/>
        </w:rPr>
        <w:t>Personal data is not accessible to others.</w:t>
      </w:r>
    </w:p>
    <w:p w14:paraId="5892A1DF" w14:textId="77777777" w:rsidR="001A16B8" w:rsidRPr="001A16B8" w:rsidRDefault="001A16B8" w:rsidP="001A16B8">
      <w:pPr>
        <w:rPr>
          <w:rFonts w:ascii="ATT Aleck Sans" w:hAnsi="ATT Aleck Sans" w:cs="ATT Aleck Sans"/>
        </w:rPr>
      </w:pPr>
      <w:r w:rsidRPr="001A16B8">
        <w:rPr>
          <w:rFonts w:ascii="ATT Aleck Sans" w:hAnsi="ATT Aleck Sans" w:cs="ATT Aleck Sans"/>
        </w:rPr>
        <w:t xml:space="preserve">Devices work properly and are free from </w:t>
      </w:r>
      <w:r w:rsidRPr="001A16B8">
        <w:rPr>
          <w:rFonts w:ascii="ATT Aleck Sans" w:hAnsi="ATT Aleck Sans" w:cs="ATT Aleck Sans"/>
          <w:b/>
          <w:bCs/>
        </w:rPr>
        <w:t>malware</w:t>
      </w:r>
      <w:r>
        <w:rPr>
          <w:rFonts w:ascii="ATT Aleck Sans" w:hAnsi="ATT Aleck Sans" w:cs="ATT Aleck Sans"/>
          <w:b/>
          <w:bCs/>
        </w:rPr>
        <w:t>.</w:t>
      </w:r>
    </w:p>
    <w:p w14:paraId="0C58C62A" w14:textId="77777777" w:rsidR="00EF41B9" w:rsidRPr="00EF41B9" w:rsidRDefault="00EF41B9" w:rsidP="001A16B8">
      <w:pPr>
        <w:rPr>
          <w:rFonts w:ascii="ATT Aleck Sans" w:hAnsi="ATT Aleck Sans" w:cs="ATT Aleck Sans"/>
        </w:rPr>
      </w:pPr>
    </w:p>
    <w:p w14:paraId="44B6E278" w14:textId="77777777" w:rsidR="00EF41B9" w:rsidRPr="00EF41B9" w:rsidRDefault="00EF41B9" w:rsidP="00C914BE">
      <w:pPr>
        <w:ind w:left="720"/>
        <w:rPr>
          <w:rFonts w:ascii="ATT Aleck Sans" w:hAnsi="ATT Aleck Sans" w:cs="ATT Aleck Sans"/>
        </w:rPr>
      </w:pPr>
      <w:r w:rsidRPr="00EF41B9">
        <w:rPr>
          <w:rFonts w:ascii="ATT Aleck Sans" w:hAnsi="ATT Aleck Sans" w:cs="ATT Aleck Sans"/>
          <w:b/>
          <w:bCs/>
        </w:rPr>
        <w:t>Notes Section</w:t>
      </w:r>
    </w:p>
    <w:p w14:paraId="371AEBB0" w14:textId="77777777" w:rsidR="00EF41B9" w:rsidRPr="00EF41B9" w:rsidRDefault="00EF41B9" w:rsidP="00C914BE">
      <w:pPr>
        <w:ind w:left="720"/>
        <w:rPr>
          <w:rFonts w:ascii="ATT Aleck Sans" w:hAnsi="ATT Aleck Sans" w:cs="ATT Aleck Sans"/>
          <w:b/>
          <w:bCs/>
        </w:rPr>
      </w:pPr>
    </w:p>
    <w:p w14:paraId="1ED08D77" w14:textId="77777777" w:rsidR="001A16B8" w:rsidRPr="001A16B8" w:rsidRDefault="00EF41B9" w:rsidP="001A16B8">
      <w:pPr>
        <w:ind w:firstLine="720"/>
        <w:rPr>
          <w:rFonts w:ascii="ATT Aleck Sans" w:hAnsi="ATT Aleck Sans" w:cs="ATT Aleck Sans"/>
        </w:rPr>
      </w:pPr>
      <w:r w:rsidRPr="00EF41B9">
        <w:rPr>
          <w:rFonts w:ascii="ATT Aleck Sans" w:hAnsi="ATT Aleck Sans" w:cs="ATT Aleck Sans"/>
          <w:b/>
          <w:bCs/>
        </w:rPr>
        <w:t>Talking Points:</w:t>
      </w:r>
      <w:r w:rsidRPr="00EF41B9">
        <w:rPr>
          <w:rFonts w:ascii="ATT Aleck Sans" w:hAnsi="ATT Aleck Sans" w:cs="ATT Aleck Sans"/>
        </w:rPr>
        <w:t> </w:t>
      </w:r>
      <w:r w:rsidR="00EF5CBE">
        <w:rPr>
          <w:rFonts w:ascii="ATT Aleck Sans" w:hAnsi="ATT Aleck Sans" w:cs="ATT Aleck Sans"/>
        </w:rPr>
        <w:t>Today w</w:t>
      </w:r>
      <w:r w:rsidR="001A16B8" w:rsidRPr="001A16B8">
        <w:rPr>
          <w:rFonts w:ascii="ATT Aleck Sans" w:hAnsi="ATT Aleck Sans" w:cs="ATT Aleck Sans"/>
        </w:rPr>
        <w:t xml:space="preserve">e are going to talk about how to use the internet safely. This is also called Cybersecurity. Cybersecurity is how we protect and keep safe —our identity, our personal data, and our financial assets— when we’re online. </w:t>
      </w:r>
    </w:p>
    <w:p w14:paraId="41CFCF7E" w14:textId="77777777" w:rsidR="001A16B8" w:rsidRPr="001A16B8" w:rsidRDefault="001A16B8" w:rsidP="001A16B8">
      <w:pPr>
        <w:ind w:left="720"/>
        <w:rPr>
          <w:rFonts w:ascii="ATT Aleck Sans" w:hAnsi="ATT Aleck Sans" w:cs="ATT Aleck Sans"/>
        </w:rPr>
      </w:pPr>
      <w:r w:rsidRPr="001A16B8">
        <w:rPr>
          <w:rFonts w:ascii="ATT Aleck Sans" w:hAnsi="ATT Aleck Sans" w:cs="ATT Aleck Sans"/>
        </w:rPr>
        <w:t> </w:t>
      </w:r>
    </w:p>
    <w:p w14:paraId="5C57F6A1" w14:textId="08A8E6A5" w:rsidR="00EF41B9" w:rsidRPr="00EF41B9" w:rsidRDefault="001A16B8" w:rsidP="001A16B8">
      <w:pPr>
        <w:rPr>
          <w:rFonts w:ascii="ATT Aleck Sans" w:hAnsi="ATT Aleck Sans" w:cs="ATT Aleck Sans"/>
        </w:rPr>
      </w:pPr>
      <w:r w:rsidRPr="47727720">
        <w:rPr>
          <w:rFonts w:ascii="ATT Aleck Sans" w:hAnsi="ATT Aleck Sans" w:cs="ATT Aleck Sans"/>
        </w:rPr>
        <w:t xml:space="preserve">For people like you and me, cybersecurity means that 1) your personal data is only accessible to you or others you authorize and safe from those we do not want to have access to it, and that 2) our devices—laptops, desktop computers, smartphones, tablets, and gaming devices —  </w:t>
      </w:r>
      <w:r w:rsidR="63D18144" w:rsidRPr="47727720">
        <w:rPr>
          <w:rFonts w:ascii="ATT Aleck Sans" w:hAnsi="ATT Aleck Sans" w:cs="ATT Aleck Sans"/>
        </w:rPr>
        <w:t>work properly, are secure and free from malware like viruses</w:t>
      </w:r>
      <w:r w:rsidRPr="47727720">
        <w:rPr>
          <w:rFonts w:ascii="ATT Aleck Sans" w:hAnsi="ATT Aleck Sans" w:cs="ATT Aleck Sans"/>
        </w:rPr>
        <w:t>.</w:t>
      </w:r>
    </w:p>
    <w:p w14:paraId="359D60DF" w14:textId="77777777" w:rsidR="001A16B8" w:rsidRDefault="001A16B8" w:rsidP="00CB34B1">
      <w:pPr>
        <w:ind w:firstLine="720"/>
        <w:rPr>
          <w:rFonts w:ascii="ATT Aleck Sans" w:hAnsi="ATT Aleck Sans" w:cs="ATT Aleck Sans"/>
          <w:b/>
          <w:bCs/>
          <w:color w:val="000000" w:themeColor="text1"/>
        </w:rPr>
      </w:pPr>
    </w:p>
    <w:p w14:paraId="719A1171" w14:textId="77777777" w:rsidR="00C914BE" w:rsidRPr="00C914BE" w:rsidRDefault="00EF41B9" w:rsidP="00CB34B1">
      <w:pPr>
        <w:ind w:firstLine="720"/>
        <w:rPr>
          <w:rFonts w:ascii="ATT Aleck Sans" w:hAnsi="ATT Aleck Sans" w:cs="ATT Aleck Sans"/>
          <w:color w:val="000000" w:themeColor="text1"/>
        </w:rPr>
      </w:pPr>
      <w:r w:rsidRPr="00EF41B9">
        <w:rPr>
          <w:rFonts w:ascii="ATT Aleck Sans" w:hAnsi="ATT Aleck Sans" w:cs="ATT Aleck Sans"/>
          <w:b/>
          <w:bCs/>
          <w:color w:val="000000" w:themeColor="text1"/>
        </w:rPr>
        <w:t>Instructor Note: </w:t>
      </w:r>
      <w:r w:rsidR="001A28C8" w:rsidRPr="001A28C8">
        <w:rPr>
          <w:rFonts w:ascii="ATT Aleck Sans" w:hAnsi="ATT Aleck Sans" w:cs="ATT Aleck Sans"/>
          <w:color w:val="000000" w:themeColor="text1"/>
        </w:rPr>
        <w:t>none</w:t>
      </w:r>
      <w:r w:rsidR="00C914BE" w:rsidRPr="001A28C8">
        <w:rPr>
          <w:rFonts w:ascii="ATT Aleck Sans" w:hAnsi="ATT Aleck Sans" w:cs="ATT Aleck Sans"/>
          <w:color w:val="000000" w:themeColor="text1"/>
        </w:rPr>
        <w:t xml:space="preserve"> </w:t>
      </w:r>
    </w:p>
    <w:p w14:paraId="3E9C125D" w14:textId="77777777" w:rsidR="00EF41B9" w:rsidRPr="00EF41B9" w:rsidRDefault="00EF41B9" w:rsidP="00C914BE">
      <w:pPr>
        <w:ind w:left="720"/>
        <w:rPr>
          <w:rFonts w:ascii="ATT Aleck Sans" w:hAnsi="ATT Aleck Sans" w:cs="ATT Aleck Sans"/>
        </w:rPr>
      </w:pPr>
      <w:r w:rsidRPr="00EF41B9">
        <w:rPr>
          <w:rFonts w:ascii="ATT Aleck Sans" w:hAnsi="ATT Aleck Sans" w:cs="ATT Aleck Sans"/>
        </w:rPr>
        <w:t> </w:t>
      </w:r>
    </w:p>
    <w:p w14:paraId="04794C6F" w14:textId="77777777" w:rsidR="00EF41B9" w:rsidRPr="00EF41B9" w:rsidRDefault="00EF41B9" w:rsidP="00C914BE">
      <w:pPr>
        <w:ind w:left="720"/>
        <w:rPr>
          <w:rFonts w:ascii="ATT Aleck Sans" w:hAnsi="ATT Aleck Sans" w:cs="ATT Aleck Sans"/>
        </w:rPr>
      </w:pPr>
      <w:r w:rsidRPr="00EF41B9">
        <w:rPr>
          <w:rFonts w:ascii="ATT Aleck Sans" w:hAnsi="ATT Aleck Sans" w:cs="ATT Aleck Sans"/>
          <w:b/>
          <w:bCs/>
        </w:rPr>
        <w:t>Additional Details:</w:t>
      </w:r>
      <w:r w:rsidRPr="00EF41B9">
        <w:rPr>
          <w:rFonts w:ascii="ATT Aleck Sans" w:hAnsi="ATT Aleck Sans" w:cs="ATT Aleck Sans"/>
        </w:rPr>
        <w:t> none</w:t>
      </w:r>
    </w:p>
    <w:p w14:paraId="3C75FF36" w14:textId="77777777" w:rsidR="0059637C" w:rsidRDefault="0059637C" w:rsidP="00711DA4">
      <w:pPr>
        <w:rPr>
          <w:rFonts w:ascii="ATT Aleck Sans" w:hAnsi="ATT Aleck Sans" w:cs="ATT Aleck Sans"/>
        </w:rPr>
      </w:pPr>
    </w:p>
    <w:p w14:paraId="15CCA000" w14:textId="77777777" w:rsidR="00C914BE" w:rsidRDefault="00C914BE" w:rsidP="0059637C">
      <w:pPr>
        <w:rPr>
          <w:rFonts w:ascii="ATT Aleck Sans" w:hAnsi="ATT Aleck Sans" w:cs="ATT Aleck Sans"/>
          <w:color w:val="000000" w:themeColor="text1"/>
        </w:rPr>
      </w:pPr>
      <w:r w:rsidRPr="00C914BE">
        <w:rPr>
          <w:rFonts w:ascii="ATT Aleck Sans" w:hAnsi="ATT Aleck Sans" w:cs="ATT Aleck Sans"/>
          <w:b/>
          <w:bCs/>
        </w:rPr>
        <w:t xml:space="preserve">Slide Number &amp; Title. </w:t>
      </w:r>
      <w:r w:rsidR="006B7AAE" w:rsidRPr="00C914BE">
        <w:rPr>
          <w:rFonts w:ascii="ATT Aleck Sans" w:hAnsi="ATT Aleck Sans" w:cs="ATT Aleck Sans"/>
        </w:rPr>
        <w:t>Slide 5</w:t>
      </w:r>
      <w:r w:rsidR="00E454B6" w:rsidRPr="00C914BE">
        <w:rPr>
          <w:rFonts w:ascii="ATT Aleck Sans" w:hAnsi="ATT Aleck Sans" w:cs="ATT Aleck Sans"/>
          <w:color w:val="000000" w:themeColor="text1"/>
        </w:rPr>
        <w:t>:</w:t>
      </w:r>
      <w:r w:rsidR="0059637C" w:rsidRPr="00C914BE">
        <w:rPr>
          <w:rFonts w:ascii="ATT Aleck Sans" w:hAnsi="ATT Aleck Sans" w:cs="ATT Aleck Sans"/>
          <w:color w:val="000000" w:themeColor="text1"/>
        </w:rPr>
        <w:t xml:space="preserve"> </w:t>
      </w:r>
      <w:r w:rsidR="001A28C8">
        <w:rPr>
          <w:rFonts w:ascii="ATT Aleck Sans" w:hAnsi="ATT Aleck Sans" w:cs="ATT Aleck Sans"/>
          <w:color w:val="000000" w:themeColor="text1"/>
        </w:rPr>
        <w:t xml:space="preserve">What is </w:t>
      </w:r>
      <w:r w:rsidR="001A16B8">
        <w:rPr>
          <w:rFonts w:ascii="ATT Aleck Sans" w:hAnsi="ATT Aleck Sans" w:cs="ATT Aleck Sans"/>
          <w:color w:val="000000" w:themeColor="text1"/>
        </w:rPr>
        <w:t>Malware?</w:t>
      </w:r>
      <w:r w:rsidR="0059637C" w:rsidRPr="0059637C">
        <w:rPr>
          <w:rFonts w:ascii="ATT Aleck Sans" w:hAnsi="ATT Aleck Sans" w:cs="ATT Aleck Sans"/>
          <w:b/>
          <w:bCs/>
          <w:color w:val="000000" w:themeColor="text1"/>
        </w:rPr>
        <w:t xml:space="preserve"> </w:t>
      </w:r>
      <w:r w:rsidR="0059637C">
        <w:rPr>
          <w:rFonts w:ascii="ATT Aleck Sans" w:hAnsi="ATT Aleck Sans" w:cs="ATT Aleck Sans"/>
          <w:b/>
          <w:bCs/>
          <w:color w:val="000000" w:themeColor="text1"/>
        </w:rPr>
        <w:br/>
      </w:r>
    </w:p>
    <w:p w14:paraId="6622CA42" w14:textId="77777777" w:rsidR="00C914BE" w:rsidRPr="00C914BE" w:rsidRDefault="00C914BE" w:rsidP="00CB34B1">
      <w:pPr>
        <w:ind w:firstLine="720"/>
        <w:rPr>
          <w:rFonts w:ascii="ATT Aleck Sans" w:hAnsi="ATT Aleck Sans" w:cs="ATT Aleck Sans"/>
          <w:color w:val="000000" w:themeColor="text1"/>
        </w:rPr>
      </w:pPr>
      <w:r w:rsidRPr="00C914BE">
        <w:rPr>
          <w:rFonts w:ascii="ATT Aleck Sans" w:hAnsi="ATT Aleck Sans" w:cs="ATT Aleck Sans"/>
          <w:b/>
          <w:bCs/>
          <w:color w:val="000000" w:themeColor="text1"/>
        </w:rPr>
        <w:t>On Slide Text:</w:t>
      </w:r>
      <w:r w:rsidRPr="00C914BE">
        <w:rPr>
          <w:rFonts w:ascii="ATT Aleck Sans" w:hAnsi="ATT Aleck Sans" w:cs="ATT Aleck Sans"/>
          <w:color w:val="000000" w:themeColor="text1"/>
        </w:rPr>
        <w:t> </w:t>
      </w:r>
      <w:r w:rsidR="001A16B8">
        <w:rPr>
          <w:rFonts w:ascii="ATT Aleck Sans" w:hAnsi="ATT Aleck Sans" w:cs="ATT Aleck Sans"/>
          <w:color w:val="000000" w:themeColor="text1"/>
        </w:rPr>
        <w:t>What is Malware</w:t>
      </w:r>
      <w:r w:rsidR="001A28C8">
        <w:rPr>
          <w:rFonts w:ascii="ATT Aleck Sans" w:hAnsi="ATT Aleck Sans" w:cs="ATT Aleck Sans"/>
          <w:color w:val="000000" w:themeColor="text1"/>
        </w:rPr>
        <w:t>?</w:t>
      </w:r>
    </w:p>
    <w:p w14:paraId="5FB630E6" w14:textId="77777777" w:rsidR="00C914BE" w:rsidRPr="00C914BE" w:rsidRDefault="00C914BE" w:rsidP="00C914BE">
      <w:pPr>
        <w:ind w:left="720"/>
        <w:rPr>
          <w:rFonts w:ascii="ATT Aleck Sans" w:hAnsi="ATT Aleck Sans" w:cs="ATT Aleck Sans"/>
          <w:color w:val="000000" w:themeColor="text1"/>
        </w:rPr>
      </w:pPr>
    </w:p>
    <w:p w14:paraId="6B7EC91C" w14:textId="77777777" w:rsidR="00C914BE" w:rsidRDefault="00C914BE" w:rsidP="00C914BE">
      <w:pPr>
        <w:ind w:left="720"/>
        <w:rPr>
          <w:rFonts w:ascii="ATT Aleck Sans" w:hAnsi="ATT Aleck Sans" w:cs="ATT Aleck Sans"/>
          <w:b/>
          <w:bCs/>
          <w:color w:val="000000" w:themeColor="text1"/>
        </w:rPr>
      </w:pPr>
      <w:r w:rsidRPr="00C914BE">
        <w:rPr>
          <w:rFonts w:ascii="ATT Aleck Sans" w:hAnsi="ATT Aleck Sans" w:cs="ATT Aleck Sans"/>
          <w:b/>
          <w:bCs/>
          <w:color w:val="000000" w:themeColor="text1"/>
        </w:rPr>
        <w:lastRenderedPageBreak/>
        <w:t>Notes Section</w:t>
      </w:r>
    </w:p>
    <w:p w14:paraId="79F6240A" w14:textId="77777777" w:rsidR="001A16B8" w:rsidRPr="001A16B8" w:rsidRDefault="001A16B8" w:rsidP="001A16B8">
      <w:pPr>
        <w:numPr>
          <w:ilvl w:val="0"/>
          <w:numId w:val="52"/>
        </w:numPr>
        <w:tabs>
          <w:tab w:val="num" w:pos="720"/>
        </w:tabs>
        <w:rPr>
          <w:rFonts w:ascii="ATT Aleck Sans" w:hAnsi="ATT Aleck Sans" w:cs="ATT Aleck Sans"/>
          <w:color w:val="000000" w:themeColor="text1"/>
        </w:rPr>
      </w:pPr>
      <w:r w:rsidRPr="001A16B8">
        <w:rPr>
          <w:rFonts w:ascii="ATT Aleck Sans" w:hAnsi="ATT Aleck Sans" w:cs="ATT Aleck Sans"/>
          <w:color w:val="000000" w:themeColor="text1"/>
        </w:rPr>
        <w:t>Also known as malicious software</w:t>
      </w:r>
    </w:p>
    <w:p w14:paraId="72D190FC" w14:textId="77777777" w:rsidR="001A16B8" w:rsidRPr="001A16B8" w:rsidRDefault="001A16B8" w:rsidP="001A16B8">
      <w:pPr>
        <w:numPr>
          <w:ilvl w:val="0"/>
          <w:numId w:val="52"/>
        </w:numPr>
        <w:tabs>
          <w:tab w:val="num" w:pos="720"/>
        </w:tabs>
        <w:rPr>
          <w:rFonts w:ascii="ATT Aleck Sans" w:hAnsi="ATT Aleck Sans" w:cs="ATT Aleck Sans"/>
          <w:color w:val="000000" w:themeColor="text1"/>
        </w:rPr>
      </w:pPr>
      <w:r w:rsidRPr="001A16B8">
        <w:rPr>
          <w:rFonts w:ascii="ATT Aleck Sans" w:hAnsi="ATT Aleck Sans" w:cs="ATT Aleck Sans"/>
          <w:color w:val="000000" w:themeColor="text1"/>
        </w:rPr>
        <w:t xml:space="preserve">It is a virus created to infect a computing device. </w:t>
      </w:r>
    </w:p>
    <w:p w14:paraId="6CB40F67" w14:textId="77777777" w:rsidR="00C914BE" w:rsidRDefault="001A16B8" w:rsidP="00EF5CBE">
      <w:pPr>
        <w:numPr>
          <w:ilvl w:val="0"/>
          <w:numId w:val="52"/>
        </w:numPr>
        <w:tabs>
          <w:tab w:val="num" w:pos="720"/>
        </w:tabs>
        <w:rPr>
          <w:rFonts w:ascii="ATT Aleck Sans" w:hAnsi="ATT Aleck Sans" w:cs="ATT Aleck Sans"/>
          <w:color w:val="000000" w:themeColor="text1"/>
        </w:rPr>
      </w:pPr>
      <w:r w:rsidRPr="001A16B8">
        <w:rPr>
          <w:rFonts w:ascii="ATT Aleck Sans" w:hAnsi="ATT Aleck Sans" w:cs="ATT Aleck Sans"/>
          <w:color w:val="000000" w:themeColor="text1"/>
        </w:rPr>
        <w:t>It tracks your online activities.</w:t>
      </w:r>
    </w:p>
    <w:p w14:paraId="52BFC5FF" w14:textId="77777777" w:rsidR="00EF5CBE" w:rsidRPr="00EF5CBE" w:rsidRDefault="00EF5CBE" w:rsidP="00EF5CBE">
      <w:pPr>
        <w:ind w:left="1080"/>
        <w:rPr>
          <w:rFonts w:ascii="ATT Aleck Sans" w:hAnsi="ATT Aleck Sans" w:cs="ATT Aleck Sans"/>
          <w:color w:val="000000" w:themeColor="text1"/>
        </w:rPr>
      </w:pPr>
    </w:p>
    <w:p w14:paraId="221BB0EA" w14:textId="04953725" w:rsidR="001A16B8" w:rsidRPr="001A16B8" w:rsidRDefault="001A16B8" w:rsidP="001A16B8">
      <w:pPr>
        <w:ind w:firstLine="720"/>
        <w:rPr>
          <w:rFonts w:ascii="ATT Aleck Sans" w:hAnsi="ATT Aleck Sans" w:cs="ATT Aleck Sans"/>
          <w:color w:val="000000" w:themeColor="text1"/>
        </w:rPr>
      </w:pPr>
      <w:r w:rsidRPr="47727720">
        <w:rPr>
          <w:rFonts w:ascii="ATT Aleck Sans" w:hAnsi="ATT Aleck Sans" w:cs="ATT Aleck Sans"/>
          <w:b/>
          <w:bCs/>
          <w:color w:val="000000" w:themeColor="text1"/>
        </w:rPr>
        <w:t xml:space="preserve">Talking Points: </w:t>
      </w:r>
      <w:r w:rsidRPr="47727720">
        <w:rPr>
          <w:rFonts w:ascii="ATT Aleck Sans" w:hAnsi="ATT Aleck Sans" w:cs="ATT Aleck Sans"/>
          <w:color w:val="000000" w:themeColor="text1"/>
        </w:rPr>
        <w:t xml:space="preserve">Malware, </w:t>
      </w:r>
      <w:r w:rsidR="3F019625" w:rsidRPr="47727720">
        <w:rPr>
          <w:rFonts w:ascii="ATT Aleck Sans" w:hAnsi="ATT Aleck Sans" w:cs="ATT Aleck Sans"/>
          <w:color w:val="000000" w:themeColor="text1"/>
        </w:rPr>
        <w:t>short for</w:t>
      </w:r>
      <w:r w:rsidRPr="47727720">
        <w:rPr>
          <w:rFonts w:ascii="ATT Aleck Sans" w:hAnsi="ATT Aleck Sans" w:cs="ATT Aleck Sans"/>
          <w:color w:val="000000" w:themeColor="text1"/>
        </w:rPr>
        <w:t xml:space="preserve"> malicious software, is a virus created to harm a computing device. It can take many shapes—from viruses that infect your favorite devices to spyware and adware that tracks your online activities.</w:t>
      </w:r>
    </w:p>
    <w:p w14:paraId="1B5EBC5B" w14:textId="77777777" w:rsidR="00EF5CBE" w:rsidRDefault="00EF5CBE" w:rsidP="00EF5CBE">
      <w:pPr>
        <w:rPr>
          <w:rFonts w:ascii="ATT Aleck Sans" w:hAnsi="ATT Aleck Sans" w:cs="ATT Aleck Sans"/>
          <w:color w:val="000000" w:themeColor="text1"/>
        </w:rPr>
      </w:pPr>
    </w:p>
    <w:p w14:paraId="1C6C9D24" w14:textId="77777777" w:rsidR="001A16B8" w:rsidRPr="001A16B8" w:rsidRDefault="001A16B8" w:rsidP="00EF5CBE">
      <w:pPr>
        <w:rPr>
          <w:rFonts w:ascii="ATT Aleck Sans" w:hAnsi="ATT Aleck Sans" w:cs="ATT Aleck Sans"/>
          <w:color w:val="000000" w:themeColor="text1"/>
        </w:rPr>
      </w:pPr>
      <w:r w:rsidRPr="001A16B8">
        <w:rPr>
          <w:rFonts w:ascii="ATT Aleck Sans" w:hAnsi="ATT Aleck Sans" w:cs="ATT Aleck Sans"/>
          <w:color w:val="000000" w:themeColor="text1"/>
        </w:rPr>
        <w:t>Fraudsters and scammers use malware to steal sensitive information, such as your identity, money from your accounts, or other information you do not want to share with others. Use caution when downloading software or clicking on links from sources you do not know – it could be malware.</w:t>
      </w:r>
    </w:p>
    <w:p w14:paraId="0DD53CC2" w14:textId="77777777" w:rsidR="001A16B8" w:rsidRDefault="001A16B8" w:rsidP="001A16B8">
      <w:pPr>
        <w:ind w:firstLine="720"/>
        <w:rPr>
          <w:rFonts w:ascii="ATT Aleck Sans" w:hAnsi="ATT Aleck Sans" w:cs="ATT Aleck Sans"/>
          <w:b/>
          <w:bCs/>
          <w:color w:val="000000" w:themeColor="text1"/>
        </w:rPr>
      </w:pPr>
    </w:p>
    <w:p w14:paraId="48888750" w14:textId="77777777" w:rsidR="001A16B8" w:rsidRDefault="001A16B8" w:rsidP="001A16B8">
      <w:pPr>
        <w:ind w:firstLine="720"/>
        <w:rPr>
          <w:rFonts w:ascii="ATT Aleck Sans" w:hAnsi="ATT Aleck Sans" w:cs="ATT Aleck Sans"/>
          <w:color w:val="000000" w:themeColor="text1"/>
        </w:rPr>
      </w:pPr>
      <w:r w:rsidRPr="00C914BE">
        <w:rPr>
          <w:rFonts w:ascii="ATT Aleck Sans" w:hAnsi="ATT Aleck Sans" w:cs="ATT Aleck Sans"/>
          <w:b/>
          <w:bCs/>
          <w:color w:val="000000" w:themeColor="text1"/>
        </w:rPr>
        <w:t>Instructor Note: </w:t>
      </w:r>
      <w:r w:rsidRPr="001A16B8">
        <w:rPr>
          <w:rFonts w:ascii="ATT Aleck Sans" w:hAnsi="ATT Aleck Sans" w:cs="ATT Aleck Sans"/>
          <w:color w:val="000000" w:themeColor="text1"/>
        </w:rPr>
        <w:t>none</w:t>
      </w:r>
    </w:p>
    <w:p w14:paraId="38BBE1AD" w14:textId="77777777" w:rsidR="001A16B8" w:rsidRDefault="001A16B8" w:rsidP="001A16B8">
      <w:pPr>
        <w:ind w:firstLine="720"/>
        <w:rPr>
          <w:rFonts w:ascii="ATT Aleck Sans" w:hAnsi="ATT Aleck Sans" w:cs="ATT Aleck Sans"/>
          <w:color w:val="000000" w:themeColor="text1"/>
        </w:rPr>
      </w:pPr>
    </w:p>
    <w:p w14:paraId="1ACD8CFB" w14:textId="77777777" w:rsidR="001A16B8" w:rsidRPr="00C914BE" w:rsidRDefault="001A16B8" w:rsidP="001A16B8">
      <w:pPr>
        <w:ind w:left="720"/>
        <w:rPr>
          <w:rFonts w:ascii="ATT Aleck Sans" w:hAnsi="ATT Aleck Sans" w:cs="ATT Aleck Sans"/>
          <w:color w:val="000000" w:themeColor="text1"/>
        </w:rPr>
      </w:pPr>
      <w:r w:rsidRPr="00C914BE">
        <w:rPr>
          <w:rFonts w:ascii="ATT Aleck Sans" w:hAnsi="ATT Aleck Sans" w:cs="ATT Aleck Sans"/>
          <w:b/>
          <w:bCs/>
          <w:color w:val="000000" w:themeColor="text1"/>
        </w:rPr>
        <w:t>Additional Details:</w:t>
      </w:r>
      <w:r w:rsidRPr="00C914BE">
        <w:rPr>
          <w:rFonts w:ascii="ATT Aleck Sans" w:hAnsi="ATT Aleck Sans" w:cs="ATT Aleck Sans"/>
          <w:color w:val="000000" w:themeColor="text1"/>
        </w:rPr>
        <w:t> none</w:t>
      </w:r>
    </w:p>
    <w:p w14:paraId="5AA63892" w14:textId="77777777" w:rsidR="001A16B8" w:rsidRDefault="001A16B8" w:rsidP="001A16B8">
      <w:pPr>
        <w:rPr>
          <w:rFonts w:ascii="ATT Aleck Sans" w:hAnsi="ATT Aleck Sans" w:cs="ATT Aleck Sans"/>
          <w:color w:val="000000" w:themeColor="text1"/>
        </w:rPr>
      </w:pPr>
    </w:p>
    <w:p w14:paraId="35D52C81" w14:textId="77777777" w:rsidR="001A16B8" w:rsidRDefault="001A16B8" w:rsidP="001A16B8">
      <w:pPr>
        <w:rPr>
          <w:rFonts w:ascii="ATT Aleck Sans" w:hAnsi="ATT Aleck Sans" w:cs="ATT Aleck Sans"/>
          <w:color w:val="000000" w:themeColor="text1"/>
        </w:rPr>
      </w:pPr>
      <w:r w:rsidRPr="00C914BE">
        <w:rPr>
          <w:rFonts w:ascii="ATT Aleck Sans" w:hAnsi="ATT Aleck Sans" w:cs="ATT Aleck Sans"/>
          <w:b/>
          <w:bCs/>
        </w:rPr>
        <w:t xml:space="preserve">Slide Number &amp; Title. </w:t>
      </w:r>
      <w:r w:rsidRPr="00C914BE">
        <w:rPr>
          <w:rFonts w:ascii="ATT Aleck Sans" w:hAnsi="ATT Aleck Sans" w:cs="ATT Aleck Sans"/>
        </w:rPr>
        <w:t>Slide 6</w:t>
      </w:r>
      <w:r w:rsidRPr="00C914BE">
        <w:rPr>
          <w:rFonts w:ascii="ATT Aleck Sans" w:hAnsi="ATT Aleck Sans" w:cs="ATT Aleck Sans"/>
          <w:color w:val="000000" w:themeColor="text1"/>
        </w:rPr>
        <w:t>:</w:t>
      </w:r>
      <w:r>
        <w:rPr>
          <w:rFonts w:ascii="ATT Aleck Sans" w:hAnsi="ATT Aleck Sans" w:cs="ATT Aleck Sans"/>
          <w:color w:val="000000" w:themeColor="text1"/>
        </w:rPr>
        <w:t xml:space="preserve"> Online Activities</w:t>
      </w:r>
    </w:p>
    <w:p w14:paraId="4E19272E" w14:textId="77777777" w:rsidR="001A16B8" w:rsidRDefault="001A16B8" w:rsidP="001A16B8">
      <w:pPr>
        <w:rPr>
          <w:rFonts w:ascii="ATT Aleck Sans" w:hAnsi="ATT Aleck Sans" w:cs="ATT Aleck Sans"/>
          <w:color w:val="000000" w:themeColor="text1"/>
        </w:rPr>
      </w:pPr>
    </w:p>
    <w:p w14:paraId="3600F324" w14:textId="77777777" w:rsidR="006A6D92" w:rsidRDefault="001A16B8" w:rsidP="00AB4FA0">
      <w:pPr>
        <w:ind w:firstLine="720"/>
        <w:rPr>
          <w:rFonts w:ascii="ATT Aleck Sans" w:hAnsi="ATT Aleck Sans" w:cs="ATT Aleck Sans"/>
          <w:color w:val="000000" w:themeColor="text1"/>
        </w:rPr>
      </w:pPr>
      <w:r w:rsidRPr="00C914BE">
        <w:rPr>
          <w:rFonts w:ascii="ATT Aleck Sans" w:hAnsi="ATT Aleck Sans" w:cs="ATT Aleck Sans"/>
          <w:b/>
          <w:bCs/>
          <w:color w:val="000000" w:themeColor="text1"/>
        </w:rPr>
        <w:t>On Slide Text:</w:t>
      </w:r>
      <w:r w:rsidRPr="00C914BE">
        <w:rPr>
          <w:rFonts w:ascii="ATT Aleck Sans" w:hAnsi="ATT Aleck Sans" w:cs="ATT Aleck Sans"/>
          <w:color w:val="000000" w:themeColor="text1"/>
        </w:rPr>
        <w:t> </w:t>
      </w:r>
    </w:p>
    <w:p w14:paraId="5D7C8757" w14:textId="77777777" w:rsidR="006A6D92" w:rsidRDefault="006A6D92" w:rsidP="00AB4FA0">
      <w:pPr>
        <w:ind w:firstLine="720"/>
        <w:rPr>
          <w:rFonts w:ascii="ATT Aleck Sans" w:hAnsi="ATT Aleck Sans" w:cs="ATT Aleck Sans"/>
          <w:color w:val="000000" w:themeColor="text1"/>
        </w:rPr>
      </w:pPr>
    </w:p>
    <w:p w14:paraId="0D60F797" w14:textId="77777777" w:rsidR="00AB4FA0" w:rsidRPr="00AB4FA0" w:rsidRDefault="006A6D92" w:rsidP="006A6D92">
      <w:pPr>
        <w:ind w:firstLine="720"/>
        <w:rPr>
          <w:rFonts w:ascii="ATT Aleck Sans" w:hAnsi="ATT Aleck Sans" w:cs="ATT Aleck Sans"/>
          <w:color w:val="000000" w:themeColor="text1"/>
        </w:rPr>
      </w:pPr>
      <w:r w:rsidRPr="70A2823D">
        <w:rPr>
          <w:rFonts w:ascii="ATT Aleck Sans" w:hAnsi="ATT Aleck Sans" w:cs="ATT Aleck Sans"/>
          <w:b/>
          <w:bCs/>
          <w:color w:val="000000" w:themeColor="text1"/>
        </w:rPr>
        <w:t>Talking Points:</w:t>
      </w:r>
      <w:r w:rsidRPr="70A2823D">
        <w:rPr>
          <w:rFonts w:ascii="ATT Aleck Sans" w:hAnsi="ATT Aleck Sans" w:cs="ATT Aleck Sans"/>
          <w:color w:val="000000" w:themeColor="text1"/>
        </w:rPr>
        <w:t> </w:t>
      </w:r>
      <w:r w:rsidR="00AB4FA0" w:rsidRPr="00AB4FA0">
        <w:rPr>
          <w:rFonts w:ascii="ATT Aleck Sans" w:hAnsi="ATT Aleck Sans" w:cs="ATT Aleck Sans"/>
          <w:color w:val="000000" w:themeColor="text1"/>
        </w:rPr>
        <w:t>You can do a lot of great things online. Examples include</w:t>
      </w:r>
    </w:p>
    <w:p w14:paraId="5C070D4F" w14:textId="77777777" w:rsidR="00AB4FA0" w:rsidRPr="00AB4FA0" w:rsidRDefault="00AB4FA0" w:rsidP="00AB4FA0">
      <w:pPr>
        <w:numPr>
          <w:ilvl w:val="0"/>
          <w:numId w:val="53"/>
        </w:numPr>
        <w:tabs>
          <w:tab w:val="num" w:pos="720"/>
        </w:tabs>
        <w:rPr>
          <w:rFonts w:ascii="ATT Aleck Sans" w:hAnsi="ATT Aleck Sans" w:cs="ATT Aleck Sans"/>
          <w:color w:val="000000" w:themeColor="text1"/>
        </w:rPr>
      </w:pPr>
      <w:r w:rsidRPr="00AB4FA0">
        <w:rPr>
          <w:rFonts w:ascii="ATT Aleck Sans" w:hAnsi="ATT Aleck Sans" w:cs="ATT Aleck Sans"/>
          <w:color w:val="000000" w:themeColor="text1"/>
        </w:rPr>
        <w:t>Connect with family and friends</w:t>
      </w:r>
    </w:p>
    <w:p w14:paraId="1596650C" w14:textId="77777777" w:rsidR="00AB4FA0" w:rsidRPr="00AB4FA0" w:rsidRDefault="00AB4FA0" w:rsidP="00AB4FA0">
      <w:pPr>
        <w:numPr>
          <w:ilvl w:val="0"/>
          <w:numId w:val="53"/>
        </w:numPr>
        <w:tabs>
          <w:tab w:val="num" w:pos="720"/>
        </w:tabs>
        <w:rPr>
          <w:rFonts w:ascii="ATT Aleck Sans" w:hAnsi="ATT Aleck Sans" w:cs="ATT Aleck Sans"/>
          <w:color w:val="000000" w:themeColor="text1"/>
        </w:rPr>
      </w:pPr>
      <w:r w:rsidRPr="00AB4FA0">
        <w:rPr>
          <w:rFonts w:ascii="ATT Aleck Sans" w:hAnsi="ATT Aleck Sans" w:cs="ATT Aleck Sans"/>
          <w:color w:val="000000" w:themeColor="text1"/>
        </w:rPr>
        <w:t>Listen to music</w:t>
      </w:r>
    </w:p>
    <w:p w14:paraId="45AF2C90" w14:textId="77777777" w:rsidR="00AB4FA0" w:rsidRPr="00AB4FA0" w:rsidRDefault="00AB4FA0" w:rsidP="00AB4FA0">
      <w:pPr>
        <w:numPr>
          <w:ilvl w:val="0"/>
          <w:numId w:val="53"/>
        </w:numPr>
        <w:tabs>
          <w:tab w:val="num" w:pos="720"/>
        </w:tabs>
        <w:rPr>
          <w:rFonts w:ascii="ATT Aleck Sans" w:hAnsi="ATT Aleck Sans" w:cs="ATT Aleck Sans"/>
          <w:color w:val="000000" w:themeColor="text1"/>
        </w:rPr>
      </w:pPr>
      <w:r w:rsidRPr="00AB4FA0">
        <w:rPr>
          <w:rFonts w:ascii="ATT Aleck Sans" w:hAnsi="ATT Aleck Sans" w:cs="ATT Aleck Sans"/>
          <w:color w:val="000000" w:themeColor="text1"/>
        </w:rPr>
        <w:t>Watch a tv show or movie</w:t>
      </w:r>
    </w:p>
    <w:p w14:paraId="6C4D7AC9" w14:textId="77777777" w:rsidR="00AB4FA0" w:rsidRPr="00AB4FA0" w:rsidRDefault="00AB4FA0" w:rsidP="00AB4FA0">
      <w:pPr>
        <w:numPr>
          <w:ilvl w:val="0"/>
          <w:numId w:val="53"/>
        </w:numPr>
        <w:tabs>
          <w:tab w:val="num" w:pos="720"/>
        </w:tabs>
        <w:rPr>
          <w:rFonts w:ascii="ATT Aleck Sans" w:hAnsi="ATT Aleck Sans" w:cs="ATT Aleck Sans"/>
          <w:color w:val="000000" w:themeColor="text1"/>
        </w:rPr>
      </w:pPr>
      <w:r w:rsidRPr="00AB4FA0">
        <w:rPr>
          <w:rFonts w:ascii="ATT Aleck Sans" w:hAnsi="ATT Aleck Sans" w:cs="ATT Aleck Sans"/>
          <w:color w:val="000000" w:themeColor="text1"/>
        </w:rPr>
        <w:t>Attend a class</w:t>
      </w:r>
    </w:p>
    <w:p w14:paraId="736C4F20" w14:textId="77777777" w:rsidR="00AB4FA0" w:rsidRPr="00AB4FA0" w:rsidRDefault="00AB4FA0" w:rsidP="00AB4FA0">
      <w:pPr>
        <w:numPr>
          <w:ilvl w:val="0"/>
          <w:numId w:val="53"/>
        </w:numPr>
        <w:tabs>
          <w:tab w:val="num" w:pos="720"/>
        </w:tabs>
        <w:rPr>
          <w:rFonts w:ascii="ATT Aleck Sans" w:hAnsi="ATT Aleck Sans" w:cs="ATT Aleck Sans"/>
          <w:color w:val="000000" w:themeColor="text1"/>
        </w:rPr>
      </w:pPr>
      <w:r w:rsidRPr="00AB4FA0">
        <w:rPr>
          <w:rFonts w:ascii="ATT Aleck Sans" w:hAnsi="ATT Aleck Sans" w:cs="ATT Aleck Sans"/>
          <w:color w:val="000000" w:themeColor="text1"/>
        </w:rPr>
        <w:t>Learn a new skill</w:t>
      </w:r>
    </w:p>
    <w:p w14:paraId="1D248439" w14:textId="77777777" w:rsidR="00AB4FA0" w:rsidRPr="00AB4FA0" w:rsidRDefault="00AB4FA0" w:rsidP="00AB4FA0">
      <w:pPr>
        <w:numPr>
          <w:ilvl w:val="0"/>
          <w:numId w:val="53"/>
        </w:numPr>
        <w:tabs>
          <w:tab w:val="num" w:pos="720"/>
        </w:tabs>
        <w:rPr>
          <w:rFonts w:ascii="ATT Aleck Sans" w:hAnsi="ATT Aleck Sans" w:cs="ATT Aleck Sans"/>
          <w:color w:val="000000" w:themeColor="text1"/>
        </w:rPr>
      </w:pPr>
      <w:r w:rsidRPr="00AB4FA0">
        <w:rPr>
          <w:rFonts w:ascii="ATT Aleck Sans" w:hAnsi="ATT Aleck Sans" w:cs="ATT Aleck Sans"/>
          <w:color w:val="000000" w:themeColor="text1"/>
        </w:rPr>
        <w:t>Pay bills</w:t>
      </w:r>
    </w:p>
    <w:p w14:paraId="1CF15374" w14:textId="77777777" w:rsidR="00AB4FA0" w:rsidRPr="00AB4FA0" w:rsidRDefault="00AB4FA0" w:rsidP="00AB4FA0">
      <w:pPr>
        <w:numPr>
          <w:ilvl w:val="0"/>
          <w:numId w:val="53"/>
        </w:numPr>
        <w:tabs>
          <w:tab w:val="num" w:pos="720"/>
        </w:tabs>
        <w:rPr>
          <w:rFonts w:ascii="ATT Aleck Sans" w:hAnsi="ATT Aleck Sans" w:cs="ATT Aleck Sans"/>
          <w:color w:val="000000" w:themeColor="text1"/>
        </w:rPr>
      </w:pPr>
      <w:r w:rsidRPr="00AB4FA0">
        <w:rPr>
          <w:rFonts w:ascii="ATT Aleck Sans" w:hAnsi="ATT Aleck Sans" w:cs="ATT Aleck Sans"/>
          <w:color w:val="000000" w:themeColor="text1"/>
        </w:rPr>
        <w:t>Check bank statements</w:t>
      </w:r>
    </w:p>
    <w:p w14:paraId="711B4D53" w14:textId="77777777" w:rsidR="00AB4FA0" w:rsidRPr="00AB4FA0" w:rsidRDefault="00AB4FA0" w:rsidP="00AB4FA0">
      <w:pPr>
        <w:numPr>
          <w:ilvl w:val="0"/>
          <w:numId w:val="53"/>
        </w:numPr>
        <w:tabs>
          <w:tab w:val="num" w:pos="720"/>
        </w:tabs>
        <w:rPr>
          <w:rFonts w:ascii="ATT Aleck Sans" w:hAnsi="ATT Aleck Sans" w:cs="ATT Aleck Sans"/>
          <w:color w:val="000000" w:themeColor="text1"/>
        </w:rPr>
      </w:pPr>
      <w:r w:rsidRPr="00AB4FA0">
        <w:rPr>
          <w:rFonts w:ascii="ATT Aleck Sans" w:hAnsi="ATT Aleck Sans" w:cs="ATT Aleck Sans"/>
          <w:color w:val="000000" w:themeColor="text1"/>
        </w:rPr>
        <w:t>Find a recipe</w:t>
      </w:r>
    </w:p>
    <w:p w14:paraId="3F724E3B" w14:textId="77777777" w:rsidR="00AB4FA0" w:rsidRPr="00AB4FA0" w:rsidRDefault="00AB4FA0" w:rsidP="00AB4FA0">
      <w:pPr>
        <w:numPr>
          <w:ilvl w:val="0"/>
          <w:numId w:val="53"/>
        </w:numPr>
        <w:tabs>
          <w:tab w:val="num" w:pos="720"/>
        </w:tabs>
        <w:rPr>
          <w:rFonts w:ascii="ATT Aleck Sans" w:hAnsi="ATT Aleck Sans" w:cs="ATT Aleck Sans"/>
          <w:color w:val="000000" w:themeColor="text1"/>
        </w:rPr>
      </w:pPr>
      <w:r w:rsidRPr="00AB4FA0">
        <w:rPr>
          <w:rFonts w:ascii="ATT Aleck Sans" w:hAnsi="ATT Aleck Sans" w:cs="ATT Aleck Sans"/>
          <w:color w:val="000000" w:themeColor="text1"/>
        </w:rPr>
        <w:t>Figure out how to repair something</w:t>
      </w:r>
    </w:p>
    <w:p w14:paraId="1F3008A0" w14:textId="77777777" w:rsidR="00AB4FA0" w:rsidRPr="00AB4FA0" w:rsidRDefault="00AB4FA0" w:rsidP="00AB4FA0">
      <w:pPr>
        <w:rPr>
          <w:rFonts w:ascii="ATT Aleck Sans" w:hAnsi="ATT Aleck Sans" w:cs="ATT Aleck Sans"/>
          <w:color w:val="000000" w:themeColor="text1"/>
        </w:rPr>
      </w:pPr>
      <w:r w:rsidRPr="00AB4FA0">
        <w:rPr>
          <w:rFonts w:ascii="ATT Aleck Sans" w:hAnsi="ATT Aleck Sans" w:cs="ATT Aleck Sans"/>
          <w:color w:val="000000" w:themeColor="text1"/>
        </w:rPr>
        <w:t>But sometimes we may not feel safe when doing these activities.</w:t>
      </w:r>
    </w:p>
    <w:p w14:paraId="10C797C7" w14:textId="77777777" w:rsidR="001A16B8" w:rsidRDefault="001A16B8" w:rsidP="001A16B8">
      <w:pPr>
        <w:ind w:firstLine="720"/>
        <w:rPr>
          <w:rFonts w:ascii="ATT Aleck Sans" w:hAnsi="ATT Aleck Sans" w:cs="ATT Aleck Sans"/>
          <w:color w:val="000000" w:themeColor="text1"/>
        </w:rPr>
      </w:pPr>
    </w:p>
    <w:p w14:paraId="541662DE" w14:textId="77777777" w:rsidR="006A6D92" w:rsidRDefault="006A6D92" w:rsidP="006A6D92">
      <w:pPr>
        <w:ind w:firstLine="720"/>
        <w:rPr>
          <w:rFonts w:ascii="ATT Aleck Sans" w:hAnsi="ATT Aleck Sans" w:cs="ATT Aleck Sans"/>
          <w:color w:val="000000" w:themeColor="text1"/>
        </w:rPr>
      </w:pPr>
      <w:r w:rsidRPr="00C914BE">
        <w:rPr>
          <w:rFonts w:ascii="ATT Aleck Sans" w:hAnsi="ATT Aleck Sans" w:cs="ATT Aleck Sans"/>
          <w:b/>
          <w:bCs/>
          <w:color w:val="000000" w:themeColor="text1"/>
        </w:rPr>
        <w:t>Instructor Note: </w:t>
      </w:r>
      <w:r w:rsidRPr="001A16B8">
        <w:rPr>
          <w:rFonts w:ascii="ATT Aleck Sans" w:hAnsi="ATT Aleck Sans" w:cs="ATT Aleck Sans"/>
          <w:color w:val="000000" w:themeColor="text1"/>
        </w:rPr>
        <w:t>none</w:t>
      </w:r>
    </w:p>
    <w:p w14:paraId="79DBB39D" w14:textId="77777777" w:rsidR="006A6D92" w:rsidRDefault="006A6D92" w:rsidP="006A6D92">
      <w:pPr>
        <w:ind w:firstLine="720"/>
        <w:rPr>
          <w:rFonts w:ascii="ATT Aleck Sans" w:hAnsi="ATT Aleck Sans" w:cs="ATT Aleck Sans"/>
          <w:color w:val="000000" w:themeColor="text1"/>
        </w:rPr>
      </w:pPr>
    </w:p>
    <w:p w14:paraId="7C868D7C" w14:textId="77777777" w:rsidR="006A6D92" w:rsidRPr="00C914BE" w:rsidRDefault="006A6D92" w:rsidP="006A6D92">
      <w:pPr>
        <w:ind w:left="720"/>
        <w:rPr>
          <w:rFonts w:ascii="ATT Aleck Sans" w:hAnsi="ATT Aleck Sans" w:cs="ATT Aleck Sans"/>
          <w:color w:val="000000" w:themeColor="text1"/>
        </w:rPr>
      </w:pPr>
      <w:r w:rsidRPr="00C914BE">
        <w:rPr>
          <w:rFonts w:ascii="ATT Aleck Sans" w:hAnsi="ATT Aleck Sans" w:cs="ATT Aleck Sans"/>
          <w:b/>
          <w:bCs/>
          <w:color w:val="000000" w:themeColor="text1"/>
        </w:rPr>
        <w:t>Additional Details:</w:t>
      </w:r>
      <w:r w:rsidRPr="00C914BE">
        <w:rPr>
          <w:rFonts w:ascii="ATT Aleck Sans" w:hAnsi="ATT Aleck Sans" w:cs="ATT Aleck Sans"/>
          <w:color w:val="000000" w:themeColor="text1"/>
        </w:rPr>
        <w:t> none</w:t>
      </w:r>
    </w:p>
    <w:p w14:paraId="50EECD33" w14:textId="77777777" w:rsidR="006A6D92" w:rsidRDefault="006A6D92" w:rsidP="001A16B8">
      <w:pPr>
        <w:rPr>
          <w:rFonts w:ascii="ATT Aleck Sans" w:hAnsi="ATT Aleck Sans" w:cs="ATT Aleck Sans"/>
          <w:b/>
          <w:bCs/>
          <w:color w:val="000000" w:themeColor="text1"/>
        </w:rPr>
      </w:pPr>
    </w:p>
    <w:p w14:paraId="744300CE" w14:textId="663B9888" w:rsidR="001A16B8" w:rsidRDefault="001A16B8" w:rsidP="001A16B8">
      <w:pPr>
        <w:rPr>
          <w:rFonts w:ascii="ATT Aleck Sans" w:hAnsi="ATT Aleck Sans" w:cs="ATT Aleck Sans"/>
          <w:color w:val="000000" w:themeColor="text1"/>
        </w:rPr>
      </w:pPr>
      <w:r w:rsidRPr="6EC7E154">
        <w:rPr>
          <w:rFonts w:ascii="ATT Aleck Sans" w:hAnsi="ATT Aleck Sans" w:cs="ATT Aleck Sans"/>
          <w:b/>
          <w:bCs/>
        </w:rPr>
        <w:t xml:space="preserve">Slide Number &amp; Title. </w:t>
      </w:r>
      <w:r w:rsidRPr="6EC7E154">
        <w:rPr>
          <w:rFonts w:ascii="ATT Aleck Sans" w:hAnsi="ATT Aleck Sans" w:cs="ATT Aleck Sans"/>
        </w:rPr>
        <w:t>Slide 7</w:t>
      </w:r>
      <w:r w:rsidRPr="6EC7E154">
        <w:rPr>
          <w:rFonts w:ascii="ATT Aleck Sans" w:hAnsi="ATT Aleck Sans" w:cs="ATT Aleck Sans"/>
          <w:color w:val="000000" w:themeColor="text1"/>
        </w:rPr>
        <w:t>:</w:t>
      </w:r>
      <w:r w:rsidR="006A6D92" w:rsidRPr="6EC7E154">
        <w:rPr>
          <w:rFonts w:ascii="ATT Aleck Sans" w:hAnsi="ATT Aleck Sans" w:cs="ATT Aleck Sans"/>
          <w:color w:val="000000" w:themeColor="text1"/>
        </w:rPr>
        <w:t xml:space="preserve"> Feeling Safe Online</w:t>
      </w:r>
      <w:r w:rsidR="4E6D9A6B" w:rsidRPr="6EC7E154">
        <w:rPr>
          <w:rFonts w:ascii="ATT Aleck Sans" w:hAnsi="ATT Aleck Sans" w:cs="ATT Aleck Sans"/>
          <w:color w:val="000000" w:themeColor="text1"/>
        </w:rPr>
        <w:t>: Discussion</w:t>
      </w:r>
    </w:p>
    <w:p w14:paraId="4982D286" w14:textId="77777777" w:rsidR="001A16B8" w:rsidRDefault="001A16B8" w:rsidP="001A16B8">
      <w:pPr>
        <w:rPr>
          <w:rFonts w:ascii="ATT Aleck Sans" w:hAnsi="ATT Aleck Sans" w:cs="ATT Aleck Sans"/>
          <w:color w:val="000000" w:themeColor="text1"/>
        </w:rPr>
      </w:pPr>
    </w:p>
    <w:p w14:paraId="3AD349E7" w14:textId="77777777" w:rsidR="006A6D92" w:rsidRPr="006A6D92" w:rsidRDefault="001A16B8" w:rsidP="006A6D92">
      <w:pPr>
        <w:ind w:firstLine="720"/>
        <w:rPr>
          <w:rFonts w:ascii="ATT Aleck Sans" w:hAnsi="ATT Aleck Sans" w:cs="ATT Aleck Sans"/>
          <w:color w:val="000000" w:themeColor="text1"/>
        </w:rPr>
      </w:pPr>
      <w:r w:rsidRPr="00C914BE">
        <w:rPr>
          <w:rFonts w:ascii="ATT Aleck Sans" w:hAnsi="ATT Aleck Sans" w:cs="ATT Aleck Sans"/>
          <w:b/>
          <w:bCs/>
          <w:color w:val="000000" w:themeColor="text1"/>
        </w:rPr>
        <w:t>On Slide Text:</w:t>
      </w:r>
      <w:r w:rsidRPr="00C914BE">
        <w:rPr>
          <w:rFonts w:ascii="ATT Aleck Sans" w:hAnsi="ATT Aleck Sans" w:cs="ATT Aleck Sans"/>
          <w:color w:val="000000" w:themeColor="text1"/>
        </w:rPr>
        <w:t> </w:t>
      </w:r>
      <w:r w:rsidR="006A6D92" w:rsidRPr="006A6D92">
        <w:rPr>
          <w:rFonts w:ascii="ATT Aleck Sans" w:hAnsi="ATT Aleck Sans" w:cs="ATT Aleck Sans"/>
          <w:color w:val="000000" w:themeColor="text1"/>
        </w:rPr>
        <w:t xml:space="preserve">Have you ever felt unsafe doing something online? </w:t>
      </w:r>
    </w:p>
    <w:p w14:paraId="56C6F9FC" w14:textId="77777777" w:rsidR="006A6D92" w:rsidRPr="006A6D92" w:rsidRDefault="006A6D92" w:rsidP="00D3475F">
      <w:pPr>
        <w:rPr>
          <w:rFonts w:ascii="ATT Aleck Sans" w:hAnsi="ATT Aleck Sans" w:cs="ATT Aleck Sans"/>
          <w:color w:val="000000" w:themeColor="text1"/>
        </w:rPr>
      </w:pPr>
      <w:r w:rsidRPr="006A6D92">
        <w:rPr>
          <w:rFonts w:ascii="ATT Aleck Sans" w:hAnsi="ATT Aleck Sans" w:cs="ATT Aleck Sans"/>
          <w:color w:val="000000" w:themeColor="text1"/>
        </w:rPr>
        <w:t>Why did you feel unsafe</w:t>
      </w:r>
      <w:r w:rsidR="00D3475F">
        <w:rPr>
          <w:rFonts w:ascii="ATT Aleck Sans" w:hAnsi="ATT Aleck Sans" w:cs="ATT Aleck Sans"/>
          <w:color w:val="000000" w:themeColor="text1"/>
        </w:rPr>
        <w:t>, and w</w:t>
      </w:r>
      <w:r w:rsidRPr="006A6D92">
        <w:rPr>
          <w:rFonts w:ascii="ATT Aleck Sans" w:hAnsi="ATT Aleck Sans" w:cs="ATT Aleck Sans"/>
          <w:color w:val="000000" w:themeColor="text1"/>
        </w:rPr>
        <w:t>hat did you do to protect yourself?</w:t>
      </w:r>
    </w:p>
    <w:p w14:paraId="2A7114EF" w14:textId="77777777" w:rsidR="001A16B8" w:rsidRDefault="001A16B8" w:rsidP="006A6D92">
      <w:pPr>
        <w:rPr>
          <w:rFonts w:ascii="ATT Aleck Sans" w:hAnsi="ATT Aleck Sans" w:cs="ATT Aleck Sans"/>
          <w:b/>
          <w:bCs/>
          <w:color w:val="000000" w:themeColor="text1"/>
        </w:rPr>
      </w:pPr>
    </w:p>
    <w:p w14:paraId="4F3CED3D" w14:textId="77777777" w:rsidR="006A6D92" w:rsidRPr="006A6D92" w:rsidRDefault="00C914BE" w:rsidP="00D3475F">
      <w:pPr>
        <w:ind w:firstLine="720"/>
        <w:rPr>
          <w:rFonts w:ascii="ATT Aleck Sans" w:hAnsi="ATT Aleck Sans" w:cs="ATT Aleck Sans"/>
          <w:color w:val="000000" w:themeColor="text1"/>
        </w:rPr>
      </w:pPr>
      <w:r w:rsidRPr="70A2823D">
        <w:rPr>
          <w:rFonts w:ascii="ATT Aleck Sans" w:hAnsi="ATT Aleck Sans" w:cs="ATT Aleck Sans"/>
          <w:b/>
          <w:bCs/>
          <w:color w:val="000000" w:themeColor="text1"/>
        </w:rPr>
        <w:lastRenderedPageBreak/>
        <w:t>Talking Points:</w:t>
      </w:r>
      <w:r w:rsidRPr="70A2823D">
        <w:rPr>
          <w:rFonts w:ascii="ATT Aleck Sans" w:hAnsi="ATT Aleck Sans" w:cs="ATT Aleck Sans"/>
          <w:color w:val="000000" w:themeColor="text1"/>
        </w:rPr>
        <w:t> </w:t>
      </w:r>
      <w:r w:rsidR="006A6D92" w:rsidRPr="006A6D92">
        <w:rPr>
          <w:rFonts w:ascii="ATT Aleck Sans" w:hAnsi="ATT Aleck Sans" w:cs="ATT Aleck Sans"/>
          <w:color w:val="000000" w:themeColor="text1"/>
        </w:rPr>
        <w:t>Have you ever felt unsafe doing something online</w:t>
      </w:r>
      <w:r w:rsidR="00D3475F">
        <w:rPr>
          <w:rFonts w:ascii="ATT Aleck Sans" w:hAnsi="ATT Aleck Sans" w:cs="ATT Aleck Sans"/>
          <w:color w:val="000000" w:themeColor="text1"/>
        </w:rPr>
        <w:t>? W</w:t>
      </w:r>
      <w:r w:rsidR="006A6D92" w:rsidRPr="006A6D92">
        <w:rPr>
          <w:rFonts w:ascii="ATT Aleck Sans" w:hAnsi="ATT Aleck Sans" w:cs="ATT Aleck Sans"/>
          <w:color w:val="000000" w:themeColor="text1"/>
        </w:rPr>
        <w:t>hy did you feel unsafe</w:t>
      </w:r>
      <w:r w:rsidR="00D3475F">
        <w:rPr>
          <w:rFonts w:ascii="ATT Aleck Sans" w:hAnsi="ATT Aleck Sans" w:cs="ATT Aleck Sans"/>
          <w:color w:val="000000" w:themeColor="text1"/>
        </w:rPr>
        <w:t>, and what did you do to protect yourself</w:t>
      </w:r>
      <w:r w:rsidR="006A6D92" w:rsidRPr="006A6D92">
        <w:rPr>
          <w:rFonts w:ascii="ATT Aleck Sans" w:hAnsi="ATT Aleck Sans" w:cs="ATT Aleck Sans"/>
          <w:color w:val="000000" w:themeColor="text1"/>
        </w:rPr>
        <w:t>?</w:t>
      </w:r>
      <w:r w:rsidR="006A6D92" w:rsidRPr="006A6D92">
        <w:rPr>
          <w:rFonts w:ascii="ATT Aleck Sans" w:hAnsi="ATT Aleck Sans" w:cs="ATT Aleck Sans"/>
          <w:color w:val="000000" w:themeColor="text1"/>
        </w:rPr>
        <w:br/>
      </w:r>
      <w:r w:rsidR="006A6D92" w:rsidRPr="006A6D92">
        <w:rPr>
          <w:rFonts w:ascii="ATT Aleck Sans" w:hAnsi="ATT Aleck Sans" w:cs="ATT Aleck Sans"/>
          <w:color w:val="000000" w:themeColor="text1"/>
        </w:rPr>
        <w:br/>
      </w:r>
      <w:bookmarkStart w:id="2" w:name="OLE_LINK6"/>
      <w:r w:rsidR="006A6D92" w:rsidRPr="006A6D92">
        <w:rPr>
          <w:rFonts w:ascii="ATT Aleck Sans" w:hAnsi="ATT Aleck Sans" w:cs="ATT Aleck Sans"/>
          <w:color w:val="000000" w:themeColor="text1"/>
        </w:rPr>
        <w:t xml:space="preserve">Examples </w:t>
      </w:r>
      <w:r w:rsidR="00D3475F">
        <w:rPr>
          <w:rFonts w:ascii="ATT Aleck Sans" w:hAnsi="ATT Aleck Sans" w:cs="ATT Aleck Sans"/>
          <w:color w:val="000000" w:themeColor="text1"/>
        </w:rPr>
        <w:t xml:space="preserve">of why people </w:t>
      </w:r>
      <w:r w:rsidR="006A6D92" w:rsidRPr="006A6D92">
        <w:rPr>
          <w:rFonts w:ascii="ATT Aleck Sans" w:hAnsi="ATT Aleck Sans" w:cs="ATT Aleck Sans"/>
          <w:color w:val="000000" w:themeColor="text1"/>
        </w:rPr>
        <w:t xml:space="preserve">could </w:t>
      </w:r>
      <w:r w:rsidR="00D3475F">
        <w:rPr>
          <w:rFonts w:ascii="ATT Aleck Sans" w:hAnsi="ATT Aleck Sans" w:cs="ATT Aleck Sans"/>
          <w:color w:val="000000" w:themeColor="text1"/>
        </w:rPr>
        <w:t xml:space="preserve">feel unsafe </w:t>
      </w:r>
      <w:r w:rsidR="006A6D92" w:rsidRPr="006A6D92">
        <w:rPr>
          <w:rFonts w:ascii="ATT Aleck Sans" w:hAnsi="ATT Aleck Sans" w:cs="ATT Aleck Sans"/>
          <w:color w:val="000000" w:themeColor="text1"/>
        </w:rPr>
        <w:t>include</w:t>
      </w:r>
      <w:bookmarkEnd w:id="2"/>
      <w:r w:rsidR="006A6D92" w:rsidRPr="006A6D92">
        <w:rPr>
          <w:rFonts w:ascii="ATT Aleck Sans" w:hAnsi="ATT Aleck Sans" w:cs="ATT Aleck Sans"/>
          <w:color w:val="000000" w:themeColor="text1"/>
        </w:rPr>
        <w:t>:</w:t>
      </w:r>
    </w:p>
    <w:p w14:paraId="6F6623E2" w14:textId="77777777" w:rsidR="006A6D92" w:rsidRPr="006A6D92" w:rsidRDefault="006A6D92" w:rsidP="006A6D92">
      <w:pPr>
        <w:numPr>
          <w:ilvl w:val="0"/>
          <w:numId w:val="55"/>
        </w:numPr>
        <w:rPr>
          <w:rFonts w:ascii="ATT Aleck Sans" w:hAnsi="ATT Aleck Sans" w:cs="ATT Aleck Sans"/>
          <w:color w:val="000000" w:themeColor="text1"/>
        </w:rPr>
      </w:pPr>
      <w:r w:rsidRPr="006A6D92">
        <w:rPr>
          <w:rFonts w:ascii="ATT Aleck Sans" w:hAnsi="ATT Aleck Sans" w:cs="ATT Aleck Sans"/>
          <w:color w:val="000000" w:themeColor="text1"/>
        </w:rPr>
        <w:t>I did not know the sender</w:t>
      </w:r>
    </w:p>
    <w:p w14:paraId="3C7B966E" w14:textId="77777777" w:rsidR="006A6D92" w:rsidRPr="006A6D92" w:rsidRDefault="006A6D92" w:rsidP="006A6D92">
      <w:pPr>
        <w:numPr>
          <w:ilvl w:val="0"/>
          <w:numId w:val="55"/>
        </w:numPr>
        <w:rPr>
          <w:rFonts w:ascii="ATT Aleck Sans" w:hAnsi="ATT Aleck Sans" w:cs="ATT Aleck Sans"/>
          <w:color w:val="000000" w:themeColor="text1"/>
        </w:rPr>
      </w:pPr>
      <w:r w:rsidRPr="006A6D92">
        <w:rPr>
          <w:rFonts w:ascii="ATT Aleck Sans" w:hAnsi="ATT Aleck Sans" w:cs="ATT Aleck Sans"/>
          <w:color w:val="000000" w:themeColor="text1"/>
        </w:rPr>
        <w:t>They were trying to pressure me into acting now</w:t>
      </w:r>
    </w:p>
    <w:p w14:paraId="6C46C111" w14:textId="77777777" w:rsidR="006A6D92" w:rsidRPr="006A6D92" w:rsidRDefault="006A6D92" w:rsidP="006A6D92">
      <w:pPr>
        <w:numPr>
          <w:ilvl w:val="0"/>
          <w:numId w:val="55"/>
        </w:numPr>
        <w:rPr>
          <w:rFonts w:ascii="ATT Aleck Sans" w:hAnsi="ATT Aleck Sans" w:cs="ATT Aleck Sans"/>
          <w:color w:val="000000" w:themeColor="text1"/>
        </w:rPr>
      </w:pPr>
      <w:r w:rsidRPr="006A6D92">
        <w:rPr>
          <w:rFonts w:ascii="ATT Aleck Sans" w:hAnsi="ATT Aleck Sans" w:cs="ATT Aleck Sans"/>
          <w:color w:val="000000" w:themeColor="text1"/>
        </w:rPr>
        <w:t>It did not seem like I could trust them.</w:t>
      </w:r>
    </w:p>
    <w:p w14:paraId="71699179" w14:textId="77777777" w:rsidR="006A6D92" w:rsidRPr="006A6D92" w:rsidRDefault="006A6D92" w:rsidP="006A6D92">
      <w:pPr>
        <w:numPr>
          <w:ilvl w:val="0"/>
          <w:numId w:val="55"/>
        </w:numPr>
        <w:rPr>
          <w:rFonts w:ascii="ATT Aleck Sans" w:hAnsi="ATT Aleck Sans" w:cs="ATT Aleck Sans"/>
          <w:color w:val="000000" w:themeColor="text1"/>
        </w:rPr>
      </w:pPr>
      <w:r w:rsidRPr="006A6D92">
        <w:rPr>
          <w:rFonts w:ascii="ATT Aleck Sans" w:hAnsi="ATT Aleck Sans" w:cs="ATT Aleck Sans"/>
          <w:color w:val="000000" w:themeColor="text1"/>
        </w:rPr>
        <w:t>They wanted information I did not want to share e.g. credit card number, username and password, Social Security Number.</w:t>
      </w:r>
    </w:p>
    <w:p w14:paraId="79FEC929" w14:textId="77777777" w:rsidR="006A6D92" w:rsidRDefault="006A6D92" w:rsidP="006A6D92">
      <w:pPr>
        <w:ind w:firstLine="720"/>
        <w:rPr>
          <w:rFonts w:ascii="ATT Aleck Sans" w:hAnsi="ATT Aleck Sans" w:cs="ATT Aleck Sans"/>
          <w:color w:val="000000" w:themeColor="text1"/>
        </w:rPr>
      </w:pPr>
    </w:p>
    <w:p w14:paraId="3E7833FD" w14:textId="77777777" w:rsidR="006A6D92" w:rsidRPr="006A6D92" w:rsidRDefault="006A6D92" w:rsidP="006A6D92">
      <w:pPr>
        <w:rPr>
          <w:rFonts w:ascii="ATT Aleck Sans" w:hAnsi="ATT Aleck Sans" w:cs="ATT Aleck Sans"/>
          <w:color w:val="000000" w:themeColor="text1"/>
        </w:rPr>
      </w:pPr>
      <w:r w:rsidRPr="006A6D92">
        <w:rPr>
          <w:rFonts w:ascii="ATT Aleck Sans" w:hAnsi="ATT Aleck Sans" w:cs="ATT Aleck Sans"/>
          <w:color w:val="000000" w:themeColor="text1"/>
        </w:rPr>
        <w:t>What did you do to protect yourself?</w:t>
      </w:r>
      <w:r w:rsidR="00D3475F">
        <w:rPr>
          <w:rFonts w:ascii="ATT Aleck Sans" w:hAnsi="ATT Aleck Sans" w:cs="ATT Aleck Sans"/>
          <w:color w:val="000000" w:themeColor="text1"/>
        </w:rPr>
        <w:t xml:space="preserve"> </w:t>
      </w:r>
      <w:r w:rsidRPr="006A6D92">
        <w:rPr>
          <w:rFonts w:ascii="ATT Aleck Sans" w:hAnsi="ATT Aleck Sans" w:cs="ATT Aleck Sans"/>
          <w:color w:val="000000" w:themeColor="text1"/>
        </w:rPr>
        <w:t>Examples include:</w:t>
      </w:r>
    </w:p>
    <w:p w14:paraId="246F41C3" w14:textId="77777777" w:rsidR="006A6D92" w:rsidRPr="006A6D92" w:rsidRDefault="006A6D92" w:rsidP="006A6D92">
      <w:pPr>
        <w:numPr>
          <w:ilvl w:val="0"/>
          <w:numId w:val="56"/>
        </w:numPr>
        <w:rPr>
          <w:rFonts w:ascii="ATT Aleck Sans" w:hAnsi="ATT Aleck Sans" w:cs="ATT Aleck Sans"/>
          <w:color w:val="000000" w:themeColor="text1"/>
        </w:rPr>
      </w:pPr>
      <w:r w:rsidRPr="006A6D92">
        <w:rPr>
          <w:rFonts w:ascii="ATT Aleck Sans" w:hAnsi="ATT Aleck Sans" w:cs="ATT Aleck Sans"/>
          <w:color w:val="000000" w:themeColor="text1"/>
        </w:rPr>
        <w:t>I deleted the email or text messages</w:t>
      </w:r>
    </w:p>
    <w:p w14:paraId="5B3A88F1" w14:textId="77777777" w:rsidR="006A6D92" w:rsidRPr="006A6D92" w:rsidRDefault="006A6D92" w:rsidP="006A6D92">
      <w:pPr>
        <w:numPr>
          <w:ilvl w:val="0"/>
          <w:numId w:val="56"/>
        </w:numPr>
        <w:rPr>
          <w:rFonts w:ascii="ATT Aleck Sans" w:hAnsi="ATT Aleck Sans" w:cs="ATT Aleck Sans"/>
          <w:color w:val="000000" w:themeColor="text1"/>
        </w:rPr>
      </w:pPr>
      <w:r w:rsidRPr="006A6D92">
        <w:rPr>
          <w:rFonts w:ascii="ATT Aleck Sans" w:hAnsi="ATT Aleck Sans" w:cs="ATT Aleck Sans"/>
          <w:color w:val="000000" w:themeColor="text1"/>
        </w:rPr>
        <w:t>I hung up on the caller</w:t>
      </w:r>
    </w:p>
    <w:p w14:paraId="6FA45ABE" w14:textId="77777777" w:rsidR="006A6D92" w:rsidRPr="006A6D92" w:rsidRDefault="006A6D92" w:rsidP="006A6D92">
      <w:pPr>
        <w:numPr>
          <w:ilvl w:val="0"/>
          <w:numId w:val="56"/>
        </w:numPr>
        <w:rPr>
          <w:rFonts w:ascii="ATT Aleck Sans" w:hAnsi="ATT Aleck Sans" w:cs="ATT Aleck Sans"/>
          <w:color w:val="000000" w:themeColor="text1"/>
        </w:rPr>
      </w:pPr>
      <w:r w:rsidRPr="006A6D92">
        <w:rPr>
          <w:rFonts w:ascii="ATT Aleck Sans" w:hAnsi="ATT Aleck Sans" w:cs="ATT Aleck Sans"/>
          <w:color w:val="000000" w:themeColor="text1"/>
        </w:rPr>
        <w:t>I closed my browser window</w:t>
      </w:r>
    </w:p>
    <w:p w14:paraId="0F3A1905" w14:textId="77777777" w:rsidR="00C914BE" w:rsidRPr="00D3475F" w:rsidRDefault="006A6D92" w:rsidP="00D3475F">
      <w:pPr>
        <w:numPr>
          <w:ilvl w:val="0"/>
          <w:numId w:val="56"/>
        </w:numPr>
        <w:rPr>
          <w:rFonts w:ascii="ATT Aleck Sans" w:hAnsi="ATT Aleck Sans" w:cs="ATT Aleck Sans"/>
          <w:color w:val="000000" w:themeColor="text1"/>
        </w:rPr>
      </w:pPr>
      <w:r w:rsidRPr="006A6D92">
        <w:rPr>
          <w:rFonts w:ascii="ATT Aleck Sans" w:hAnsi="ATT Aleck Sans" w:cs="ATT Aleck Sans"/>
          <w:color w:val="000000" w:themeColor="text1"/>
        </w:rPr>
        <w:t xml:space="preserve">I called a friend or family member for help </w:t>
      </w:r>
      <w:r w:rsidR="001A16B8" w:rsidRPr="00D3475F">
        <w:rPr>
          <w:rFonts w:ascii="ATT Aleck Sans" w:hAnsi="ATT Aleck Sans" w:cs="ATT Aleck Sans"/>
          <w:color w:val="000000" w:themeColor="text1"/>
        </w:rPr>
        <w:br/>
      </w:r>
    </w:p>
    <w:p w14:paraId="42DEA12B" w14:textId="77777777" w:rsidR="006A6D92" w:rsidRPr="006A6D92" w:rsidRDefault="00C914BE" w:rsidP="006A6D92">
      <w:pPr>
        <w:ind w:firstLine="720"/>
        <w:rPr>
          <w:rFonts w:ascii="ATT Aleck Sans" w:hAnsi="ATT Aleck Sans" w:cs="ATT Aleck Sans"/>
          <w:color w:val="000000" w:themeColor="text1"/>
        </w:rPr>
      </w:pPr>
      <w:r w:rsidRPr="00C914BE">
        <w:rPr>
          <w:rFonts w:ascii="ATT Aleck Sans" w:hAnsi="ATT Aleck Sans" w:cs="ATT Aleck Sans"/>
          <w:b/>
          <w:bCs/>
          <w:color w:val="000000" w:themeColor="text1"/>
        </w:rPr>
        <w:t>Instructor Note: </w:t>
      </w:r>
      <w:r w:rsidR="006A6D92" w:rsidRPr="006A6D92">
        <w:rPr>
          <w:rFonts w:ascii="ATT Aleck Sans" w:hAnsi="ATT Aleck Sans" w:cs="ATT Aleck Sans"/>
          <w:color w:val="000000" w:themeColor="text1"/>
        </w:rPr>
        <w:t xml:space="preserve">Ask the questions on the slide of attendees, have them share their thoughts. </w:t>
      </w:r>
      <w:proofErr w:type="gramStart"/>
      <w:r w:rsidR="006A6D92" w:rsidRPr="006A6D92">
        <w:rPr>
          <w:rFonts w:ascii="ATT Aleck Sans" w:hAnsi="ATT Aleck Sans" w:cs="ATT Aleck Sans"/>
          <w:color w:val="000000" w:themeColor="text1"/>
        </w:rPr>
        <w:t>Or,</w:t>
      </w:r>
      <w:proofErr w:type="gramEnd"/>
      <w:r w:rsidR="006A6D92" w:rsidRPr="006A6D92">
        <w:rPr>
          <w:rFonts w:ascii="ATT Aleck Sans" w:hAnsi="ATT Aleck Sans" w:cs="ATT Aleck Sans"/>
          <w:color w:val="000000" w:themeColor="text1"/>
        </w:rPr>
        <w:t xml:space="preserve"> you can ask the question, allow a moment for the attendees to think about it, and then discuss.</w:t>
      </w:r>
    </w:p>
    <w:p w14:paraId="71D9CBFB" w14:textId="77777777" w:rsidR="00EF5CBE" w:rsidRDefault="00EF5CBE" w:rsidP="00EF5CBE">
      <w:pPr>
        <w:rPr>
          <w:rFonts w:ascii="ATT Aleck Sans" w:hAnsi="ATT Aleck Sans" w:cs="ATT Aleck Sans"/>
          <w:i/>
          <w:iCs/>
          <w:color w:val="000000" w:themeColor="text1"/>
        </w:rPr>
      </w:pPr>
      <w:bookmarkStart w:id="3" w:name="OLE_LINK5"/>
    </w:p>
    <w:p w14:paraId="4B734276" w14:textId="77777777" w:rsidR="00C914BE" w:rsidRPr="00C914BE" w:rsidRDefault="001A28C8" w:rsidP="00EF5CBE">
      <w:pPr>
        <w:rPr>
          <w:rFonts w:ascii="ATT Aleck Sans" w:hAnsi="ATT Aleck Sans" w:cs="ATT Aleck Sans"/>
          <w:color w:val="000000" w:themeColor="text1"/>
        </w:rPr>
      </w:pPr>
      <w:r w:rsidRPr="00C914BE">
        <w:rPr>
          <w:rFonts w:ascii="ATT Aleck Sans" w:hAnsi="ATT Aleck Sans" w:cs="ATT Aleck Sans"/>
          <w:color w:val="000000" w:themeColor="text1"/>
        </w:rPr>
        <w:t>The conversation should be approximately 2-3 minutes</w:t>
      </w:r>
      <w:bookmarkEnd w:id="3"/>
      <w:r w:rsidRPr="00C914BE">
        <w:rPr>
          <w:rFonts w:ascii="ATT Aleck Sans" w:hAnsi="ATT Aleck Sans" w:cs="ATT Aleck Sans"/>
          <w:color w:val="000000" w:themeColor="text1"/>
        </w:rPr>
        <w:t>.</w:t>
      </w:r>
    </w:p>
    <w:p w14:paraId="1FC98076" w14:textId="77777777" w:rsidR="00C914BE" w:rsidRPr="00C914BE" w:rsidRDefault="00C914BE" w:rsidP="00C914BE">
      <w:pPr>
        <w:ind w:left="720"/>
        <w:rPr>
          <w:rFonts w:ascii="ATT Aleck Sans" w:hAnsi="ATT Aleck Sans" w:cs="ATT Aleck Sans"/>
          <w:color w:val="000000" w:themeColor="text1"/>
        </w:rPr>
      </w:pPr>
      <w:r w:rsidRPr="00C914BE">
        <w:rPr>
          <w:rFonts w:ascii="ATT Aleck Sans" w:hAnsi="ATT Aleck Sans" w:cs="ATT Aleck Sans"/>
          <w:color w:val="000000" w:themeColor="text1"/>
        </w:rPr>
        <w:t> </w:t>
      </w:r>
    </w:p>
    <w:p w14:paraId="1051EF4F" w14:textId="77777777" w:rsidR="00C914BE" w:rsidRPr="00C914BE" w:rsidRDefault="00C914BE" w:rsidP="00C914BE">
      <w:pPr>
        <w:ind w:left="720"/>
        <w:rPr>
          <w:rFonts w:ascii="ATT Aleck Sans" w:hAnsi="ATT Aleck Sans" w:cs="ATT Aleck Sans"/>
          <w:color w:val="000000" w:themeColor="text1"/>
        </w:rPr>
      </w:pPr>
      <w:r w:rsidRPr="00C914BE">
        <w:rPr>
          <w:rFonts w:ascii="ATT Aleck Sans" w:hAnsi="ATT Aleck Sans" w:cs="ATT Aleck Sans"/>
          <w:b/>
          <w:bCs/>
          <w:color w:val="000000" w:themeColor="text1"/>
        </w:rPr>
        <w:t>Additional Details:</w:t>
      </w:r>
      <w:r w:rsidRPr="00C914BE">
        <w:rPr>
          <w:rFonts w:ascii="ATT Aleck Sans" w:hAnsi="ATT Aleck Sans" w:cs="ATT Aleck Sans"/>
          <w:color w:val="000000" w:themeColor="text1"/>
        </w:rPr>
        <w:t> none</w:t>
      </w:r>
    </w:p>
    <w:p w14:paraId="32566545" w14:textId="77777777" w:rsidR="00061ECF" w:rsidRPr="00061ECF" w:rsidRDefault="00061ECF" w:rsidP="00061ECF">
      <w:pPr>
        <w:pStyle w:val="NormalWeb"/>
        <w:shd w:val="clear" w:color="auto" w:fill="FFFFFF"/>
        <w:spacing w:before="0" w:beforeAutospacing="0" w:after="0" w:afterAutospacing="0"/>
        <w:rPr>
          <w:rFonts w:ascii="Segoe UI" w:hAnsi="Segoe UI" w:cs="Segoe UI"/>
          <w:b/>
          <w:bCs/>
          <w:color w:val="242424"/>
          <w:sz w:val="22"/>
          <w:szCs w:val="22"/>
          <w:bdr w:val="none" w:sz="0" w:space="0" w:color="auto" w:frame="1"/>
        </w:rPr>
      </w:pPr>
      <w:r w:rsidRPr="00E50F47">
        <w:rPr>
          <w:rFonts w:ascii="Segoe UI" w:hAnsi="Segoe UI" w:cs="Segoe UI"/>
          <w:color w:val="242424"/>
          <w:sz w:val="22"/>
          <w:szCs w:val="22"/>
          <w:bdr w:val="none" w:sz="0" w:space="0" w:color="auto" w:frame="1"/>
        </w:rPr>
        <w:tab/>
      </w:r>
    </w:p>
    <w:p w14:paraId="3777CB0E" w14:textId="77777777" w:rsidR="006B1733" w:rsidRPr="006B1733" w:rsidRDefault="006B1733" w:rsidP="002548CB">
      <w:pPr>
        <w:rPr>
          <w:rFonts w:ascii="ATT Aleck Sans" w:hAnsi="ATT Aleck Sans" w:cs="ATT Aleck Sans"/>
          <w:b/>
          <w:bCs/>
          <w:sz w:val="26"/>
          <w:szCs w:val="26"/>
        </w:rPr>
      </w:pPr>
      <w:r w:rsidRPr="006B1733">
        <w:rPr>
          <w:rFonts w:ascii="ATT Aleck Sans" w:hAnsi="ATT Aleck Sans" w:cs="ATT Aleck Sans"/>
          <w:b/>
          <w:bCs/>
          <w:sz w:val="26"/>
          <w:szCs w:val="26"/>
        </w:rPr>
        <w:t>Personal Accounts</w:t>
      </w:r>
    </w:p>
    <w:p w14:paraId="09B59A67" w14:textId="77777777" w:rsidR="006B1733" w:rsidRDefault="006B1733" w:rsidP="002548CB">
      <w:pPr>
        <w:rPr>
          <w:rFonts w:ascii="ATT Aleck Sans" w:hAnsi="ATT Aleck Sans" w:cs="ATT Aleck Sans"/>
          <w:b/>
          <w:bCs/>
        </w:rPr>
      </w:pPr>
    </w:p>
    <w:p w14:paraId="16F10B61" w14:textId="77777777" w:rsidR="00061ECF" w:rsidRDefault="00C914BE" w:rsidP="002548CB">
      <w:pPr>
        <w:rPr>
          <w:rFonts w:ascii="ATT Aleck Sans" w:hAnsi="ATT Aleck Sans" w:cs="ATT Aleck Sans"/>
          <w:color w:val="000000" w:themeColor="text1"/>
        </w:rPr>
      </w:pPr>
      <w:r w:rsidRPr="00C914BE">
        <w:rPr>
          <w:rFonts w:ascii="ATT Aleck Sans" w:hAnsi="ATT Aleck Sans" w:cs="ATT Aleck Sans"/>
          <w:b/>
          <w:bCs/>
        </w:rPr>
        <w:t xml:space="preserve">Slide Number &amp; Title. </w:t>
      </w:r>
      <w:r w:rsidR="003913B7" w:rsidRPr="00C914BE">
        <w:rPr>
          <w:rFonts w:ascii="ATT Aleck Sans" w:hAnsi="ATT Aleck Sans" w:cs="ATT Aleck Sans"/>
        </w:rPr>
        <w:t>Slide 8</w:t>
      </w:r>
      <w:r w:rsidR="000E1667" w:rsidRPr="00C914BE">
        <w:rPr>
          <w:rFonts w:ascii="ATT Aleck Sans" w:hAnsi="ATT Aleck Sans" w:cs="ATT Aleck Sans"/>
        </w:rPr>
        <w:t xml:space="preserve">: </w:t>
      </w:r>
      <w:r w:rsidR="00ED1CE4">
        <w:rPr>
          <w:rFonts w:ascii="ATT Aleck Sans" w:hAnsi="ATT Aleck Sans" w:cs="ATT Aleck Sans"/>
          <w:color w:val="000000" w:themeColor="text1"/>
        </w:rPr>
        <w:t>Personal Accounts</w:t>
      </w:r>
    </w:p>
    <w:p w14:paraId="384E574A" w14:textId="77777777" w:rsidR="001A28C8" w:rsidRDefault="001A28C8" w:rsidP="002548CB">
      <w:pPr>
        <w:rPr>
          <w:rFonts w:ascii="ATT Aleck Sans" w:hAnsi="ATT Aleck Sans" w:cs="ATT Aleck Sans"/>
        </w:rPr>
      </w:pPr>
    </w:p>
    <w:p w14:paraId="30777D90" w14:textId="77777777" w:rsidR="00061ECF" w:rsidRPr="00061ECF" w:rsidRDefault="00061ECF" w:rsidP="00061ECF">
      <w:pPr>
        <w:ind w:left="720"/>
        <w:rPr>
          <w:rFonts w:ascii="ATT Aleck Sans" w:hAnsi="ATT Aleck Sans" w:cs="ATT Aleck Sans"/>
        </w:rPr>
      </w:pPr>
      <w:r w:rsidRPr="00061ECF">
        <w:rPr>
          <w:rFonts w:ascii="ATT Aleck Sans" w:hAnsi="ATT Aleck Sans" w:cs="ATT Aleck Sans"/>
          <w:b/>
          <w:bCs/>
        </w:rPr>
        <w:t>On Slide Text:</w:t>
      </w:r>
      <w:r w:rsidRPr="00061ECF">
        <w:rPr>
          <w:rFonts w:ascii="ATT Aleck Sans" w:hAnsi="ATT Aleck Sans" w:cs="ATT Aleck Sans"/>
        </w:rPr>
        <w:t> </w:t>
      </w:r>
      <w:r w:rsidR="00094130">
        <w:rPr>
          <w:rFonts w:ascii="ATT Aleck Sans" w:hAnsi="ATT Aleck Sans" w:cs="ATT Aleck Sans"/>
        </w:rPr>
        <w:t xml:space="preserve"> </w:t>
      </w:r>
      <w:r w:rsidR="001A28C8">
        <w:rPr>
          <w:rFonts w:ascii="ATT Aleck Sans" w:hAnsi="ATT Aleck Sans" w:cs="ATT Aleck Sans"/>
        </w:rPr>
        <w:br/>
      </w:r>
    </w:p>
    <w:p w14:paraId="7318C252" w14:textId="77777777" w:rsidR="00061ECF" w:rsidRPr="00061ECF" w:rsidRDefault="00061ECF" w:rsidP="00061ECF">
      <w:pPr>
        <w:ind w:left="720"/>
        <w:rPr>
          <w:rFonts w:ascii="ATT Aleck Sans" w:hAnsi="ATT Aleck Sans" w:cs="ATT Aleck Sans"/>
        </w:rPr>
      </w:pPr>
      <w:r w:rsidRPr="00061ECF">
        <w:rPr>
          <w:rFonts w:ascii="ATT Aleck Sans" w:hAnsi="ATT Aleck Sans" w:cs="ATT Aleck Sans"/>
          <w:b/>
          <w:bCs/>
        </w:rPr>
        <w:t>Notes Section</w:t>
      </w:r>
    </w:p>
    <w:p w14:paraId="17E3A8CC" w14:textId="77777777" w:rsidR="00061ECF" w:rsidRPr="00061ECF" w:rsidRDefault="00061ECF" w:rsidP="00061ECF">
      <w:pPr>
        <w:ind w:left="720"/>
        <w:rPr>
          <w:rFonts w:ascii="ATT Aleck Sans" w:hAnsi="ATT Aleck Sans" w:cs="ATT Aleck Sans"/>
          <w:b/>
          <w:bCs/>
        </w:rPr>
      </w:pPr>
    </w:p>
    <w:p w14:paraId="13CF47E5" w14:textId="77777777" w:rsidR="00094130" w:rsidRPr="00094130" w:rsidRDefault="00061ECF" w:rsidP="00094130">
      <w:pPr>
        <w:ind w:firstLine="720"/>
        <w:rPr>
          <w:rFonts w:ascii="ATT Aleck Sans" w:hAnsi="ATT Aleck Sans" w:cs="ATT Aleck Sans"/>
        </w:rPr>
      </w:pPr>
      <w:r w:rsidRPr="70A2823D">
        <w:rPr>
          <w:rFonts w:ascii="ATT Aleck Sans" w:hAnsi="ATT Aleck Sans" w:cs="ATT Aleck Sans"/>
          <w:b/>
          <w:bCs/>
        </w:rPr>
        <w:t xml:space="preserve">Talking Points: </w:t>
      </w:r>
      <w:r w:rsidR="00094130" w:rsidRPr="00094130">
        <w:rPr>
          <w:rFonts w:ascii="ATT Aleck Sans" w:hAnsi="ATT Aleck Sans" w:cs="ATT Aleck Sans"/>
        </w:rPr>
        <w:t xml:space="preserve">Many websites and mobile apps allow you to create a personal account. Your account has a unique username and password. You will use this username and password to sign into a website or mobile app. Then, you will have access to your individual account information. </w:t>
      </w:r>
    </w:p>
    <w:p w14:paraId="1205CEFF" w14:textId="77777777" w:rsidR="00061ECF" w:rsidRPr="00061ECF" w:rsidRDefault="00061ECF" w:rsidP="00094130">
      <w:pPr>
        <w:ind w:firstLine="720"/>
        <w:rPr>
          <w:rFonts w:ascii="ATT Aleck Sans" w:hAnsi="ATT Aleck Sans" w:cs="ATT Aleck Sans"/>
        </w:rPr>
      </w:pPr>
      <w:r w:rsidRPr="00061ECF">
        <w:rPr>
          <w:rFonts w:ascii="ATT Aleck Sans" w:hAnsi="ATT Aleck Sans" w:cs="ATT Aleck Sans"/>
        </w:rPr>
        <w:t> </w:t>
      </w:r>
    </w:p>
    <w:p w14:paraId="03E2C5F6" w14:textId="77777777" w:rsidR="00061ECF" w:rsidRPr="00061ECF" w:rsidRDefault="00061ECF" w:rsidP="00061ECF">
      <w:pPr>
        <w:ind w:left="720"/>
        <w:rPr>
          <w:rFonts w:ascii="ATT Aleck Sans" w:hAnsi="ATT Aleck Sans" w:cs="ATT Aleck Sans"/>
        </w:rPr>
      </w:pPr>
      <w:r w:rsidRPr="00061ECF">
        <w:rPr>
          <w:rFonts w:ascii="ATT Aleck Sans" w:hAnsi="ATT Aleck Sans" w:cs="ATT Aleck Sans"/>
          <w:b/>
          <w:bCs/>
        </w:rPr>
        <w:t>Instructor Note: </w:t>
      </w:r>
      <w:r w:rsidRPr="00061ECF">
        <w:rPr>
          <w:rFonts w:ascii="ATT Aleck Sans" w:hAnsi="ATT Aleck Sans" w:cs="ATT Aleck Sans"/>
        </w:rPr>
        <w:t>none</w:t>
      </w:r>
    </w:p>
    <w:p w14:paraId="2DD1201F" w14:textId="77777777" w:rsidR="00061ECF" w:rsidRPr="00061ECF" w:rsidRDefault="00061ECF" w:rsidP="00061ECF">
      <w:pPr>
        <w:ind w:left="720"/>
        <w:rPr>
          <w:rFonts w:ascii="ATT Aleck Sans" w:hAnsi="ATT Aleck Sans" w:cs="ATT Aleck Sans"/>
        </w:rPr>
      </w:pPr>
      <w:r w:rsidRPr="00061ECF">
        <w:rPr>
          <w:rFonts w:ascii="ATT Aleck Sans" w:hAnsi="ATT Aleck Sans" w:cs="ATT Aleck Sans"/>
        </w:rPr>
        <w:t> </w:t>
      </w:r>
    </w:p>
    <w:p w14:paraId="4ACA101D" w14:textId="77777777" w:rsidR="00061ECF" w:rsidRPr="00061ECF" w:rsidRDefault="00061ECF" w:rsidP="00061ECF">
      <w:pPr>
        <w:ind w:left="720"/>
        <w:rPr>
          <w:rFonts w:ascii="ATT Aleck Sans" w:hAnsi="ATT Aleck Sans" w:cs="ATT Aleck Sans"/>
        </w:rPr>
      </w:pPr>
      <w:r w:rsidRPr="00061ECF">
        <w:rPr>
          <w:rFonts w:ascii="ATT Aleck Sans" w:hAnsi="ATT Aleck Sans" w:cs="ATT Aleck Sans"/>
          <w:b/>
          <w:bCs/>
        </w:rPr>
        <w:t>Additional Details:</w:t>
      </w:r>
      <w:r w:rsidRPr="00061ECF">
        <w:rPr>
          <w:rFonts w:ascii="ATT Aleck Sans" w:hAnsi="ATT Aleck Sans" w:cs="ATT Aleck Sans"/>
        </w:rPr>
        <w:t> none</w:t>
      </w:r>
    </w:p>
    <w:p w14:paraId="44D913FB" w14:textId="77777777" w:rsidR="00061ECF" w:rsidRDefault="00061ECF" w:rsidP="00061ECF">
      <w:pPr>
        <w:rPr>
          <w:rFonts w:ascii="ATT Aleck Sans" w:hAnsi="ATT Aleck Sans" w:cs="ATT Aleck Sans"/>
        </w:rPr>
      </w:pPr>
    </w:p>
    <w:p w14:paraId="56E07027" w14:textId="7A2084FD" w:rsidR="00061ECF" w:rsidRDefault="00C914BE" w:rsidP="00061ECF">
      <w:pPr>
        <w:rPr>
          <w:rFonts w:ascii="ATT Aleck Sans" w:hAnsi="ATT Aleck Sans" w:cs="ATT Aleck Sans"/>
        </w:rPr>
      </w:pPr>
      <w:r w:rsidRPr="6EC7E154">
        <w:rPr>
          <w:rFonts w:ascii="ATT Aleck Sans" w:hAnsi="ATT Aleck Sans" w:cs="ATT Aleck Sans"/>
          <w:b/>
          <w:bCs/>
        </w:rPr>
        <w:t xml:space="preserve">Slide Number &amp; Title. </w:t>
      </w:r>
      <w:r w:rsidR="00061ECF" w:rsidRPr="6EC7E154">
        <w:rPr>
          <w:rFonts w:ascii="ATT Aleck Sans" w:hAnsi="ATT Aleck Sans" w:cs="ATT Aleck Sans"/>
        </w:rPr>
        <w:t>Slide 9:</w:t>
      </w:r>
      <w:r w:rsidR="00061ECF" w:rsidRPr="6EC7E154">
        <w:rPr>
          <w:rFonts w:ascii="ATT Aleck Sans" w:hAnsi="ATT Aleck Sans" w:cs="ATT Aleck Sans"/>
          <w:b/>
          <w:bCs/>
        </w:rPr>
        <w:t xml:space="preserve"> </w:t>
      </w:r>
      <w:r w:rsidR="00094130" w:rsidRPr="6EC7E154">
        <w:rPr>
          <w:rFonts w:ascii="ATT Aleck Sans" w:hAnsi="ATT Aleck Sans" w:cs="ATT Aleck Sans"/>
          <w:color w:val="000000" w:themeColor="text1"/>
        </w:rPr>
        <w:t>Personal Accounts</w:t>
      </w:r>
      <w:r w:rsidR="0A9FEF4B" w:rsidRPr="6EC7E154">
        <w:rPr>
          <w:rFonts w:ascii="ATT Aleck Sans" w:hAnsi="ATT Aleck Sans" w:cs="ATT Aleck Sans"/>
          <w:color w:val="000000" w:themeColor="text1"/>
        </w:rPr>
        <w:t>: Discussion</w:t>
      </w:r>
    </w:p>
    <w:p w14:paraId="7B3B7E8D" w14:textId="77777777" w:rsidR="00061ECF" w:rsidRDefault="00061ECF" w:rsidP="002548CB">
      <w:pPr>
        <w:rPr>
          <w:rFonts w:ascii="ATT Aleck Sans" w:hAnsi="ATT Aleck Sans" w:cs="ATT Aleck Sans"/>
          <w:bCs/>
        </w:rPr>
      </w:pPr>
    </w:p>
    <w:p w14:paraId="3472E720" w14:textId="77777777" w:rsidR="00B5034A" w:rsidRPr="00B5034A" w:rsidRDefault="36191466" w:rsidP="00B5034A">
      <w:pPr>
        <w:ind w:firstLine="720"/>
        <w:rPr>
          <w:rFonts w:ascii="ATT Aleck Sans" w:hAnsi="ATT Aleck Sans" w:cs="ATT Aleck Sans"/>
        </w:rPr>
      </w:pPr>
      <w:r w:rsidRPr="0A894753">
        <w:rPr>
          <w:rFonts w:ascii="ATT Aleck Sans" w:hAnsi="ATT Aleck Sans" w:cs="ATT Aleck Sans"/>
          <w:b/>
          <w:bCs/>
        </w:rPr>
        <w:lastRenderedPageBreak/>
        <w:t>On Slide Text:</w:t>
      </w:r>
      <w:r w:rsidRPr="0A894753">
        <w:rPr>
          <w:rFonts w:ascii="ATT Aleck Sans" w:hAnsi="ATT Aleck Sans" w:cs="ATT Aleck Sans"/>
        </w:rPr>
        <w:t xml:space="preserve"> </w:t>
      </w:r>
      <w:r w:rsidR="00B5034A" w:rsidRPr="00B5034A">
        <w:rPr>
          <w:rFonts w:ascii="ATT Aleck Sans" w:hAnsi="ATT Aleck Sans" w:cs="ATT Aleck Sans"/>
        </w:rPr>
        <w:t xml:space="preserve">What kinds of online accounts have you created? </w:t>
      </w:r>
    </w:p>
    <w:p w14:paraId="371992DD" w14:textId="77777777" w:rsidR="006218CF" w:rsidRDefault="006218CF" w:rsidP="00061ECF">
      <w:pPr>
        <w:ind w:firstLine="720"/>
        <w:rPr>
          <w:rFonts w:ascii="ATT Aleck Sans" w:hAnsi="ATT Aleck Sans" w:cs="ATT Aleck Sans"/>
        </w:rPr>
      </w:pPr>
    </w:p>
    <w:p w14:paraId="6B23F2C3" w14:textId="77777777" w:rsidR="006218CF" w:rsidRPr="006218CF" w:rsidRDefault="006218CF" w:rsidP="00061ECF">
      <w:pPr>
        <w:ind w:firstLine="720"/>
        <w:rPr>
          <w:rFonts w:ascii="ATT Aleck Sans" w:hAnsi="ATT Aleck Sans" w:cs="ATT Aleck Sans"/>
          <w:b/>
          <w:bCs/>
        </w:rPr>
      </w:pPr>
      <w:r w:rsidRPr="006218CF">
        <w:rPr>
          <w:rFonts w:ascii="ATT Aleck Sans" w:hAnsi="ATT Aleck Sans" w:cs="ATT Aleck Sans"/>
          <w:b/>
          <w:bCs/>
        </w:rPr>
        <w:t>Notes Section</w:t>
      </w:r>
    </w:p>
    <w:p w14:paraId="5D2511CF" w14:textId="77777777" w:rsidR="006218CF" w:rsidRDefault="006218CF" w:rsidP="00061ECF">
      <w:pPr>
        <w:ind w:firstLine="720"/>
        <w:rPr>
          <w:rFonts w:ascii="ATT Aleck Sans" w:hAnsi="ATT Aleck Sans" w:cs="ATT Aleck Sans"/>
        </w:rPr>
      </w:pPr>
    </w:p>
    <w:p w14:paraId="72290C7C" w14:textId="77777777" w:rsidR="00EF5CBE" w:rsidRDefault="006218CF" w:rsidP="00B5034A">
      <w:pPr>
        <w:ind w:firstLine="720"/>
        <w:rPr>
          <w:rFonts w:ascii="ATT Aleck Sans" w:hAnsi="ATT Aleck Sans" w:cs="ATT Aleck Sans"/>
        </w:rPr>
      </w:pPr>
      <w:r w:rsidRPr="006218CF">
        <w:rPr>
          <w:rFonts w:ascii="ATT Aleck Sans" w:hAnsi="ATT Aleck Sans" w:cs="ATT Aleck Sans"/>
          <w:b/>
          <w:bCs/>
        </w:rPr>
        <w:t>Talking Points:</w:t>
      </w:r>
      <w:r>
        <w:rPr>
          <w:rFonts w:ascii="ATT Aleck Sans" w:hAnsi="ATT Aleck Sans" w:cs="ATT Aleck Sans"/>
        </w:rPr>
        <w:t xml:space="preserve"> </w:t>
      </w:r>
    </w:p>
    <w:p w14:paraId="2BD0EC88" w14:textId="77777777" w:rsidR="009118E0" w:rsidRPr="009118E0" w:rsidRDefault="009118E0" w:rsidP="009118E0">
      <w:pPr>
        <w:rPr>
          <w:rFonts w:ascii="ATT Aleck Sans" w:hAnsi="ATT Aleck Sans" w:cs="ATT Aleck Sans"/>
        </w:rPr>
      </w:pPr>
      <w:r w:rsidRPr="009118E0">
        <w:rPr>
          <w:rFonts w:ascii="ATT Aleck Sans" w:hAnsi="ATT Aleck Sans" w:cs="ATT Aleck Sans"/>
        </w:rPr>
        <w:t xml:space="preserve">Possible kinds of accounts that attendees may </w:t>
      </w:r>
      <w:proofErr w:type="gramStart"/>
      <w:r w:rsidRPr="009118E0">
        <w:rPr>
          <w:rFonts w:ascii="ATT Aleck Sans" w:hAnsi="ATT Aleck Sans" w:cs="ATT Aleck Sans"/>
        </w:rPr>
        <w:t>discuss:</w:t>
      </w:r>
      <w:proofErr w:type="gramEnd"/>
      <w:r w:rsidRPr="009118E0">
        <w:rPr>
          <w:rFonts w:ascii="ATT Aleck Sans" w:hAnsi="ATT Aleck Sans" w:cs="ATT Aleck Sans"/>
        </w:rPr>
        <w:t xml:space="preserve"> email, social media, job search sites, schools, banks, credit cards, media and news platforms, video streaming sites, retail sites</w:t>
      </w:r>
      <w:r>
        <w:rPr>
          <w:rFonts w:ascii="ATT Aleck Sans" w:hAnsi="ATT Aleck Sans" w:cs="ATT Aleck Sans"/>
        </w:rPr>
        <w:t>.</w:t>
      </w:r>
    </w:p>
    <w:p w14:paraId="090EDE13" w14:textId="77777777" w:rsidR="006218CF" w:rsidRDefault="006218CF" w:rsidP="009118E0">
      <w:pPr>
        <w:rPr>
          <w:rFonts w:ascii="ATT Aleck Sans" w:hAnsi="ATT Aleck Sans" w:cs="ATT Aleck Sans"/>
        </w:rPr>
      </w:pPr>
    </w:p>
    <w:p w14:paraId="1A6A2904" w14:textId="77777777" w:rsidR="00B5034A" w:rsidRDefault="006218CF" w:rsidP="006218CF">
      <w:pPr>
        <w:ind w:firstLine="720"/>
        <w:rPr>
          <w:rFonts w:ascii="ATT Aleck Sans" w:hAnsi="ATT Aleck Sans" w:cs="ATT Aleck Sans"/>
        </w:rPr>
      </w:pPr>
      <w:r w:rsidRPr="006218CF">
        <w:rPr>
          <w:rFonts w:ascii="ATT Aleck Sans" w:hAnsi="ATT Aleck Sans" w:cs="ATT Aleck Sans"/>
          <w:b/>
          <w:bCs/>
        </w:rPr>
        <w:t>Instructor Notes:</w:t>
      </w:r>
      <w:r>
        <w:rPr>
          <w:rFonts w:ascii="ATT Aleck Sans" w:hAnsi="ATT Aleck Sans" w:cs="ATT Aleck Sans"/>
        </w:rPr>
        <w:t xml:space="preserve"> </w:t>
      </w:r>
      <w:r w:rsidR="00B5034A" w:rsidRPr="00B5034A">
        <w:rPr>
          <w:rFonts w:ascii="ATT Aleck Sans" w:hAnsi="ATT Aleck Sans" w:cs="ATT Aleck Sans"/>
        </w:rPr>
        <w:t xml:space="preserve">Facilitate a brief discussion with participants. What kind of accounts have you created? </w:t>
      </w:r>
    </w:p>
    <w:p w14:paraId="75B43513" w14:textId="77777777" w:rsidR="009118E0" w:rsidRDefault="009118E0" w:rsidP="009118E0">
      <w:pPr>
        <w:rPr>
          <w:rFonts w:ascii="ATT Aleck Sans" w:hAnsi="ATT Aleck Sans" w:cs="ATT Aleck Sans"/>
        </w:rPr>
      </w:pPr>
    </w:p>
    <w:p w14:paraId="1D6503B4" w14:textId="77777777" w:rsidR="006218CF" w:rsidRDefault="00B5034A" w:rsidP="009118E0">
      <w:pPr>
        <w:rPr>
          <w:rFonts w:ascii="ATT Aleck Sans" w:hAnsi="ATT Aleck Sans" w:cs="ATT Aleck Sans"/>
        </w:rPr>
      </w:pPr>
      <w:r w:rsidRPr="00B5034A">
        <w:rPr>
          <w:rFonts w:ascii="ATT Aleck Sans" w:hAnsi="ATT Aleck Sans" w:cs="ATT Aleck Sans"/>
        </w:rPr>
        <w:t>The conversation should be approximately 2-3 minutes.</w:t>
      </w:r>
    </w:p>
    <w:p w14:paraId="474BD626" w14:textId="77777777" w:rsidR="006218CF" w:rsidRDefault="006218CF" w:rsidP="006218CF">
      <w:pPr>
        <w:ind w:firstLine="720"/>
        <w:rPr>
          <w:rFonts w:ascii="ATT Aleck Sans" w:hAnsi="ATT Aleck Sans" w:cs="ATT Aleck Sans"/>
        </w:rPr>
      </w:pPr>
    </w:p>
    <w:p w14:paraId="43634DC4" w14:textId="77777777" w:rsidR="006218CF" w:rsidRPr="006218CF" w:rsidRDefault="006218CF" w:rsidP="006218CF">
      <w:pPr>
        <w:ind w:firstLine="720"/>
        <w:rPr>
          <w:rFonts w:ascii="ATT Aleck Sans" w:hAnsi="ATT Aleck Sans" w:cs="ATT Aleck Sans"/>
        </w:rPr>
      </w:pPr>
      <w:r w:rsidRPr="006218CF">
        <w:rPr>
          <w:rFonts w:ascii="ATT Aleck Sans" w:hAnsi="ATT Aleck Sans" w:cs="ATT Aleck Sans"/>
          <w:b/>
          <w:bCs/>
        </w:rPr>
        <w:t>Additional Notes:</w:t>
      </w:r>
      <w:r>
        <w:rPr>
          <w:rFonts w:ascii="ATT Aleck Sans" w:hAnsi="ATT Aleck Sans" w:cs="ATT Aleck Sans"/>
        </w:rPr>
        <w:t xml:space="preserve"> none</w:t>
      </w:r>
    </w:p>
    <w:p w14:paraId="53AB2980" w14:textId="77777777" w:rsidR="00061ECF" w:rsidRDefault="003913B7" w:rsidP="006218CF">
      <w:pPr>
        <w:rPr>
          <w:rFonts w:ascii="ATT Aleck Sans" w:eastAsiaTheme="minorEastAsia" w:hAnsi="ATT Aleck Sans" w:cs="ATT Aleck Sans"/>
        </w:rPr>
      </w:pPr>
      <w:r w:rsidRPr="002548CB">
        <w:rPr>
          <w:rFonts w:ascii="ATT Aleck Sans" w:hAnsi="ATT Aleck Sans" w:cs="ATT Aleck Sans"/>
        </w:rPr>
        <w:br/>
      </w:r>
      <w:r w:rsidR="00C914BE" w:rsidRPr="00C914BE">
        <w:rPr>
          <w:rFonts w:ascii="ATT Aleck Sans" w:hAnsi="ATT Aleck Sans" w:cs="ATT Aleck Sans"/>
          <w:b/>
          <w:bCs/>
        </w:rPr>
        <w:t xml:space="preserve">Slide Number &amp; Title. </w:t>
      </w:r>
      <w:r w:rsidRPr="00C914BE">
        <w:rPr>
          <w:rFonts w:ascii="ATT Aleck Sans" w:hAnsi="ATT Aleck Sans" w:cs="ATT Aleck Sans"/>
        </w:rPr>
        <w:t>Slide 10</w:t>
      </w:r>
      <w:r w:rsidR="006E121E" w:rsidRPr="00C914BE">
        <w:rPr>
          <w:rFonts w:ascii="ATT Aleck Sans" w:hAnsi="ATT Aleck Sans" w:cs="ATT Aleck Sans"/>
        </w:rPr>
        <w:t>:</w:t>
      </w:r>
      <w:r w:rsidRPr="00C914BE">
        <w:rPr>
          <w:rFonts w:ascii="ATT Aleck Sans" w:hAnsi="ATT Aleck Sans" w:cs="ATT Aleck Sans"/>
        </w:rPr>
        <w:t xml:space="preserve"> </w:t>
      </w:r>
      <w:r w:rsidR="00B5034A">
        <w:rPr>
          <w:rFonts w:ascii="ATT Aleck Sans" w:hAnsi="ATT Aleck Sans" w:cs="ATT Aleck Sans"/>
          <w:color w:val="000000" w:themeColor="text1"/>
        </w:rPr>
        <w:t>Personal Accounts</w:t>
      </w:r>
      <w:r w:rsidR="00061ECF">
        <w:rPr>
          <w:rFonts w:ascii="ATT Aleck Sans" w:hAnsi="ATT Aleck Sans" w:cs="ATT Aleck Sans"/>
        </w:rPr>
        <w:br/>
      </w:r>
    </w:p>
    <w:p w14:paraId="6863F069" w14:textId="77777777" w:rsidR="00061ECF" w:rsidRDefault="00061ECF" w:rsidP="00B0406C">
      <w:pPr>
        <w:ind w:firstLine="720"/>
        <w:rPr>
          <w:rFonts w:ascii="ATT Aleck Sans" w:hAnsi="ATT Aleck Sans" w:cs="ATT Aleck Sans"/>
        </w:rPr>
      </w:pPr>
      <w:r w:rsidRPr="00061ECF">
        <w:rPr>
          <w:rFonts w:ascii="ATT Aleck Sans" w:hAnsi="ATT Aleck Sans" w:cs="ATT Aleck Sans"/>
          <w:b/>
          <w:bCs/>
        </w:rPr>
        <w:t>On Slide Text:</w:t>
      </w:r>
      <w:r>
        <w:rPr>
          <w:rFonts w:ascii="ATT Aleck Sans" w:hAnsi="ATT Aleck Sans" w:cs="ATT Aleck Sans"/>
        </w:rPr>
        <w:t xml:space="preserve"> </w:t>
      </w:r>
      <w:r w:rsidR="00B0406C" w:rsidRPr="00B0406C">
        <w:rPr>
          <w:rFonts w:ascii="ATT Aleck Sans" w:hAnsi="ATT Aleck Sans" w:cs="ATT Aleck Sans"/>
        </w:rPr>
        <w:t xml:space="preserve">At </w:t>
      </w:r>
      <w:r w:rsidR="00B0406C">
        <w:rPr>
          <w:rFonts w:ascii="ATT Aleck Sans" w:hAnsi="ATT Aleck Sans" w:cs="ATT Aleck Sans"/>
        </w:rPr>
        <w:t xml:space="preserve">a </w:t>
      </w:r>
      <w:r w:rsidR="00B0406C" w:rsidRPr="00B0406C">
        <w:rPr>
          <w:rFonts w:ascii="ATT Aleck Sans" w:hAnsi="ATT Aleck Sans" w:cs="ATT Aleck Sans"/>
        </w:rPr>
        <w:t>public transit station</w:t>
      </w:r>
      <w:r w:rsidR="00B0406C">
        <w:rPr>
          <w:rFonts w:ascii="ATT Aleck Sans" w:hAnsi="ATT Aleck Sans" w:cs="ATT Aleck Sans"/>
        </w:rPr>
        <w:t>.</w:t>
      </w:r>
    </w:p>
    <w:p w14:paraId="5D0ACEF9" w14:textId="77777777" w:rsidR="00061ECF" w:rsidRDefault="00061ECF" w:rsidP="00061ECF">
      <w:pPr>
        <w:rPr>
          <w:rFonts w:ascii="ATT Aleck Sans" w:hAnsi="ATT Aleck Sans" w:cs="ATT Aleck Sans"/>
        </w:rPr>
      </w:pPr>
    </w:p>
    <w:p w14:paraId="02B316B4" w14:textId="77777777" w:rsidR="00061ECF" w:rsidRPr="00061ECF" w:rsidRDefault="00061ECF" w:rsidP="00061ECF">
      <w:pPr>
        <w:ind w:left="720"/>
        <w:rPr>
          <w:rFonts w:ascii="ATT Aleck Sans" w:hAnsi="ATT Aleck Sans" w:cs="ATT Aleck Sans"/>
        </w:rPr>
      </w:pPr>
      <w:r w:rsidRPr="00061ECF">
        <w:rPr>
          <w:rFonts w:ascii="ATT Aleck Sans" w:hAnsi="ATT Aleck Sans" w:cs="ATT Aleck Sans"/>
          <w:b/>
          <w:bCs/>
        </w:rPr>
        <w:t>Notes Section</w:t>
      </w:r>
    </w:p>
    <w:p w14:paraId="2B7AAE9D" w14:textId="77777777" w:rsidR="00061ECF" w:rsidRPr="00061ECF" w:rsidRDefault="00061ECF" w:rsidP="00061ECF">
      <w:pPr>
        <w:ind w:left="720"/>
        <w:rPr>
          <w:rFonts w:ascii="ATT Aleck Sans" w:hAnsi="ATT Aleck Sans" w:cs="ATT Aleck Sans"/>
          <w:b/>
          <w:bCs/>
        </w:rPr>
      </w:pPr>
    </w:p>
    <w:p w14:paraId="1C8991DC" w14:textId="77777777" w:rsidR="00B5034A" w:rsidRPr="00B5034A" w:rsidRDefault="00061ECF" w:rsidP="00B5034A">
      <w:pPr>
        <w:ind w:firstLine="720"/>
        <w:rPr>
          <w:rFonts w:ascii="ATT Aleck Sans" w:hAnsi="ATT Aleck Sans" w:cs="ATT Aleck Sans"/>
        </w:rPr>
      </w:pPr>
      <w:r w:rsidRPr="00061ECF">
        <w:rPr>
          <w:rFonts w:ascii="ATT Aleck Sans" w:hAnsi="ATT Aleck Sans" w:cs="ATT Aleck Sans"/>
          <w:b/>
          <w:bCs/>
        </w:rPr>
        <w:t>Talking Points:</w:t>
      </w:r>
      <w:r w:rsidRPr="00061ECF">
        <w:rPr>
          <w:rFonts w:ascii="ATT Aleck Sans" w:hAnsi="ATT Aleck Sans" w:cs="ATT Aleck Sans"/>
        </w:rPr>
        <w:t> </w:t>
      </w:r>
      <w:r w:rsidR="00B5034A" w:rsidRPr="00B5034A">
        <w:rPr>
          <w:rFonts w:ascii="ATT Aleck Sans" w:hAnsi="ATT Aleck Sans" w:cs="ATT Aleck Sans"/>
        </w:rPr>
        <w:t xml:space="preserve">A personal account is essential for things like email, where you want to have your own account that’s private to you. Many websites and mobile apps offer or sometimes require a personal account to use them. </w:t>
      </w:r>
    </w:p>
    <w:p w14:paraId="64AD60B6" w14:textId="77777777" w:rsidR="009118E0" w:rsidRDefault="009118E0" w:rsidP="009118E0">
      <w:pPr>
        <w:rPr>
          <w:rFonts w:ascii="ATT Aleck Sans" w:hAnsi="ATT Aleck Sans" w:cs="ATT Aleck Sans"/>
        </w:rPr>
      </w:pPr>
    </w:p>
    <w:p w14:paraId="6A64245E" w14:textId="77777777" w:rsidR="00B5034A" w:rsidRPr="00B5034A" w:rsidRDefault="00B5034A" w:rsidP="009118E0">
      <w:pPr>
        <w:rPr>
          <w:rFonts w:ascii="ATT Aleck Sans" w:hAnsi="ATT Aleck Sans" w:cs="ATT Aleck Sans"/>
        </w:rPr>
      </w:pPr>
      <w:r w:rsidRPr="00B5034A">
        <w:rPr>
          <w:rFonts w:ascii="ATT Aleck Sans" w:hAnsi="ATT Aleck Sans" w:cs="ATT Aleck Sans"/>
        </w:rPr>
        <w:t>A primary reason to create a personal account is so you can keep track of what you do on a website or app—watch streaming videos, apply for jobs, track purchases, and more. Some features of websites are available only if you’ve logged into your account. With an online account, you can pay bills for things like phones, rent or mortgage, and utilities. An online account is critical for things like bank accounts and other financial accounts. Why? So only you can access them.</w:t>
      </w:r>
    </w:p>
    <w:p w14:paraId="1ED42CD3" w14:textId="77777777" w:rsidR="00B0406C" w:rsidRPr="00061ECF" w:rsidRDefault="00B0406C" w:rsidP="00B0406C">
      <w:pPr>
        <w:ind w:firstLine="720"/>
        <w:rPr>
          <w:rFonts w:ascii="ATT Aleck Sans" w:hAnsi="ATT Aleck Sans" w:cs="ATT Aleck Sans"/>
        </w:rPr>
      </w:pPr>
    </w:p>
    <w:p w14:paraId="4CC86C19" w14:textId="77777777" w:rsidR="00061ECF" w:rsidRPr="00061ECF" w:rsidRDefault="00061ECF" w:rsidP="00E46639">
      <w:pPr>
        <w:ind w:left="720"/>
        <w:rPr>
          <w:rFonts w:ascii="ATT Aleck Sans" w:hAnsi="ATT Aleck Sans" w:cs="ATT Aleck Sans"/>
        </w:rPr>
      </w:pPr>
      <w:r w:rsidRPr="00061ECF">
        <w:rPr>
          <w:rFonts w:ascii="ATT Aleck Sans" w:hAnsi="ATT Aleck Sans" w:cs="ATT Aleck Sans"/>
          <w:b/>
          <w:bCs/>
        </w:rPr>
        <w:t>Instructor Note: </w:t>
      </w:r>
      <w:r w:rsidR="00B0406C">
        <w:rPr>
          <w:rFonts w:ascii="ATT Aleck Sans" w:hAnsi="ATT Aleck Sans" w:cs="ATT Aleck Sans"/>
        </w:rPr>
        <w:t>none</w:t>
      </w:r>
      <w:r w:rsidR="00E46639" w:rsidRPr="00E46639">
        <w:rPr>
          <w:rFonts w:ascii="ATT Aleck Sans" w:hAnsi="ATT Aleck Sans" w:cs="ATT Aleck Sans"/>
        </w:rPr>
        <w:t xml:space="preserve"> </w:t>
      </w:r>
    </w:p>
    <w:p w14:paraId="3FE7E5EE" w14:textId="77777777" w:rsidR="00061ECF" w:rsidRPr="00061ECF" w:rsidRDefault="00061ECF" w:rsidP="00061ECF">
      <w:pPr>
        <w:ind w:left="720"/>
        <w:rPr>
          <w:rFonts w:ascii="ATT Aleck Sans" w:hAnsi="ATT Aleck Sans" w:cs="ATT Aleck Sans"/>
        </w:rPr>
      </w:pPr>
      <w:r w:rsidRPr="00061ECF">
        <w:rPr>
          <w:rFonts w:ascii="ATT Aleck Sans" w:hAnsi="ATT Aleck Sans" w:cs="ATT Aleck Sans"/>
        </w:rPr>
        <w:t> </w:t>
      </w:r>
    </w:p>
    <w:p w14:paraId="3E6CB60D" w14:textId="77777777" w:rsidR="00061ECF" w:rsidRPr="00E46639" w:rsidRDefault="00061ECF" w:rsidP="00E46639">
      <w:pPr>
        <w:ind w:left="720"/>
        <w:rPr>
          <w:rFonts w:ascii="ATT Aleck Sans" w:hAnsi="ATT Aleck Sans" w:cs="ATT Aleck Sans"/>
        </w:rPr>
      </w:pPr>
      <w:r w:rsidRPr="00061ECF">
        <w:rPr>
          <w:rFonts w:ascii="ATT Aleck Sans" w:hAnsi="ATT Aleck Sans" w:cs="ATT Aleck Sans"/>
          <w:b/>
          <w:bCs/>
        </w:rPr>
        <w:t>Additional Details:</w:t>
      </w:r>
      <w:r w:rsidRPr="00061ECF">
        <w:rPr>
          <w:rFonts w:ascii="ATT Aleck Sans" w:hAnsi="ATT Aleck Sans" w:cs="ATT Aleck Sans"/>
        </w:rPr>
        <w:t> none</w:t>
      </w:r>
    </w:p>
    <w:p w14:paraId="6B90DB59" w14:textId="77777777" w:rsidR="00061ECF" w:rsidRDefault="00061ECF" w:rsidP="00061ECF">
      <w:pPr>
        <w:rPr>
          <w:rFonts w:ascii="Segoe UI" w:hAnsi="Segoe UI" w:cs="Segoe UI"/>
          <w:color w:val="242424"/>
          <w:sz w:val="22"/>
          <w:szCs w:val="22"/>
          <w:bdr w:val="none" w:sz="0" w:space="0" w:color="auto" w:frame="1"/>
        </w:rPr>
      </w:pPr>
    </w:p>
    <w:p w14:paraId="2F3BE23D" w14:textId="1629E4A2" w:rsidR="00E46639" w:rsidRDefault="4848D003" w:rsidP="002548CB">
      <w:pPr>
        <w:rPr>
          <w:rFonts w:ascii="ATT Aleck Sans" w:hAnsi="ATT Aleck Sans" w:cs="ATT Aleck Sans"/>
        </w:rPr>
      </w:pPr>
      <w:r w:rsidRPr="6EC7E154">
        <w:rPr>
          <w:rFonts w:ascii="ATT Aleck Sans" w:hAnsi="ATT Aleck Sans" w:cs="ATT Aleck Sans"/>
          <w:b/>
          <w:bCs/>
        </w:rPr>
        <w:t xml:space="preserve">Slide Number &amp; Title. </w:t>
      </w:r>
      <w:r w:rsidR="3B9DF31E" w:rsidRPr="6EC7E154">
        <w:rPr>
          <w:rFonts w:ascii="ATT Aleck Sans" w:hAnsi="ATT Aleck Sans" w:cs="ATT Aleck Sans"/>
        </w:rPr>
        <w:t>Slide 11</w:t>
      </w:r>
      <w:r w:rsidR="6BBC1718" w:rsidRPr="6EC7E154">
        <w:rPr>
          <w:rFonts w:ascii="ATT Aleck Sans" w:hAnsi="ATT Aleck Sans" w:cs="ATT Aleck Sans"/>
        </w:rPr>
        <w:t>:</w:t>
      </w:r>
      <w:r w:rsidR="3B9DF31E" w:rsidRPr="6EC7E154">
        <w:rPr>
          <w:rFonts w:ascii="ATT Aleck Sans" w:hAnsi="ATT Aleck Sans" w:cs="ATT Aleck Sans"/>
        </w:rPr>
        <w:t xml:space="preserve"> </w:t>
      </w:r>
      <w:r w:rsidR="00B5034A" w:rsidRPr="6EC7E154">
        <w:rPr>
          <w:rFonts w:ascii="ATT Aleck Sans" w:hAnsi="ATT Aleck Sans" w:cs="ATT Aleck Sans"/>
          <w:color w:val="000000" w:themeColor="text1"/>
        </w:rPr>
        <w:t>Strong Passwords</w:t>
      </w:r>
      <w:r w:rsidR="075F08AF" w:rsidRPr="6EC7E154">
        <w:rPr>
          <w:rFonts w:ascii="ATT Aleck Sans" w:hAnsi="ATT Aleck Sans" w:cs="ATT Aleck Sans"/>
          <w:color w:val="000000" w:themeColor="text1"/>
        </w:rPr>
        <w:t>: Discussion</w:t>
      </w:r>
      <w:r>
        <w:br/>
      </w:r>
    </w:p>
    <w:p w14:paraId="27631035" w14:textId="77777777" w:rsidR="00B5034A" w:rsidRPr="00B5034A" w:rsidRDefault="00E46639" w:rsidP="00B5034A">
      <w:pPr>
        <w:ind w:firstLine="720"/>
        <w:rPr>
          <w:rFonts w:ascii="ATT Aleck Sans" w:hAnsi="ATT Aleck Sans" w:cs="ATT Aleck Sans"/>
        </w:rPr>
      </w:pPr>
      <w:r w:rsidRPr="00E46639">
        <w:rPr>
          <w:rFonts w:ascii="ATT Aleck Sans" w:hAnsi="ATT Aleck Sans" w:cs="ATT Aleck Sans"/>
          <w:b/>
          <w:bCs/>
        </w:rPr>
        <w:t>On Slide Text: </w:t>
      </w:r>
      <w:r w:rsidR="00B5034A" w:rsidRPr="00B5034A">
        <w:rPr>
          <w:rFonts w:ascii="ATT Aleck Sans" w:hAnsi="ATT Aleck Sans" w:cs="ATT Aleck Sans"/>
        </w:rPr>
        <w:t xml:space="preserve">How do you come up with a password? </w:t>
      </w:r>
    </w:p>
    <w:p w14:paraId="1E719720" w14:textId="77777777" w:rsidR="00B5034A" w:rsidRPr="00B5034A" w:rsidRDefault="00B5034A" w:rsidP="00B5034A">
      <w:pPr>
        <w:rPr>
          <w:rFonts w:ascii="ATT Aleck Sans" w:hAnsi="ATT Aleck Sans" w:cs="ATT Aleck Sans"/>
        </w:rPr>
      </w:pPr>
      <w:r w:rsidRPr="00B5034A">
        <w:rPr>
          <w:rFonts w:ascii="ATT Aleck Sans" w:hAnsi="ATT Aleck Sans" w:cs="ATT Aleck Sans"/>
        </w:rPr>
        <w:t>How do you make it strong and secure?</w:t>
      </w:r>
    </w:p>
    <w:p w14:paraId="06BF6040" w14:textId="77777777" w:rsidR="00E46639" w:rsidRPr="00E46639" w:rsidRDefault="00E46639" w:rsidP="00E46639">
      <w:pPr>
        <w:ind w:firstLine="720"/>
        <w:rPr>
          <w:rFonts w:ascii="ATT Aleck Sans" w:hAnsi="ATT Aleck Sans" w:cs="ATT Aleck Sans"/>
          <w:b/>
          <w:bCs/>
        </w:rPr>
      </w:pPr>
    </w:p>
    <w:p w14:paraId="76DC1E82" w14:textId="77777777" w:rsidR="00E46639" w:rsidRPr="00E46639" w:rsidRDefault="00E46639" w:rsidP="00E46639">
      <w:pPr>
        <w:rPr>
          <w:rFonts w:ascii="ATT Aleck Sans" w:hAnsi="ATT Aleck Sans" w:cs="ATT Aleck Sans"/>
          <w:b/>
          <w:bCs/>
        </w:rPr>
      </w:pPr>
      <w:r w:rsidRPr="00E46639">
        <w:rPr>
          <w:rFonts w:ascii="ATT Aleck Sans" w:hAnsi="ATT Aleck Sans" w:cs="ATT Aleck Sans"/>
          <w:b/>
          <w:bCs/>
        </w:rPr>
        <w:tab/>
        <w:t>Notes Section</w:t>
      </w:r>
    </w:p>
    <w:p w14:paraId="758B6852" w14:textId="77777777" w:rsidR="00E46639" w:rsidRPr="00E46639" w:rsidRDefault="00E46639" w:rsidP="00E46639">
      <w:pPr>
        <w:rPr>
          <w:rFonts w:ascii="ATT Aleck Sans" w:hAnsi="ATT Aleck Sans" w:cs="ATT Aleck Sans"/>
          <w:b/>
          <w:bCs/>
        </w:rPr>
      </w:pPr>
    </w:p>
    <w:p w14:paraId="002DFED0" w14:textId="77777777" w:rsidR="00E46639" w:rsidRDefault="00E46639" w:rsidP="00B5034A">
      <w:pPr>
        <w:ind w:firstLine="720"/>
        <w:rPr>
          <w:rFonts w:ascii="ATT Aleck Sans" w:hAnsi="ATT Aleck Sans" w:cs="ATT Aleck Sans"/>
        </w:rPr>
      </w:pPr>
      <w:r w:rsidRPr="00E46639">
        <w:rPr>
          <w:rFonts w:ascii="ATT Aleck Sans" w:hAnsi="ATT Aleck Sans" w:cs="ATT Aleck Sans"/>
          <w:b/>
          <w:bCs/>
        </w:rPr>
        <w:lastRenderedPageBreak/>
        <w:t>Talking Points: </w:t>
      </w:r>
      <w:r w:rsidR="00B5034A" w:rsidRPr="00B5034A">
        <w:rPr>
          <w:rFonts w:ascii="ATT Aleck Sans" w:hAnsi="ATT Aleck Sans" w:cs="ATT Aleck Sans"/>
        </w:rPr>
        <w:t>Most personal accounts require that you create a password to ensure that only you have access to the information in the account.</w:t>
      </w:r>
    </w:p>
    <w:p w14:paraId="7F953020" w14:textId="77777777" w:rsidR="00B5034A" w:rsidRDefault="00B5034A" w:rsidP="00B5034A">
      <w:pPr>
        <w:ind w:firstLine="720"/>
        <w:rPr>
          <w:rFonts w:ascii="ATT Aleck Sans" w:hAnsi="ATT Aleck Sans" w:cs="ATT Aleck Sans"/>
        </w:rPr>
      </w:pPr>
    </w:p>
    <w:p w14:paraId="19642F2B" w14:textId="77777777" w:rsidR="00B5034A" w:rsidRPr="00B5034A" w:rsidRDefault="00B5034A" w:rsidP="00B5034A">
      <w:pPr>
        <w:ind w:firstLine="720"/>
        <w:rPr>
          <w:rFonts w:ascii="ATT Aleck Sans" w:hAnsi="ATT Aleck Sans" w:cs="ATT Aleck Sans"/>
        </w:rPr>
      </w:pPr>
      <w:r w:rsidRPr="00B5034A">
        <w:rPr>
          <w:rFonts w:ascii="ATT Aleck Sans" w:hAnsi="ATT Aleck Sans" w:cs="ATT Aleck Sans"/>
        </w:rPr>
        <w:t>Good answers. Let's learn more on how we can create strong passwords. </w:t>
      </w:r>
    </w:p>
    <w:p w14:paraId="337249EE" w14:textId="77777777" w:rsidR="00E46639" w:rsidRPr="00E46639" w:rsidRDefault="00E46639" w:rsidP="00E46639">
      <w:pPr>
        <w:rPr>
          <w:rFonts w:ascii="ATT Aleck Sans" w:hAnsi="ATT Aleck Sans" w:cs="ATT Aleck Sans"/>
          <w:b/>
          <w:bCs/>
        </w:rPr>
      </w:pPr>
    </w:p>
    <w:p w14:paraId="428B09F9" w14:textId="77777777" w:rsidR="00B5034A" w:rsidRPr="009118E0" w:rsidRDefault="00E46639" w:rsidP="009118E0">
      <w:pPr>
        <w:ind w:firstLine="720"/>
        <w:rPr>
          <w:rFonts w:ascii="ATT Aleck Sans" w:hAnsi="ATT Aleck Sans" w:cs="ATT Aleck Sans"/>
          <w:b/>
          <w:bCs/>
        </w:rPr>
      </w:pPr>
      <w:r w:rsidRPr="00E46639">
        <w:rPr>
          <w:rFonts w:ascii="ATT Aleck Sans" w:hAnsi="ATT Aleck Sans" w:cs="ATT Aleck Sans"/>
          <w:b/>
          <w:bCs/>
        </w:rPr>
        <w:t>Instructor Note: </w:t>
      </w:r>
      <w:r w:rsidR="00B5034A" w:rsidRPr="00B5034A">
        <w:rPr>
          <w:rFonts w:ascii="ATT Aleck Sans" w:hAnsi="ATT Aleck Sans" w:cs="ATT Aleck Sans"/>
        </w:rPr>
        <w:t>Facilitate a brief discussion with attendees— “How do you come up with a password?” “How do you make it strong and secure?”</w:t>
      </w:r>
      <w:r w:rsidR="009118E0">
        <w:rPr>
          <w:rFonts w:ascii="ATT Aleck Sans" w:hAnsi="ATT Aleck Sans" w:cs="ATT Aleck Sans"/>
          <w:b/>
          <w:bCs/>
        </w:rPr>
        <w:t xml:space="preserve"> </w:t>
      </w:r>
      <w:r w:rsidR="00B5034A" w:rsidRPr="00B5034A">
        <w:rPr>
          <w:rFonts w:ascii="ATT Aleck Sans" w:hAnsi="ATT Aleck Sans" w:cs="ATT Aleck Sans"/>
        </w:rPr>
        <w:t>The conversation should be</w:t>
      </w:r>
      <w:r w:rsidR="009118E0">
        <w:rPr>
          <w:rFonts w:ascii="ATT Aleck Sans" w:hAnsi="ATT Aleck Sans" w:cs="ATT Aleck Sans"/>
        </w:rPr>
        <w:t xml:space="preserve"> </w:t>
      </w:r>
      <w:r w:rsidR="00B5034A" w:rsidRPr="00B5034A">
        <w:rPr>
          <w:rFonts w:ascii="ATT Aleck Sans" w:hAnsi="ATT Aleck Sans" w:cs="ATT Aleck Sans"/>
        </w:rPr>
        <w:t>approximately 2-3 minutes.</w:t>
      </w:r>
    </w:p>
    <w:p w14:paraId="6B0A7F7A" w14:textId="77777777" w:rsidR="00B5034A" w:rsidRPr="00E46639" w:rsidRDefault="00B5034A" w:rsidP="00B5034A">
      <w:pPr>
        <w:ind w:firstLine="720"/>
        <w:rPr>
          <w:rFonts w:ascii="ATT Aleck Sans" w:hAnsi="ATT Aleck Sans" w:cs="ATT Aleck Sans"/>
          <w:b/>
          <w:bCs/>
        </w:rPr>
      </w:pPr>
    </w:p>
    <w:p w14:paraId="0CC96C5A" w14:textId="77777777" w:rsidR="00E46639" w:rsidRDefault="4848D003" w:rsidP="000C65E0">
      <w:pPr>
        <w:ind w:firstLine="720"/>
        <w:rPr>
          <w:rFonts w:ascii="ATT Aleck Sans" w:hAnsi="ATT Aleck Sans" w:cs="ATT Aleck Sans"/>
          <w:b/>
          <w:bCs/>
        </w:rPr>
      </w:pPr>
      <w:r w:rsidRPr="40746793">
        <w:rPr>
          <w:rFonts w:ascii="ATT Aleck Sans" w:hAnsi="ATT Aleck Sans" w:cs="ATT Aleck Sans"/>
          <w:b/>
          <w:bCs/>
        </w:rPr>
        <w:t>Additional Details: </w:t>
      </w:r>
      <w:r w:rsidRPr="40746793">
        <w:rPr>
          <w:rFonts w:ascii="ATT Aleck Sans" w:hAnsi="ATT Aleck Sans" w:cs="ATT Aleck Sans"/>
        </w:rPr>
        <w:t>none</w:t>
      </w:r>
    </w:p>
    <w:p w14:paraId="264E63EE" w14:textId="77777777" w:rsidR="00E46639" w:rsidRDefault="002548CB" w:rsidP="00E46639">
      <w:pPr>
        <w:rPr>
          <w:rFonts w:ascii="ATT Aleck Sans" w:eastAsiaTheme="minorHAnsi" w:hAnsi="ATT Aleck Sans" w:cs="ATT Aleck Sans"/>
          <w:b/>
          <w:bCs/>
        </w:rPr>
      </w:pPr>
      <w:r w:rsidRPr="002548CB">
        <w:rPr>
          <w:rFonts w:ascii="ATT Aleck Sans" w:hAnsi="ATT Aleck Sans" w:cs="ATT Aleck Sans"/>
        </w:rPr>
        <w:br/>
      </w:r>
      <w:r w:rsidR="00E46639" w:rsidRPr="00E46639">
        <w:rPr>
          <w:rFonts w:ascii="ATT Aleck Sans" w:hAnsi="ATT Aleck Sans" w:cs="ATT Aleck Sans"/>
          <w:b/>
          <w:bCs/>
        </w:rPr>
        <w:t xml:space="preserve">Slide Number &amp; Title. </w:t>
      </w:r>
      <w:r w:rsidR="00307188" w:rsidRPr="00E46639">
        <w:rPr>
          <w:rFonts w:ascii="ATT Aleck Sans" w:hAnsi="ATT Aleck Sans" w:cs="ATT Aleck Sans"/>
        </w:rPr>
        <w:t>Slide 12</w:t>
      </w:r>
      <w:r w:rsidR="006E121E" w:rsidRPr="00E46639">
        <w:rPr>
          <w:rFonts w:ascii="ATT Aleck Sans" w:hAnsi="ATT Aleck Sans" w:cs="ATT Aleck Sans"/>
        </w:rPr>
        <w:t>:</w:t>
      </w:r>
      <w:r w:rsidR="00307188" w:rsidRPr="00E46639">
        <w:rPr>
          <w:rFonts w:ascii="ATT Aleck Sans" w:hAnsi="ATT Aleck Sans" w:cs="ATT Aleck Sans"/>
        </w:rPr>
        <w:t xml:space="preserve"> </w:t>
      </w:r>
      <w:r w:rsidR="00B5034A">
        <w:rPr>
          <w:rFonts w:ascii="ATT Aleck Sans" w:hAnsi="ATT Aleck Sans" w:cs="ATT Aleck Sans"/>
          <w:color w:val="000000" w:themeColor="text1"/>
        </w:rPr>
        <w:t>Common Requirements</w:t>
      </w:r>
      <w:r w:rsidR="00E46639">
        <w:rPr>
          <w:rFonts w:ascii="ATT Aleck Sans" w:hAnsi="ATT Aleck Sans" w:cs="ATT Aleck Sans"/>
        </w:rPr>
        <w:br/>
      </w:r>
    </w:p>
    <w:p w14:paraId="285C73E2" w14:textId="77777777" w:rsidR="00806A5B" w:rsidRPr="00806A5B" w:rsidRDefault="00E46639" w:rsidP="00806A5B">
      <w:pPr>
        <w:ind w:firstLine="720"/>
        <w:rPr>
          <w:rFonts w:ascii="ATT Aleck Sans" w:eastAsiaTheme="minorHAnsi" w:hAnsi="ATT Aleck Sans" w:cs="ATT Aleck Sans"/>
        </w:rPr>
      </w:pPr>
      <w:r w:rsidRPr="00E46639">
        <w:rPr>
          <w:rFonts w:ascii="ATT Aleck Sans" w:eastAsiaTheme="minorHAnsi" w:hAnsi="ATT Aleck Sans" w:cs="ATT Aleck Sans"/>
          <w:b/>
          <w:bCs/>
        </w:rPr>
        <w:t>On Slide Text:</w:t>
      </w:r>
      <w:r w:rsidRPr="00E46639">
        <w:rPr>
          <w:rFonts w:ascii="ATT Aleck Sans" w:eastAsiaTheme="minorHAnsi" w:hAnsi="ATT Aleck Sans" w:cs="ATT Aleck Sans"/>
        </w:rPr>
        <w:t> </w:t>
      </w:r>
      <w:r w:rsidR="00806A5B" w:rsidRPr="00806A5B">
        <w:rPr>
          <w:rFonts w:ascii="ATT Aleck Sans" w:eastAsiaTheme="minorHAnsi" w:hAnsi="ATT Aleck Sans" w:cs="ATT Aleck Sans"/>
        </w:rPr>
        <w:t>Can usually include:</w:t>
      </w:r>
    </w:p>
    <w:p w14:paraId="7DD67772" w14:textId="77777777" w:rsidR="00806A5B" w:rsidRPr="00806A5B" w:rsidRDefault="00806A5B" w:rsidP="00806A5B">
      <w:pPr>
        <w:numPr>
          <w:ilvl w:val="0"/>
          <w:numId w:val="57"/>
        </w:numPr>
        <w:tabs>
          <w:tab w:val="num" w:pos="720"/>
        </w:tabs>
        <w:rPr>
          <w:rFonts w:ascii="ATT Aleck Sans" w:eastAsiaTheme="minorHAnsi" w:hAnsi="ATT Aleck Sans" w:cs="ATT Aleck Sans"/>
        </w:rPr>
      </w:pPr>
      <w:r w:rsidRPr="00806A5B">
        <w:rPr>
          <w:rFonts w:ascii="ATT Aleck Sans" w:eastAsiaTheme="minorHAnsi" w:hAnsi="ATT Aleck Sans" w:cs="ATT Aleck Sans"/>
        </w:rPr>
        <w:t>Numbers</w:t>
      </w:r>
    </w:p>
    <w:p w14:paraId="27B14228" w14:textId="77777777" w:rsidR="00806A5B" w:rsidRPr="00806A5B" w:rsidRDefault="00806A5B" w:rsidP="00806A5B">
      <w:pPr>
        <w:numPr>
          <w:ilvl w:val="0"/>
          <w:numId w:val="57"/>
        </w:numPr>
        <w:tabs>
          <w:tab w:val="num" w:pos="720"/>
        </w:tabs>
        <w:rPr>
          <w:rFonts w:ascii="ATT Aleck Sans" w:eastAsiaTheme="minorHAnsi" w:hAnsi="ATT Aleck Sans" w:cs="ATT Aleck Sans"/>
        </w:rPr>
      </w:pPr>
      <w:r w:rsidRPr="00806A5B">
        <w:rPr>
          <w:rFonts w:ascii="ATT Aleck Sans" w:eastAsiaTheme="minorHAnsi" w:hAnsi="ATT Aleck Sans" w:cs="ATT Aleck Sans"/>
        </w:rPr>
        <w:t>Uppercase and lowercase letters</w:t>
      </w:r>
    </w:p>
    <w:p w14:paraId="5643C807" w14:textId="77777777" w:rsidR="00E46639" w:rsidRPr="00806A5B" w:rsidRDefault="00806A5B" w:rsidP="00806A5B">
      <w:pPr>
        <w:numPr>
          <w:ilvl w:val="0"/>
          <w:numId w:val="57"/>
        </w:numPr>
        <w:tabs>
          <w:tab w:val="num" w:pos="720"/>
        </w:tabs>
        <w:rPr>
          <w:rFonts w:ascii="ATT Aleck Sans" w:eastAsiaTheme="minorHAnsi" w:hAnsi="ATT Aleck Sans" w:cs="ATT Aleck Sans"/>
        </w:rPr>
      </w:pPr>
      <w:r w:rsidRPr="00806A5B">
        <w:rPr>
          <w:rFonts w:ascii="ATT Aleck Sans" w:eastAsiaTheme="minorHAnsi" w:hAnsi="ATT Aleck Sans" w:cs="ATT Aleck Sans"/>
        </w:rPr>
        <w:t>Symbols, such as punctuation marks</w:t>
      </w:r>
      <w:r w:rsidR="00B0406C" w:rsidRPr="00806A5B">
        <w:rPr>
          <w:rFonts w:ascii="ATT Aleck Sans" w:eastAsiaTheme="minorHAnsi" w:hAnsi="ATT Aleck Sans" w:cs="ATT Aleck Sans"/>
        </w:rPr>
        <w:br/>
      </w:r>
    </w:p>
    <w:p w14:paraId="015DAA09" w14:textId="77777777" w:rsidR="00E46639" w:rsidRPr="00E46639" w:rsidRDefault="00E46639" w:rsidP="00E46639">
      <w:pPr>
        <w:rPr>
          <w:rFonts w:ascii="ATT Aleck Sans" w:eastAsiaTheme="minorHAnsi" w:hAnsi="ATT Aleck Sans" w:cs="ATT Aleck Sans"/>
        </w:rPr>
      </w:pPr>
      <w:r w:rsidRPr="00E46639">
        <w:rPr>
          <w:rFonts w:ascii="ATT Aleck Sans" w:eastAsiaTheme="minorHAnsi" w:hAnsi="ATT Aleck Sans" w:cs="ATT Aleck Sans"/>
        </w:rPr>
        <w:tab/>
      </w:r>
      <w:r w:rsidRPr="00E46639">
        <w:rPr>
          <w:rFonts w:ascii="ATT Aleck Sans" w:eastAsiaTheme="minorHAnsi" w:hAnsi="ATT Aleck Sans" w:cs="ATT Aleck Sans"/>
          <w:b/>
          <w:bCs/>
        </w:rPr>
        <w:t>Notes Section</w:t>
      </w:r>
    </w:p>
    <w:p w14:paraId="0150C78E" w14:textId="77777777" w:rsidR="00E46639" w:rsidRPr="00E46639" w:rsidRDefault="00E46639" w:rsidP="00E46639">
      <w:pPr>
        <w:rPr>
          <w:rFonts w:ascii="ATT Aleck Sans" w:eastAsiaTheme="minorHAnsi" w:hAnsi="ATT Aleck Sans" w:cs="ATT Aleck Sans"/>
          <w:b/>
          <w:bCs/>
        </w:rPr>
      </w:pPr>
    </w:p>
    <w:p w14:paraId="1304537A" w14:textId="77777777" w:rsidR="00806A5B" w:rsidRPr="00806A5B" w:rsidRDefault="009118E0" w:rsidP="00806A5B">
      <w:pPr>
        <w:ind w:firstLine="720"/>
        <w:rPr>
          <w:rFonts w:ascii="ATT Aleck Sans" w:eastAsiaTheme="minorHAnsi" w:hAnsi="ATT Aleck Sans" w:cs="ATT Aleck Sans"/>
        </w:rPr>
      </w:pPr>
      <w:r>
        <w:rPr>
          <w:rFonts w:ascii="ATT Aleck Sans" w:eastAsiaTheme="minorHAnsi" w:hAnsi="ATT Aleck Sans" w:cs="ATT Aleck Sans"/>
          <w:b/>
          <w:bCs/>
        </w:rPr>
        <w:t>Talking Points:</w:t>
      </w:r>
      <w:r>
        <w:rPr>
          <w:rFonts w:ascii="ATT Aleck Sans" w:eastAsiaTheme="minorHAnsi" w:hAnsi="ATT Aleck Sans" w:cs="ATT Aleck Sans"/>
        </w:rPr>
        <w:t> Most websites and mobile apps include password requirements on their signup forms. These requirements are either listed underneath the form or will display on the screen when the password you create does not meet the requirements.</w:t>
      </w:r>
    </w:p>
    <w:p w14:paraId="280339D6" w14:textId="77777777" w:rsidR="00806A5B" w:rsidRDefault="00806A5B" w:rsidP="00806A5B">
      <w:pPr>
        <w:ind w:firstLine="720"/>
        <w:rPr>
          <w:rFonts w:ascii="ATT Aleck Sans" w:eastAsiaTheme="minorHAnsi" w:hAnsi="ATT Aleck Sans" w:cs="ATT Aleck Sans"/>
        </w:rPr>
      </w:pPr>
    </w:p>
    <w:p w14:paraId="1ECE8F03" w14:textId="77777777" w:rsidR="00806A5B" w:rsidRPr="00806A5B" w:rsidRDefault="00806A5B" w:rsidP="009118E0">
      <w:pPr>
        <w:rPr>
          <w:rFonts w:ascii="ATT Aleck Sans" w:eastAsiaTheme="minorHAnsi" w:hAnsi="ATT Aleck Sans" w:cs="ATT Aleck Sans"/>
        </w:rPr>
      </w:pPr>
      <w:r w:rsidRPr="005B7D30">
        <w:rPr>
          <w:rFonts w:ascii="ATT Aleck Sans" w:hAnsi="ATT Aleck Sans" w:cs="ATT Aleck Sans"/>
          <w:bCs/>
          <w:i/>
          <w:iCs/>
        </w:rPr>
        <w:t xml:space="preserve">INSTRUCTOR NOTE: </w:t>
      </w:r>
      <w:r w:rsidRPr="00806A5B">
        <w:rPr>
          <w:rFonts w:ascii="ATT Aleck Sans" w:eastAsiaTheme="minorHAnsi" w:hAnsi="ATT Aleck Sans" w:cs="ATT Aleck Sans"/>
        </w:rPr>
        <w:t>Click enter to see the items in the bulleted list.</w:t>
      </w:r>
    </w:p>
    <w:p w14:paraId="75513420" w14:textId="77777777" w:rsidR="00806A5B" w:rsidRPr="00806A5B" w:rsidRDefault="00806A5B" w:rsidP="009118E0">
      <w:pPr>
        <w:rPr>
          <w:rFonts w:ascii="ATT Aleck Sans" w:eastAsiaTheme="minorHAnsi" w:hAnsi="ATT Aleck Sans" w:cs="ATT Aleck Sans"/>
        </w:rPr>
      </w:pPr>
      <w:r w:rsidRPr="00806A5B">
        <w:rPr>
          <w:rFonts w:ascii="ATT Aleck Sans" w:eastAsiaTheme="minorHAnsi" w:hAnsi="ATT Aleck Sans" w:cs="ATT Aleck Sans"/>
        </w:rPr>
        <w:t>Passwords can usually include numbers, uppercase and lowercase letters, and symbols such as punctuation. If your first try isn’t acceptable, review the website or application requirements. They try adding a capital letter number, or symbol, or mak</w:t>
      </w:r>
      <w:r w:rsidR="009118E0">
        <w:rPr>
          <w:rFonts w:ascii="ATT Aleck Sans" w:eastAsiaTheme="minorHAnsi" w:hAnsi="ATT Aleck Sans" w:cs="ATT Aleck Sans"/>
        </w:rPr>
        <w:t>ing</w:t>
      </w:r>
      <w:r w:rsidRPr="00806A5B">
        <w:rPr>
          <w:rFonts w:ascii="ATT Aleck Sans" w:eastAsiaTheme="minorHAnsi" w:hAnsi="ATT Aleck Sans" w:cs="ATT Aleck Sans"/>
        </w:rPr>
        <w:t xml:space="preserve"> the password longer.</w:t>
      </w:r>
    </w:p>
    <w:p w14:paraId="4749A380" w14:textId="77777777" w:rsidR="009118E0" w:rsidRDefault="009118E0" w:rsidP="009118E0">
      <w:pPr>
        <w:rPr>
          <w:rFonts w:ascii="ATT Aleck Sans" w:eastAsiaTheme="minorHAnsi" w:hAnsi="ATT Aleck Sans" w:cs="ATT Aleck Sans"/>
        </w:rPr>
      </w:pPr>
    </w:p>
    <w:p w14:paraId="6F124EEC" w14:textId="77777777" w:rsidR="00806A5B" w:rsidRPr="00806A5B" w:rsidRDefault="00806A5B" w:rsidP="009118E0">
      <w:pPr>
        <w:rPr>
          <w:rFonts w:ascii="ATT Aleck Sans" w:eastAsiaTheme="minorHAnsi" w:hAnsi="ATT Aleck Sans" w:cs="ATT Aleck Sans"/>
        </w:rPr>
      </w:pPr>
      <w:r w:rsidRPr="00806A5B">
        <w:rPr>
          <w:rFonts w:ascii="ATT Aleck Sans" w:eastAsiaTheme="minorHAnsi" w:hAnsi="ATT Aleck Sans" w:cs="ATT Aleck Sans"/>
        </w:rPr>
        <w:t>In this example, the password must be at least eight characters long, and must contain at least one uppercase letter, one lowercase letter, and one number.</w:t>
      </w:r>
    </w:p>
    <w:p w14:paraId="2C6AA361" w14:textId="77777777" w:rsidR="00E46639" w:rsidRPr="00E46639" w:rsidRDefault="00E46639" w:rsidP="00B0406C">
      <w:pPr>
        <w:ind w:firstLine="720"/>
        <w:rPr>
          <w:rFonts w:ascii="ATT Aleck Sans" w:eastAsiaTheme="minorHAnsi" w:hAnsi="ATT Aleck Sans" w:cs="ATT Aleck Sans"/>
        </w:rPr>
      </w:pPr>
    </w:p>
    <w:p w14:paraId="120A8C72" w14:textId="77777777" w:rsidR="00E46639" w:rsidRPr="00E46639" w:rsidRDefault="00E46639" w:rsidP="00E46639">
      <w:pPr>
        <w:ind w:firstLine="720"/>
        <w:rPr>
          <w:rFonts w:ascii="ATT Aleck Sans" w:eastAsiaTheme="minorHAnsi" w:hAnsi="ATT Aleck Sans" w:cs="ATT Aleck Sans"/>
        </w:rPr>
      </w:pPr>
      <w:r w:rsidRPr="00E46639">
        <w:rPr>
          <w:rFonts w:ascii="ATT Aleck Sans" w:eastAsiaTheme="minorHAnsi" w:hAnsi="ATT Aleck Sans" w:cs="ATT Aleck Sans"/>
          <w:b/>
          <w:bCs/>
        </w:rPr>
        <w:t>Instructor Note: </w:t>
      </w:r>
      <w:r w:rsidRPr="00E46639">
        <w:rPr>
          <w:rFonts w:ascii="ATT Aleck Sans" w:eastAsiaTheme="minorHAnsi" w:hAnsi="ATT Aleck Sans" w:cs="ATT Aleck Sans"/>
        </w:rPr>
        <w:t>none</w:t>
      </w:r>
    </w:p>
    <w:p w14:paraId="39BA9A7A" w14:textId="77777777" w:rsidR="00E46639" w:rsidRPr="00E46639" w:rsidRDefault="00E46639" w:rsidP="00E46639">
      <w:pPr>
        <w:rPr>
          <w:rFonts w:ascii="ATT Aleck Sans" w:eastAsiaTheme="minorHAnsi" w:hAnsi="ATT Aleck Sans" w:cs="ATT Aleck Sans"/>
        </w:rPr>
      </w:pPr>
      <w:r w:rsidRPr="00E46639">
        <w:rPr>
          <w:rFonts w:ascii="ATT Aleck Sans" w:eastAsiaTheme="minorHAnsi" w:hAnsi="ATT Aleck Sans" w:cs="ATT Aleck Sans"/>
        </w:rPr>
        <w:t> </w:t>
      </w:r>
    </w:p>
    <w:p w14:paraId="46C5027A" w14:textId="77777777" w:rsidR="00E46639" w:rsidRPr="00E46639" w:rsidRDefault="00E46639" w:rsidP="00E46639">
      <w:pPr>
        <w:ind w:firstLine="720"/>
        <w:rPr>
          <w:rFonts w:ascii="ATT Aleck Sans" w:eastAsiaTheme="minorHAnsi" w:hAnsi="ATT Aleck Sans" w:cs="ATT Aleck Sans"/>
        </w:rPr>
      </w:pPr>
      <w:r w:rsidRPr="00E46639">
        <w:rPr>
          <w:rFonts w:ascii="ATT Aleck Sans" w:eastAsiaTheme="minorHAnsi" w:hAnsi="ATT Aleck Sans" w:cs="ATT Aleck Sans"/>
          <w:b/>
          <w:bCs/>
        </w:rPr>
        <w:t>Additional Details:</w:t>
      </w:r>
      <w:r w:rsidRPr="00E46639">
        <w:rPr>
          <w:rFonts w:ascii="ATT Aleck Sans" w:eastAsiaTheme="minorHAnsi" w:hAnsi="ATT Aleck Sans" w:cs="ATT Aleck Sans"/>
        </w:rPr>
        <w:t> none</w:t>
      </w:r>
    </w:p>
    <w:p w14:paraId="0EFCD917" w14:textId="77777777" w:rsidR="002548CB" w:rsidRDefault="002548CB" w:rsidP="002548CB">
      <w:pPr>
        <w:rPr>
          <w:rFonts w:ascii="ATT Aleck Sans" w:eastAsiaTheme="minorHAnsi" w:hAnsi="ATT Aleck Sans" w:cs="ATT Aleck Sans"/>
        </w:rPr>
      </w:pPr>
    </w:p>
    <w:p w14:paraId="152107DF" w14:textId="77777777" w:rsidR="002548CB" w:rsidRPr="00E46639" w:rsidRDefault="00E46639" w:rsidP="002548CB">
      <w:pPr>
        <w:rPr>
          <w:rFonts w:ascii="ATT Aleck Sans" w:eastAsiaTheme="minorHAnsi" w:hAnsi="ATT Aleck Sans" w:cs="ATT Aleck Sans"/>
        </w:rPr>
      </w:pPr>
      <w:r w:rsidRPr="00E46639">
        <w:rPr>
          <w:rFonts w:ascii="ATT Aleck Sans" w:hAnsi="ATT Aleck Sans" w:cs="ATT Aleck Sans"/>
          <w:b/>
          <w:bCs/>
        </w:rPr>
        <w:t xml:space="preserve">Slide Number &amp; Title. </w:t>
      </w:r>
      <w:r w:rsidR="00307188" w:rsidRPr="00E46639">
        <w:rPr>
          <w:rFonts w:ascii="ATT Aleck Sans" w:hAnsi="ATT Aleck Sans" w:cs="ATT Aleck Sans"/>
        </w:rPr>
        <w:t>Slide 13</w:t>
      </w:r>
      <w:r w:rsidR="00306AAD" w:rsidRPr="00E46639">
        <w:rPr>
          <w:rFonts w:ascii="ATT Aleck Sans" w:hAnsi="ATT Aleck Sans" w:cs="ATT Aleck Sans"/>
        </w:rPr>
        <w:t>:</w:t>
      </w:r>
      <w:r w:rsidR="00307188" w:rsidRPr="00E46639">
        <w:rPr>
          <w:rFonts w:ascii="ATT Aleck Sans" w:hAnsi="ATT Aleck Sans" w:cs="ATT Aleck Sans"/>
        </w:rPr>
        <w:t xml:space="preserve"> </w:t>
      </w:r>
      <w:r w:rsidR="00806A5B">
        <w:rPr>
          <w:rFonts w:ascii="ATT Aleck Sans" w:hAnsi="ATT Aleck Sans" w:cs="ATT Aleck Sans"/>
          <w:color w:val="000000" w:themeColor="text1"/>
        </w:rPr>
        <w:t>Tips for Strong Passwords</w:t>
      </w:r>
    </w:p>
    <w:p w14:paraId="2F37B88D" w14:textId="77777777" w:rsidR="00E46639" w:rsidRDefault="00E46639" w:rsidP="002548CB">
      <w:pPr>
        <w:rPr>
          <w:rFonts w:ascii="ATT Aleck Sans" w:hAnsi="ATT Aleck Sans" w:cs="ATT Aleck Sans"/>
        </w:rPr>
      </w:pPr>
    </w:p>
    <w:p w14:paraId="07AFB817" w14:textId="77777777" w:rsidR="00806A5B" w:rsidRDefault="00EA293F" w:rsidP="00806A5B">
      <w:pPr>
        <w:ind w:left="720"/>
        <w:rPr>
          <w:rFonts w:ascii="ATT Aleck Sans" w:hAnsi="ATT Aleck Sans" w:cs="ATT Aleck Sans"/>
        </w:rPr>
      </w:pPr>
      <w:r w:rsidRPr="00806A5B">
        <w:rPr>
          <w:rFonts w:ascii="ATT Aleck Sans" w:hAnsi="ATT Aleck Sans" w:cs="ATT Aleck Sans"/>
          <w:b/>
          <w:bCs/>
        </w:rPr>
        <w:t>On Slide Text:</w:t>
      </w:r>
      <w:r w:rsidRPr="00806A5B">
        <w:rPr>
          <w:rFonts w:ascii="ATT Aleck Sans" w:hAnsi="ATT Aleck Sans" w:cs="ATT Aleck Sans"/>
        </w:rPr>
        <w:t> </w:t>
      </w:r>
    </w:p>
    <w:p w14:paraId="7B360D0A" w14:textId="4DEC9D7A" w:rsidR="00806A5B" w:rsidRDefault="00806A5B" w:rsidP="00806A5B">
      <w:pPr>
        <w:pStyle w:val="ListParagraph"/>
        <w:numPr>
          <w:ilvl w:val="0"/>
          <w:numId w:val="60"/>
        </w:numPr>
        <w:rPr>
          <w:rFonts w:ascii="ATT Aleck Sans" w:hAnsi="ATT Aleck Sans" w:cs="ATT Aleck Sans"/>
        </w:rPr>
      </w:pPr>
      <w:r w:rsidRPr="00806A5B">
        <w:rPr>
          <w:rFonts w:ascii="ATT Aleck Sans" w:hAnsi="ATT Aleck Sans" w:cs="ATT Aleck Sans"/>
        </w:rPr>
        <w:t xml:space="preserve">Don’t use </w:t>
      </w:r>
      <w:r w:rsidRPr="00806A5B">
        <w:rPr>
          <w:rFonts w:ascii="ATT Aleck Sans" w:hAnsi="ATT Aleck Sans" w:cs="ATT Aleck Sans"/>
          <w:b/>
          <w:bCs/>
        </w:rPr>
        <w:t xml:space="preserve">common words </w:t>
      </w:r>
      <w:r w:rsidRPr="00806A5B">
        <w:rPr>
          <w:rFonts w:ascii="ATT Aleck Sans" w:hAnsi="ATT Aleck Sans" w:cs="ATT Aleck Sans"/>
        </w:rPr>
        <w:t>like “password</w:t>
      </w:r>
      <w:r w:rsidR="00C26EFC">
        <w:rPr>
          <w:rFonts w:ascii="ATT Aleck Sans" w:hAnsi="ATT Aleck Sans" w:cs="ATT Aleck Sans"/>
        </w:rPr>
        <w:t>”</w:t>
      </w:r>
    </w:p>
    <w:p w14:paraId="639F2BCC" w14:textId="77777777" w:rsidR="00806A5B" w:rsidRPr="00806A5B" w:rsidRDefault="00806A5B" w:rsidP="00806A5B">
      <w:pPr>
        <w:pStyle w:val="ListParagraph"/>
        <w:numPr>
          <w:ilvl w:val="0"/>
          <w:numId w:val="60"/>
        </w:numPr>
        <w:rPr>
          <w:rFonts w:ascii="ATT Aleck Sans" w:hAnsi="ATT Aleck Sans" w:cs="ATT Aleck Sans"/>
        </w:rPr>
      </w:pPr>
      <w:r w:rsidRPr="00806A5B">
        <w:rPr>
          <w:rFonts w:ascii="ATT Aleck Sans" w:hAnsi="ATT Aleck Sans" w:cs="ATT Aleck Sans"/>
        </w:rPr>
        <w:t xml:space="preserve">Don’t include </w:t>
      </w:r>
      <w:r w:rsidRPr="00806A5B">
        <w:rPr>
          <w:rFonts w:ascii="ATT Aleck Sans" w:hAnsi="ATT Aleck Sans" w:cs="ATT Aleck Sans"/>
          <w:b/>
          <w:bCs/>
        </w:rPr>
        <w:t>personal information</w:t>
      </w:r>
    </w:p>
    <w:p w14:paraId="6C6011FD" w14:textId="77777777" w:rsidR="00806A5B" w:rsidRDefault="00806A5B" w:rsidP="00806A5B">
      <w:pPr>
        <w:pStyle w:val="ListParagraph"/>
        <w:numPr>
          <w:ilvl w:val="0"/>
          <w:numId w:val="60"/>
        </w:numPr>
        <w:rPr>
          <w:rFonts w:ascii="ATT Aleck Sans" w:hAnsi="ATT Aleck Sans" w:cs="ATT Aleck Sans"/>
        </w:rPr>
      </w:pPr>
      <w:r w:rsidRPr="00806A5B">
        <w:rPr>
          <w:rFonts w:ascii="ATT Aleck Sans" w:hAnsi="ATT Aleck Sans" w:cs="ATT Aleck Sans"/>
        </w:rPr>
        <w:t xml:space="preserve">Don’t use the </w:t>
      </w:r>
      <w:r w:rsidRPr="00806A5B">
        <w:rPr>
          <w:rFonts w:ascii="ATT Aleck Sans" w:hAnsi="ATT Aleck Sans" w:cs="ATT Aleck Sans"/>
          <w:b/>
          <w:bCs/>
        </w:rPr>
        <w:t xml:space="preserve">same password </w:t>
      </w:r>
      <w:r w:rsidRPr="00806A5B">
        <w:rPr>
          <w:rFonts w:ascii="ATT Aleck Sans" w:hAnsi="ATT Aleck Sans" w:cs="ATT Aleck Sans"/>
        </w:rPr>
        <w:t>on multiple accounts and sites</w:t>
      </w:r>
    </w:p>
    <w:p w14:paraId="3C9F11CB" w14:textId="77777777" w:rsidR="00EA293F" w:rsidRPr="00806A5B" w:rsidRDefault="00806A5B" w:rsidP="00806A5B">
      <w:pPr>
        <w:pStyle w:val="ListParagraph"/>
        <w:numPr>
          <w:ilvl w:val="0"/>
          <w:numId w:val="60"/>
        </w:numPr>
        <w:rPr>
          <w:rFonts w:ascii="ATT Aleck Sans" w:hAnsi="ATT Aleck Sans" w:cs="ATT Aleck Sans"/>
        </w:rPr>
      </w:pPr>
      <w:r w:rsidRPr="00806A5B">
        <w:rPr>
          <w:rFonts w:ascii="ATT Aleck Sans" w:hAnsi="ATT Aleck Sans" w:cs="ATT Aleck Sans"/>
        </w:rPr>
        <w:t xml:space="preserve">Don’t share with others—keep them </w:t>
      </w:r>
      <w:r w:rsidRPr="00806A5B">
        <w:rPr>
          <w:rFonts w:ascii="ATT Aleck Sans" w:hAnsi="ATT Aleck Sans" w:cs="ATT Aleck Sans"/>
          <w:b/>
          <w:bCs/>
        </w:rPr>
        <w:t>private</w:t>
      </w:r>
    </w:p>
    <w:p w14:paraId="3D7A6E64" w14:textId="77777777" w:rsidR="00806A5B" w:rsidRPr="00EA293F" w:rsidRDefault="00806A5B" w:rsidP="00806A5B">
      <w:pPr>
        <w:ind w:firstLine="720"/>
        <w:rPr>
          <w:rFonts w:ascii="ATT Aleck Sans" w:hAnsi="ATT Aleck Sans" w:cs="ATT Aleck Sans"/>
        </w:rPr>
      </w:pPr>
    </w:p>
    <w:p w14:paraId="1CE9BD69" w14:textId="77777777" w:rsidR="00EA293F" w:rsidRPr="00EA293F" w:rsidRDefault="00EA293F" w:rsidP="00EA293F">
      <w:pPr>
        <w:rPr>
          <w:rFonts w:ascii="ATT Aleck Sans" w:hAnsi="ATT Aleck Sans" w:cs="ATT Aleck Sans"/>
        </w:rPr>
      </w:pPr>
      <w:r w:rsidRPr="00EA293F">
        <w:rPr>
          <w:rFonts w:ascii="ATT Aleck Sans" w:hAnsi="ATT Aleck Sans" w:cs="ATT Aleck Sans"/>
        </w:rPr>
        <w:tab/>
      </w:r>
      <w:r w:rsidRPr="00EA293F">
        <w:rPr>
          <w:rFonts w:ascii="ATT Aleck Sans" w:hAnsi="ATT Aleck Sans" w:cs="ATT Aleck Sans"/>
          <w:b/>
          <w:bCs/>
        </w:rPr>
        <w:t>Notes Section</w:t>
      </w:r>
    </w:p>
    <w:p w14:paraId="4E1418C5" w14:textId="77777777" w:rsidR="00EA293F" w:rsidRPr="00EA293F" w:rsidRDefault="00EA293F" w:rsidP="00EA293F">
      <w:pPr>
        <w:rPr>
          <w:rFonts w:ascii="ATT Aleck Sans" w:hAnsi="ATT Aleck Sans" w:cs="ATT Aleck Sans"/>
          <w:b/>
          <w:bCs/>
        </w:rPr>
      </w:pPr>
    </w:p>
    <w:p w14:paraId="74071D2C" w14:textId="77777777" w:rsidR="00806A5B" w:rsidRPr="00806A5B" w:rsidRDefault="00EA293F" w:rsidP="00806A5B">
      <w:pPr>
        <w:ind w:firstLine="720"/>
        <w:rPr>
          <w:rFonts w:ascii="ATT Aleck Sans" w:hAnsi="ATT Aleck Sans" w:cs="ATT Aleck Sans"/>
        </w:rPr>
      </w:pPr>
      <w:r w:rsidRPr="00EA293F">
        <w:rPr>
          <w:rFonts w:ascii="ATT Aleck Sans" w:hAnsi="ATT Aleck Sans" w:cs="ATT Aleck Sans"/>
          <w:b/>
          <w:bCs/>
        </w:rPr>
        <w:t>Talking Points:</w:t>
      </w:r>
      <w:r w:rsidRPr="00EA293F">
        <w:rPr>
          <w:rFonts w:ascii="ATT Aleck Sans" w:hAnsi="ATT Aleck Sans" w:cs="ATT Aleck Sans"/>
        </w:rPr>
        <w:t> </w:t>
      </w:r>
      <w:r w:rsidR="00806A5B" w:rsidRPr="00806A5B">
        <w:rPr>
          <w:rFonts w:ascii="ATT Aleck Sans" w:hAnsi="ATT Aleck Sans" w:cs="ATT Aleck Sans"/>
        </w:rPr>
        <w:t xml:space="preserve">What makes a strong password? Here are some Dos and Don’ts. </w:t>
      </w:r>
    </w:p>
    <w:p w14:paraId="4FF7187F" w14:textId="77777777" w:rsidR="00806A5B" w:rsidRPr="00806A5B" w:rsidRDefault="00806A5B" w:rsidP="00806A5B">
      <w:pPr>
        <w:ind w:firstLine="720"/>
        <w:rPr>
          <w:rFonts w:ascii="ATT Aleck Sans" w:hAnsi="ATT Aleck Sans" w:cs="ATT Aleck Sans"/>
        </w:rPr>
      </w:pPr>
      <w:r w:rsidRPr="00806A5B">
        <w:rPr>
          <w:rFonts w:ascii="ATT Aleck Sans" w:hAnsi="ATT Aleck Sans" w:cs="ATT Aleck Sans"/>
        </w:rPr>
        <w:t> </w:t>
      </w:r>
    </w:p>
    <w:p w14:paraId="55738F2F" w14:textId="77777777" w:rsidR="00806A5B" w:rsidRDefault="00806A5B" w:rsidP="00806A5B">
      <w:pPr>
        <w:rPr>
          <w:rFonts w:ascii="ATT Aleck Sans" w:hAnsi="ATT Aleck Sans" w:cs="ATT Aleck Sans"/>
          <w:i/>
          <w:iCs/>
        </w:rPr>
      </w:pPr>
      <w:r w:rsidRPr="00806A5B">
        <w:rPr>
          <w:rFonts w:ascii="ATT Aleck Sans" w:hAnsi="ATT Aleck Sans" w:cs="ATT Aleck Sans"/>
          <w:i/>
          <w:iCs/>
        </w:rPr>
        <w:t xml:space="preserve">INSTRUCTOR NOTE: </w:t>
      </w:r>
      <w:r w:rsidRPr="00806A5B">
        <w:rPr>
          <w:rFonts w:ascii="ATT Aleck Sans" w:hAnsi="ATT Aleck Sans" w:cs="ATT Aleck Sans"/>
        </w:rPr>
        <w:t>Press enter to see the first bullet</w:t>
      </w:r>
      <w:r w:rsidRPr="00806A5B">
        <w:rPr>
          <w:rFonts w:ascii="ATT Aleck Sans" w:hAnsi="ATT Aleck Sans" w:cs="ATT Aleck Sans"/>
          <w:i/>
          <w:iCs/>
        </w:rPr>
        <w:t xml:space="preserve"> </w:t>
      </w:r>
    </w:p>
    <w:p w14:paraId="4D48F01D" w14:textId="77777777" w:rsidR="00806A5B" w:rsidRPr="00806A5B" w:rsidRDefault="00806A5B" w:rsidP="00806A5B">
      <w:pPr>
        <w:rPr>
          <w:rFonts w:ascii="ATT Aleck Sans" w:hAnsi="ATT Aleck Sans" w:cs="ATT Aleck Sans"/>
        </w:rPr>
      </w:pPr>
      <w:r w:rsidRPr="00806A5B">
        <w:rPr>
          <w:rFonts w:ascii="ATT Aleck Sans" w:hAnsi="ATT Aleck Sans" w:cs="ATT Aleck Sans"/>
        </w:rPr>
        <w:t xml:space="preserve">Avoid weak passwords like “password” (the </w:t>
      </w:r>
      <w:proofErr w:type="gramStart"/>
      <w:r w:rsidRPr="00806A5B">
        <w:rPr>
          <w:rFonts w:ascii="ATT Aleck Sans" w:hAnsi="ATT Aleck Sans" w:cs="ATT Aleck Sans"/>
        </w:rPr>
        <w:t>most commonly used</w:t>
      </w:r>
      <w:proofErr w:type="gramEnd"/>
      <w:r w:rsidRPr="00806A5B">
        <w:rPr>
          <w:rFonts w:ascii="ATT Aleck Sans" w:hAnsi="ATT Aleck Sans" w:cs="ATT Aleck Sans"/>
        </w:rPr>
        <w:t xml:space="preserve"> password!) or “123456.” </w:t>
      </w:r>
    </w:p>
    <w:p w14:paraId="023073E9" w14:textId="77777777" w:rsidR="00806A5B" w:rsidRDefault="00806A5B" w:rsidP="00806A5B">
      <w:pPr>
        <w:ind w:firstLine="720"/>
        <w:rPr>
          <w:rFonts w:ascii="ATT Aleck Sans" w:hAnsi="ATT Aleck Sans" w:cs="ATT Aleck Sans"/>
          <w:i/>
          <w:iCs/>
        </w:rPr>
      </w:pPr>
    </w:p>
    <w:p w14:paraId="17DB704A" w14:textId="77777777" w:rsidR="00806A5B" w:rsidRPr="00806A5B" w:rsidRDefault="00806A5B" w:rsidP="00806A5B">
      <w:pPr>
        <w:rPr>
          <w:rFonts w:ascii="ATT Aleck Sans" w:hAnsi="ATT Aleck Sans" w:cs="ATT Aleck Sans"/>
        </w:rPr>
      </w:pPr>
      <w:r w:rsidRPr="00806A5B">
        <w:rPr>
          <w:rFonts w:ascii="ATT Aleck Sans" w:hAnsi="ATT Aleck Sans" w:cs="ATT Aleck Sans"/>
          <w:i/>
          <w:iCs/>
        </w:rPr>
        <w:t xml:space="preserve">INSTRUCTOR NOTE: </w:t>
      </w:r>
      <w:r w:rsidRPr="00806A5B">
        <w:rPr>
          <w:rFonts w:ascii="ATT Aleck Sans" w:hAnsi="ATT Aleck Sans" w:cs="ATT Aleck Sans"/>
        </w:rPr>
        <w:t xml:space="preserve">Press enter to see the </w:t>
      </w:r>
      <w:r>
        <w:rPr>
          <w:rFonts w:ascii="ATT Aleck Sans" w:hAnsi="ATT Aleck Sans" w:cs="ATT Aleck Sans"/>
        </w:rPr>
        <w:t>second</w:t>
      </w:r>
      <w:r w:rsidRPr="00806A5B">
        <w:rPr>
          <w:rFonts w:ascii="ATT Aleck Sans" w:hAnsi="ATT Aleck Sans" w:cs="ATT Aleck Sans"/>
        </w:rPr>
        <w:t xml:space="preserve"> bullet</w:t>
      </w:r>
      <w:r>
        <w:rPr>
          <w:rFonts w:ascii="ATT Aleck Sans" w:hAnsi="ATT Aleck Sans" w:cs="ATT Aleck Sans"/>
          <w:i/>
          <w:iCs/>
        </w:rPr>
        <w:br/>
      </w:r>
      <w:r w:rsidRPr="00806A5B">
        <w:rPr>
          <w:rFonts w:ascii="ATT Aleck Sans" w:hAnsi="ATT Aleck Sans" w:cs="ATT Aleck Sans"/>
        </w:rPr>
        <w:t>Don’t include personal information, such as your address or name.</w:t>
      </w:r>
    </w:p>
    <w:p w14:paraId="586F74AA" w14:textId="77777777" w:rsidR="00806A5B" w:rsidRDefault="00806A5B" w:rsidP="00806A5B">
      <w:pPr>
        <w:ind w:firstLine="720"/>
        <w:rPr>
          <w:rFonts w:ascii="ATT Aleck Sans" w:hAnsi="ATT Aleck Sans" w:cs="ATT Aleck Sans"/>
          <w:i/>
          <w:iCs/>
        </w:rPr>
      </w:pPr>
    </w:p>
    <w:p w14:paraId="46DB8DED" w14:textId="77777777" w:rsidR="00806A5B" w:rsidRDefault="00806A5B" w:rsidP="00806A5B">
      <w:pPr>
        <w:rPr>
          <w:rFonts w:ascii="ATT Aleck Sans" w:hAnsi="ATT Aleck Sans" w:cs="ATT Aleck Sans"/>
        </w:rPr>
      </w:pPr>
      <w:r w:rsidRPr="00806A5B">
        <w:rPr>
          <w:rFonts w:ascii="ATT Aleck Sans" w:hAnsi="ATT Aleck Sans" w:cs="ATT Aleck Sans"/>
          <w:i/>
          <w:iCs/>
        </w:rPr>
        <w:t xml:space="preserve">INSTRUCTOR NOTE: </w:t>
      </w:r>
      <w:r w:rsidRPr="00806A5B">
        <w:rPr>
          <w:rFonts w:ascii="ATT Aleck Sans" w:hAnsi="ATT Aleck Sans" w:cs="ATT Aleck Sans"/>
        </w:rPr>
        <w:t xml:space="preserve">Press enter to see the </w:t>
      </w:r>
      <w:r>
        <w:rPr>
          <w:rFonts w:ascii="ATT Aleck Sans" w:hAnsi="ATT Aleck Sans" w:cs="ATT Aleck Sans"/>
        </w:rPr>
        <w:t>third</w:t>
      </w:r>
      <w:r w:rsidRPr="00806A5B">
        <w:rPr>
          <w:rFonts w:ascii="ATT Aleck Sans" w:hAnsi="ATT Aleck Sans" w:cs="ATT Aleck Sans"/>
        </w:rPr>
        <w:t xml:space="preserve"> bullet </w:t>
      </w:r>
    </w:p>
    <w:p w14:paraId="6FE093B6" w14:textId="77777777" w:rsidR="00806A5B" w:rsidRPr="00806A5B" w:rsidRDefault="00806A5B" w:rsidP="00806A5B">
      <w:pPr>
        <w:rPr>
          <w:rFonts w:ascii="ATT Aleck Sans" w:hAnsi="ATT Aleck Sans" w:cs="ATT Aleck Sans"/>
        </w:rPr>
      </w:pPr>
      <w:r w:rsidRPr="00806A5B">
        <w:rPr>
          <w:rFonts w:ascii="ATT Aleck Sans" w:hAnsi="ATT Aleck Sans" w:cs="ATT Aleck Sans"/>
        </w:rPr>
        <w:t>Don’t use the same password on multiple accounts and websites.</w:t>
      </w:r>
    </w:p>
    <w:p w14:paraId="158FAC6C" w14:textId="77777777" w:rsidR="00806A5B" w:rsidRDefault="00806A5B" w:rsidP="00806A5B">
      <w:pPr>
        <w:ind w:firstLine="720"/>
        <w:rPr>
          <w:rFonts w:ascii="ATT Aleck Sans" w:hAnsi="ATT Aleck Sans" w:cs="ATT Aleck Sans"/>
          <w:i/>
          <w:iCs/>
        </w:rPr>
      </w:pPr>
    </w:p>
    <w:p w14:paraId="43D67616" w14:textId="77777777" w:rsidR="00806A5B" w:rsidRDefault="00806A5B" w:rsidP="00806A5B">
      <w:pPr>
        <w:rPr>
          <w:rFonts w:ascii="ATT Aleck Sans" w:hAnsi="ATT Aleck Sans" w:cs="ATT Aleck Sans"/>
          <w:i/>
          <w:iCs/>
        </w:rPr>
      </w:pPr>
      <w:r w:rsidRPr="00806A5B">
        <w:rPr>
          <w:rFonts w:ascii="ATT Aleck Sans" w:hAnsi="ATT Aleck Sans" w:cs="ATT Aleck Sans"/>
          <w:i/>
          <w:iCs/>
        </w:rPr>
        <w:t xml:space="preserve">INSTRUCTOR NOTE: </w:t>
      </w:r>
      <w:r w:rsidRPr="00806A5B">
        <w:rPr>
          <w:rFonts w:ascii="ATT Aleck Sans" w:hAnsi="ATT Aleck Sans" w:cs="ATT Aleck Sans"/>
        </w:rPr>
        <w:t xml:space="preserve">Press enter to see the </w:t>
      </w:r>
      <w:r>
        <w:rPr>
          <w:rFonts w:ascii="ATT Aleck Sans" w:hAnsi="ATT Aleck Sans" w:cs="ATT Aleck Sans"/>
        </w:rPr>
        <w:t>fourth</w:t>
      </w:r>
      <w:r w:rsidRPr="00806A5B">
        <w:rPr>
          <w:rFonts w:ascii="ATT Aleck Sans" w:hAnsi="ATT Aleck Sans" w:cs="ATT Aleck Sans"/>
        </w:rPr>
        <w:t xml:space="preserve"> bullet</w:t>
      </w:r>
    </w:p>
    <w:p w14:paraId="157D1571" w14:textId="77777777" w:rsidR="00806A5B" w:rsidRPr="00806A5B" w:rsidRDefault="00806A5B" w:rsidP="00806A5B">
      <w:pPr>
        <w:rPr>
          <w:rFonts w:ascii="ATT Aleck Sans" w:hAnsi="ATT Aleck Sans" w:cs="ATT Aleck Sans"/>
        </w:rPr>
      </w:pPr>
      <w:r w:rsidRPr="00806A5B">
        <w:rPr>
          <w:rFonts w:ascii="ATT Aleck Sans" w:hAnsi="ATT Aleck Sans" w:cs="ATT Aleck Sans"/>
        </w:rPr>
        <w:t xml:space="preserve">Don’t share your password with others. Passwords are the secret key that unlocks your account. They should be kept private. </w:t>
      </w:r>
    </w:p>
    <w:p w14:paraId="7AAC55A8" w14:textId="77777777" w:rsidR="00EA293F" w:rsidRPr="00EA293F" w:rsidRDefault="00EA293F" w:rsidP="00B0406C">
      <w:pPr>
        <w:ind w:firstLine="720"/>
        <w:rPr>
          <w:rFonts w:ascii="ATT Aleck Sans" w:hAnsi="ATT Aleck Sans" w:cs="ATT Aleck Sans"/>
        </w:rPr>
      </w:pPr>
    </w:p>
    <w:p w14:paraId="405F046B" w14:textId="77777777" w:rsidR="00EA293F" w:rsidRPr="00EA293F" w:rsidRDefault="00EA293F" w:rsidP="00EA293F">
      <w:pPr>
        <w:ind w:firstLine="720"/>
        <w:rPr>
          <w:rFonts w:ascii="ATT Aleck Sans" w:hAnsi="ATT Aleck Sans" w:cs="ATT Aleck Sans"/>
        </w:rPr>
      </w:pPr>
      <w:r w:rsidRPr="00EA293F">
        <w:rPr>
          <w:rFonts w:ascii="ATT Aleck Sans" w:hAnsi="ATT Aleck Sans" w:cs="ATT Aleck Sans"/>
          <w:b/>
          <w:bCs/>
        </w:rPr>
        <w:t>Instructor Note: </w:t>
      </w:r>
      <w:r w:rsidRPr="00EA293F">
        <w:rPr>
          <w:rFonts w:ascii="ATT Aleck Sans" w:hAnsi="ATT Aleck Sans" w:cs="ATT Aleck Sans"/>
        </w:rPr>
        <w:t>none</w:t>
      </w:r>
    </w:p>
    <w:p w14:paraId="1839566A" w14:textId="77777777" w:rsidR="00EA293F" w:rsidRPr="00EA293F" w:rsidRDefault="00EA293F" w:rsidP="00EA293F">
      <w:pPr>
        <w:rPr>
          <w:rFonts w:ascii="ATT Aleck Sans" w:hAnsi="ATT Aleck Sans" w:cs="ATT Aleck Sans"/>
        </w:rPr>
      </w:pPr>
      <w:r w:rsidRPr="00EA293F">
        <w:rPr>
          <w:rFonts w:ascii="ATT Aleck Sans" w:hAnsi="ATT Aleck Sans" w:cs="ATT Aleck Sans"/>
        </w:rPr>
        <w:t> </w:t>
      </w:r>
    </w:p>
    <w:p w14:paraId="6AB4D64E" w14:textId="77777777" w:rsidR="00E46639" w:rsidRDefault="00EA293F" w:rsidP="00EA293F">
      <w:pPr>
        <w:ind w:firstLine="720"/>
        <w:rPr>
          <w:rFonts w:ascii="ATT Aleck Sans" w:hAnsi="ATT Aleck Sans" w:cs="ATT Aleck Sans"/>
        </w:rPr>
      </w:pPr>
      <w:r w:rsidRPr="00EA293F">
        <w:rPr>
          <w:rFonts w:ascii="ATT Aleck Sans" w:hAnsi="ATT Aleck Sans" w:cs="ATT Aleck Sans"/>
          <w:b/>
          <w:bCs/>
        </w:rPr>
        <w:t>Additional Details:</w:t>
      </w:r>
      <w:r w:rsidRPr="00EA293F">
        <w:rPr>
          <w:rFonts w:ascii="ATT Aleck Sans" w:hAnsi="ATT Aleck Sans" w:cs="ATT Aleck Sans"/>
        </w:rPr>
        <w:t> none</w:t>
      </w:r>
    </w:p>
    <w:p w14:paraId="368E5836" w14:textId="77777777" w:rsidR="002548CB" w:rsidRPr="002548CB" w:rsidRDefault="00307188" w:rsidP="002548CB">
      <w:pPr>
        <w:rPr>
          <w:rFonts w:ascii="ATT Aleck Sans" w:eastAsiaTheme="minorEastAsia" w:hAnsi="ATT Aleck Sans" w:cs="ATT Aleck Sans"/>
        </w:rPr>
      </w:pPr>
      <w:r w:rsidRPr="002548CB">
        <w:rPr>
          <w:rFonts w:ascii="ATT Aleck Sans" w:hAnsi="ATT Aleck Sans" w:cs="ATT Aleck Sans"/>
        </w:rPr>
        <w:br/>
      </w:r>
      <w:r w:rsidR="00E46639" w:rsidRPr="00E46639">
        <w:rPr>
          <w:rFonts w:ascii="ATT Aleck Sans" w:hAnsi="ATT Aleck Sans" w:cs="ATT Aleck Sans"/>
          <w:b/>
          <w:bCs/>
        </w:rPr>
        <w:t xml:space="preserve">Slide Number &amp; Title. </w:t>
      </w:r>
      <w:r w:rsidR="00806A5B">
        <w:rPr>
          <w:rFonts w:ascii="ATT Aleck Sans" w:hAnsi="ATT Aleck Sans" w:cs="ATT Aleck Sans"/>
        </w:rPr>
        <w:t>Slide 14: Tips for Strong Passwords</w:t>
      </w:r>
      <w:r w:rsidR="00140971">
        <w:rPr>
          <w:rFonts w:ascii="ATT Aleck Sans" w:hAnsi="ATT Aleck Sans" w:cs="ATT Aleck Sans"/>
        </w:rPr>
        <w:t>: Longer and Phrases</w:t>
      </w:r>
    </w:p>
    <w:p w14:paraId="0DDADC59" w14:textId="77777777" w:rsidR="002548CB" w:rsidRDefault="002548CB" w:rsidP="002548CB">
      <w:pPr>
        <w:rPr>
          <w:rFonts w:ascii="ATT Aleck Sans" w:eastAsiaTheme="minorEastAsia" w:hAnsi="ATT Aleck Sans" w:cs="ATT Aleck Sans"/>
          <w:color w:val="009FDB"/>
        </w:rPr>
      </w:pPr>
    </w:p>
    <w:p w14:paraId="2043F5CF" w14:textId="77777777" w:rsidR="00EA293F" w:rsidRPr="00EA293F" w:rsidRDefault="00EA293F" w:rsidP="00EA293F">
      <w:pPr>
        <w:ind w:firstLine="720"/>
        <w:rPr>
          <w:rFonts w:ascii="ATT Aleck Sans" w:eastAsiaTheme="minorEastAsia" w:hAnsi="ATT Aleck Sans" w:cs="ATT Aleck Sans"/>
        </w:rPr>
      </w:pPr>
      <w:r w:rsidRPr="00EA293F">
        <w:rPr>
          <w:rFonts w:ascii="ATT Aleck Sans" w:eastAsiaTheme="minorEastAsia" w:hAnsi="ATT Aleck Sans" w:cs="ATT Aleck Sans"/>
          <w:b/>
          <w:bCs/>
        </w:rPr>
        <w:t>On Slide Text:</w:t>
      </w:r>
      <w:r w:rsidRPr="00EA293F">
        <w:rPr>
          <w:rFonts w:ascii="ATT Aleck Sans" w:eastAsiaTheme="minorEastAsia" w:hAnsi="ATT Aleck Sans" w:cs="ATT Aleck Sans"/>
        </w:rPr>
        <w:t> </w:t>
      </w:r>
      <w:r w:rsidR="00140971">
        <w:rPr>
          <w:rFonts w:ascii="ATT Aleck Sans" w:eastAsiaTheme="minorEastAsia" w:hAnsi="ATT Aleck Sans" w:cs="ATT Aleck Sans"/>
        </w:rPr>
        <w:t xml:space="preserve"> Make the password longer. Use short phrases that are easier to remember. “</w:t>
      </w:r>
      <w:proofErr w:type="spellStart"/>
      <w:r w:rsidR="00140971">
        <w:rPr>
          <w:rFonts w:ascii="ATT Aleck Sans" w:eastAsiaTheme="minorEastAsia" w:hAnsi="ATT Aleck Sans" w:cs="ATT Aleck Sans"/>
        </w:rPr>
        <w:t>c</w:t>
      </w:r>
      <w:r w:rsidR="00140971" w:rsidRPr="00140971">
        <w:rPr>
          <w:rFonts w:ascii="ATT Aleck Sans" w:eastAsiaTheme="minorEastAsia" w:hAnsi="ATT Aleck Sans" w:cs="ATT Aleck Sans"/>
        </w:rPr>
        <w:t>owshelpmakecheese</w:t>
      </w:r>
      <w:proofErr w:type="spellEnd"/>
      <w:r w:rsidR="00140971" w:rsidRPr="00140971">
        <w:rPr>
          <w:rFonts w:ascii="ATT Aleck Sans" w:eastAsiaTheme="minorEastAsia" w:hAnsi="ATT Aleck Sans" w:cs="ATT Aleck Sans"/>
        </w:rPr>
        <w:t>”</w:t>
      </w:r>
      <w:r w:rsidR="00B0406C">
        <w:rPr>
          <w:rFonts w:ascii="ATT Aleck Sans" w:eastAsiaTheme="minorEastAsia" w:hAnsi="ATT Aleck Sans" w:cs="ATT Aleck Sans"/>
        </w:rPr>
        <w:br/>
      </w:r>
    </w:p>
    <w:p w14:paraId="6A39D7DE" w14:textId="77777777" w:rsidR="00EA293F" w:rsidRPr="00EA293F" w:rsidRDefault="00EA293F" w:rsidP="00EA293F">
      <w:pPr>
        <w:rPr>
          <w:rFonts w:ascii="ATT Aleck Sans" w:eastAsiaTheme="minorEastAsia" w:hAnsi="ATT Aleck Sans" w:cs="ATT Aleck Sans"/>
        </w:rPr>
      </w:pPr>
      <w:r w:rsidRPr="00EA293F">
        <w:rPr>
          <w:rFonts w:ascii="ATT Aleck Sans" w:eastAsiaTheme="minorEastAsia" w:hAnsi="ATT Aleck Sans" w:cs="ATT Aleck Sans"/>
        </w:rPr>
        <w:tab/>
      </w:r>
      <w:r w:rsidRPr="00EA293F">
        <w:rPr>
          <w:rFonts w:ascii="ATT Aleck Sans" w:eastAsiaTheme="minorEastAsia" w:hAnsi="ATT Aleck Sans" w:cs="ATT Aleck Sans"/>
          <w:b/>
          <w:bCs/>
        </w:rPr>
        <w:t>Notes Section</w:t>
      </w:r>
    </w:p>
    <w:p w14:paraId="481B5F67" w14:textId="77777777" w:rsidR="00EA293F" w:rsidRPr="00EA293F" w:rsidRDefault="00EA293F" w:rsidP="00EA293F">
      <w:pPr>
        <w:rPr>
          <w:rFonts w:ascii="ATT Aleck Sans" w:eastAsiaTheme="minorEastAsia" w:hAnsi="ATT Aleck Sans" w:cs="ATT Aleck Sans"/>
          <w:b/>
          <w:bCs/>
        </w:rPr>
      </w:pPr>
    </w:p>
    <w:p w14:paraId="5D27C0A4" w14:textId="77777777" w:rsidR="00140971" w:rsidRPr="00140971" w:rsidRDefault="00EA293F" w:rsidP="56A96901">
      <w:pPr>
        <w:ind w:firstLine="720"/>
        <w:rPr>
          <w:rFonts w:ascii="ATT Aleck Sans" w:eastAsiaTheme="minorEastAsia" w:hAnsi="ATT Aleck Sans" w:cs="ATT Aleck Sans"/>
        </w:rPr>
      </w:pPr>
      <w:r w:rsidRPr="56A96901">
        <w:rPr>
          <w:rFonts w:ascii="ATT Aleck Sans" w:eastAsiaTheme="minorEastAsia" w:hAnsi="ATT Aleck Sans" w:cs="ATT Aleck Sans"/>
          <w:b/>
          <w:bCs/>
        </w:rPr>
        <w:t>Talking Points:</w:t>
      </w:r>
      <w:r w:rsidRPr="56A96901">
        <w:rPr>
          <w:rFonts w:ascii="ATT Aleck Sans" w:eastAsiaTheme="minorEastAsia" w:hAnsi="ATT Aleck Sans" w:cs="ATT Aleck Sans"/>
        </w:rPr>
        <w:t> </w:t>
      </w:r>
      <w:r w:rsidR="00140971" w:rsidRPr="56A96901">
        <w:rPr>
          <w:rFonts w:ascii="ATT Aleck Sans" w:eastAsiaTheme="minorEastAsia" w:hAnsi="ATT Aleck Sans" w:cs="ATT Aleck Sans"/>
        </w:rPr>
        <w:t xml:space="preserve">Do make the password longer. The best defense is length. </w:t>
      </w:r>
    </w:p>
    <w:p w14:paraId="591645B1" w14:textId="77777777" w:rsidR="00140971" w:rsidRPr="00140971" w:rsidRDefault="00140971" w:rsidP="00140971">
      <w:pPr>
        <w:ind w:firstLine="720"/>
        <w:rPr>
          <w:rFonts w:ascii="ATT Aleck Sans" w:eastAsiaTheme="minorEastAsia" w:hAnsi="ATT Aleck Sans" w:cs="ATT Aleck Sans"/>
        </w:rPr>
      </w:pPr>
      <w:r w:rsidRPr="00140971">
        <w:rPr>
          <w:rFonts w:ascii="ATT Aleck Sans" w:eastAsiaTheme="minorEastAsia" w:hAnsi="ATT Aleck Sans" w:cs="ATT Aleck Sans"/>
        </w:rPr>
        <w:t> </w:t>
      </w:r>
    </w:p>
    <w:p w14:paraId="467C89A4" w14:textId="77777777" w:rsidR="00140971" w:rsidRPr="00140971" w:rsidRDefault="00140971" w:rsidP="00140971">
      <w:pPr>
        <w:rPr>
          <w:rFonts w:ascii="ATT Aleck Sans" w:eastAsiaTheme="minorEastAsia" w:hAnsi="ATT Aleck Sans" w:cs="ATT Aleck Sans"/>
        </w:rPr>
      </w:pPr>
      <w:bookmarkStart w:id="4" w:name="OLE_LINK8"/>
      <w:r w:rsidRPr="00140971">
        <w:rPr>
          <w:rFonts w:ascii="ATT Aleck Sans" w:eastAsiaTheme="minorEastAsia" w:hAnsi="ATT Aleck Sans" w:cs="ATT Aleck Sans"/>
          <w:i/>
          <w:iCs/>
        </w:rPr>
        <w:t xml:space="preserve">INSTRUCTOR NOTE: </w:t>
      </w:r>
      <w:r w:rsidRPr="00140971">
        <w:rPr>
          <w:rFonts w:ascii="ATT Aleck Sans" w:eastAsiaTheme="minorEastAsia" w:hAnsi="ATT Aleck Sans" w:cs="ATT Aleck Sans"/>
        </w:rPr>
        <w:t xml:space="preserve">Press </w:t>
      </w:r>
      <w:r w:rsidR="00361ABE">
        <w:rPr>
          <w:rFonts w:ascii="ATT Aleck Sans" w:eastAsiaTheme="minorEastAsia" w:hAnsi="ATT Aleck Sans" w:cs="ATT Aleck Sans"/>
        </w:rPr>
        <w:t>E</w:t>
      </w:r>
      <w:r w:rsidRPr="00140971">
        <w:rPr>
          <w:rFonts w:ascii="ATT Aleck Sans" w:eastAsiaTheme="minorEastAsia" w:hAnsi="ATT Aleck Sans" w:cs="ATT Aleck Sans"/>
        </w:rPr>
        <w:t>nter to see the first bullet</w:t>
      </w:r>
      <w:r w:rsidRPr="00140971">
        <w:rPr>
          <w:rFonts w:ascii="ATT Aleck Sans" w:eastAsiaTheme="minorEastAsia" w:hAnsi="ATT Aleck Sans" w:cs="ATT Aleck Sans"/>
          <w:i/>
          <w:iCs/>
        </w:rPr>
        <w:t xml:space="preserve"> </w:t>
      </w:r>
    </w:p>
    <w:p w14:paraId="2B30352A" w14:textId="74CFA3E2" w:rsidR="00140971" w:rsidRPr="00140971" w:rsidRDefault="00140971" w:rsidP="47727720">
      <w:pPr>
        <w:rPr>
          <w:rFonts w:ascii="ATT Aleck Sans" w:eastAsiaTheme="minorEastAsia" w:hAnsi="ATT Aleck Sans" w:cs="ATT Aleck Sans"/>
        </w:rPr>
      </w:pPr>
      <w:r w:rsidRPr="47727720">
        <w:rPr>
          <w:rFonts w:ascii="ATT Aleck Sans" w:eastAsiaTheme="minorEastAsia" w:hAnsi="ATT Aleck Sans" w:cs="ATT Aleck Sans"/>
        </w:rPr>
        <w:t xml:space="preserve">Longer passwords don’t need to be complex and hard to remember. </w:t>
      </w:r>
    </w:p>
    <w:p w14:paraId="06DE3864" w14:textId="2F077C41" w:rsidR="00140971" w:rsidRPr="00140971" w:rsidRDefault="00140971" w:rsidP="47727720">
      <w:pPr>
        <w:rPr>
          <w:rFonts w:ascii="ATT Aleck Sans" w:eastAsiaTheme="minorEastAsia" w:hAnsi="ATT Aleck Sans" w:cs="ATT Aleck Sans"/>
        </w:rPr>
      </w:pPr>
      <w:r w:rsidRPr="47727720">
        <w:rPr>
          <w:rFonts w:ascii="ATT Aleck Sans" w:eastAsiaTheme="minorEastAsia" w:hAnsi="ATT Aleck Sans" w:cs="ATT Aleck Sans"/>
        </w:rPr>
        <w:t> </w:t>
      </w:r>
    </w:p>
    <w:p w14:paraId="1626039C" w14:textId="77777777" w:rsidR="00140971" w:rsidRPr="00140971" w:rsidRDefault="00140971" w:rsidP="00140971">
      <w:pPr>
        <w:rPr>
          <w:rFonts w:ascii="ATT Aleck Sans" w:eastAsiaTheme="minorEastAsia" w:hAnsi="ATT Aleck Sans" w:cs="ATT Aleck Sans"/>
        </w:rPr>
      </w:pPr>
      <w:r w:rsidRPr="00140971">
        <w:rPr>
          <w:rFonts w:ascii="ATT Aleck Sans" w:eastAsiaTheme="minorEastAsia" w:hAnsi="ATT Aleck Sans" w:cs="ATT Aleck Sans"/>
          <w:i/>
          <w:iCs/>
        </w:rPr>
        <w:t xml:space="preserve">INSTRUCTOR NOTE: </w:t>
      </w:r>
      <w:r w:rsidRPr="00140971">
        <w:rPr>
          <w:rFonts w:ascii="ATT Aleck Sans" w:eastAsiaTheme="minorEastAsia" w:hAnsi="ATT Aleck Sans" w:cs="ATT Aleck Sans"/>
        </w:rPr>
        <w:t xml:space="preserve">Press </w:t>
      </w:r>
      <w:r w:rsidR="00361ABE">
        <w:rPr>
          <w:rFonts w:ascii="ATT Aleck Sans" w:eastAsiaTheme="minorEastAsia" w:hAnsi="ATT Aleck Sans" w:cs="ATT Aleck Sans"/>
        </w:rPr>
        <w:t>E</w:t>
      </w:r>
      <w:r w:rsidRPr="00140971">
        <w:rPr>
          <w:rFonts w:ascii="ATT Aleck Sans" w:eastAsiaTheme="minorEastAsia" w:hAnsi="ATT Aleck Sans" w:cs="ATT Aleck Sans"/>
        </w:rPr>
        <w:t>nter to see the second bullet</w:t>
      </w:r>
      <w:r w:rsidRPr="00140971">
        <w:rPr>
          <w:rFonts w:ascii="ATT Aleck Sans" w:eastAsiaTheme="minorEastAsia" w:hAnsi="ATT Aleck Sans" w:cs="ATT Aleck Sans"/>
          <w:i/>
          <w:iCs/>
        </w:rPr>
        <w:t xml:space="preserve"> </w:t>
      </w:r>
    </w:p>
    <w:p w14:paraId="4B6542C0" w14:textId="77777777" w:rsidR="00140971" w:rsidRPr="00140971" w:rsidRDefault="00140971" w:rsidP="00140971">
      <w:pPr>
        <w:rPr>
          <w:rFonts w:ascii="ATT Aleck Sans" w:eastAsiaTheme="minorEastAsia" w:hAnsi="ATT Aleck Sans" w:cs="ATT Aleck Sans"/>
        </w:rPr>
      </w:pPr>
      <w:r w:rsidRPr="00140971">
        <w:rPr>
          <w:rFonts w:ascii="ATT Aleck Sans" w:eastAsiaTheme="minorEastAsia" w:hAnsi="ATT Aleck Sans" w:cs="ATT Aleck Sans"/>
        </w:rPr>
        <w:t>But we can make a long, secure password that’s easier to remember by using short phrases. An example might be “Cows help make cheese.”</w:t>
      </w:r>
    </w:p>
    <w:p w14:paraId="06BE99BE" w14:textId="77777777" w:rsidR="00140971" w:rsidRPr="00140971" w:rsidRDefault="00140971" w:rsidP="00140971">
      <w:pPr>
        <w:ind w:firstLine="720"/>
        <w:rPr>
          <w:rFonts w:ascii="ATT Aleck Sans" w:eastAsiaTheme="minorEastAsia" w:hAnsi="ATT Aleck Sans" w:cs="ATT Aleck Sans"/>
        </w:rPr>
      </w:pPr>
      <w:r w:rsidRPr="00140971">
        <w:rPr>
          <w:rFonts w:ascii="ATT Aleck Sans" w:eastAsiaTheme="minorEastAsia" w:hAnsi="ATT Aleck Sans" w:cs="ATT Aleck Sans"/>
        </w:rPr>
        <w:t> </w:t>
      </w:r>
    </w:p>
    <w:p w14:paraId="591CC744" w14:textId="77777777" w:rsidR="00140971" w:rsidRPr="00140971" w:rsidRDefault="00140971" w:rsidP="00140971">
      <w:pPr>
        <w:rPr>
          <w:rFonts w:ascii="ATT Aleck Sans" w:eastAsiaTheme="minorEastAsia" w:hAnsi="ATT Aleck Sans" w:cs="ATT Aleck Sans"/>
        </w:rPr>
      </w:pPr>
      <w:r w:rsidRPr="00140971">
        <w:rPr>
          <w:rFonts w:ascii="ATT Aleck Sans" w:eastAsiaTheme="minorEastAsia" w:hAnsi="ATT Aleck Sans" w:cs="ATT Aleck Sans"/>
        </w:rPr>
        <w:t xml:space="preserve">Remember, many websites have requirements for passwords. These requirements are usually listed underneath the password field or identified once you click on the password field. They may require you to include uppercase and lowercase letters, numbers, and symbols. </w:t>
      </w:r>
    </w:p>
    <w:bookmarkEnd w:id="4"/>
    <w:p w14:paraId="40157337" w14:textId="77777777" w:rsidR="00EA293F" w:rsidRPr="00EA293F" w:rsidRDefault="00EA293F" w:rsidP="00B0406C">
      <w:pPr>
        <w:ind w:firstLine="720"/>
        <w:rPr>
          <w:rFonts w:ascii="ATT Aleck Sans" w:eastAsiaTheme="minorEastAsia" w:hAnsi="ATT Aleck Sans" w:cs="ATT Aleck Sans"/>
        </w:rPr>
      </w:pPr>
    </w:p>
    <w:p w14:paraId="11F1D3F5" w14:textId="77777777" w:rsidR="00EA293F" w:rsidRPr="00EA293F" w:rsidRDefault="00EA293F" w:rsidP="00EA293F">
      <w:pPr>
        <w:ind w:firstLine="720"/>
        <w:rPr>
          <w:rFonts w:ascii="ATT Aleck Sans" w:eastAsiaTheme="minorEastAsia" w:hAnsi="ATT Aleck Sans" w:cs="ATT Aleck Sans"/>
        </w:rPr>
      </w:pPr>
      <w:r w:rsidRPr="00EA293F">
        <w:rPr>
          <w:rFonts w:ascii="ATT Aleck Sans" w:eastAsiaTheme="minorEastAsia" w:hAnsi="ATT Aleck Sans" w:cs="ATT Aleck Sans"/>
          <w:b/>
          <w:bCs/>
        </w:rPr>
        <w:t>Instructor Note: </w:t>
      </w:r>
      <w:r w:rsidRPr="00EA293F">
        <w:rPr>
          <w:rFonts w:ascii="ATT Aleck Sans" w:eastAsiaTheme="minorEastAsia" w:hAnsi="ATT Aleck Sans" w:cs="ATT Aleck Sans"/>
        </w:rPr>
        <w:t>none</w:t>
      </w:r>
    </w:p>
    <w:p w14:paraId="055D22B8" w14:textId="77777777" w:rsidR="00EA293F" w:rsidRPr="00EA293F" w:rsidRDefault="00EA293F" w:rsidP="00EA293F">
      <w:pPr>
        <w:rPr>
          <w:rFonts w:ascii="ATT Aleck Sans" w:eastAsiaTheme="minorEastAsia" w:hAnsi="ATT Aleck Sans" w:cs="ATT Aleck Sans"/>
        </w:rPr>
      </w:pPr>
      <w:r w:rsidRPr="00EA293F">
        <w:rPr>
          <w:rFonts w:ascii="ATT Aleck Sans" w:eastAsiaTheme="minorEastAsia" w:hAnsi="ATT Aleck Sans" w:cs="ATT Aleck Sans"/>
        </w:rPr>
        <w:lastRenderedPageBreak/>
        <w:t> </w:t>
      </w:r>
    </w:p>
    <w:p w14:paraId="61098F9C" w14:textId="77777777" w:rsidR="00EA293F" w:rsidRPr="00EA293F" w:rsidRDefault="00EA293F" w:rsidP="00EA293F">
      <w:pPr>
        <w:ind w:firstLine="720"/>
        <w:rPr>
          <w:rFonts w:ascii="ATT Aleck Sans" w:eastAsiaTheme="minorEastAsia" w:hAnsi="ATT Aleck Sans" w:cs="ATT Aleck Sans"/>
        </w:rPr>
      </w:pPr>
      <w:r w:rsidRPr="00EA293F">
        <w:rPr>
          <w:rFonts w:ascii="ATT Aleck Sans" w:eastAsiaTheme="minorEastAsia" w:hAnsi="ATT Aleck Sans" w:cs="ATT Aleck Sans"/>
          <w:b/>
          <w:bCs/>
        </w:rPr>
        <w:t>Additional Details:</w:t>
      </w:r>
      <w:r w:rsidRPr="00EA293F">
        <w:rPr>
          <w:rFonts w:ascii="ATT Aleck Sans" w:eastAsiaTheme="minorEastAsia" w:hAnsi="ATT Aleck Sans" w:cs="ATT Aleck Sans"/>
        </w:rPr>
        <w:t> none</w:t>
      </w:r>
    </w:p>
    <w:p w14:paraId="46D7384D" w14:textId="77777777" w:rsidR="002548CB" w:rsidRDefault="002548CB" w:rsidP="002548CB">
      <w:pPr>
        <w:rPr>
          <w:rFonts w:ascii="ATT Aleck Sans" w:eastAsiaTheme="minorEastAsia" w:hAnsi="ATT Aleck Sans" w:cs="ATT Aleck Sans"/>
        </w:rPr>
      </w:pPr>
    </w:p>
    <w:p w14:paraId="4997B9A3" w14:textId="77777777" w:rsidR="00EA293F" w:rsidRDefault="00E46639" w:rsidP="00EA293F">
      <w:pPr>
        <w:rPr>
          <w:rFonts w:ascii="ATT Aleck Sans" w:hAnsi="ATT Aleck Sans" w:cs="ATT Aleck Sans"/>
        </w:rPr>
      </w:pPr>
      <w:r w:rsidRPr="00E46639">
        <w:rPr>
          <w:rFonts w:ascii="ATT Aleck Sans" w:hAnsi="ATT Aleck Sans" w:cs="ATT Aleck Sans"/>
          <w:b/>
          <w:bCs/>
        </w:rPr>
        <w:t xml:space="preserve">Slide Number &amp; Title. </w:t>
      </w:r>
      <w:r w:rsidR="00EA293F" w:rsidRPr="00E46639">
        <w:rPr>
          <w:rFonts w:ascii="ATT Aleck Sans" w:hAnsi="ATT Aleck Sans" w:cs="ATT Aleck Sans"/>
        </w:rPr>
        <w:t>Slide 1</w:t>
      </w:r>
      <w:r w:rsidR="00EA293F">
        <w:rPr>
          <w:rFonts w:ascii="ATT Aleck Sans" w:hAnsi="ATT Aleck Sans" w:cs="ATT Aleck Sans"/>
        </w:rPr>
        <w:t>5</w:t>
      </w:r>
      <w:r w:rsidR="00EA293F" w:rsidRPr="00E46639">
        <w:rPr>
          <w:rFonts w:ascii="ATT Aleck Sans" w:hAnsi="ATT Aleck Sans" w:cs="ATT Aleck Sans"/>
        </w:rPr>
        <w:t xml:space="preserve">: </w:t>
      </w:r>
      <w:r w:rsidR="00140971">
        <w:rPr>
          <w:rFonts w:ascii="ATT Aleck Sans" w:hAnsi="ATT Aleck Sans" w:cs="ATT Aleck Sans"/>
        </w:rPr>
        <w:t>Keeping Track of Passwords</w:t>
      </w:r>
      <w:r w:rsidR="00B0406C">
        <w:rPr>
          <w:rFonts w:ascii="ATT Aleck Sans" w:hAnsi="ATT Aleck Sans" w:cs="ATT Aleck Sans"/>
        </w:rPr>
        <w:br/>
      </w:r>
    </w:p>
    <w:p w14:paraId="5CB98FFC" w14:textId="77777777" w:rsidR="00EA293F" w:rsidRPr="00EA293F" w:rsidRDefault="00EA293F" w:rsidP="00440C44">
      <w:pPr>
        <w:ind w:firstLine="720"/>
        <w:rPr>
          <w:rFonts w:ascii="ATT Aleck Sans" w:hAnsi="ATT Aleck Sans" w:cs="ATT Aleck Sans"/>
        </w:rPr>
      </w:pPr>
      <w:r w:rsidRPr="00EA293F">
        <w:rPr>
          <w:rFonts w:ascii="ATT Aleck Sans" w:hAnsi="ATT Aleck Sans" w:cs="ATT Aleck Sans"/>
          <w:b/>
          <w:bCs/>
        </w:rPr>
        <w:t>On Slide Text:</w:t>
      </w:r>
      <w:r w:rsidRPr="00EA293F">
        <w:rPr>
          <w:rFonts w:ascii="ATT Aleck Sans" w:hAnsi="ATT Aleck Sans" w:cs="ATT Aleck Sans"/>
        </w:rPr>
        <w:t> </w:t>
      </w:r>
      <w:r w:rsidR="00140971">
        <w:rPr>
          <w:rFonts w:ascii="ATT Aleck Sans" w:hAnsi="ATT Aleck Sans" w:cs="ATT Aleck Sans"/>
        </w:rPr>
        <w:br/>
      </w:r>
    </w:p>
    <w:p w14:paraId="55D5945B" w14:textId="77777777" w:rsidR="00EA293F" w:rsidRPr="00EA293F" w:rsidRDefault="00EA293F" w:rsidP="00EA293F">
      <w:pPr>
        <w:rPr>
          <w:rFonts w:ascii="ATT Aleck Sans" w:hAnsi="ATT Aleck Sans" w:cs="ATT Aleck Sans"/>
        </w:rPr>
      </w:pPr>
      <w:r w:rsidRPr="00EA293F">
        <w:rPr>
          <w:rFonts w:ascii="ATT Aleck Sans" w:hAnsi="ATT Aleck Sans" w:cs="ATT Aleck Sans"/>
        </w:rPr>
        <w:tab/>
      </w:r>
      <w:r w:rsidRPr="00EA293F">
        <w:rPr>
          <w:rFonts w:ascii="ATT Aleck Sans" w:hAnsi="ATT Aleck Sans" w:cs="ATT Aleck Sans"/>
          <w:b/>
          <w:bCs/>
        </w:rPr>
        <w:t>Notes Section</w:t>
      </w:r>
    </w:p>
    <w:p w14:paraId="7DA950C7" w14:textId="77777777" w:rsidR="00EA293F" w:rsidRPr="00EA293F" w:rsidRDefault="00EA293F" w:rsidP="00EA293F">
      <w:pPr>
        <w:rPr>
          <w:rFonts w:ascii="ATT Aleck Sans" w:hAnsi="ATT Aleck Sans" w:cs="ATT Aleck Sans"/>
          <w:b/>
          <w:bCs/>
        </w:rPr>
      </w:pPr>
    </w:p>
    <w:p w14:paraId="638CEDCF" w14:textId="77777777" w:rsidR="00140971" w:rsidRPr="00140971" w:rsidRDefault="00EA293F" w:rsidP="00140971">
      <w:pPr>
        <w:ind w:firstLine="720"/>
        <w:rPr>
          <w:rFonts w:ascii="ATT Aleck Sans" w:hAnsi="ATT Aleck Sans" w:cs="ATT Aleck Sans"/>
        </w:rPr>
      </w:pPr>
      <w:r w:rsidRPr="00EA293F">
        <w:rPr>
          <w:rFonts w:ascii="ATT Aleck Sans" w:hAnsi="ATT Aleck Sans" w:cs="ATT Aleck Sans"/>
          <w:b/>
          <w:bCs/>
        </w:rPr>
        <w:t>Talking Points:</w:t>
      </w:r>
      <w:r w:rsidRPr="00EA293F">
        <w:rPr>
          <w:rFonts w:ascii="ATT Aleck Sans" w:hAnsi="ATT Aleck Sans" w:cs="ATT Aleck Sans"/>
        </w:rPr>
        <w:t> </w:t>
      </w:r>
      <w:r w:rsidR="00140971" w:rsidRPr="00140971">
        <w:rPr>
          <w:rFonts w:ascii="ATT Aleck Sans" w:hAnsi="ATT Aleck Sans" w:cs="ATT Aleck Sans"/>
        </w:rPr>
        <w:t>Now that we’ve discussed creating a strong password, let’s talk about how</w:t>
      </w:r>
      <w:r w:rsidR="00140971">
        <w:rPr>
          <w:rFonts w:ascii="ATT Aleck Sans" w:hAnsi="ATT Aleck Sans" w:cs="ATT Aleck Sans"/>
        </w:rPr>
        <w:t xml:space="preserve"> </w:t>
      </w:r>
      <w:r w:rsidR="00140971" w:rsidRPr="00140971">
        <w:rPr>
          <w:rFonts w:ascii="ATT Aleck Sans" w:hAnsi="ATT Aleck Sans" w:cs="ATT Aleck Sans"/>
        </w:rPr>
        <w:t xml:space="preserve">we can keep track of our passwords. </w:t>
      </w:r>
    </w:p>
    <w:p w14:paraId="308C0048" w14:textId="77777777" w:rsidR="00140971" w:rsidRPr="00140971" w:rsidRDefault="00140971" w:rsidP="00140971">
      <w:pPr>
        <w:ind w:left="720"/>
        <w:rPr>
          <w:rFonts w:ascii="ATT Aleck Sans" w:hAnsi="ATT Aleck Sans" w:cs="ATT Aleck Sans"/>
        </w:rPr>
      </w:pPr>
      <w:r w:rsidRPr="00140971">
        <w:rPr>
          <w:rFonts w:ascii="ATT Aleck Sans" w:hAnsi="ATT Aleck Sans" w:cs="ATT Aleck Sans"/>
        </w:rPr>
        <w:t> </w:t>
      </w:r>
    </w:p>
    <w:p w14:paraId="05F39B15" w14:textId="77777777" w:rsidR="00140971" w:rsidRPr="00140971" w:rsidRDefault="00361ABE" w:rsidP="00140971">
      <w:pPr>
        <w:rPr>
          <w:rFonts w:ascii="ATT Aleck Sans" w:hAnsi="ATT Aleck Sans" w:cs="ATT Aleck Sans"/>
        </w:rPr>
      </w:pPr>
      <w:r>
        <w:rPr>
          <w:rFonts w:ascii="ATT Aleck Sans" w:hAnsi="ATT Aleck Sans" w:cs="ATT Aleck Sans"/>
        </w:rPr>
        <w:t>Y</w:t>
      </w:r>
      <w:r w:rsidR="00140971" w:rsidRPr="00140971">
        <w:rPr>
          <w:rFonts w:ascii="ATT Aleck Sans" w:hAnsi="ATT Aleck Sans" w:cs="ATT Aleck Sans"/>
        </w:rPr>
        <w:t xml:space="preserve">ou may have created a lot of accounts on many websites or mobile apps. Your passwords may be different on each site—and it’s more secure if they are—so it can be a challenge to remember them. </w:t>
      </w:r>
    </w:p>
    <w:p w14:paraId="6D912EB2" w14:textId="77777777" w:rsidR="00140971" w:rsidRPr="00140971" w:rsidRDefault="00140971" w:rsidP="00140971">
      <w:pPr>
        <w:ind w:left="720"/>
        <w:rPr>
          <w:rFonts w:ascii="ATT Aleck Sans" w:hAnsi="ATT Aleck Sans" w:cs="ATT Aleck Sans"/>
        </w:rPr>
      </w:pPr>
      <w:r w:rsidRPr="00140971">
        <w:rPr>
          <w:rFonts w:ascii="ATT Aleck Sans" w:hAnsi="ATT Aleck Sans" w:cs="ATT Aleck Sans"/>
        </w:rPr>
        <w:t> </w:t>
      </w:r>
    </w:p>
    <w:p w14:paraId="75B95A19" w14:textId="77777777" w:rsidR="00140971" w:rsidRPr="00140971" w:rsidRDefault="00140971" w:rsidP="00140971">
      <w:pPr>
        <w:rPr>
          <w:rFonts w:ascii="ATT Aleck Sans" w:hAnsi="ATT Aleck Sans" w:cs="ATT Aleck Sans"/>
        </w:rPr>
      </w:pPr>
      <w:r w:rsidRPr="00140971">
        <w:rPr>
          <w:rFonts w:ascii="ATT Aleck Sans" w:hAnsi="ATT Aleck Sans" w:cs="ATT Aleck Sans"/>
        </w:rPr>
        <w:t>Let’s look at a few different approaches we might take to remembering our passwords.</w:t>
      </w:r>
    </w:p>
    <w:p w14:paraId="62C25F73" w14:textId="77777777" w:rsidR="00EA293F" w:rsidRPr="00EA293F" w:rsidRDefault="00EA293F" w:rsidP="00140971">
      <w:pPr>
        <w:ind w:left="720"/>
        <w:rPr>
          <w:rFonts w:ascii="ATT Aleck Sans" w:hAnsi="ATT Aleck Sans" w:cs="ATT Aleck Sans"/>
        </w:rPr>
      </w:pPr>
    </w:p>
    <w:p w14:paraId="55D4AE0B" w14:textId="77777777" w:rsidR="00EA293F" w:rsidRPr="00EA293F" w:rsidRDefault="00EA293F" w:rsidP="00EA293F">
      <w:pPr>
        <w:ind w:left="720"/>
        <w:rPr>
          <w:rFonts w:ascii="ATT Aleck Sans" w:hAnsi="ATT Aleck Sans" w:cs="ATT Aleck Sans"/>
        </w:rPr>
      </w:pPr>
      <w:r w:rsidRPr="332BD257">
        <w:rPr>
          <w:rFonts w:ascii="ATT Aleck Sans" w:hAnsi="ATT Aleck Sans" w:cs="ATT Aleck Sans"/>
          <w:b/>
          <w:bCs/>
        </w:rPr>
        <w:t>Instructor Note: </w:t>
      </w:r>
      <w:r w:rsidRPr="332BD257">
        <w:rPr>
          <w:rFonts w:ascii="ATT Aleck Sans" w:hAnsi="ATT Aleck Sans" w:cs="ATT Aleck Sans"/>
        </w:rPr>
        <w:t xml:space="preserve">none </w:t>
      </w:r>
    </w:p>
    <w:p w14:paraId="5B25D215" w14:textId="77777777" w:rsidR="00EA293F" w:rsidRPr="00EA293F" w:rsidRDefault="00EA293F" w:rsidP="00EA293F">
      <w:pPr>
        <w:ind w:left="720"/>
        <w:rPr>
          <w:rFonts w:ascii="ATT Aleck Sans" w:hAnsi="ATT Aleck Sans" w:cs="ATT Aleck Sans"/>
        </w:rPr>
      </w:pPr>
      <w:r w:rsidRPr="332BD257">
        <w:rPr>
          <w:rFonts w:ascii="ATT Aleck Sans" w:hAnsi="ATT Aleck Sans" w:cs="ATT Aleck Sans"/>
        </w:rPr>
        <w:t> </w:t>
      </w:r>
    </w:p>
    <w:p w14:paraId="54F953A8" w14:textId="77777777" w:rsidR="00EA293F" w:rsidRPr="00EA293F" w:rsidRDefault="00EA293F" w:rsidP="00EA293F">
      <w:pPr>
        <w:ind w:left="720"/>
        <w:rPr>
          <w:rFonts w:ascii="ATT Aleck Sans" w:hAnsi="ATT Aleck Sans" w:cs="ATT Aleck Sans"/>
        </w:rPr>
      </w:pPr>
      <w:r w:rsidRPr="00EA293F">
        <w:rPr>
          <w:rFonts w:ascii="ATT Aleck Sans" w:hAnsi="ATT Aleck Sans" w:cs="ATT Aleck Sans"/>
          <w:b/>
          <w:bCs/>
        </w:rPr>
        <w:t>Additional Details:</w:t>
      </w:r>
      <w:r w:rsidRPr="00EA293F">
        <w:rPr>
          <w:rFonts w:ascii="ATT Aleck Sans" w:hAnsi="ATT Aleck Sans" w:cs="ATT Aleck Sans"/>
        </w:rPr>
        <w:t> none</w:t>
      </w:r>
    </w:p>
    <w:p w14:paraId="7C0B40AD" w14:textId="77777777" w:rsidR="002548CB" w:rsidRDefault="002548CB" w:rsidP="002548CB">
      <w:pPr>
        <w:ind w:left="1080"/>
        <w:rPr>
          <w:rFonts w:ascii="ATT Aleck Sans" w:hAnsi="ATT Aleck Sans" w:cs="ATT Aleck Sans"/>
          <w:b/>
          <w:bCs/>
        </w:rPr>
      </w:pPr>
    </w:p>
    <w:p w14:paraId="56BD1539" w14:textId="77777777" w:rsidR="00EA293F" w:rsidRDefault="00E46639" w:rsidP="002548CB">
      <w:pPr>
        <w:rPr>
          <w:rFonts w:ascii="ATT Aleck Sans" w:hAnsi="ATT Aleck Sans" w:cs="ATT Aleck Sans"/>
        </w:rPr>
      </w:pPr>
      <w:r w:rsidRPr="00440C44">
        <w:rPr>
          <w:rFonts w:ascii="ATT Aleck Sans" w:hAnsi="ATT Aleck Sans" w:cs="ATT Aleck Sans"/>
          <w:b/>
          <w:bCs/>
        </w:rPr>
        <w:t>Slide Number &amp; Title.</w:t>
      </w:r>
      <w:r w:rsidRPr="00E46639">
        <w:rPr>
          <w:rFonts w:ascii="ATT Aleck Sans" w:hAnsi="ATT Aleck Sans" w:cs="ATT Aleck Sans"/>
          <w:b/>
          <w:bCs/>
        </w:rPr>
        <w:t xml:space="preserve"> </w:t>
      </w:r>
      <w:r w:rsidR="00995451" w:rsidRPr="00E46639">
        <w:rPr>
          <w:rFonts w:ascii="ATT Aleck Sans" w:hAnsi="ATT Aleck Sans" w:cs="ATT Aleck Sans"/>
        </w:rPr>
        <w:t>Slide 16</w:t>
      </w:r>
      <w:r w:rsidR="002B5864" w:rsidRPr="00E46639">
        <w:rPr>
          <w:rFonts w:ascii="ATT Aleck Sans" w:hAnsi="ATT Aleck Sans" w:cs="ATT Aleck Sans"/>
        </w:rPr>
        <w:t>:</w:t>
      </w:r>
      <w:r w:rsidR="00995451" w:rsidRPr="00E46639">
        <w:rPr>
          <w:rFonts w:ascii="ATT Aleck Sans" w:hAnsi="ATT Aleck Sans" w:cs="ATT Aleck Sans"/>
        </w:rPr>
        <w:t xml:space="preserve"> </w:t>
      </w:r>
      <w:r w:rsidR="00140971">
        <w:rPr>
          <w:rFonts w:ascii="ATT Aleck Sans" w:hAnsi="ATT Aleck Sans" w:cs="ATT Aleck Sans"/>
        </w:rPr>
        <w:t>Notebook</w:t>
      </w:r>
      <w:r w:rsidR="00EA293F" w:rsidRPr="00EA293F">
        <w:rPr>
          <w:rFonts w:ascii="ATT Aleck Sans" w:hAnsi="ATT Aleck Sans" w:cs="ATT Aleck Sans"/>
        </w:rPr>
        <w:t xml:space="preserve"> </w:t>
      </w:r>
    </w:p>
    <w:p w14:paraId="2EE40699" w14:textId="77777777" w:rsidR="00EA293F" w:rsidRDefault="00EA293F" w:rsidP="002548CB">
      <w:pPr>
        <w:rPr>
          <w:rFonts w:ascii="ATT Aleck Sans" w:hAnsi="ATT Aleck Sans" w:cs="ATT Aleck Sans"/>
        </w:rPr>
      </w:pPr>
    </w:p>
    <w:p w14:paraId="6F69D5A1" w14:textId="2B74FDF7" w:rsidR="005704B0" w:rsidRPr="005704B0" w:rsidRDefault="00EA293F" w:rsidP="005704B0">
      <w:pPr>
        <w:ind w:firstLine="720"/>
        <w:rPr>
          <w:rFonts w:ascii="ATT Aleck Sans" w:eastAsiaTheme="minorEastAsia" w:hAnsi="ATT Aleck Sans" w:cs="ATT Aleck Sans"/>
          <w:color w:val="000000" w:themeColor="text1"/>
        </w:rPr>
      </w:pPr>
      <w:r w:rsidRPr="00EA293F">
        <w:rPr>
          <w:rFonts w:ascii="ATT Aleck Sans" w:eastAsiaTheme="minorEastAsia" w:hAnsi="ATT Aleck Sans" w:cs="ATT Aleck Sans"/>
          <w:b/>
          <w:bCs/>
          <w:color w:val="000000" w:themeColor="text1"/>
        </w:rPr>
        <w:t>On Slide Text:</w:t>
      </w:r>
      <w:r w:rsidRPr="00EA293F">
        <w:rPr>
          <w:rFonts w:ascii="ATT Aleck Sans" w:eastAsiaTheme="minorEastAsia" w:hAnsi="ATT Aleck Sans" w:cs="ATT Aleck Sans"/>
          <w:color w:val="000000" w:themeColor="text1"/>
        </w:rPr>
        <w:t> </w:t>
      </w:r>
      <w:r w:rsidR="00440C44" w:rsidRPr="00EA293F">
        <w:rPr>
          <w:rFonts w:ascii="ATT Aleck Sans" w:eastAsiaTheme="minorEastAsia" w:hAnsi="ATT Aleck Sans" w:cs="ATT Aleck Sans"/>
          <w:b/>
          <w:bCs/>
          <w:color w:val="000000" w:themeColor="text1"/>
        </w:rPr>
        <w:t xml:space="preserve"> </w:t>
      </w:r>
      <w:r w:rsidR="005704B0" w:rsidRPr="005704B0">
        <w:rPr>
          <w:rFonts w:ascii="ATT Aleck Sans" w:eastAsiaTheme="minorEastAsia" w:hAnsi="ATT Aleck Sans" w:cs="ATT Aleck Sans"/>
          <w:color w:val="000000" w:themeColor="text1"/>
        </w:rPr>
        <w:t>Store in a safe place.</w:t>
      </w:r>
      <w:r w:rsidR="005704B0">
        <w:rPr>
          <w:rFonts w:ascii="ATT Aleck Sans" w:eastAsiaTheme="minorEastAsia" w:hAnsi="ATT Aleck Sans" w:cs="ATT Aleck Sans"/>
          <w:b/>
          <w:bCs/>
          <w:color w:val="000000" w:themeColor="text1"/>
        </w:rPr>
        <w:t xml:space="preserve"> </w:t>
      </w:r>
      <w:r w:rsidR="005704B0" w:rsidRPr="005704B0">
        <w:rPr>
          <w:rFonts w:ascii="ATT Aleck Sans" w:eastAsiaTheme="minorEastAsia" w:hAnsi="ATT Aleck Sans" w:cs="ATT Aleck Sans"/>
          <w:color w:val="000000" w:themeColor="text1"/>
        </w:rPr>
        <w:t>Instead of writing the actual password, write down something that helps you remember which password it is.</w:t>
      </w:r>
    </w:p>
    <w:p w14:paraId="7CDDDBB8" w14:textId="762903A8" w:rsidR="00EA293F" w:rsidRPr="00EA293F" w:rsidRDefault="00EA293F" w:rsidP="00EA293F">
      <w:pPr>
        <w:ind w:firstLine="720"/>
        <w:rPr>
          <w:rFonts w:ascii="ATT Aleck Sans" w:eastAsiaTheme="minorEastAsia" w:hAnsi="ATT Aleck Sans" w:cs="ATT Aleck Sans"/>
          <w:b/>
          <w:bCs/>
          <w:color w:val="000000" w:themeColor="text1"/>
        </w:rPr>
      </w:pPr>
    </w:p>
    <w:p w14:paraId="66430E43" w14:textId="77777777" w:rsidR="00EA293F" w:rsidRPr="00EA293F" w:rsidRDefault="00EA293F" w:rsidP="00EA293F">
      <w:pPr>
        <w:rPr>
          <w:rFonts w:ascii="ATT Aleck Sans" w:eastAsiaTheme="minorEastAsia" w:hAnsi="ATT Aleck Sans" w:cs="ATT Aleck Sans"/>
          <w:b/>
          <w:bCs/>
          <w:color w:val="000000" w:themeColor="text1"/>
        </w:rPr>
      </w:pPr>
      <w:r w:rsidRPr="00EA293F">
        <w:rPr>
          <w:rFonts w:ascii="ATT Aleck Sans" w:eastAsiaTheme="minorEastAsia" w:hAnsi="ATT Aleck Sans" w:cs="ATT Aleck Sans"/>
          <w:b/>
          <w:bCs/>
          <w:color w:val="000000" w:themeColor="text1"/>
        </w:rPr>
        <w:tab/>
        <w:t>Notes Section</w:t>
      </w:r>
    </w:p>
    <w:p w14:paraId="35871A40" w14:textId="77777777" w:rsidR="00EA293F" w:rsidRPr="00EA293F" w:rsidRDefault="00EA293F" w:rsidP="00EA293F">
      <w:pPr>
        <w:rPr>
          <w:rFonts w:ascii="ATT Aleck Sans" w:eastAsiaTheme="minorEastAsia" w:hAnsi="ATT Aleck Sans" w:cs="ATT Aleck Sans"/>
          <w:b/>
          <w:bCs/>
          <w:color w:val="000000" w:themeColor="text1"/>
        </w:rPr>
      </w:pPr>
    </w:p>
    <w:p w14:paraId="1B06D109" w14:textId="77777777" w:rsidR="00140971" w:rsidRPr="00140971" w:rsidRDefault="00EA293F" w:rsidP="00140971">
      <w:pPr>
        <w:ind w:firstLine="720"/>
        <w:rPr>
          <w:rFonts w:ascii="ATT Aleck Sans" w:eastAsiaTheme="minorEastAsia" w:hAnsi="ATT Aleck Sans" w:cs="ATT Aleck Sans"/>
          <w:color w:val="000000" w:themeColor="text1"/>
        </w:rPr>
      </w:pPr>
      <w:r w:rsidRPr="00EA293F">
        <w:rPr>
          <w:rFonts w:ascii="ATT Aleck Sans" w:eastAsiaTheme="minorEastAsia" w:hAnsi="ATT Aleck Sans" w:cs="ATT Aleck Sans"/>
          <w:b/>
          <w:bCs/>
          <w:color w:val="000000" w:themeColor="text1"/>
        </w:rPr>
        <w:t>Talking Points: </w:t>
      </w:r>
      <w:bookmarkStart w:id="5" w:name="OLE_LINK9"/>
      <w:r w:rsidR="00140971" w:rsidRPr="00140971">
        <w:rPr>
          <w:rFonts w:ascii="ATT Aleck Sans" w:eastAsiaTheme="minorEastAsia" w:hAnsi="ATT Aleck Sans" w:cs="ATT Aleck Sans"/>
          <w:color w:val="000000" w:themeColor="text1"/>
        </w:rPr>
        <w:t xml:space="preserve">You could write your passwords down in a notebook. If you do this, make sure to store the notebook in a safe and secure place. </w:t>
      </w:r>
    </w:p>
    <w:p w14:paraId="6F8DFA31" w14:textId="77777777" w:rsidR="00140971" w:rsidRDefault="00140971" w:rsidP="00140971">
      <w:pPr>
        <w:rPr>
          <w:rFonts w:ascii="ATT Aleck Sans" w:eastAsiaTheme="minorEastAsia" w:hAnsi="ATT Aleck Sans" w:cs="ATT Aleck Sans"/>
          <w:color w:val="000000" w:themeColor="text1"/>
        </w:rPr>
      </w:pPr>
    </w:p>
    <w:p w14:paraId="34C42549" w14:textId="77777777" w:rsidR="00140971" w:rsidRPr="00140971" w:rsidRDefault="00140971" w:rsidP="00140971">
      <w:pPr>
        <w:rPr>
          <w:rFonts w:ascii="ATT Aleck Sans" w:eastAsiaTheme="minorEastAsia" w:hAnsi="ATT Aleck Sans" w:cs="ATT Aleck Sans"/>
          <w:color w:val="000000" w:themeColor="text1"/>
        </w:rPr>
      </w:pPr>
      <w:r w:rsidRPr="00140971">
        <w:rPr>
          <w:rFonts w:ascii="ATT Aleck Sans" w:eastAsiaTheme="minorEastAsia" w:hAnsi="ATT Aleck Sans" w:cs="ATT Aleck Sans"/>
          <w:i/>
          <w:iCs/>
          <w:color w:val="000000" w:themeColor="text1"/>
        </w:rPr>
        <w:t>INSTRUCTOR NOTE:</w:t>
      </w:r>
      <w:r w:rsidRPr="00140971">
        <w:rPr>
          <w:rFonts w:ascii="ATT Aleck Sans" w:eastAsiaTheme="minorEastAsia" w:hAnsi="ATT Aleck Sans" w:cs="ATT Aleck Sans"/>
          <w:color w:val="000000" w:themeColor="text1"/>
        </w:rPr>
        <w:t xml:space="preserve"> Press Enter to see the Tip </w:t>
      </w:r>
    </w:p>
    <w:p w14:paraId="63D7222E" w14:textId="77777777" w:rsidR="00140971" w:rsidRPr="00140971" w:rsidRDefault="00140971" w:rsidP="00140971">
      <w:pPr>
        <w:rPr>
          <w:rFonts w:ascii="ATT Aleck Sans" w:eastAsiaTheme="minorEastAsia" w:hAnsi="ATT Aleck Sans" w:cs="ATT Aleck Sans"/>
          <w:color w:val="000000" w:themeColor="text1"/>
        </w:rPr>
      </w:pPr>
      <w:r w:rsidRPr="00140971">
        <w:rPr>
          <w:rFonts w:ascii="ATT Aleck Sans" w:eastAsiaTheme="minorEastAsia" w:hAnsi="ATT Aleck Sans" w:cs="ATT Aleck Sans"/>
          <w:color w:val="000000" w:themeColor="text1"/>
        </w:rPr>
        <w:t>Instead of writing the actual password, write down something that helps you remember which password it is</w:t>
      </w:r>
      <w:r>
        <w:rPr>
          <w:rFonts w:ascii="ATT Aleck Sans" w:eastAsiaTheme="minorEastAsia" w:hAnsi="ATT Aleck Sans" w:cs="ATT Aleck Sans"/>
          <w:color w:val="000000" w:themeColor="text1"/>
        </w:rPr>
        <w:t>.</w:t>
      </w:r>
    </w:p>
    <w:bookmarkEnd w:id="5"/>
    <w:p w14:paraId="4F47358C" w14:textId="77777777" w:rsidR="00EA293F" w:rsidRPr="00EA293F" w:rsidRDefault="00EA293F" w:rsidP="00440C44">
      <w:pPr>
        <w:ind w:firstLine="720"/>
        <w:rPr>
          <w:rFonts w:ascii="ATT Aleck Sans" w:eastAsiaTheme="minorEastAsia" w:hAnsi="ATT Aleck Sans" w:cs="ATT Aleck Sans"/>
          <w:b/>
          <w:bCs/>
          <w:color w:val="000000" w:themeColor="text1"/>
        </w:rPr>
      </w:pPr>
    </w:p>
    <w:p w14:paraId="79DE18D8" w14:textId="77777777" w:rsidR="00EA293F" w:rsidRPr="00EA293F" w:rsidRDefault="00EA293F" w:rsidP="00EA293F">
      <w:pPr>
        <w:ind w:firstLine="720"/>
        <w:rPr>
          <w:rFonts w:ascii="ATT Aleck Sans" w:eastAsiaTheme="minorEastAsia" w:hAnsi="ATT Aleck Sans" w:cs="ATT Aleck Sans"/>
          <w:color w:val="000000" w:themeColor="text1"/>
        </w:rPr>
      </w:pPr>
      <w:r w:rsidRPr="00EA293F">
        <w:rPr>
          <w:rFonts w:ascii="ATT Aleck Sans" w:eastAsiaTheme="minorEastAsia" w:hAnsi="ATT Aleck Sans" w:cs="ATT Aleck Sans"/>
          <w:b/>
          <w:bCs/>
          <w:color w:val="000000" w:themeColor="text1"/>
        </w:rPr>
        <w:t>Instructor Note: </w:t>
      </w:r>
      <w:r w:rsidR="00440C44">
        <w:rPr>
          <w:rFonts w:ascii="ATT Aleck Sans" w:eastAsiaTheme="minorEastAsia" w:hAnsi="ATT Aleck Sans" w:cs="ATT Aleck Sans"/>
          <w:color w:val="000000" w:themeColor="text1"/>
        </w:rPr>
        <w:t>none</w:t>
      </w:r>
      <w:r w:rsidRPr="00EA293F">
        <w:rPr>
          <w:rFonts w:ascii="ATT Aleck Sans" w:eastAsiaTheme="minorEastAsia" w:hAnsi="ATT Aleck Sans" w:cs="ATT Aleck Sans"/>
          <w:color w:val="000000" w:themeColor="text1"/>
        </w:rPr>
        <w:t xml:space="preserve"> </w:t>
      </w:r>
    </w:p>
    <w:p w14:paraId="586C0044" w14:textId="77777777" w:rsidR="00EA293F" w:rsidRPr="00EA293F" w:rsidRDefault="00EA293F" w:rsidP="00EA293F">
      <w:pPr>
        <w:rPr>
          <w:rFonts w:ascii="ATT Aleck Sans" w:eastAsiaTheme="minorEastAsia" w:hAnsi="ATT Aleck Sans" w:cs="ATT Aleck Sans"/>
          <w:b/>
          <w:bCs/>
          <w:color w:val="000000" w:themeColor="text1"/>
        </w:rPr>
      </w:pPr>
    </w:p>
    <w:p w14:paraId="42531CD3" w14:textId="77777777" w:rsidR="00EA293F" w:rsidRPr="00EA293F" w:rsidRDefault="00EA293F" w:rsidP="008A5782">
      <w:pPr>
        <w:ind w:firstLine="720"/>
        <w:rPr>
          <w:rFonts w:ascii="ATT Aleck Sans" w:eastAsiaTheme="minorEastAsia" w:hAnsi="ATT Aleck Sans" w:cs="ATT Aleck Sans"/>
          <w:b/>
          <w:bCs/>
          <w:color w:val="000000" w:themeColor="text1"/>
        </w:rPr>
      </w:pPr>
      <w:r w:rsidRPr="00EA293F">
        <w:rPr>
          <w:rFonts w:ascii="ATT Aleck Sans" w:eastAsiaTheme="minorEastAsia" w:hAnsi="ATT Aleck Sans" w:cs="ATT Aleck Sans"/>
          <w:b/>
          <w:bCs/>
          <w:color w:val="000000" w:themeColor="text1"/>
        </w:rPr>
        <w:t>Additional Details: </w:t>
      </w:r>
      <w:r w:rsidRPr="00EA293F">
        <w:rPr>
          <w:rFonts w:ascii="ATT Aleck Sans" w:eastAsiaTheme="minorEastAsia" w:hAnsi="ATT Aleck Sans" w:cs="ATT Aleck Sans"/>
          <w:color w:val="000000" w:themeColor="text1"/>
        </w:rPr>
        <w:t>none</w:t>
      </w:r>
    </w:p>
    <w:p w14:paraId="0985A89E" w14:textId="77777777" w:rsidR="00307188" w:rsidRDefault="00307188" w:rsidP="00995451">
      <w:pPr>
        <w:rPr>
          <w:rFonts w:ascii="ATT Aleck Sans" w:eastAsiaTheme="minorEastAsia" w:hAnsi="ATT Aleck Sans" w:cs="ATT Aleck Sans"/>
          <w:b/>
          <w:bCs/>
          <w:color w:val="009FDB"/>
        </w:rPr>
      </w:pPr>
    </w:p>
    <w:p w14:paraId="67A26055" w14:textId="77777777" w:rsidR="00440C44" w:rsidRPr="00440C44" w:rsidRDefault="008A5782" w:rsidP="00440C44">
      <w:pPr>
        <w:rPr>
          <w:rFonts w:ascii="ATT Aleck Sans" w:hAnsi="ATT Aleck Sans" w:cs="ATT Aleck Sans"/>
        </w:rPr>
      </w:pPr>
      <w:r w:rsidRPr="008A5782">
        <w:rPr>
          <w:rFonts w:ascii="ATT Aleck Sans" w:hAnsi="ATT Aleck Sans" w:cs="ATT Aleck Sans"/>
          <w:b/>
          <w:bCs/>
        </w:rPr>
        <w:t xml:space="preserve">Slide Number &amp; Title. </w:t>
      </w:r>
      <w:r w:rsidR="00995451" w:rsidRPr="008A5782">
        <w:rPr>
          <w:rFonts w:ascii="ATT Aleck Sans" w:hAnsi="ATT Aleck Sans" w:cs="ATT Aleck Sans"/>
        </w:rPr>
        <w:t>Slide 17</w:t>
      </w:r>
      <w:r w:rsidR="00D11886" w:rsidRPr="008A5782">
        <w:rPr>
          <w:rFonts w:ascii="ATT Aleck Sans" w:hAnsi="ATT Aleck Sans" w:cs="ATT Aleck Sans"/>
          <w:color w:val="000000" w:themeColor="text1"/>
        </w:rPr>
        <w:t>:</w:t>
      </w:r>
      <w:r w:rsidR="00995451" w:rsidRPr="008A5782">
        <w:rPr>
          <w:rFonts w:ascii="ATT Aleck Sans" w:hAnsi="ATT Aleck Sans" w:cs="ATT Aleck Sans"/>
          <w:color w:val="000000" w:themeColor="text1"/>
        </w:rPr>
        <w:t xml:space="preserve"> </w:t>
      </w:r>
      <w:r w:rsidR="00140971">
        <w:rPr>
          <w:rFonts w:ascii="ATT Aleck Sans" w:hAnsi="ATT Aleck Sans" w:cs="ATT Aleck Sans"/>
        </w:rPr>
        <w:t>Password Software</w:t>
      </w:r>
    </w:p>
    <w:p w14:paraId="5B5679CA" w14:textId="77777777" w:rsidR="00AF681A" w:rsidRDefault="00AF681A" w:rsidP="00B10A30">
      <w:pPr>
        <w:rPr>
          <w:rFonts w:ascii="ATT Aleck Sans" w:hAnsi="ATT Aleck Sans" w:cs="ATT Aleck Sans"/>
          <w:color w:val="000000" w:themeColor="text1"/>
        </w:rPr>
      </w:pPr>
    </w:p>
    <w:p w14:paraId="1F8B1D37" w14:textId="77777777" w:rsidR="008A5782" w:rsidRPr="008A5782" w:rsidRDefault="008A5782" w:rsidP="008A5782">
      <w:pPr>
        <w:ind w:firstLine="720"/>
        <w:rPr>
          <w:rFonts w:ascii="ATT Aleck Sans" w:hAnsi="ATT Aleck Sans" w:cs="ATT Aleck Sans"/>
          <w:color w:val="000000" w:themeColor="text1"/>
        </w:rPr>
      </w:pPr>
      <w:r w:rsidRPr="008A5782">
        <w:rPr>
          <w:rFonts w:ascii="ATT Aleck Sans" w:hAnsi="ATT Aleck Sans" w:cs="ATT Aleck Sans"/>
          <w:b/>
          <w:bCs/>
          <w:color w:val="000000" w:themeColor="text1"/>
        </w:rPr>
        <w:lastRenderedPageBreak/>
        <w:t>On Slide Text:</w:t>
      </w:r>
      <w:r w:rsidRPr="008A5782">
        <w:rPr>
          <w:rFonts w:ascii="ATT Aleck Sans" w:hAnsi="ATT Aleck Sans" w:cs="ATT Aleck Sans"/>
          <w:color w:val="000000" w:themeColor="text1"/>
        </w:rPr>
        <w:t> </w:t>
      </w:r>
      <w:r w:rsidRPr="008A5782">
        <w:rPr>
          <w:rFonts w:ascii="ATT Aleck Sans" w:hAnsi="ATT Aleck Sans" w:cs="ATT Aleck Sans"/>
          <w:color w:val="000000" w:themeColor="text1"/>
        </w:rPr>
        <w:br/>
      </w:r>
    </w:p>
    <w:p w14:paraId="36EC90DC" w14:textId="77777777" w:rsidR="008A5782" w:rsidRPr="008A5782" w:rsidRDefault="008A5782" w:rsidP="008A5782">
      <w:pPr>
        <w:rPr>
          <w:rFonts w:ascii="ATT Aleck Sans" w:hAnsi="ATT Aleck Sans" w:cs="ATT Aleck Sans"/>
          <w:color w:val="000000" w:themeColor="text1"/>
        </w:rPr>
      </w:pPr>
      <w:r w:rsidRPr="008A5782">
        <w:rPr>
          <w:rFonts w:ascii="ATT Aleck Sans" w:hAnsi="ATT Aleck Sans" w:cs="ATT Aleck Sans"/>
          <w:color w:val="000000" w:themeColor="text1"/>
        </w:rPr>
        <w:tab/>
      </w:r>
      <w:r w:rsidRPr="008A5782">
        <w:rPr>
          <w:rFonts w:ascii="ATT Aleck Sans" w:hAnsi="ATT Aleck Sans" w:cs="ATT Aleck Sans"/>
          <w:b/>
          <w:bCs/>
          <w:color w:val="000000" w:themeColor="text1"/>
        </w:rPr>
        <w:t>Notes Section</w:t>
      </w:r>
    </w:p>
    <w:p w14:paraId="2C7E2582" w14:textId="77777777" w:rsidR="008A5782" w:rsidRPr="008A5782" w:rsidRDefault="008A5782" w:rsidP="008A5782">
      <w:pPr>
        <w:rPr>
          <w:rFonts w:ascii="ATT Aleck Sans" w:hAnsi="ATT Aleck Sans" w:cs="ATT Aleck Sans"/>
          <w:b/>
          <w:bCs/>
          <w:color w:val="000000" w:themeColor="text1"/>
        </w:rPr>
      </w:pPr>
    </w:p>
    <w:p w14:paraId="7E71C10B" w14:textId="3674E5C7" w:rsidR="00140971" w:rsidRPr="00140971" w:rsidRDefault="008A5782" w:rsidP="00140971">
      <w:pPr>
        <w:ind w:firstLine="720"/>
        <w:rPr>
          <w:rFonts w:ascii="ATT Aleck Sans" w:hAnsi="ATT Aleck Sans" w:cs="ATT Aleck Sans"/>
          <w:color w:val="000000" w:themeColor="text1"/>
        </w:rPr>
      </w:pPr>
      <w:r w:rsidRPr="47727720">
        <w:rPr>
          <w:rFonts w:ascii="ATT Aleck Sans" w:hAnsi="ATT Aleck Sans" w:cs="ATT Aleck Sans"/>
          <w:b/>
          <w:bCs/>
          <w:color w:val="000000" w:themeColor="text1"/>
        </w:rPr>
        <w:t>Talking Points:</w:t>
      </w:r>
      <w:r w:rsidRPr="47727720">
        <w:rPr>
          <w:rFonts w:ascii="ATT Aleck Sans" w:hAnsi="ATT Aleck Sans" w:cs="ATT Aleck Sans"/>
          <w:color w:val="000000" w:themeColor="text1"/>
        </w:rPr>
        <w:t> </w:t>
      </w:r>
      <w:r w:rsidR="00140971" w:rsidRPr="47727720">
        <w:rPr>
          <w:rFonts w:ascii="ATT Aleck Sans" w:hAnsi="ATT Aleck Sans" w:cs="ATT Aleck Sans"/>
          <w:color w:val="000000" w:themeColor="text1"/>
        </w:rPr>
        <w:t xml:space="preserve">You may choose to use a secure password management mobile app or website that can help keep track of your passwords. </w:t>
      </w:r>
      <w:r w:rsidR="6B69E7B2" w:rsidRPr="47727720">
        <w:rPr>
          <w:rFonts w:ascii="ATT Aleck Sans" w:hAnsi="ATT Aleck Sans" w:cs="ATT Aleck Sans"/>
          <w:color w:val="000000" w:themeColor="text1"/>
        </w:rPr>
        <w:t xml:space="preserve">Most password managers are available with a paid subscription. </w:t>
      </w:r>
      <w:r w:rsidR="00140971" w:rsidRPr="47727720">
        <w:rPr>
          <w:rFonts w:ascii="ATT Aleck Sans" w:hAnsi="ATT Aleck Sans" w:cs="ATT Aleck Sans"/>
          <w:color w:val="000000" w:themeColor="text1"/>
        </w:rPr>
        <w:t>These programs are usually unlocked with a single master password, which allows you to access all your passwords when you need them. The apps will also generate passwords for you that are complex combinations of letters, numbers, and special characters.</w:t>
      </w:r>
    </w:p>
    <w:p w14:paraId="6D07B483" w14:textId="77777777" w:rsidR="008A5782" w:rsidRPr="008A5782" w:rsidRDefault="008A5782" w:rsidP="00140971">
      <w:pPr>
        <w:rPr>
          <w:rFonts w:ascii="ATT Aleck Sans" w:hAnsi="ATT Aleck Sans" w:cs="ATT Aleck Sans"/>
          <w:color w:val="000000" w:themeColor="text1"/>
        </w:rPr>
      </w:pPr>
    </w:p>
    <w:p w14:paraId="5BA4E69F" w14:textId="77777777" w:rsidR="008A5782" w:rsidRPr="008A5782" w:rsidRDefault="008A5782" w:rsidP="008A5782">
      <w:pPr>
        <w:ind w:firstLine="720"/>
        <w:rPr>
          <w:rFonts w:ascii="ATT Aleck Sans" w:hAnsi="ATT Aleck Sans" w:cs="ATT Aleck Sans"/>
          <w:color w:val="000000" w:themeColor="text1"/>
        </w:rPr>
      </w:pPr>
      <w:r w:rsidRPr="008A5782">
        <w:rPr>
          <w:rFonts w:ascii="ATT Aleck Sans" w:hAnsi="ATT Aleck Sans" w:cs="ATT Aleck Sans"/>
          <w:b/>
          <w:bCs/>
          <w:color w:val="000000" w:themeColor="text1"/>
        </w:rPr>
        <w:t>Instructor Note: </w:t>
      </w:r>
      <w:r w:rsidR="00440C44">
        <w:rPr>
          <w:rFonts w:ascii="ATT Aleck Sans" w:hAnsi="ATT Aleck Sans" w:cs="ATT Aleck Sans"/>
          <w:color w:val="000000" w:themeColor="text1"/>
        </w:rPr>
        <w:t>none</w:t>
      </w:r>
    </w:p>
    <w:p w14:paraId="6030444A" w14:textId="77777777" w:rsidR="008A5782" w:rsidRPr="008A5782" w:rsidRDefault="008A5782" w:rsidP="008A5782">
      <w:pPr>
        <w:rPr>
          <w:rFonts w:ascii="ATT Aleck Sans" w:hAnsi="ATT Aleck Sans" w:cs="ATT Aleck Sans"/>
          <w:color w:val="000000" w:themeColor="text1"/>
        </w:rPr>
      </w:pPr>
      <w:r w:rsidRPr="008A5782">
        <w:rPr>
          <w:rFonts w:ascii="ATT Aleck Sans" w:hAnsi="ATT Aleck Sans" w:cs="ATT Aleck Sans"/>
          <w:color w:val="000000" w:themeColor="text1"/>
        </w:rPr>
        <w:t> </w:t>
      </w:r>
    </w:p>
    <w:p w14:paraId="36B8C59E" w14:textId="77777777" w:rsidR="008A5782" w:rsidRDefault="008A5782" w:rsidP="008A5782">
      <w:pPr>
        <w:ind w:firstLine="720"/>
        <w:rPr>
          <w:rFonts w:ascii="ATT Aleck Sans" w:hAnsi="ATT Aleck Sans" w:cs="ATT Aleck Sans"/>
          <w:color w:val="000000" w:themeColor="text1"/>
        </w:rPr>
      </w:pPr>
      <w:r w:rsidRPr="008A5782">
        <w:rPr>
          <w:rFonts w:ascii="ATT Aleck Sans" w:hAnsi="ATT Aleck Sans" w:cs="ATT Aleck Sans"/>
          <w:b/>
          <w:bCs/>
          <w:color w:val="000000" w:themeColor="text1"/>
        </w:rPr>
        <w:t>Additional Details:</w:t>
      </w:r>
      <w:r w:rsidRPr="008A5782">
        <w:rPr>
          <w:rFonts w:ascii="ATT Aleck Sans" w:hAnsi="ATT Aleck Sans" w:cs="ATT Aleck Sans"/>
          <w:color w:val="000000" w:themeColor="text1"/>
        </w:rPr>
        <w:t> none</w:t>
      </w:r>
    </w:p>
    <w:p w14:paraId="6982061A" w14:textId="77777777" w:rsidR="008A5782" w:rsidRDefault="008A5782" w:rsidP="00B10A30">
      <w:pPr>
        <w:rPr>
          <w:rFonts w:ascii="ATT Aleck Sans" w:hAnsi="ATT Aleck Sans" w:cs="ATT Aleck Sans"/>
          <w:color w:val="009FDB"/>
        </w:rPr>
      </w:pPr>
    </w:p>
    <w:p w14:paraId="3C310D21" w14:textId="77777777" w:rsidR="00B10A30" w:rsidRPr="008A5782" w:rsidRDefault="008A5782" w:rsidP="00B10A30">
      <w:pPr>
        <w:rPr>
          <w:rFonts w:ascii="ATT Aleck Sans" w:hAnsi="ATT Aleck Sans" w:cs="ATT Aleck Sans"/>
          <w:color w:val="009FDB"/>
        </w:rPr>
      </w:pPr>
      <w:r w:rsidRPr="008A5782">
        <w:rPr>
          <w:rFonts w:ascii="ATT Aleck Sans" w:hAnsi="ATT Aleck Sans" w:cs="ATT Aleck Sans"/>
          <w:b/>
          <w:bCs/>
        </w:rPr>
        <w:t xml:space="preserve">Slide Number &amp; Title. </w:t>
      </w:r>
      <w:r w:rsidR="00995451" w:rsidRPr="008A5782">
        <w:rPr>
          <w:rFonts w:ascii="ATT Aleck Sans" w:hAnsi="ATT Aleck Sans" w:cs="ATT Aleck Sans"/>
        </w:rPr>
        <w:t>Slide 18</w:t>
      </w:r>
      <w:r w:rsidR="00D11886" w:rsidRPr="008A5782">
        <w:rPr>
          <w:rFonts w:ascii="ATT Aleck Sans" w:hAnsi="ATT Aleck Sans" w:cs="ATT Aleck Sans"/>
        </w:rPr>
        <w:t>:</w:t>
      </w:r>
      <w:r w:rsidR="00995451" w:rsidRPr="008A5782">
        <w:rPr>
          <w:rFonts w:ascii="ATT Aleck Sans" w:hAnsi="ATT Aleck Sans" w:cs="ATT Aleck Sans"/>
        </w:rPr>
        <w:t xml:space="preserve"> </w:t>
      </w:r>
      <w:r w:rsidR="006B1733">
        <w:rPr>
          <w:rFonts w:ascii="ATT Aleck Sans" w:hAnsi="ATT Aleck Sans" w:cs="ATT Aleck Sans"/>
        </w:rPr>
        <w:t>Phrase</w:t>
      </w:r>
    </w:p>
    <w:p w14:paraId="40D1843A" w14:textId="77777777" w:rsidR="00995451" w:rsidRDefault="00995451" w:rsidP="00B10A30">
      <w:pPr>
        <w:rPr>
          <w:rFonts w:ascii="ATT Aleck Sans" w:hAnsi="ATT Aleck Sans" w:cs="ATT Aleck Sans"/>
        </w:rPr>
      </w:pPr>
    </w:p>
    <w:p w14:paraId="40CA8BB9" w14:textId="54AFD874" w:rsidR="008A5782" w:rsidRPr="008A5782" w:rsidRDefault="008A5782" w:rsidP="00440C44">
      <w:pPr>
        <w:ind w:firstLine="720"/>
        <w:rPr>
          <w:rFonts w:ascii="ATT Aleck Sans" w:hAnsi="ATT Aleck Sans" w:cs="ATT Aleck Sans"/>
        </w:rPr>
      </w:pPr>
      <w:r w:rsidRPr="56A96901">
        <w:rPr>
          <w:rFonts w:ascii="ATT Aleck Sans" w:hAnsi="ATT Aleck Sans" w:cs="ATT Aleck Sans"/>
          <w:b/>
          <w:bCs/>
        </w:rPr>
        <w:t>On Slide Text:</w:t>
      </w:r>
      <w:r w:rsidRPr="56A96901">
        <w:rPr>
          <w:rFonts w:ascii="ATT Aleck Sans" w:hAnsi="ATT Aleck Sans" w:cs="ATT Aleck Sans"/>
        </w:rPr>
        <w:t> </w:t>
      </w:r>
      <w:r w:rsidR="21249D15" w:rsidRPr="56A96901">
        <w:rPr>
          <w:rFonts w:ascii="ATT Aleck Sans" w:hAnsi="ATT Aleck Sans" w:cs="ATT Aleck Sans"/>
        </w:rPr>
        <w:t>You can make your passwords longer and stronger by using a phrase. Example: “Cows help make cheese.”</w:t>
      </w:r>
      <w:r>
        <w:br/>
      </w:r>
    </w:p>
    <w:p w14:paraId="355F0C34" w14:textId="77777777" w:rsidR="008A5782" w:rsidRPr="008A5782" w:rsidRDefault="008A5782" w:rsidP="008A5782">
      <w:pPr>
        <w:rPr>
          <w:rFonts w:ascii="ATT Aleck Sans" w:hAnsi="ATT Aleck Sans" w:cs="ATT Aleck Sans"/>
        </w:rPr>
      </w:pPr>
      <w:r w:rsidRPr="008A5782">
        <w:rPr>
          <w:rFonts w:ascii="ATT Aleck Sans" w:hAnsi="ATT Aleck Sans" w:cs="ATT Aleck Sans"/>
        </w:rPr>
        <w:tab/>
      </w:r>
      <w:r w:rsidRPr="008A5782">
        <w:rPr>
          <w:rFonts w:ascii="ATT Aleck Sans" w:hAnsi="ATT Aleck Sans" w:cs="ATT Aleck Sans"/>
          <w:b/>
          <w:bCs/>
        </w:rPr>
        <w:t>Notes Section</w:t>
      </w:r>
    </w:p>
    <w:p w14:paraId="1A63F21F" w14:textId="77777777" w:rsidR="008A5782" w:rsidRPr="008A5782" w:rsidRDefault="008A5782" w:rsidP="008A5782">
      <w:pPr>
        <w:rPr>
          <w:rFonts w:ascii="ATT Aleck Sans" w:hAnsi="ATT Aleck Sans" w:cs="ATT Aleck Sans"/>
          <w:b/>
          <w:bCs/>
        </w:rPr>
      </w:pPr>
    </w:p>
    <w:p w14:paraId="074C50D4" w14:textId="77777777" w:rsidR="006B1733" w:rsidRPr="006B1733" w:rsidRDefault="008A5782" w:rsidP="006B1733">
      <w:pPr>
        <w:ind w:firstLine="720"/>
        <w:rPr>
          <w:rFonts w:ascii="ATT Aleck Sans" w:hAnsi="ATT Aleck Sans" w:cs="ATT Aleck Sans"/>
        </w:rPr>
      </w:pPr>
      <w:r w:rsidRPr="008A5782">
        <w:rPr>
          <w:rFonts w:ascii="ATT Aleck Sans" w:hAnsi="ATT Aleck Sans" w:cs="ATT Aleck Sans"/>
          <w:b/>
          <w:bCs/>
        </w:rPr>
        <w:t>Talking Points:</w:t>
      </w:r>
      <w:r w:rsidRPr="008A5782">
        <w:rPr>
          <w:rFonts w:ascii="ATT Aleck Sans" w:hAnsi="ATT Aleck Sans" w:cs="ATT Aleck Sans"/>
        </w:rPr>
        <w:t> </w:t>
      </w:r>
      <w:r w:rsidR="006B1733" w:rsidRPr="006B1733">
        <w:rPr>
          <w:rFonts w:ascii="ATT Aleck Sans" w:hAnsi="ATT Aleck Sans" w:cs="ATT Aleck Sans"/>
        </w:rPr>
        <w:t>Phrase – soon this will be the standard. You can make your passwords longer and stronger by using a phrase. Example: “Cows help make cheese.”</w:t>
      </w:r>
    </w:p>
    <w:p w14:paraId="15C58606" w14:textId="77777777" w:rsidR="008A5782" w:rsidRPr="008A5782" w:rsidRDefault="008A5782" w:rsidP="00440C44">
      <w:pPr>
        <w:ind w:firstLine="720"/>
        <w:rPr>
          <w:rFonts w:ascii="ATT Aleck Sans" w:hAnsi="ATT Aleck Sans" w:cs="ATT Aleck Sans"/>
        </w:rPr>
      </w:pPr>
    </w:p>
    <w:p w14:paraId="55B33FB6" w14:textId="77777777" w:rsidR="008A5782" w:rsidRPr="008A5782" w:rsidRDefault="008A5782" w:rsidP="008A5782">
      <w:pPr>
        <w:ind w:firstLine="720"/>
        <w:rPr>
          <w:rFonts w:ascii="ATT Aleck Sans" w:hAnsi="ATT Aleck Sans" w:cs="ATT Aleck Sans"/>
        </w:rPr>
      </w:pPr>
      <w:r w:rsidRPr="008A5782">
        <w:rPr>
          <w:rFonts w:ascii="ATT Aleck Sans" w:hAnsi="ATT Aleck Sans" w:cs="ATT Aleck Sans"/>
          <w:b/>
          <w:bCs/>
        </w:rPr>
        <w:t>Instructor Note: </w:t>
      </w:r>
      <w:r w:rsidRPr="008A5782">
        <w:rPr>
          <w:rFonts w:ascii="ATT Aleck Sans" w:hAnsi="ATT Aleck Sans" w:cs="ATT Aleck Sans"/>
        </w:rPr>
        <w:t>none</w:t>
      </w:r>
    </w:p>
    <w:p w14:paraId="58A01769" w14:textId="77777777" w:rsidR="008A5782" w:rsidRPr="008A5782" w:rsidRDefault="008A5782" w:rsidP="008A5782">
      <w:pPr>
        <w:rPr>
          <w:rFonts w:ascii="ATT Aleck Sans" w:hAnsi="ATT Aleck Sans" w:cs="ATT Aleck Sans"/>
        </w:rPr>
      </w:pPr>
      <w:r w:rsidRPr="008A5782">
        <w:rPr>
          <w:rFonts w:ascii="ATT Aleck Sans" w:hAnsi="ATT Aleck Sans" w:cs="ATT Aleck Sans"/>
        </w:rPr>
        <w:t> </w:t>
      </w:r>
    </w:p>
    <w:p w14:paraId="10AEFF5F" w14:textId="77777777" w:rsidR="008A5782" w:rsidRPr="008A5782" w:rsidRDefault="008A5782" w:rsidP="008A5782">
      <w:pPr>
        <w:ind w:firstLine="720"/>
        <w:rPr>
          <w:rFonts w:ascii="ATT Aleck Sans" w:hAnsi="ATT Aleck Sans" w:cs="ATT Aleck Sans"/>
        </w:rPr>
      </w:pPr>
      <w:r w:rsidRPr="008A5782">
        <w:rPr>
          <w:rFonts w:ascii="ATT Aleck Sans" w:hAnsi="ATT Aleck Sans" w:cs="ATT Aleck Sans"/>
          <w:b/>
          <w:bCs/>
        </w:rPr>
        <w:t>Additional Details:</w:t>
      </w:r>
      <w:r w:rsidRPr="008A5782">
        <w:rPr>
          <w:rFonts w:ascii="ATT Aleck Sans" w:hAnsi="ATT Aleck Sans" w:cs="ATT Aleck Sans"/>
        </w:rPr>
        <w:t> none</w:t>
      </w:r>
    </w:p>
    <w:p w14:paraId="2487AC64" w14:textId="77777777" w:rsidR="008A5782" w:rsidRPr="00995451" w:rsidRDefault="008A5782" w:rsidP="00B10A30">
      <w:pPr>
        <w:rPr>
          <w:rFonts w:ascii="ATT Aleck Sans" w:hAnsi="ATT Aleck Sans" w:cs="ATT Aleck Sans"/>
        </w:rPr>
      </w:pPr>
    </w:p>
    <w:p w14:paraId="03ED39BF" w14:textId="77777777" w:rsidR="00B10A30" w:rsidRDefault="008A5782" w:rsidP="00B10A30">
      <w:pPr>
        <w:rPr>
          <w:rFonts w:ascii="ATT Aleck Sans" w:hAnsi="ATT Aleck Sans" w:cs="ATT Aleck Sans"/>
        </w:rPr>
      </w:pPr>
      <w:r w:rsidRPr="00020390">
        <w:rPr>
          <w:rFonts w:ascii="ATT Aleck Sans" w:hAnsi="ATT Aleck Sans" w:cs="ATT Aleck Sans"/>
          <w:b/>
          <w:bCs/>
        </w:rPr>
        <w:t xml:space="preserve">Slide Number &amp; Title. </w:t>
      </w:r>
      <w:r w:rsidR="00995451" w:rsidRPr="00020390">
        <w:rPr>
          <w:rFonts w:ascii="ATT Aleck Sans" w:hAnsi="ATT Aleck Sans" w:cs="ATT Aleck Sans"/>
        </w:rPr>
        <w:t>Slide 19</w:t>
      </w:r>
      <w:r w:rsidR="00D11886" w:rsidRPr="00020390">
        <w:rPr>
          <w:rFonts w:ascii="ATT Aleck Sans" w:hAnsi="ATT Aleck Sans" w:cs="ATT Aleck Sans"/>
        </w:rPr>
        <w:t>:</w:t>
      </w:r>
      <w:r w:rsidR="00995451" w:rsidRPr="00020390">
        <w:rPr>
          <w:rFonts w:ascii="ATT Aleck Sans" w:hAnsi="ATT Aleck Sans" w:cs="ATT Aleck Sans"/>
        </w:rPr>
        <w:t xml:space="preserve"> </w:t>
      </w:r>
      <w:r w:rsidR="006B1733" w:rsidRPr="00020390">
        <w:rPr>
          <w:rFonts w:ascii="ATT Aleck Sans" w:hAnsi="ATT Aleck Sans" w:cs="ATT Aleck Sans"/>
        </w:rPr>
        <w:t>Activity 1</w:t>
      </w:r>
    </w:p>
    <w:p w14:paraId="3ECCF774" w14:textId="77777777" w:rsidR="00361ABE" w:rsidRDefault="00361ABE" w:rsidP="00440C44">
      <w:pPr>
        <w:ind w:firstLine="720"/>
        <w:rPr>
          <w:rFonts w:ascii="ATT Aleck Sans" w:hAnsi="ATT Aleck Sans" w:cs="ATT Aleck Sans"/>
          <w:b/>
          <w:bCs/>
        </w:rPr>
      </w:pPr>
    </w:p>
    <w:p w14:paraId="583DF747" w14:textId="77777777" w:rsidR="008A5782" w:rsidRPr="008A5782" w:rsidRDefault="008A5782" w:rsidP="00440C44">
      <w:pPr>
        <w:ind w:firstLine="720"/>
        <w:rPr>
          <w:rFonts w:ascii="ATT Aleck Sans" w:hAnsi="ATT Aleck Sans" w:cs="ATT Aleck Sans"/>
        </w:rPr>
      </w:pPr>
      <w:r w:rsidRPr="008A5782">
        <w:rPr>
          <w:rFonts w:ascii="ATT Aleck Sans" w:hAnsi="ATT Aleck Sans" w:cs="ATT Aleck Sans"/>
          <w:b/>
          <w:bCs/>
        </w:rPr>
        <w:t>On Slide Text:</w:t>
      </w:r>
      <w:r w:rsidRPr="008A5782">
        <w:rPr>
          <w:rFonts w:ascii="ATT Aleck Sans" w:hAnsi="ATT Aleck Sans" w:cs="ATT Aleck Sans"/>
        </w:rPr>
        <w:t> </w:t>
      </w:r>
      <w:r w:rsidR="00606131">
        <w:rPr>
          <w:rFonts w:ascii="ATT Aleck Sans" w:hAnsi="ATT Aleck Sans" w:cs="ATT Aleck Sans"/>
        </w:rPr>
        <w:t>Activity #1</w:t>
      </w:r>
      <w:r w:rsidRPr="008A5782">
        <w:rPr>
          <w:rFonts w:ascii="ATT Aleck Sans" w:hAnsi="ATT Aleck Sans" w:cs="ATT Aleck Sans"/>
        </w:rPr>
        <w:br/>
      </w:r>
    </w:p>
    <w:p w14:paraId="5C444C56" w14:textId="77777777" w:rsidR="008A5782" w:rsidRPr="008A5782" w:rsidRDefault="008A5782" w:rsidP="008A5782">
      <w:pPr>
        <w:rPr>
          <w:rFonts w:ascii="ATT Aleck Sans" w:hAnsi="ATT Aleck Sans" w:cs="ATT Aleck Sans"/>
        </w:rPr>
      </w:pPr>
      <w:r w:rsidRPr="008A5782">
        <w:rPr>
          <w:rFonts w:ascii="ATT Aleck Sans" w:hAnsi="ATT Aleck Sans" w:cs="ATT Aleck Sans"/>
        </w:rPr>
        <w:tab/>
      </w:r>
      <w:r w:rsidRPr="008A5782">
        <w:rPr>
          <w:rFonts w:ascii="ATT Aleck Sans" w:hAnsi="ATT Aleck Sans" w:cs="ATT Aleck Sans"/>
          <w:b/>
          <w:bCs/>
        </w:rPr>
        <w:t>Notes Section</w:t>
      </w:r>
    </w:p>
    <w:p w14:paraId="43316E83" w14:textId="77777777" w:rsidR="008A5782" w:rsidRPr="008A5782" w:rsidRDefault="008A5782" w:rsidP="008A5782">
      <w:pPr>
        <w:rPr>
          <w:rFonts w:ascii="ATT Aleck Sans" w:hAnsi="ATT Aleck Sans" w:cs="ATT Aleck Sans"/>
          <w:b/>
          <w:bCs/>
        </w:rPr>
      </w:pPr>
    </w:p>
    <w:p w14:paraId="5A696750" w14:textId="77777777" w:rsidR="00606131" w:rsidRPr="00606131" w:rsidRDefault="008A5782" w:rsidP="00606131">
      <w:pPr>
        <w:ind w:firstLine="720"/>
        <w:rPr>
          <w:rFonts w:ascii="ATT Aleck Sans" w:hAnsi="ATT Aleck Sans" w:cs="ATT Aleck Sans"/>
        </w:rPr>
      </w:pPr>
      <w:r w:rsidRPr="008A5782">
        <w:rPr>
          <w:rFonts w:ascii="ATT Aleck Sans" w:hAnsi="ATT Aleck Sans" w:cs="ATT Aleck Sans"/>
          <w:b/>
          <w:bCs/>
        </w:rPr>
        <w:t>Talking Points:</w:t>
      </w:r>
      <w:r w:rsidRPr="008A5782">
        <w:rPr>
          <w:rFonts w:ascii="ATT Aleck Sans" w:hAnsi="ATT Aleck Sans" w:cs="ATT Aleck Sans"/>
        </w:rPr>
        <w:t> </w:t>
      </w:r>
      <w:r w:rsidR="00606131" w:rsidRPr="00606131">
        <w:rPr>
          <w:rFonts w:ascii="ATT Aleck Sans" w:hAnsi="ATT Aleck Sans" w:cs="ATT Aleck Sans"/>
        </w:rPr>
        <w:t xml:space="preserve">In this lesson, we learned how to create strong passwords to protect our online accounts. Let’s practice what we learned. </w:t>
      </w:r>
    </w:p>
    <w:p w14:paraId="18AD4C18" w14:textId="77777777" w:rsidR="00606131" w:rsidRDefault="00606131" w:rsidP="00606131">
      <w:pPr>
        <w:rPr>
          <w:rFonts w:ascii="ATT Aleck Sans" w:hAnsi="ATT Aleck Sans" w:cs="ATT Aleck Sans"/>
        </w:rPr>
      </w:pPr>
    </w:p>
    <w:p w14:paraId="4B4CFB00" w14:textId="77777777" w:rsidR="00606131" w:rsidRPr="00606131" w:rsidRDefault="00606131" w:rsidP="00606131">
      <w:pPr>
        <w:rPr>
          <w:rFonts w:ascii="ATT Aleck Sans" w:hAnsi="ATT Aleck Sans" w:cs="ATT Aleck Sans"/>
        </w:rPr>
      </w:pPr>
      <w:r w:rsidRPr="00606131">
        <w:rPr>
          <w:rFonts w:ascii="ATT Aleck Sans" w:hAnsi="ATT Aleck Sans" w:cs="ATT Aleck Sans"/>
        </w:rPr>
        <w:t xml:space="preserve">Remember we will be discussing your answers, so please DO NOT use any real passwords. </w:t>
      </w:r>
    </w:p>
    <w:p w14:paraId="63461760" w14:textId="77777777" w:rsidR="008A5782" w:rsidRPr="008A5782" w:rsidRDefault="008A5782" w:rsidP="00440C44">
      <w:pPr>
        <w:ind w:firstLine="720"/>
        <w:rPr>
          <w:rFonts w:ascii="ATT Aleck Sans" w:hAnsi="ATT Aleck Sans" w:cs="ATT Aleck Sans"/>
        </w:rPr>
      </w:pPr>
    </w:p>
    <w:p w14:paraId="12FB98B1" w14:textId="77777777" w:rsidR="008A5782" w:rsidRPr="008A5782" w:rsidRDefault="008A5782" w:rsidP="008A5782">
      <w:pPr>
        <w:ind w:firstLine="720"/>
        <w:rPr>
          <w:rFonts w:ascii="ATT Aleck Sans" w:hAnsi="ATT Aleck Sans" w:cs="ATT Aleck Sans"/>
        </w:rPr>
      </w:pPr>
      <w:r w:rsidRPr="008A5782">
        <w:rPr>
          <w:rFonts w:ascii="ATT Aleck Sans" w:hAnsi="ATT Aleck Sans" w:cs="ATT Aleck Sans"/>
          <w:b/>
          <w:bCs/>
        </w:rPr>
        <w:t>Instructor Note: </w:t>
      </w:r>
      <w:r w:rsidR="00606131" w:rsidRPr="00606131">
        <w:rPr>
          <w:rFonts w:ascii="ATT Aleck Sans" w:hAnsi="ATT Aleck Sans" w:cs="ATT Aleck Sans"/>
        </w:rPr>
        <w:t>Point attendees to Activity 1a and 1b on the Activity Sheet.</w:t>
      </w:r>
    </w:p>
    <w:p w14:paraId="591D7778" w14:textId="77777777" w:rsidR="008A5782" w:rsidRPr="008A5782" w:rsidRDefault="008A5782" w:rsidP="008A5782">
      <w:pPr>
        <w:rPr>
          <w:rFonts w:ascii="ATT Aleck Sans" w:hAnsi="ATT Aleck Sans" w:cs="ATT Aleck Sans"/>
        </w:rPr>
      </w:pPr>
      <w:r w:rsidRPr="008A5782">
        <w:rPr>
          <w:rFonts w:ascii="ATT Aleck Sans" w:hAnsi="ATT Aleck Sans" w:cs="ATT Aleck Sans"/>
        </w:rPr>
        <w:t> </w:t>
      </w:r>
    </w:p>
    <w:p w14:paraId="5A7D2722" w14:textId="77777777" w:rsidR="008A5782" w:rsidRPr="00B10A30" w:rsidRDefault="008A5782" w:rsidP="008A5782">
      <w:pPr>
        <w:ind w:firstLine="720"/>
        <w:rPr>
          <w:rFonts w:ascii="ATT Aleck Sans" w:hAnsi="ATT Aleck Sans" w:cs="ATT Aleck Sans"/>
        </w:rPr>
      </w:pPr>
      <w:r w:rsidRPr="008A5782">
        <w:rPr>
          <w:rFonts w:ascii="ATT Aleck Sans" w:hAnsi="ATT Aleck Sans" w:cs="ATT Aleck Sans"/>
          <w:b/>
          <w:bCs/>
        </w:rPr>
        <w:t>Additional Details:</w:t>
      </w:r>
      <w:r w:rsidRPr="008A5782">
        <w:rPr>
          <w:rFonts w:ascii="ATT Aleck Sans" w:hAnsi="ATT Aleck Sans" w:cs="ATT Aleck Sans"/>
        </w:rPr>
        <w:t> none</w:t>
      </w:r>
    </w:p>
    <w:p w14:paraId="0E533CD0" w14:textId="77777777" w:rsidR="00995451" w:rsidRPr="00B10A30" w:rsidRDefault="00995451" w:rsidP="00B10A30">
      <w:pPr>
        <w:rPr>
          <w:rFonts w:ascii="ATT Aleck Sans" w:hAnsi="ATT Aleck Sans" w:cs="ATT Aleck Sans"/>
          <w:b/>
          <w:bCs/>
        </w:rPr>
      </w:pPr>
    </w:p>
    <w:p w14:paraId="2A50BBE6" w14:textId="77777777" w:rsidR="008A5782" w:rsidRDefault="008A5782" w:rsidP="00B10A30">
      <w:pPr>
        <w:rPr>
          <w:rFonts w:ascii="ATT Aleck Sans" w:hAnsi="ATT Aleck Sans" w:cs="ATT Aleck Sans"/>
        </w:rPr>
      </w:pPr>
      <w:r w:rsidRPr="008A5782">
        <w:rPr>
          <w:rFonts w:ascii="ATT Aleck Sans" w:hAnsi="ATT Aleck Sans" w:cs="ATT Aleck Sans"/>
          <w:b/>
          <w:bCs/>
        </w:rPr>
        <w:lastRenderedPageBreak/>
        <w:t xml:space="preserve">Slide Number &amp; Title. </w:t>
      </w:r>
      <w:r w:rsidR="00995451" w:rsidRPr="008A5782">
        <w:rPr>
          <w:rFonts w:ascii="ATT Aleck Sans" w:hAnsi="ATT Aleck Sans" w:cs="ATT Aleck Sans"/>
        </w:rPr>
        <w:t>Slide 20</w:t>
      </w:r>
      <w:r w:rsidR="00D11886" w:rsidRPr="008A5782">
        <w:rPr>
          <w:rFonts w:ascii="ATT Aleck Sans" w:hAnsi="ATT Aleck Sans" w:cs="ATT Aleck Sans"/>
        </w:rPr>
        <w:t>:</w:t>
      </w:r>
      <w:r w:rsidR="00995451" w:rsidRPr="008A5782">
        <w:rPr>
          <w:rFonts w:ascii="ATT Aleck Sans" w:hAnsi="ATT Aleck Sans" w:cs="ATT Aleck Sans"/>
        </w:rPr>
        <w:t xml:space="preserve"> </w:t>
      </w:r>
      <w:r w:rsidR="00606131">
        <w:rPr>
          <w:rFonts w:ascii="ATT Aleck Sans" w:hAnsi="ATT Aleck Sans" w:cs="ATT Aleck Sans"/>
        </w:rPr>
        <w:t>Activity #1</w:t>
      </w:r>
      <w:r w:rsidR="004312FA">
        <w:rPr>
          <w:rFonts w:ascii="ATT Aleck Sans" w:hAnsi="ATT Aleck Sans" w:cs="ATT Aleck Sans"/>
        </w:rPr>
        <w:t>a</w:t>
      </w:r>
      <w:r w:rsidR="00606131">
        <w:rPr>
          <w:rFonts w:ascii="ATT Aleck Sans" w:hAnsi="ATT Aleck Sans" w:cs="ATT Aleck Sans"/>
        </w:rPr>
        <w:t>: Account Sign Up</w:t>
      </w:r>
    </w:p>
    <w:p w14:paraId="76453334" w14:textId="77777777" w:rsidR="008A5782" w:rsidRDefault="008A5782" w:rsidP="00B10A30">
      <w:pPr>
        <w:rPr>
          <w:rFonts w:ascii="ATT Aleck Sans" w:hAnsi="ATT Aleck Sans" w:cs="ATT Aleck Sans"/>
        </w:rPr>
      </w:pPr>
    </w:p>
    <w:p w14:paraId="57CA4B20" w14:textId="77777777" w:rsidR="00606131" w:rsidRPr="00606131" w:rsidRDefault="009B3133" w:rsidP="00606131">
      <w:pPr>
        <w:ind w:firstLine="720"/>
        <w:rPr>
          <w:rFonts w:ascii="ATT Aleck Sans" w:hAnsi="ATT Aleck Sans" w:cs="ATT Aleck Sans"/>
        </w:rPr>
      </w:pPr>
      <w:r w:rsidRPr="009B3133">
        <w:rPr>
          <w:rFonts w:ascii="ATT Aleck Sans" w:hAnsi="ATT Aleck Sans" w:cs="ATT Aleck Sans"/>
          <w:b/>
          <w:bCs/>
        </w:rPr>
        <w:t>On Slide Text:</w:t>
      </w:r>
      <w:r w:rsidRPr="009B3133">
        <w:rPr>
          <w:rFonts w:ascii="ATT Aleck Sans" w:hAnsi="ATT Aleck Sans" w:cs="ATT Aleck Sans"/>
        </w:rPr>
        <w:t> </w:t>
      </w:r>
      <w:r w:rsidR="00606131" w:rsidRPr="00606131">
        <w:rPr>
          <w:rFonts w:ascii="ATT Aleck Sans" w:hAnsi="ATT Aleck Sans" w:cs="ATT Aleck Sans"/>
        </w:rPr>
        <w:t xml:space="preserve">Using the password requirements in the </w:t>
      </w:r>
      <w:proofErr w:type="gramStart"/>
      <w:r w:rsidR="00606131" w:rsidRPr="00606131">
        <w:rPr>
          <w:rFonts w:ascii="ATT Aleck Sans" w:hAnsi="ATT Aleck Sans" w:cs="ATT Aleck Sans"/>
        </w:rPr>
        <w:t>Sign Up</w:t>
      </w:r>
      <w:proofErr w:type="gramEnd"/>
      <w:r w:rsidR="00606131" w:rsidRPr="00606131">
        <w:rPr>
          <w:rFonts w:ascii="ATT Aleck Sans" w:hAnsi="ATT Aleck Sans" w:cs="ATT Aleck Sans"/>
        </w:rPr>
        <w:t xml:space="preserve"> </w:t>
      </w:r>
      <w:proofErr w:type="spellStart"/>
      <w:r w:rsidR="00606131" w:rsidRPr="00606131">
        <w:rPr>
          <w:rFonts w:ascii="ATT Aleck Sans" w:hAnsi="ATT Aleck Sans" w:cs="ATT Aleck Sans"/>
        </w:rPr>
        <w:t>form</w:t>
      </w:r>
      <w:proofErr w:type="spellEnd"/>
      <w:r w:rsidR="00606131" w:rsidRPr="00606131">
        <w:rPr>
          <w:rFonts w:ascii="ATT Aleck Sans" w:hAnsi="ATT Aleck Sans" w:cs="ATT Aleck Sans"/>
        </w:rPr>
        <w:t xml:space="preserve"> above, create a strong password that meets the criteria.</w:t>
      </w:r>
    </w:p>
    <w:p w14:paraId="06B0E06C" w14:textId="77777777" w:rsidR="009B3133" w:rsidRPr="009B3133" w:rsidRDefault="009B3133" w:rsidP="009B3133">
      <w:pPr>
        <w:ind w:firstLine="720"/>
        <w:rPr>
          <w:rFonts w:ascii="ATT Aleck Sans" w:hAnsi="ATT Aleck Sans" w:cs="ATT Aleck Sans"/>
        </w:rPr>
      </w:pPr>
    </w:p>
    <w:p w14:paraId="4A9E41E3" w14:textId="77777777" w:rsidR="009B3133" w:rsidRPr="009B3133" w:rsidRDefault="009B3133" w:rsidP="009B3133">
      <w:pPr>
        <w:rPr>
          <w:rFonts w:ascii="ATT Aleck Sans" w:hAnsi="ATT Aleck Sans" w:cs="ATT Aleck Sans"/>
        </w:rPr>
      </w:pPr>
      <w:r w:rsidRPr="009B3133">
        <w:rPr>
          <w:rFonts w:ascii="ATT Aleck Sans" w:hAnsi="ATT Aleck Sans" w:cs="ATT Aleck Sans"/>
        </w:rPr>
        <w:tab/>
      </w:r>
      <w:r w:rsidRPr="009B3133">
        <w:rPr>
          <w:rFonts w:ascii="ATT Aleck Sans" w:hAnsi="ATT Aleck Sans" w:cs="ATT Aleck Sans"/>
          <w:b/>
          <w:bCs/>
        </w:rPr>
        <w:t>Notes Section</w:t>
      </w:r>
    </w:p>
    <w:p w14:paraId="34527336" w14:textId="77777777" w:rsidR="009B3133" w:rsidRPr="009B3133" w:rsidRDefault="009B3133" w:rsidP="009B3133">
      <w:pPr>
        <w:rPr>
          <w:rFonts w:ascii="ATT Aleck Sans" w:hAnsi="ATT Aleck Sans" w:cs="ATT Aleck Sans"/>
          <w:b/>
          <w:bCs/>
        </w:rPr>
      </w:pPr>
    </w:p>
    <w:p w14:paraId="5A1ABEF9" w14:textId="77777777" w:rsidR="009B3133" w:rsidRDefault="009B3133" w:rsidP="00440C44">
      <w:pPr>
        <w:ind w:firstLine="720"/>
        <w:rPr>
          <w:rFonts w:ascii="ATT Aleck Sans" w:hAnsi="ATT Aleck Sans" w:cs="ATT Aleck Sans"/>
        </w:rPr>
      </w:pPr>
      <w:r w:rsidRPr="009B3133">
        <w:rPr>
          <w:rFonts w:ascii="ATT Aleck Sans" w:hAnsi="ATT Aleck Sans" w:cs="ATT Aleck Sans"/>
          <w:b/>
          <w:bCs/>
        </w:rPr>
        <w:t>Talking Points:</w:t>
      </w:r>
      <w:r w:rsidRPr="009B3133">
        <w:rPr>
          <w:rFonts w:ascii="ATT Aleck Sans" w:hAnsi="ATT Aleck Sans" w:cs="ATT Aleck Sans"/>
        </w:rPr>
        <w:t> </w:t>
      </w:r>
      <w:r w:rsidR="00C855F7" w:rsidRPr="00C855F7">
        <w:rPr>
          <w:rFonts w:ascii="ATT Aleck Sans" w:hAnsi="ATT Aleck Sans" w:cs="ATT Aleck Sans"/>
        </w:rPr>
        <w:t xml:space="preserve">Using the password requirements in the </w:t>
      </w:r>
      <w:proofErr w:type="gramStart"/>
      <w:r w:rsidR="00C855F7" w:rsidRPr="00C855F7">
        <w:rPr>
          <w:rFonts w:ascii="ATT Aleck Sans" w:hAnsi="ATT Aleck Sans" w:cs="ATT Aleck Sans"/>
        </w:rPr>
        <w:t>Sign Up</w:t>
      </w:r>
      <w:proofErr w:type="gramEnd"/>
      <w:r w:rsidR="00C855F7" w:rsidRPr="00C855F7">
        <w:rPr>
          <w:rFonts w:ascii="ATT Aleck Sans" w:hAnsi="ATT Aleck Sans" w:cs="ATT Aleck Sans"/>
        </w:rPr>
        <w:t xml:space="preserve"> form in 1a of the Learner Activity Sheet, create a strong password that meets the criteria. Remember we will be discussing your answers, so please DO NOT use any real passwords</w:t>
      </w:r>
      <w:r w:rsidR="00C855F7">
        <w:rPr>
          <w:rFonts w:ascii="ATT Aleck Sans" w:hAnsi="ATT Aleck Sans" w:cs="ATT Aleck Sans"/>
        </w:rPr>
        <w:t>.</w:t>
      </w:r>
    </w:p>
    <w:p w14:paraId="4F1D46EC" w14:textId="77777777" w:rsidR="00C855F7" w:rsidRPr="009B3133" w:rsidRDefault="00C855F7" w:rsidP="00440C44">
      <w:pPr>
        <w:ind w:firstLine="720"/>
        <w:rPr>
          <w:rFonts w:ascii="ATT Aleck Sans" w:hAnsi="ATT Aleck Sans" w:cs="ATT Aleck Sans"/>
        </w:rPr>
      </w:pPr>
    </w:p>
    <w:p w14:paraId="3136BE3A" w14:textId="77777777" w:rsidR="009B3133" w:rsidRPr="009B3133" w:rsidRDefault="009B3133" w:rsidP="009B3133">
      <w:pPr>
        <w:ind w:firstLine="720"/>
        <w:rPr>
          <w:rFonts w:ascii="ATT Aleck Sans" w:hAnsi="ATT Aleck Sans" w:cs="ATT Aleck Sans"/>
        </w:rPr>
      </w:pPr>
      <w:r w:rsidRPr="009B3133">
        <w:rPr>
          <w:rFonts w:ascii="ATT Aleck Sans" w:hAnsi="ATT Aleck Sans" w:cs="ATT Aleck Sans"/>
          <w:b/>
          <w:bCs/>
        </w:rPr>
        <w:t>Instructor Note: </w:t>
      </w:r>
      <w:r w:rsidR="00C855F7" w:rsidRPr="00C855F7">
        <w:rPr>
          <w:rFonts w:ascii="ATT Aleck Sans" w:hAnsi="ATT Aleck Sans" w:cs="ATT Aleck Sans"/>
        </w:rPr>
        <w:t>After the attendees have time to complete the activity, ask them about the passwords they created.</w:t>
      </w:r>
    </w:p>
    <w:p w14:paraId="1C2C7F87" w14:textId="77777777" w:rsidR="009B3133" w:rsidRPr="009B3133" w:rsidRDefault="009B3133" w:rsidP="009B3133">
      <w:pPr>
        <w:rPr>
          <w:rFonts w:ascii="ATT Aleck Sans" w:hAnsi="ATT Aleck Sans" w:cs="ATT Aleck Sans"/>
        </w:rPr>
      </w:pPr>
      <w:r w:rsidRPr="009B3133">
        <w:rPr>
          <w:rFonts w:ascii="ATT Aleck Sans" w:hAnsi="ATT Aleck Sans" w:cs="ATT Aleck Sans"/>
        </w:rPr>
        <w:t> </w:t>
      </w:r>
    </w:p>
    <w:p w14:paraId="72252A51" w14:textId="77777777" w:rsidR="009B3133" w:rsidRPr="009B3133" w:rsidRDefault="009B3133" w:rsidP="009B3133">
      <w:pPr>
        <w:ind w:firstLine="720"/>
        <w:rPr>
          <w:rFonts w:ascii="ATT Aleck Sans" w:hAnsi="ATT Aleck Sans" w:cs="ATT Aleck Sans"/>
        </w:rPr>
      </w:pPr>
      <w:r w:rsidRPr="009B3133">
        <w:rPr>
          <w:rFonts w:ascii="ATT Aleck Sans" w:hAnsi="ATT Aleck Sans" w:cs="ATT Aleck Sans"/>
          <w:b/>
          <w:bCs/>
        </w:rPr>
        <w:t>Additional Details:</w:t>
      </w:r>
      <w:r w:rsidRPr="009B3133">
        <w:rPr>
          <w:rFonts w:ascii="ATT Aleck Sans" w:hAnsi="ATT Aleck Sans" w:cs="ATT Aleck Sans"/>
        </w:rPr>
        <w:t> none</w:t>
      </w:r>
    </w:p>
    <w:p w14:paraId="16D5622F" w14:textId="77777777" w:rsidR="00B10A30" w:rsidRDefault="00B10A30" w:rsidP="00B10A30">
      <w:pPr>
        <w:rPr>
          <w:rFonts w:ascii="ATT Aleck Sans" w:hAnsi="ATT Aleck Sans" w:cs="ATT Aleck Sans"/>
          <w:b/>
          <w:bCs/>
        </w:rPr>
      </w:pPr>
    </w:p>
    <w:p w14:paraId="13246930" w14:textId="77777777" w:rsidR="009B3133" w:rsidRDefault="008A5782" w:rsidP="009B3133">
      <w:pPr>
        <w:rPr>
          <w:rFonts w:ascii="ATT Aleck Sans" w:hAnsi="ATT Aleck Sans" w:cs="ATT Aleck Sans"/>
        </w:rPr>
      </w:pPr>
      <w:r w:rsidRPr="008A5782">
        <w:rPr>
          <w:rFonts w:ascii="ATT Aleck Sans" w:hAnsi="ATT Aleck Sans" w:cs="ATT Aleck Sans"/>
          <w:b/>
          <w:bCs/>
        </w:rPr>
        <w:t>Slide Number &amp; Title</w:t>
      </w:r>
      <w:r w:rsidRPr="008A5782">
        <w:rPr>
          <w:rFonts w:ascii="ATT Aleck Sans" w:hAnsi="ATT Aleck Sans" w:cs="ATT Aleck Sans"/>
        </w:rPr>
        <w:t xml:space="preserve">. </w:t>
      </w:r>
      <w:r w:rsidR="000708D3" w:rsidRPr="008A5782">
        <w:rPr>
          <w:rFonts w:ascii="ATT Aleck Sans" w:hAnsi="ATT Aleck Sans" w:cs="ATT Aleck Sans"/>
        </w:rPr>
        <w:t>Slide 21</w:t>
      </w:r>
      <w:r w:rsidR="00591057" w:rsidRPr="008A5782">
        <w:rPr>
          <w:rFonts w:ascii="ATT Aleck Sans" w:hAnsi="ATT Aleck Sans" w:cs="ATT Aleck Sans"/>
        </w:rPr>
        <w:t>:</w:t>
      </w:r>
      <w:r w:rsidR="000708D3" w:rsidRPr="008A5782">
        <w:rPr>
          <w:rFonts w:ascii="ATT Aleck Sans" w:hAnsi="ATT Aleck Sans" w:cs="ATT Aleck Sans"/>
        </w:rPr>
        <w:t xml:space="preserve"> </w:t>
      </w:r>
      <w:r w:rsidR="004312FA" w:rsidRPr="008A5782">
        <w:rPr>
          <w:rFonts w:ascii="ATT Aleck Sans" w:hAnsi="ATT Aleck Sans" w:cs="ATT Aleck Sans"/>
        </w:rPr>
        <w:t xml:space="preserve">Slide 20: </w:t>
      </w:r>
      <w:r w:rsidR="004312FA">
        <w:rPr>
          <w:rFonts w:ascii="ATT Aleck Sans" w:hAnsi="ATT Aleck Sans" w:cs="ATT Aleck Sans"/>
        </w:rPr>
        <w:t>Activity #1b</w:t>
      </w:r>
    </w:p>
    <w:p w14:paraId="76E40E2E" w14:textId="77777777" w:rsidR="000708D3" w:rsidRPr="008A5782" w:rsidRDefault="000708D3" w:rsidP="00B10A30">
      <w:pPr>
        <w:rPr>
          <w:rFonts w:ascii="ATT Aleck Sans" w:eastAsiaTheme="minorHAnsi" w:hAnsi="ATT Aleck Sans" w:cs="ATT Aleck Sans"/>
        </w:rPr>
      </w:pPr>
    </w:p>
    <w:p w14:paraId="2601004F" w14:textId="77777777" w:rsidR="004312FA" w:rsidRPr="004312FA" w:rsidRDefault="009B3133" w:rsidP="004312FA">
      <w:pPr>
        <w:ind w:firstLine="720"/>
        <w:rPr>
          <w:rFonts w:ascii="ATT Aleck Sans" w:hAnsi="ATT Aleck Sans" w:cs="ATT Aleck Sans"/>
          <w:color w:val="000000" w:themeColor="text1"/>
        </w:rPr>
      </w:pPr>
      <w:r w:rsidRPr="009B3133">
        <w:rPr>
          <w:rFonts w:ascii="ATT Aleck Sans" w:hAnsi="ATT Aleck Sans" w:cs="ATT Aleck Sans"/>
          <w:b/>
          <w:bCs/>
          <w:color w:val="000000" w:themeColor="text1"/>
        </w:rPr>
        <w:t>On Slide Text:</w:t>
      </w:r>
      <w:r w:rsidRPr="009B3133">
        <w:rPr>
          <w:rFonts w:ascii="ATT Aleck Sans" w:hAnsi="ATT Aleck Sans" w:cs="ATT Aleck Sans"/>
          <w:color w:val="000000" w:themeColor="text1"/>
        </w:rPr>
        <w:t> </w:t>
      </w:r>
      <w:r w:rsidR="004312FA" w:rsidRPr="004312FA">
        <w:rPr>
          <w:rFonts w:ascii="ATT Aleck Sans" w:hAnsi="ATT Aleck Sans" w:cs="ATT Aleck Sans"/>
          <w:color w:val="000000" w:themeColor="text1"/>
        </w:rPr>
        <w:t>Use the information from the course on strong passwords to discuss the participant responses. Examples:</w:t>
      </w:r>
    </w:p>
    <w:p w14:paraId="0F75AB72" w14:textId="77777777" w:rsidR="004312FA" w:rsidRDefault="004312FA" w:rsidP="009B3133">
      <w:pPr>
        <w:pStyle w:val="ListParagraph"/>
        <w:numPr>
          <w:ilvl w:val="0"/>
          <w:numId w:val="62"/>
        </w:numPr>
        <w:rPr>
          <w:rFonts w:ascii="ATT Aleck Sans" w:hAnsi="ATT Aleck Sans" w:cs="ATT Aleck Sans"/>
          <w:color w:val="000000" w:themeColor="text1"/>
        </w:rPr>
      </w:pPr>
      <w:proofErr w:type="spellStart"/>
      <w:r w:rsidRPr="004312FA">
        <w:rPr>
          <w:rFonts w:ascii="ATT Aleck Sans" w:hAnsi="ATT Aleck Sans" w:cs="ATT Aleck Sans"/>
          <w:color w:val="000000" w:themeColor="text1"/>
        </w:rPr>
        <w:t>happybirthday</w:t>
      </w:r>
      <w:proofErr w:type="spellEnd"/>
      <w:r w:rsidRPr="004312FA">
        <w:rPr>
          <w:rFonts w:ascii="ATT Aleck Sans" w:hAnsi="ATT Aleck Sans" w:cs="ATT Aleck Sans"/>
          <w:color w:val="000000" w:themeColor="text1"/>
        </w:rPr>
        <w:t xml:space="preserve"> </w:t>
      </w:r>
    </w:p>
    <w:p w14:paraId="303EF89A" w14:textId="77777777" w:rsidR="004312FA" w:rsidRPr="004312FA" w:rsidRDefault="004312FA" w:rsidP="009B3133">
      <w:pPr>
        <w:pStyle w:val="ListParagraph"/>
        <w:numPr>
          <w:ilvl w:val="0"/>
          <w:numId w:val="62"/>
        </w:numPr>
        <w:rPr>
          <w:rFonts w:ascii="ATT Aleck Sans" w:hAnsi="ATT Aleck Sans" w:cs="ATT Aleck Sans"/>
          <w:color w:val="000000" w:themeColor="text1"/>
        </w:rPr>
      </w:pPr>
      <w:proofErr w:type="spellStart"/>
      <w:r w:rsidRPr="004312FA">
        <w:rPr>
          <w:rFonts w:ascii="ATT Aleck Sans" w:hAnsi="ATT Aleck Sans" w:cs="ATT Aleck Sans"/>
          <w:color w:val="000000" w:themeColor="text1"/>
        </w:rPr>
        <w:t>josephsmith</w:t>
      </w:r>
      <w:proofErr w:type="spellEnd"/>
    </w:p>
    <w:p w14:paraId="7AD3EAA8" w14:textId="77777777" w:rsidR="004312FA" w:rsidRDefault="004312FA" w:rsidP="009B3133">
      <w:pPr>
        <w:rPr>
          <w:rFonts w:ascii="ATT Aleck Sans" w:hAnsi="ATT Aleck Sans" w:cs="ATT Aleck Sans"/>
          <w:color w:val="000000" w:themeColor="text1"/>
        </w:rPr>
      </w:pPr>
    </w:p>
    <w:p w14:paraId="2EDE3082" w14:textId="77777777" w:rsidR="004312FA" w:rsidRDefault="004312FA" w:rsidP="004312FA">
      <w:pPr>
        <w:rPr>
          <w:rFonts w:ascii="ATT Aleck Sans" w:hAnsi="ATT Aleck Sans" w:cs="ATT Aleck Sans"/>
          <w:color w:val="000000" w:themeColor="text1"/>
        </w:rPr>
      </w:pPr>
      <w:r w:rsidRPr="004312FA">
        <w:rPr>
          <w:rFonts w:ascii="ATT Aleck Sans" w:hAnsi="ATT Aleck Sans" w:cs="ATT Aleck Sans"/>
          <w:color w:val="000000" w:themeColor="text1"/>
        </w:rPr>
        <w:t>Passwords should be at least 12 characters long and contain one uppercase letter, one lowercase letter, one number, and one special character.</w:t>
      </w:r>
    </w:p>
    <w:p w14:paraId="1CF7C046" w14:textId="77777777" w:rsidR="004312FA" w:rsidRDefault="004312FA" w:rsidP="004312FA">
      <w:pPr>
        <w:rPr>
          <w:rFonts w:ascii="ATT Aleck Sans" w:hAnsi="ATT Aleck Sans" w:cs="ATT Aleck Sans"/>
          <w:color w:val="000000" w:themeColor="text1"/>
        </w:rPr>
      </w:pPr>
    </w:p>
    <w:p w14:paraId="6797F71F" w14:textId="77777777" w:rsidR="004312FA" w:rsidRDefault="004312FA" w:rsidP="004312FA">
      <w:pPr>
        <w:rPr>
          <w:rFonts w:ascii="ATT Aleck Sans" w:hAnsi="ATT Aleck Sans" w:cs="ATT Aleck Sans"/>
          <w:color w:val="000000" w:themeColor="text1"/>
        </w:rPr>
      </w:pPr>
      <w:r>
        <w:rPr>
          <w:rFonts w:ascii="ATT Aleck Sans" w:hAnsi="ATT Aleck Sans" w:cs="ATT Aleck Sans"/>
          <w:color w:val="000000" w:themeColor="text1"/>
        </w:rPr>
        <w:t>Remember: Longer passwords are stronger passwords.</w:t>
      </w:r>
    </w:p>
    <w:p w14:paraId="4BF05B38" w14:textId="77777777" w:rsidR="004312FA" w:rsidRDefault="004312FA" w:rsidP="004312FA">
      <w:pPr>
        <w:rPr>
          <w:rFonts w:ascii="ATT Aleck Sans" w:hAnsi="ATT Aleck Sans" w:cs="ATT Aleck Sans"/>
          <w:color w:val="000000" w:themeColor="text1"/>
        </w:rPr>
      </w:pPr>
    </w:p>
    <w:p w14:paraId="5EE84FF4" w14:textId="77777777" w:rsidR="004312FA" w:rsidRPr="004312FA" w:rsidRDefault="004312FA" w:rsidP="004312FA">
      <w:pPr>
        <w:pStyle w:val="ListParagraph"/>
        <w:numPr>
          <w:ilvl w:val="0"/>
          <w:numId w:val="62"/>
        </w:numPr>
        <w:rPr>
          <w:rFonts w:ascii="ATT Aleck Sans" w:hAnsi="ATT Aleck Sans" w:cs="ATT Aleck Sans"/>
          <w:color w:val="000000" w:themeColor="text1"/>
        </w:rPr>
      </w:pPr>
      <w:r w:rsidRPr="004312FA">
        <w:rPr>
          <w:rFonts w:ascii="ATT Aleck Sans" w:hAnsi="ATT Aleck Sans" w:cs="ATT Aleck Sans"/>
          <w:color w:val="000000" w:themeColor="text1"/>
        </w:rPr>
        <w:t>1234567890</w:t>
      </w:r>
    </w:p>
    <w:p w14:paraId="115030F7" w14:textId="77777777" w:rsidR="004312FA" w:rsidRPr="004312FA" w:rsidRDefault="004312FA" w:rsidP="004312FA">
      <w:pPr>
        <w:pStyle w:val="ListParagraph"/>
        <w:numPr>
          <w:ilvl w:val="0"/>
          <w:numId w:val="62"/>
        </w:numPr>
        <w:rPr>
          <w:rFonts w:ascii="ATT Aleck Sans" w:hAnsi="ATT Aleck Sans" w:cs="ATT Aleck Sans"/>
          <w:color w:val="000000" w:themeColor="text1"/>
        </w:rPr>
      </w:pPr>
      <w:r w:rsidRPr="004312FA">
        <w:rPr>
          <w:rFonts w:ascii="ATT Aleck Sans" w:hAnsi="ATT Aleck Sans" w:cs="ATT Aleck Sans"/>
          <w:color w:val="000000" w:themeColor="text1"/>
        </w:rPr>
        <w:t>password1</w:t>
      </w:r>
    </w:p>
    <w:p w14:paraId="4C7327BB" w14:textId="77777777" w:rsidR="004312FA" w:rsidRDefault="004312FA" w:rsidP="009B3133">
      <w:pPr>
        <w:rPr>
          <w:rFonts w:ascii="ATT Aleck Sans" w:hAnsi="ATT Aleck Sans" w:cs="ATT Aleck Sans"/>
          <w:color w:val="000000" w:themeColor="text1"/>
        </w:rPr>
      </w:pPr>
    </w:p>
    <w:p w14:paraId="78C80D04" w14:textId="77777777" w:rsidR="004312FA" w:rsidRPr="004312FA" w:rsidRDefault="004312FA" w:rsidP="004312FA">
      <w:pPr>
        <w:rPr>
          <w:rFonts w:ascii="ATT Aleck Sans" w:hAnsi="ATT Aleck Sans" w:cs="ATT Aleck Sans"/>
          <w:color w:val="000000" w:themeColor="text1"/>
        </w:rPr>
      </w:pPr>
      <w:r w:rsidRPr="004312FA">
        <w:rPr>
          <w:rFonts w:ascii="ATT Aleck Sans" w:hAnsi="ATT Aleck Sans" w:cs="ATT Aleck Sans"/>
          <w:color w:val="000000" w:themeColor="text1"/>
        </w:rPr>
        <w:t xml:space="preserve">Passwords should be at least 12 characters long with no other character requirements. To make this a strong password, use a short phrase. </w:t>
      </w:r>
    </w:p>
    <w:p w14:paraId="2DA85BB9" w14:textId="77777777" w:rsidR="004312FA" w:rsidRPr="004312FA" w:rsidRDefault="004312FA" w:rsidP="004312FA">
      <w:pPr>
        <w:rPr>
          <w:rFonts w:ascii="ATT Aleck Sans" w:hAnsi="ATT Aleck Sans" w:cs="ATT Aleck Sans"/>
          <w:color w:val="000000" w:themeColor="text1"/>
        </w:rPr>
      </w:pPr>
      <w:r w:rsidRPr="004312FA">
        <w:rPr>
          <w:rFonts w:ascii="ATT Aleck Sans" w:hAnsi="ATT Aleck Sans" w:cs="ATT Aleck Sans"/>
          <w:color w:val="000000" w:themeColor="text1"/>
        </w:rPr>
        <w:t> </w:t>
      </w:r>
    </w:p>
    <w:p w14:paraId="2ED3990E" w14:textId="77777777" w:rsidR="004312FA" w:rsidRPr="004312FA" w:rsidRDefault="004312FA" w:rsidP="004312FA">
      <w:pPr>
        <w:rPr>
          <w:rFonts w:ascii="ATT Aleck Sans" w:hAnsi="ATT Aleck Sans" w:cs="ATT Aleck Sans"/>
          <w:color w:val="000000" w:themeColor="text1"/>
        </w:rPr>
      </w:pPr>
      <w:r w:rsidRPr="004312FA">
        <w:rPr>
          <w:rFonts w:ascii="ATT Aleck Sans" w:hAnsi="ATT Aleck Sans" w:cs="ATT Aleck Sans"/>
          <w:color w:val="000000" w:themeColor="text1"/>
        </w:rPr>
        <w:t>Remember: Longer passwords are stronger passwords.</w:t>
      </w:r>
    </w:p>
    <w:p w14:paraId="06A3878E" w14:textId="77777777" w:rsidR="003740CF" w:rsidRDefault="009B3133" w:rsidP="009B3133">
      <w:pPr>
        <w:rPr>
          <w:rFonts w:ascii="ATT Aleck Sans" w:hAnsi="ATT Aleck Sans" w:cs="ATT Aleck Sans"/>
          <w:color w:val="000000" w:themeColor="text1"/>
        </w:rPr>
      </w:pPr>
      <w:r w:rsidRPr="009B3133">
        <w:rPr>
          <w:rFonts w:ascii="ATT Aleck Sans" w:hAnsi="ATT Aleck Sans" w:cs="ATT Aleck Sans"/>
          <w:color w:val="000000" w:themeColor="text1"/>
        </w:rPr>
        <w:tab/>
      </w:r>
    </w:p>
    <w:p w14:paraId="4A94016A" w14:textId="77777777" w:rsidR="009B3133" w:rsidRPr="009B3133" w:rsidRDefault="009B3133" w:rsidP="003740CF">
      <w:pPr>
        <w:ind w:firstLine="720"/>
        <w:rPr>
          <w:rFonts w:ascii="ATT Aleck Sans" w:hAnsi="ATT Aleck Sans" w:cs="ATT Aleck Sans"/>
          <w:color w:val="000000" w:themeColor="text1"/>
        </w:rPr>
      </w:pPr>
      <w:r w:rsidRPr="009B3133">
        <w:rPr>
          <w:rFonts w:ascii="ATT Aleck Sans" w:hAnsi="ATT Aleck Sans" w:cs="ATT Aleck Sans"/>
          <w:b/>
          <w:bCs/>
          <w:color w:val="000000" w:themeColor="text1"/>
        </w:rPr>
        <w:t>Notes Section</w:t>
      </w:r>
    </w:p>
    <w:p w14:paraId="2B072D81" w14:textId="77777777" w:rsidR="009B3133" w:rsidRPr="009B3133" w:rsidRDefault="009B3133" w:rsidP="009B3133">
      <w:pPr>
        <w:rPr>
          <w:rFonts w:ascii="ATT Aleck Sans" w:hAnsi="ATT Aleck Sans" w:cs="ATT Aleck Sans"/>
          <w:b/>
          <w:bCs/>
          <w:color w:val="000000" w:themeColor="text1"/>
        </w:rPr>
      </w:pPr>
    </w:p>
    <w:p w14:paraId="4D697A37" w14:textId="77777777" w:rsidR="004312FA" w:rsidRPr="004312FA" w:rsidRDefault="009B3133" w:rsidP="004312FA">
      <w:pPr>
        <w:ind w:firstLine="720"/>
        <w:rPr>
          <w:rFonts w:ascii="ATT Aleck Sans" w:hAnsi="ATT Aleck Sans" w:cs="ATT Aleck Sans"/>
          <w:color w:val="000000" w:themeColor="text1"/>
        </w:rPr>
      </w:pPr>
      <w:r w:rsidRPr="009B3133">
        <w:rPr>
          <w:rFonts w:ascii="ATT Aleck Sans" w:hAnsi="ATT Aleck Sans" w:cs="ATT Aleck Sans"/>
          <w:b/>
          <w:bCs/>
          <w:color w:val="000000" w:themeColor="text1"/>
        </w:rPr>
        <w:t>Talking Points:</w:t>
      </w:r>
      <w:r w:rsidRPr="009B3133">
        <w:rPr>
          <w:rFonts w:ascii="ATT Aleck Sans" w:hAnsi="ATT Aleck Sans" w:cs="ATT Aleck Sans"/>
          <w:color w:val="000000" w:themeColor="text1"/>
        </w:rPr>
        <w:t> </w:t>
      </w:r>
      <w:r w:rsidR="004312FA" w:rsidRPr="004312FA">
        <w:rPr>
          <w:rFonts w:ascii="ATT Aleck Sans" w:hAnsi="ATT Aleck Sans" w:cs="ATT Aleck Sans"/>
          <w:color w:val="000000" w:themeColor="text1"/>
        </w:rPr>
        <w:t>Use the information from the course on strong passwords to discuss the participant responses. Examples:</w:t>
      </w:r>
    </w:p>
    <w:p w14:paraId="62826D57" w14:textId="77777777" w:rsidR="004312FA" w:rsidRPr="004312FA" w:rsidRDefault="004312FA" w:rsidP="004312FA">
      <w:pPr>
        <w:numPr>
          <w:ilvl w:val="0"/>
          <w:numId w:val="63"/>
        </w:numPr>
        <w:tabs>
          <w:tab w:val="left" w:pos="720"/>
        </w:tabs>
        <w:rPr>
          <w:rFonts w:ascii="ATT Aleck Sans" w:hAnsi="ATT Aleck Sans" w:cs="ATT Aleck Sans"/>
          <w:color w:val="000000" w:themeColor="text1"/>
        </w:rPr>
      </w:pPr>
      <w:proofErr w:type="spellStart"/>
      <w:r w:rsidRPr="004312FA">
        <w:rPr>
          <w:rFonts w:ascii="ATT Aleck Sans" w:hAnsi="ATT Aleck Sans" w:cs="ATT Aleck Sans"/>
          <w:color w:val="000000" w:themeColor="text1"/>
        </w:rPr>
        <w:t>happybirthday</w:t>
      </w:r>
      <w:proofErr w:type="spellEnd"/>
      <w:r w:rsidRPr="004312FA">
        <w:rPr>
          <w:rFonts w:ascii="ATT Aleck Sans" w:hAnsi="ATT Aleck Sans" w:cs="ATT Aleck Sans"/>
          <w:color w:val="000000" w:themeColor="text1"/>
        </w:rPr>
        <w:t xml:space="preserve"> – H@PPyBirthD@y$0$</w:t>
      </w:r>
    </w:p>
    <w:p w14:paraId="40A988E2" w14:textId="77777777" w:rsidR="004312FA" w:rsidRPr="004312FA" w:rsidRDefault="004312FA" w:rsidP="004312FA">
      <w:pPr>
        <w:numPr>
          <w:ilvl w:val="0"/>
          <w:numId w:val="63"/>
        </w:numPr>
        <w:tabs>
          <w:tab w:val="left" w:pos="720"/>
        </w:tabs>
        <w:rPr>
          <w:rFonts w:ascii="ATT Aleck Sans" w:hAnsi="ATT Aleck Sans" w:cs="ATT Aleck Sans"/>
          <w:color w:val="000000" w:themeColor="text1"/>
        </w:rPr>
      </w:pPr>
      <w:proofErr w:type="spellStart"/>
      <w:r w:rsidRPr="004312FA">
        <w:rPr>
          <w:rFonts w:ascii="ATT Aleck Sans" w:hAnsi="ATT Aleck Sans" w:cs="ATT Aleck Sans"/>
          <w:color w:val="000000" w:themeColor="text1"/>
        </w:rPr>
        <w:t>josephsmith</w:t>
      </w:r>
      <w:proofErr w:type="spellEnd"/>
      <w:r w:rsidRPr="004312FA">
        <w:rPr>
          <w:rFonts w:ascii="ATT Aleck Sans" w:hAnsi="ATT Aleck Sans" w:cs="ATT Aleck Sans"/>
          <w:color w:val="000000" w:themeColor="text1"/>
        </w:rPr>
        <w:t xml:space="preserve"> – 212</w:t>
      </w:r>
      <w:proofErr w:type="gramStart"/>
      <w:r w:rsidRPr="004312FA">
        <w:rPr>
          <w:rFonts w:ascii="ATT Aleck Sans" w:hAnsi="ATT Aleck Sans" w:cs="ATT Aleck Sans"/>
          <w:color w:val="000000" w:themeColor="text1"/>
        </w:rPr>
        <w:t>Joe!Smith</w:t>
      </w:r>
      <w:proofErr w:type="gramEnd"/>
      <w:r w:rsidRPr="004312FA">
        <w:rPr>
          <w:rFonts w:ascii="ATT Aleck Sans" w:hAnsi="ATT Aleck Sans" w:cs="ATT Aleck Sans"/>
          <w:color w:val="000000" w:themeColor="text1"/>
        </w:rPr>
        <w:t>212</w:t>
      </w:r>
    </w:p>
    <w:p w14:paraId="42F51D9E" w14:textId="77777777" w:rsidR="004312FA" w:rsidRPr="004312FA" w:rsidRDefault="004312FA" w:rsidP="004312FA">
      <w:pPr>
        <w:ind w:firstLine="720"/>
        <w:rPr>
          <w:rFonts w:ascii="ATT Aleck Sans" w:hAnsi="ATT Aleck Sans" w:cs="ATT Aleck Sans"/>
          <w:color w:val="000000" w:themeColor="text1"/>
        </w:rPr>
      </w:pPr>
      <w:r w:rsidRPr="004312FA">
        <w:rPr>
          <w:rFonts w:ascii="ATT Aleck Sans" w:hAnsi="ATT Aleck Sans" w:cs="ATT Aleck Sans"/>
          <w:color w:val="000000" w:themeColor="text1"/>
        </w:rPr>
        <w:t> </w:t>
      </w:r>
    </w:p>
    <w:p w14:paraId="507E163B" w14:textId="77777777" w:rsidR="004312FA" w:rsidRPr="004312FA" w:rsidRDefault="004312FA" w:rsidP="004312FA">
      <w:pPr>
        <w:ind w:firstLine="720"/>
        <w:rPr>
          <w:rFonts w:ascii="ATT Aleck Sans" w:hAnsi="ATT Aleck Sans" w:cs="ATT Aleck Sans"/>
          <w:color w:val="000000" w:themeColor="text1"/>
        </w:rPr>
      </w:pPr>
      <w:r w:rsidRPr="004312FA">
        <w:rPr>
          <w:rFonts w:ascii="ATT Aleck Sans" w:hAnsi="ATT Aleck Sans" w:cs="ATT Aleck Sans"/>
          <w:color w:val="000000" w:themeColor="text1"/>
        </w:rPr>
        <w:lastRenderedPageBreak/>
        <w:t>Criteria: Passwords should be at least 12 characters long and contain one uppercase letter, one lowercase letter, one number, and one special character.</w:t>
      </w:r>
    </w:p>
    <w:p w14:paraId="1027BB7D" w14:textId="77777777" w:rsidR="004312FA" w:rsidRPr="004312FA" w:rsidRDefault="004312FA" w:rsidP="004312FA">
      <w:pPr>
        <w:ind w:firstLine="720"/>
        <w:rPr>
          <w:rFonts w:ascii="ATT Aleck Sans" w:hAnsi="ATT Aleck Sans" w:cs="ATT Aleck Sans"/>
          <w:color w:val="000000" w:themeColor="text1"/>
        </w:rPr>
      </w:pPr>
      <w:r w:rsidRPr="004312FA">
        <w:rPr>
          <w:rFonts w:ascii="ATT Aleck Sans" w:hAnsi="ATT Aleck Sans" w:cs="ATT Aleck Sans"/>
          <w:color w:val="000000" w:themeColor="text1"/>
        </w:rPr>
        <w:t> </w:t>
      </w:r>
    </w:p>
    <w:p w14:paraId="5F506D05" w14:textId="77777777" w:rsidR="004312FA" w:rsidRPr="004312FA" w:rsidRDefault="004312FA" w:rsidP="004312FA">
      <w:pPr>
        <w:numPr>
          <w:ilvl w:val="0"/>
          <w:numId w:val="64"/>
        </w:numPr>
        <w:tabs>
          <w:tab w:val="left" w:pos="720"/>
        </w:tabs>
        <w:rPr>
          <w:rFonts w:ascii="ATT Aleck Sans" w:hAnsi="ATT Aleck Sans" w:cs="ATT Aleck Sans"/>
          <w:color w:val="000000" w:themeColor="text1"/>
        </w:rPr>
      </w:pPr>
      <w:r w:rsidRPr="004312FA">
        <w:rPr>
          <w:rFonts w:ascii="ATT Aleck Sans" w:hAnsi="ATT Aleck Sans" w:cs="ATT Aleck Sans"/>
          <w:color w:val="000000" w:themeColor="text1"/>
        </w:rPr>
        <w:t xml:space="preserve">1234567890 – </w:t>
      </w:r>
      <w:proofErr w:type="spellStart"/>
      <w:r w:rsidRPr="004312FA">
        <w:rPr>
          <w:rFonts w:ascii="ATT Aleck Sans" w:hAnsi="ATT Aleck Sans" w:cs="ATT Aleck Sans"/>
          <w:color w:val="000000" w:themeColor="text1"/>
        </w:rPr>
        <w:t>onetwobuckleymyshoe</w:t>
      </w:r>
      <w:proofErr w:type="spellEnd"/>
    </w:p>
    <w:p w14:paraId="2B734504" w14:textId="77777777" w:rsidR="004312FA" w:rsidRPr="004312FA" w:rsidRDefault="004312FA" w:rsidP="004312FA">
      <w:pPr>
        <w:numPr>
          <w:ilvl w:val="0"/>
          <w:numId w:val="64"/>
        </w:numPr>
        <w:tabs>
          <w:tab w:val="left" w:pos="720"/>
        </w:tabs>
        <w:rPr>
          <w:rFonts w:ascii="ATT Aleck Sans" w:hAnsi="ATT Aleck Sans" w:cs="ATT Aleck Sans"/>
          <w:color w:val="000000" w:themeColor="text1"/>
        </w:rPr>
      </w:pPr>
      <w:r w:rsidRPr="004312FA">
        <w:rPr>
          <w:rFonts w:ascii="ATT Aleck Sans" w:hAnsi="ATT Aleck Sans" w:cs="ATT Aleck Sans"/>
          <w:color w:val="000000" w:themeColor="text1"/>
        </w:rPr>
        <w:t xml:space="preserve">password1 – </w:t>
      </w:r>
      <w:proofErr w:type="spellStart"/>
      <w:r w:rsidRPr="004312FA">
        <w:rPr>
          <w:rFonts w:ascii="ATT Aleck Sans" w:hAnsi="ATT Aleck Sans" w:cs="ATT Aleck Sans"/>
          <w:color w:val="000000" w:themeColor="text1"/>
        </w:rPr>
        <w:t>keepmypasswordsafe</w:t>
      </w:r>
      <w:proofErr w:type="spellEnd"/>
    </w:p>
    <w:p w14:paraId="002B6906" w14:textId="77777777" w:rsidR="004312FA" w:rsidRPr="004312FA" w:rsidRDefault="004312FA" w:rsidP="004312FA">
      <w:pPr>
        <w:ind w:firstLine="720"/>
        <w:rPr>
          <w:rFonts w:ascii="ATT Aleck Sans" w:hAnsi="ATT Aleck Sans" w:cs="ATT Aleck Sans"/>
          <w:color w:val="000000" w:themeColor="text1"/>
        </w:rPr>
      </w:pPr>
      <w:r w:rsidRPr="004312FA">
        <w:rPr>
          <w:rFonts w:ascii="ATT Aleck Sans" w:hAnsi="ATT Aleck Sans" w:cs="ATT Aleck Sans"/>
          <w:b/>
          <w:bCs/>
          <w:color w:val="000000" w:themeColor="text1"/>
        </w:rPr>
        <w:t> </w:t>
      </w:r>
    </w:p>
    <w:p w14:paraId="1C68B1FF" w14:textId="77777777" w:rsidR="004312FA" w:rsidRPr="004312FA" w:rsidRDefault="004312FA" w:rsidP="004312FA">
      <w:pPr>
        <w:ind w:firstLine="720"/>
        <w:rPr>
          <w:rFonts w:ascii="ATT Aleck Sans" w:hAnsi="ATT Aleck Sans" w:cs="ATT Aleck Sans"/>
          <w:color w:val="000000" w:themeColor="text1"/>
        </w:rPr>
      </w:pPr>
      <w:r w:rsidRPr="004312FA">
        <w:rPr>
          <w:rFonts w:ascii="ATT Aleck Sans" w:hAnsi="ATT Aleck Sans" w:cs="ATT Aleck Sans"/>
          <w:color w:val="000000" w:themeColor="text1"/>
        </w:rPr>
        <w:t xml:space="preserve">Criteria:  Passwords should be at least 12 characters long with no other character requirements. To make this a strong password, use a short phrase. </w:t>
      </w:r>
    </w:p>
    <w:p w14:paraId="77813A8F" w14:textId="77777777" w:rsidR="004312FA" w:rsidRPr="004312FA" w:rsidRDefault="004312FA" w:rsidP="004312FA">
      <w:pPr>
        <w:ind w:firstLine="720"/>
        <w:rPr>
          <w:rFonts w:ascii="ATT Aleck Sans" w:hAnsi="ATT Aleck Sans" w:cs="ATT Aleck Sans"/>
          <w:color w:val="000000" w:themeColor="text1"/>
        </w:rPr>
      </w:pPr>
      <w:r w:rsidRPr="004312FA">
        <w:rPr>
          <w:rFonts w:ascii="ATT Aleck Sans" w:hAnsi="ATT Aleck Sans" w:cs="ATT Aleck Sans"/>
          <w:color w:val="000000" w:themeColor="text1"/>
        </w:rPr>
        <w:t> </w:t>
      </w:r>
    </w:p>
    <w:p w14:paraId="33B06DA5" w14:textId="77777777" w:rsidR="00440C44" w:rsidRDefault="004312FA" w:rsidP="004312FA">
      <w:pPr>
        <w:rPr>
          <w:rFonts w:ascii="ATT Aleck Sans" w:hAnsi="ATT Aleck Sans" w:cs="ATT Aleck Sans"/>
          <w:color w:val="000000" w:themeColor="text1"/>
        </w:rPr>
      </w:pPr>
      <w:r w:rsidRPr="004312FA">
        <w:rPr>
          <w:rFonts w:ascii="ATT Aleck Sans" w:hAnsi="ATT Aleck Sans" w:cs="ATT Aleck Sans"/>
          <w:color w:val="000000" w:themeColor="text1"/>
        </w:rPr>
        <w:t>Remember: Longer passwords are stronger passwords.</w:t>
      </w:r>
    </w:p>
    <w:p w14:paraId="126B29C9" w14:textId="77777777" w:rsidR="004312FA" w:rsidRDefault="004312FA" w:rsidP="004312FA">
      <w:pPr>
        <w:rPr>
          <w:rFonts w:ascii="ATT Aleck Sans" w:hAnsi="ATT Aleck Sans" w:cs="ATT Aleck Sans"/>
          <w:color w:val="000000" w:themeColor="text1"/>
        </w:rPr>
      </w:pPr>
    </w:p>
    <w:p w14:paraId="342ECB81" w14:textId="77777777" w:rsidR="004312FA" w:rsidRPr="00440C44" w:rsidRDefault="004312FA" w:rsidP="004312FA">
      <w:pPr>
        <w:rPr>
          <w:rFonts w:ascii="ATT Aleck Sans" w:hAnsi="ATT Aleck Sans" w:cs="ATT Aleck Sans"/>
          <w:color w:val="000000" w:themeColor="text1"/>
        </w:rPr>
      </w:pPr>
      <w:r w:rsidRPr="004312FA">
        <w:rPr>
          <w:rFonts w:ascii="ATT Aleck Sans" w:hAnsi="ATT Aleck Sans" w:cs="ATT Aleck Sans"/>
          <w:b/>
          <w:bCs/>
          <w:color w:val="000000" w:themeColor="text1"/>
        </w:rPr>
        <w:t xml:space="preserve">After learners complete Activity 1: </w:t>
      </w:r>
      <w:r w:rsidRPr="004312FA">
        <w:rPr>
          <w:rFonts w:ascii="ATT Aleck Sans" w:hAnsi="ATT Aleck Sans" w:cs="ATT Aleck Sans"/>
          <w:color w:val="000000" w:themeColor="text1"/>
        </w:rPr>
        <w:t>Great job, everyone! Before we move to the next section, do you have any questions?</w:t>
      </w:r>
    </w:p>
    <w:p w14:paraId="0241D248" w14:textId="77777777" w:rsidR="009B3133" w:rsidRPr="009B3133" w:rsidRDefault="009B3133" w:rsidP="00440C44">
      <w:pPr>
        <w:ind w:firstLine="720"/>
        <w:rPr>
          <w:rFonts w:ascii="ATT Aleck Sans" w:hAnsi="ATT Aleck Sans" w:cs="ATT Aleck Sans"/>
          <w:color w:val="000000" w:themeColor="text1"/>
        </w:rPr>
      </w:pPr>
    </w:p>
    <w:p w14:paraId="322CD366" w14:textId="77777777" w:rsidR="009B3133" w:rsidRPr="009B3133" w:rsidRDefault="009B3133" w:rsidP="004312FA">
      <w:pPr>
        <w:ind w:firstLine="720"/>
        <w:rPr>
          <w:rFonts w:ascii="ATT Aleck Sans" w:hAnsi="ATT Aleck Sans" w:cs="ATT Aleck Sans"/>
          <w:color w:val="000000" w:themeColor="text1"/>
        </w:rPr>
      </w:pPr>
      <w:r w:rsidRPr="009B3133">
        <w:rPr>
          <w:rFonts w:ascii="ATT Aleck Sans" w:hAnsi="ATT Aleck Sans" w:cs="ATT Aleck Sans"/>
          <w:b/>
          <w:bCs/>
          <w:color w:val="000000" w:themeColor="text1"/>
        </w:rPr>
        <w:t>Instructor Note: </w:t>
      </w:r>
      <w:r w:rsidR="004312FA" w:rsidRPr="004312FA">
        <w:rPr>
          <w:rFonts w:ascii="ATT Aleck Sans" w:hAnsi="ATT Aleck Sans" w:cs="ATT Aleck Sans"/>
          <w:color w:val="000000" w:themeColor="text1"/>
        </w:rPr>
        <w:t>Review and address items in the “parking lot”.</w:t>
      </w:r>
    </w:p>
    <w:p w14:paraId="7CB6AF38" w14:textId="77777777" w:rsidR="009B3133" w:rsidRPr="009B3133" w:rsidRDefault="009B3133" w:rsidP="009B3133">
      <w:pPr>
        <w:rPr>
          <w:rFonts w:ascii="ATT Aleck Sans" w:hAnsi="ATT Aleck Sans" w:cs="ATT Aleck Sans"/>
          <w:color w:val="000000" w:themeColor="text1"/>
        </w:rPr>
      </w:pPr>
      <w:r w:rsidRPr="009B3133">
        <w:rPr>
          <w:rFonts w:ascii="ATT Aleck Sans" w:hAnsi="ATT Aleck Sans" w:cs="ATT Aleck Sans"/>
          <w:color w:val="000000" w:themeColor="text1"/>
        </w:rPr>
        <w:t> </w:t>
      </w:r>
    </w:p>
    <w:p w14:paraId="076CECE9" w14:textId="77777777" w:rsidR="009B3133" w:rsidRPr="009B3133" w:rsidRDefault="009B3133" w:rsidP="004312FA">
      <w:pPr>
        <w:ind w:firstLine="720"/>
        <w:rPr>
          <w:rFonts w:ascii="ATT Aleck Sans" w:hAnsi="ATT Aleck Sans" w:cs="ATT Aleck Sans"/>
          <w:color w:val="000000" w:themeColor="text1"/>
        </w:rPr>
      </w:pPr>
      <w:r w:rsidRPr="009B3133">
        <w:rPr>
          <w:rFonts w:ascii="ATT Aleck Sans" w:hAnsi="ATT Aleck Sans" w:cs="ATT Aleck Sans"/>
          <w:b/>
          <w:bCs/>
          <w:color w:val="000000" w:themeColor="text1"/>
        </w:rPr>
        <w:t>Additional Details:</w:t>
      </w:r>
      <w:r w:rsidRPr="009B3133">
        <w:rPr>
          <w:rFonts w:ascii="ATT Aleck Sans" w:hAnsi="ATT Aleck Sans" w:cs="ATT Aleck Sans"/>
          <w:color w:val="000000" w:themeColor="text1"/>
        </w:rPr>
        <w:t> </w:t>
      </w:r>
      <w:r w:rsidR="004312FA" w:rsidRPr="004312FA">
        <w:rPr>
          <w:rFonts w:ascii="ATT Aleck Sans" w:hAnsi="ATT Aleck Sans" w:cs="ATT Aleck Sans"/>
          <w:color w:val="000000" w:themeColor="text1"/>
        </w:rPr>
        <w:t xml:space="preserve">For information about what the parking lot is, see the “Before the Workshop Begins” section of the Instructor Guide. </w:t>
      </w:r>
    </w:p>
    <w:p w14:paraId="78C959F8" w14:textId="77777777" w:rsidR="00B10A30" w:rsidRPr="00B10A30" w:rsidRDefault="00B10A30" w:rsidP="00B10A30">
      <w:pPr>
        <w:rPr>
          <w:rFonts w:ascii="ATT Aleck Sans" w:hAnsi="ATT Aleck Sans" w:cs="ATT Aleck Sans"/>
          <w:color w:val="009FDB"/>
        </w:rPr>
      </w:pPr>
    </w:p>
    <w:p w14:paraId="5F8D6931" w14:textId="77777777" w:rsidR="00B9765C" w:rsidRPr="001708FC" w:rsidRDefault="00B9765C" w:rsidP="00B9765C">
      <w:pPr>
        <w:rPr>
          <w:rFonts w:ascii="ATT Aleck Sans" w:hAnsi="ATT Aleck Sans" w:cs="ATT Aleck Sans"/>
          <w:b/>
          <w:bCs/>
          <w:sz w:val="26"/>
          <w:szCs w:val="26"/>
        </w:rPr>
      </w:pPr>
      <w:r>
        <w:rPr>
          <w:rFonts w:ascii="ATT Aleck Sans" w:hAnsi="ATT Aleck Sans" w:cs="ATT Aleck Sans"/>
          <w:b/>
          <w:bCs/>
          <w:sz w:val="26"/>
          <w:szCs w:val="26"/>
        </w:rPr>
        <w:t>Online Scams: Phishing and Social Engineering</w:t>
      </w:r>
    </w:p>
    <w:p w14:paraId="4F095E6F" w14:textId="77777777" w:rsidR="00B9765C" w:rsidRDefault="00B9765C" w:rsidP="00B10A30">
      <w:pPr>
        <w:rPr>
          <w:rFonts w:ascii="ATT Aleck Sans" w:hAnsi="ATT Aleck Sans" w:cs="ATT Aleck Sans"/>
          <w:b/>
          <w:bCs/>
        </w:rPr>
      </w:pPr>
    </w:p>
    <w:p w14:paraId="357895CD" w14:textId="77777777" w:rsidR="00B10A30" w:rsidRPr="00361ABE" w:rsidRDefault="009B3133" w:rsidP="00B10A30">
      <w:pPr>
        <w:rPr>
          <w:rFonts w:ascii="ATT Aleck Sans" w:eastAsiaTheme="minorHAnsi" w:hAnsi="ATT Aleck Sans" w:cs="ATT Aleck Sans"/>
          <w:color w:val="009FDB"/>
        </w:rPr>
      </w:pPr>
      <w:r w:rsidRPr="00361ABE">
        <w:rPr>
          <w:rFonts w:ascii="ATT Aleck Sans" w:hAnsi="ATT Aleck Sans" w:cs="ATT Aleck Sans"/>
          <w:b/>
          <w:bCs/>
        </w:rPr>
        <w:t xml:space="preserve">Slide Number &amp; Title. </w:t>
      </w:r>
      <w:r w:rsidR="000708D3" w:rsidRPr="00361ABE">
        <w:rPr>
          <w:rFonts w:ascii="ATT Aleck Sans" w:hAnsi="ATT Aleck Sans" w:cs="ATT Aleck Sans"/>
        </w:rPr>
        <w:t>Slide 2</w:t>
      </w:r>
      <w:r w:rsidR="00B50333" w:rsidRPr="00361ABE">
        <w:rPr>
          <w:rFonts w:ascii="ATT Aleck Sans" w:hAnsi="ATT Aleck Sans" w:cs="ATT Aleck Sans"/>
        </w:rPr>
        <w:t>2</w:t>
      </w:r>
      <w:r w:rsidR="00A23800" w:rsidRPr="00361ABE">
        <w:rPr>
          <w:rFonts w:ascii="ATT Aleck Sans" w:hAnsi="ATT Aleck Sans" w:cs="ATT Aleck Sans"/>
        </w:rPr>
        <w:t>:</w:t>
      </w:r>
      <w:r w:rsidR="000708D3" w:rsidRPr="00361ABE">
        <w:rPr>
          <w:rFonts w:ascii="ATT Aleck Sans" w:hAnsi="ATT Aleck Sans" w:cs="ATT Aleck Sans"/>
        </w:rPr>
        <w:t xml:space="preserve"> </w:t>
      </w:r>
      <w:r w:rsidR="00361ABE" w:rsidRPr="00361ABE">
        <w:rPr>
          <w:rFonts w:ascii="ATT Aleck Sans" w:hAnsi="ATT Aleck Sans" w:cs="ATT Aleck Sans"/>
        </w:rPr>
        <w:t>Online Scams</w:t>
      </w:r>
      <w:r w:rsidR="00440C44" w:rsidRPr="00361ABE">
        <w:rPr>
          <w:rFonts w:ascii="ATT Aleck Sans" w:hAnsi="ATT Aleck Sans" w:cs="ATT Aleck Sans"/>
        </w:rPr>
        <w:br/>
      </w:r>
    </w:p>
    <w:p w14:paraId="6E17AC44" w14:textId="77777777" w:rsidR="00FC1C9C" w:rsidRPr="00361ABE" w:rsidRDefault="00FC1C9C" w:rsidP="00FC1C9C">
      <w:pPr>
        <w:ind w:firstLine="720"/>
        <w:rPr>
          <w:rFonts w:ascii="ATT Aleck Sans" w:hAnsi="ATT Aleck Sans" w:cs="ATT Aleck Sans"/>
          <w:b/>
          <w:bCs/>
        </w:rPr>
      </w:pPr>
      <w:r w:rsidRPr="00361ABE">
        <w:rPr>
          <w:rFonts w:ascii="ATT Aleck Sans" w:hAnsi="ATT Aleck Sans" w:cs="ATT Aleck Sans"/>
          <w:b/>
          <w:bCs/>
        </w:rPr>
        <w:t>On Slide Text: </w:t>
      </w:r>
      <w:r w:rsidR="008C05FE" w:rsidRPr="00361ABE">
        <w:rPr>
          <w:rFonts w:ascii="ATT Aleck Sans" w:hAnsi="ATT Aleck Sans" w:cs="ATT Aleck Sans"/>
        </w:rPr>
        <w:br/>
      </w:r>
    </w:p>
    <w:p w14:paraId="1D38A1E5" w14:textId="77777777" w:rsidR="00FC1C9C" w:rsidRPr="00361ABE" w:rsidRDefault="00FC1C9C" w:rsidP="00FC1C9C">
      <w:pPr>
        <w:rPr>
          <w:rFonts w:ascii="ATT Aleck Sans" w:hAnsi="ATT Aleck Sans" w:cs="ATT Aleck Sans"/>
          <w:b/>
          <w:bCs/>
        </w:rPr>
      </w:pPr>
      <w:r w:rsidRPr="00361ABE">
        <w:rPr>
          <w:rFonts w:ascii="ATT Aleck Sans" w:hAnsi="ATT Aleck Sans" w:cs="ATT Aleck Sans"/>
          <w:b/>
          <w:bCs/>
        </w:rPr>
        <w:tab/>
        <w:t>Notes Section</w:t>
      </w:r>
    </w:p>
    <w:p w14:paraId="20A784F7" w14:textId="77777777" w:rsidR="00FC1C9C" w:rsidRPr="00361ABE" w:rsidRDefault="00FC1C9C" w:rsidP="00FC1C9C">
      <w:pPr>
        <w:rPr>
          <w:rFonts w:ascii="ATT Aleck Sans" w:hAnsi="ATT Aleck Sans" w:cs="ATT Aleck Sans"/>
          <w:b/>
          <w:bCs/>
        </w:rPr>
      </w:pPr>
    </w:p>
    <w:p w14:paraId="55A4C91A" w14:textId="77777777" w:rsidR="00361ABE" w:rsidRPr="00361ABE" w:rsidRDefault="063992DE" w:rsidP="00361ABE">
      <w:pPr>
        <w:ind w:firstLine="720"/>
        <w:rPr>
          <w:rFonts w:ascii="ATT Aleck Sans" w:hAnsi="ATT Aleck Sans" w:cs="ATT Aleck Sans"/>
        </w:rPr>
      </w:pPr>
      <w:r w:rsidRPr="00361ABE">
        <w:rPr>
          <w:rFonts w:ascii="ATT Aleck Sans" w:hAnsi="ATT Aleck Sans" w:cs="ATT Aleck Sans"/>
          <w:b/>
          <w:bCs/>
        </w:rPr>
        <w:t>Talking Points: </w:t>
      </w:r>
      <w:r w:rsidR="00361ABE" w:rsidRPr="00361ABE">
        <w:rPr>
          <w:rFonts w:ascii="ATT Aleck Sans" w:hAnsi="ATT Aleck Sans" w:cs="ATT Aleck Sans"/>
        </w:rPr>
        <w:t xml:space="preserve">In the last lesson, we learned that creating strong passwords is one step you can take to protect your information online. </w:t>
      </w:r>
    </w:p>
    <w:p w14:paraId="2DC3CE53" w14:textId="77777777" w:rsidR="00361ABE" w:rsidRPr="00361ABE" w:rsidRDefault="00361ABE" w:rsidP="00361ABE">
      <w:pPr>
        <w:rPr>
          <w:rFonts w:ascii="ATT Aleck Sans" w:hAnsi="ATT Aleck Sans" w:cs="ATT Aleck Sans"/>
        </w:rPr>
      </w:pPr>
    </w:p>
    <w:p w14:paraId="19317FCA" w14:textId="3BB969FD" w:rsidR="00361ABE" w:rsidRDefault="00361ABE" w:rsidP="47727720">
      <w:pPr>
        <w:rPr>
          <w:rFonts w:ascii="ATT Aleck Sans" w:hAnsi="ATT Aleck Sans" w:cs="ATT Aleck Sans"/>
          <w:b/>
          <w:bCs/>
        </w:rPr>
      </w:pPr>
      <w:r w:rsidRPr="47727720">
        <w:rPr>
          <w:rFonts w:ascii="ATT Aleck Sans" w:hAnsi="ATT Aleck Sans" w:cs="ATT Aleck Sans"/>
        </w:rPr>
        <w:t xml:space="preserve">There are bad actors out there trying to access your personal information. </w:t>
      </w:r>
      <w:r w:rsidR="72825419" w:rsidRPr="47727720">
        <w:rPr>
          <w:rFonts w:ascii="ATT Aleck Sans" w:hAnsi="ATT Aleck Sans" w:cs="ATT Aleck Sans"/>
        </w:rPr>
        <w:t>Let’s look at some common scams you may encounter.</w:t>
      </w:r>
    </w:p>
    <w:p w14:paraId="64C5FC8A" w14:textId="77777777" w:rsidR="00B9765C" w:rsidRPr="00361ABE" w:rsidRDefault="00B9765C" w:rsidP="00361ABE">
      <w:pPr>
        <w:rPr>
          <w:rFonts w:ascii="ATT Aleck Sans" w:hAnsi="ATT Aleck Sans" w:cs="ATT Aleck Sans"/>
        </w:rPr>
      </w:pPr>
    </w:p>
    <w:p w14:paraId="1A761433" w14:textId="77777777" w:rsidR="00FC1C9C" w:rsidRPr="00361ABE" w:rsidRDefault="00FC1C9C" w:rsidP="00FC1C9C">
      <w:pPr>
        <w:ind w:firstLine="720"/>
        <w:rPr>
          <w:rFonts w:ascii="ATT Aleck Sans" w:hAnsi="ATT Aleck Sans" w:cs="ATT Aleck Sans"/>
        </w:rPr>
      </w:pPr>
      <w:r w:rsidRPr="00361ABE">
        <w:rPr>
          <w:rFonts w:ascii="ATT Aleck Sans" w:hAnsi="ATT Aleck Sans" w:cs="ATT Aleck Sans"/>
          <w:b/>
          <w:bCs/>
        </w:rPr>
        <w:t>Instructor Note: </w:t>
      </w:r>
      <w:r w:rsidRPr="00361ABE">
        <w:rPr>
          <w:rFonts w:ascii="ATT Aleck Sans" w:hAnsi="ATT Aleck Sans" w:cs="ATT Aleck Sans"/>
        </w:rPr>
        <w:t>none</w:t>
      </w:r>
    </w:p>
    <w:p w14:paraId="3EF1A8BE" w14:textId="77777777" w:rsidR="00FC1C9C" w:rsidRPr="00361ABE" w:rsidRDefault="00FC1C9C" w:rsidP="00FC1C9C">
      <w:pPr>
        <w:rPr>
          <w:rFonts w:ascii="ATT Aleck Sans" w:hAnsi="ATT Aleck Sans" w:cs="ATT Aleck Sans"/>
          <w:b/>
          <w:bCs/>
        </w:rPr>
      </w:pPr>
      <w:r w:rsidRPr="00361ABE">
        <w:rPr>
          <w:rFonts w:ascii="ATT Aleck Sans" w:hAnsi="ATT Aleck Sans" w:cs="ATT Aleck Sans"/>
          <w:b/>
          <w:bCs/>
        </w:rPr>
        <w:t> </w:t>
      </w:r>
    </w:p>
    <w:p w14:paraId="57E34E0C" w14:textId="77777777" w:rsidR="00FC1C9C" w:rsidRPr="00F414B1" w:rsidRDefault="00FC1C9C" w:rsidP="00FC1C9C">
      <w:pPr>
        <w:ind w:firstLine="720"/>
        <w:rPr>
          <w:rFonts w:ascii="ATT Aleck Sans" w:hAnsi="ATT Aleck Sans" w:cs="ATT Aleck Sans"/>
        </w:rPr>
      </w:pPr>
      <w:r w:rsidRPr="00361ABE">
        <w:rPr>
          <w:rFonts w:ascii="ATT Aleck Sans" w:hAnsi="ATT Aleck Sans" w:cs="ATT Aleck Sans"/>
          <w:b/>
          <w:bCs/>
        </w:rPr>
        <w:t>Additional Details: </w:t>
      </w:r>
      <w:r w:rsidRPr="00361ABE">
        <w:rPr>
          <w:rFonts w:ascii="ATT Aleck Sans" w:hAnsi="ATT Aleck Sans" w:cs="ATT Aleck Sans"/>
        </w:rPr>
        <w:t>none</w:t>
      </w:r>
    </w:p>
    <w:p w14:paraId="46361812" w14:textId="77777777" w:rsidR="009B3133" w:rsidRPr="00B10A30" w:rsidRDefault="009B3133" w:rsidP="00B10A30">
      <w:pPr>
        <w:rPr>
          <w:rFonts w:ascii="ATT Aleck Sans" w:eastAsiaTheme="minorHAnsi" w:hAnsi="ATT Aleck Sans" w:cs="ATT Aleck Sans"/>
          <w:b/>
          <w:bCs/>
        </w:rPr>
      </w:pPr>
    </w:p>
    <w:p w14:paraId="24465218" w14:textId="77777777" w:rsidR="00FC1C9C" w:rsidRDefault="001708FC" w:rsidP="00B10A30">
      <w:pPr>
        <w:rPr>
          <w:rFonts w:ascii="ATT Aleck Sans" w:hAnsi="ATT Aleck Sans" w:cs="ATT Aleck Sans"/>
        </w:rPr>
      </w:pPr>
      <w:r w:rsidRPr="009B3133">
        <w:rPr>
          <w:rFonts w:ascii="ATT Aleck Sans" w:hAnsi="ATT Aleck Sans" w:cs="ATT Aleck Sans"/>
          <w:b/>
          <w:bCs/>
        </w:rPr>
        <w:t xml:space="preserve">Slide Number &amp; Title. </w:t>
      </w:r>
      <w:r w:rsidR="00B50333" w:rsidRPr="00FC1C9C">
        <w:rPr>
          <w:rFonts w:ascii="ATT Aleck Sans" w:hAnsi="ATT Aleck Sans" w:cs="ATT Aleck Sans"/>
        </w:rPr>
        <w:t>Slide 23</w:t>
      </w:r>
      <w:r w:rsidR="00A23800" w:rsidRPr="00FC1C9C">
        <w:rPr>
          <w:rFonts w:ascii="ATT Aleck Sans" w:hAnsi="ATT Aleck Sans" w:cs="ATT Aleck Sans"/>
        </w:rPr>
        <w:t>:</w:t>
      </w:r>
      <w:r w:rsidR="00B50333" w:rsidRPr="00B10A30">
        <w:rPr>
          <w:rFonts w:ascii="ATT Aleck Sans" w:hAnsi="ATT Aleck Sans" w:cs="ATT Aleck Sans"/>
          <w:b/>
          <w:bCs/>
        </w:rPr>
        <w:t xml:space="preserve"> </w:t>
      </w:r>
      <w:r w:rsidR="00B9765C">
        <w:rPr>
          <w:rFonts w:ascii="ATT Aleck Sans" w:hAnsi="ATT Aleck Sans" w:cs="ATT Aleck Sans"/>
        </w:rPr>
        <w:t>Online Scams</w:t>
      </w:r>
      <w:r w:rsidR="00B9765C">
        <w:rPr>
          <w:rFonts w:ascii="ATT Aleck Sans" w:hAnsi="ATT Aleck Sans" w:cs="ATT Aleck Sans"/>
        </w:rPr>
        <w:br/>
      </w:r>
    </w:p>
    <w:p w14:paraId="38C8173F" w14:textId="77777777" w:rsidR="00FC1C9C" w:rsidRPr="008C05FE" w:rsidRDefault="00FC1C9C" w:rsidP="00B9765C">
      <w:pPr>
        <w:ind w:firstLine="720"/>
        <w:rPr>
          <w:rFonts w:ascii="ATT Aleck Sans" w:hAnsi="ATT Aleck Sans" w:cs="ATT Aleck Sans"/>
          <w:b/>
          <w:bCs/>
        </w:rPr>
      </w:pPr>
      <w:r w:rsidRPr="009B3133">
        <w:rPr>
          <w:rFonts w:ascii="ATT Aleck Sans" w:hAnsi="ATT Aleck Sans" w:cs="ATT Aleck Sans"/>
          <w:b/>
          <w:bCs/>
        </w:rPr>
        <w:t>On Slide Text: </w:t>
      </w:r>
      <w:r w:rsidR="00B9765C">
        <w:rPr>
          <w:rFonts w:ascii="ATT Aleck Sans" w:hAnsi="ATT Aleck Sans" w:cs="ATT Aleck Sans"/>
        </w:rPr>
        <w:t>Phishing, Social Engineering</w:t>
      </w:r>
      <w:r w:rsidR="00B9765C">
        <w:rPr>
          <w:rFonts w:ascii="ATT Aleck Sans" w:hAnsi="ATT Aleck Sans" w:cs="ATT Aleck Sans"/>
        </w:rPr>
        <w:br/>
      </w:r>
    </w:p>
    <w:p w14:paraId="6F308C06" w14:textId="77777777" w:rsidR="00FC1C9C" w:rsidRPr="009B3133" w:rsidRDefault="00FC1C9C" w:rsidP="00FC1C9C">
      <w:pPr>
        <w:rPr>
          <w:rFonts w:ascii="ATT Aleck Sans" w:hAnsi="ATT Aleck Sans" w:cs="ATT Aleck Sans"/>
          <w:b/>
          <w:bCs/>
        </w:rPr>
      </w:pPr>
      <w:r w:rsidRPr="009B3133">
        <w:rPr>
          <w:rFonts w:ascii="ATT Aleck Sans" w:hAnsi="ATT Aleck Sans" w:cs="ATT Aleck Sans"/>
          <w:b/>
          <w:bCs/>
        </w:rPr>
        <w:tab/>
        <w:t>Notes Section</w:t>
      </w:r>
    </w:p>
    <w:p w14:paraId="3478AE9A" w14:textId="77777777" w:rsidR="00FC1C9C" w:rsidRPr="009B3133" w:rsidRDefault="00FC1C9C" w:rsidP="00FC1C9C">
      <w:pPr>
        <w:rPr>
          <w:rFonts w:ascii="ATT Aleck Sans" w:hAnsi="ATT Aleck Sans" w:cs="ATT Aleck Sans"/>
          <w:b/>
          <w:bCs/>
        </w:rPr>
      </w:pPr>
    </w:p>
    <w:p w14:paraId="14CF1D7E" w14:textId="77777777" w:rsidR="00B9765C" w:rsidRPr="00B9765C" w:rsidRDefault="00FC1C9C" w:rsidP="00B9765C">
      <w:pPr>
        <w:ind w:firstLine="720"/>
        <w:rPr>
          <w:rFonts w:ascii="ATT Aleck Sans" w:hAnsi="ATT Aleck Sans" w:cs="ATT Aleck Sans"/>
        </w:rPr>
      </w:pPr>
      <w:r w:rsidRPr="009B3133">
        <w:rPr>
          <w:rFonts w:ascii="ATT Aleck Sans" w:hAnsi="ATT Aleck Sans" w:cs="ATT Aleck Sans"/>
          <w:b/>
          <w:bCs/>
        </w:rPr>
        <w:lastRenderedPageBreak/>
        <w:t>Talking Points: </w:t>
      </w:r>
      <w:r w:rsidR="00B9765C" w:rsidRPr="00B9765C">
        <w:rPr>
          <w:rFonts w:ascii="ATT Aleck Sans" w:hAnsi="ATT Aleck Sans" w:cs="ATT Aleck Sans"/>
        </w:rPr>
        <w:t xml:space="preserve">Online scams can take many forms. The most common types include phishing and social engineering. </w:t>
      </w:r>
      <w:r w:rsidR="00B9765C">
        <w:rPr>
          <w:rFonts w:ascii="ATT Aleck Sans" w:hAnsi="ATT Aleck Sans" w:cs="ATT Aleck Sans"/>
        </w:rPr>
        <w:br/>
      </w:r>
    </w:p>
    <w:p w14:paraId="68AB328D" w14:textId="77777777" w:rsidR="00B9765C" w:rsidRPr="00B9765C" w:rsidRDefault="00B9765C" w:rsidP="00B9765C">
      <w:pPr>
        <w:ind w:firstLine="720"/>
        <w:rPr>
          <w:rFonts w:ascii="ATT Aleck Sans" w:hAnsi="ATT Aleck Sans" w:cs="ATT Aleck Sans"/>
        </w:rPr>
      </w:pPr>
      <w:r w:rsidRPr="00B9765C">
        <w:rPr>
          <w:rFonts w:ascii="ATT Aleck Sans" w:hAnsi="ATT Aleck Sans" w:cs="ATT Aleck Sans"/>
        </w:rPr>
        <w:t xml:space="preserve">You may encounter these scams on a website, in an email, text message, or phone call, in an online game, or even in a pop-up window on your computer.  </w:t>
      </w:r>
    </w:p>
    <w:p w14:paraId="0ABF4BE1" w14:textId="77777777" w:rsidR="00FC1C9C" w:rsidRPr="009B3133" w:rsidRDefault="00FC1C9C" w:rsidP="00B9765C">
      <w:pPr>
        <w:rPr>
          <w:rFonts w:ascii="ATT Aleck Sans" w:hAnsi="ATT Aleck Sans" w:cs="ATT Aleck Sans"/>
          <w:b/>
          <w:bCs/>
        </w:rPr>
      </w:pPr>
    </w:p>
    <w:p w14:paraId="67CEA57E" w14:textId="77777777" w:rsidR="00FC1C9C" w:rsidRPr="008C05FE" w:rsidRDefault="00FC1C9C" w:rsidP="008C05FE">
      <w:pPr>
        <w:ind w:firstLine="720"/>
        <w:rPr>
          <w:rFonts w:ascii="ATT Aleck Sans" w:hAnsi="ATT Aleck Sans" w:cs="ATT Aleck Sans"/>
        </w:rPr>
      </w:pPr>
      <w:r w:rsidRPr="009B3133">
        <w:rPr>
          <w:rFonts w:ascii="ATT Aleck Sans" w:hAnsi="ATT Aleck Sans" w:cs="ATT Aleck Sans"/>
          <w:b/>
          <w:bCs/>
        </w:rPr>
        <w:t>Instructor Note: </w:t>
      </w:r>
      <w:r w:rsidR="008C05FE" w:rsidRPr="008C05FE">
        <w:rPr>
          <w:rFonts w:ascii="ATT Aleck Sans" w:hAnsi="ATT Aleck Sans" w:cs="ATT Aleck Sans"/>
          <w:i/>
          <w:iCs/>
        </w:rPr>
        <w:t xml:space="preserve"> </w:t>
      </w:r>
    </w:p>
    <w:p w14:paraId="7DAFB9CC" w14:textId="77777777" w:rsidR="00FC1C9C" w:rsidRPr="009B3133" w:rsidRDefault="00FC1C9C" w:rsidP="00FC1C9C">
      <w:pPr>
        <w:rPr>
          <w:rFonts w:ascii="ATT Aleck Sans" w:hAnsi="ATT Aleck Sans" w:cs="ATT Aleck Sans"/>
          <w:b/>
          <w:bCs/>
        </w:rPr>
      </w:pPr>
      <w:r w:rsidRPr="009B3133">
        <w:rPr>
          <w:rFonts w:ascii="ATT Aleck Sans" w:hAnsi="ATT Aleck Sans" w:cs="ATT Aleck Sans"/>
          <w:b/>
          <w:bCs/>
        </w:rPr>
        <w:t> </w:t>
      </w:r>
    </w:p>
    <w:p w14:paraId="5977BDF2" w14:textId="77777777" w:rsidR="00FC1C9C" w:rsidRPr="000C65E0" w:rsidRDefault="00FC1C9C" w:rsidP="000C65E0">
      <w:pPr>
        <w:ind w:firstLine="720"/>
        <w:rPr>
          <w:rFonts w:ascii="ATT Aleck Sans" w:hAnsi="ATT Aleck Sans" w:cs="ATT Aleck Sans"/>
          <w:b/>
          <w:bCs/>
        </w:rPr>
      </w:pPr>
      <w:r w:rsidRPr="009B3133">
        <w:rPr>
          <w:rFonts w:ascii="ATT Aleck Sans" w:hAnsi="ATT Aleck Sans" w:cs="ATT Aleck Sans"/>
          <w:b/>
          <w:bCs/>
        </w:rPr>
        <w:t>Additional Details: </w:t>
      </w:r>
    </w:p>
    <w:p w14:paraId="61BEC9E6" w14:textId="77777777" w:rsidR="001708FC" w:rsidRDefault="00B10A30" w:rsidP="00B10A30">
      <w:pPr>
        <w:rPr>
          <w:rFonts w:ascii="ATT Aleck Sans" w:hAnsi="ATT Aleck Sans" w:cs="ATT Aleck Sans"/>
          <w:b/>
          <w:bCs/>
        </w:rPr>
      </w:pPr>
      <w:r w:rsidRPr="00B10A30">
        <w:rPr>
          <w:rFonts w:ascii="ATT Aleck Sans" w:hAnsi="ATT Aleck Sans" w:cs="ATT Aleck Sans"/>
        </w:rPr>
        <w:t xml:space="preserve"> </w:t>
      </w:r>
    </w:p>
    <w:p w14:paraId="6F54665A" w14:textId="77777777" w:rsidR="009B3133" w:rsidRPr="00FC1C9C" w:rsidRDefault="001708FC" w:rsidP="00B10A30">
      <w:pPr>
        <w:rPr>
          <w:rFonts w:ascii="ATT Aleck Sans" w:hAnsi="ATT Aleck Sans" w:cs="ATT Aleck Sans"/>
          <w:color w:val="009FDB"/>
        </w:rPr>
      </w:pPr>
      <w:r w:rsidRPr="009B3133">
        <w:rPr>
          <w:rFonts w:ascii="ATT Aleck Sans" w:hAnsi="ATT Aleck Sans" w:cs="ATT Aleck Sans"/>
          <w:b/>
          <w:bCs/>
        </w:rPr>
        <w:t xml:space="preserve">Slide Number &amp; Title. </w:t>
      </w:r>
      <w:r w:rsidR="00682AC6" w:rsidRPr="00FC1C9C">
        <w:rPr>
          <w:rFonts w:ascii="ATT Aleck Sans" w:hAnsi="ATT Aleck Sans" w:cs="ATT Aleck Sans"/>
        </w:rPr>
        <w:t>Slide 24:</w:t>
      </w:r>
      <w:r w:rsidR="00682AC6" w:rsidRPr="00B10A30">
        <w:rPr>
          <w:rFonts w:ascii="ATT Aleck Sans" w:hAnsi="ATT Aleck Sans" w:cs="ATT Aleck Sans"/>
          <w:b/>
          <w:bCs/>
        </w:rPr>
        <w:t xml:space="preserve"> </w:t>
      </w:r>
      <w:r w:rsidR="00B9765C">
        <w:rPr>
          <w:rFonts w:ascii="ATT Aleck Sans" w:hAnsi="ATT Aleck Sans" w:cs="ATT Aleck Sans"/>
        </w:rPr>
        <w:t>Phishing</w:t>
      </w:r>
    </w:p>
    <w:p w14:paraId="13E776D2" w14:textId="77777777" w:rsidR="009B3133" w:rsidRDefault="009B3133" w:rsidP="00B10A30">
      <w:pPr>
        <w:rPr>
          <w:rFonts w:ascii="ATT Aleck Sans" w:hAnsi="ATT Aleck Sans" w:cs="ATT Aleck Sans"/>
          <w:b/>
          <w:bCs/>
        </w:rPr>
      </w:pPr>
    </w:p>
    <w:p w14:paraId="31C60DF6" w14:textId="77777777" w:rsidR="009B3133" w:rsidRPr="009B3133" w:rsidRDefault="009B3133" w:rsidP="009B3133">
      <w:pPr>
        <w:ind w:firstLine="720"/>
        <w:rPr>
          <w:rFonts w:ascii="ATT Aleck Sans" w:hAnsi="ATT Aleck Sans" w:cs="ATT Aleck Sans"/>
          <w:b/>
          <w:bCs/>
        </w:rPr>
      </w:pPr>
      <w:r w:rsidRPr="009B3133">
        <w:rPr>
          <w:rFonts w:ascii="ATT Aleck Sans" w:hAnsi="ATT Aleck Sans" w:cs="ATT Aleck Sans"/>
          <w:b/>
          <w:bCs/>
        </w:rPr>
        <w:t>On Slide Text: </w:t>
      </w:r>
      <w:r w:rsidR="008C05FE" w:rsidRPr="00FC1C9C">
        <w:rPr>
          <w:rFonts w:ascii="ATT Aleck Sans" w:hAnsi="ATT Aleck Sans" w:cs="ATT Aleck Sans"/>
        </w:rPr>
        <w:t xml:space="preserve"> </w:t>
      </w:r>
      <w:r w:rsidR="00B9765C">
        <w:rPr>
          <w:rFonts w:ascii="ATT Aleck Sans" w:hAnsi="ATT Aleck Sans" w:cs="ATT Aleck Sans"/>
        </w:rPr>
        <w:t xml:space="preserve">Emails, Text messages, </w:t>
      </w:r>
      <w:proofErr w:type="gramStart"/>
      <w:r w:rsidR="00B9765C">
        <w:rPr>
          <w:rFonts w:ascii="ATT Aleck Sans" w:hAnsi="ATT Aleck Sans" w:cs="ATT Aleck Sans"/>
        </w:rPr>
        <w:t>Social</w:t>
      </w:r>
      <w:proofErr w:type="gramEnd"/>
      <w:r w:rsidR="00B9765C">
        <w:rPr>
          <w:rFonts w:ascii="ATT Aleck Sans" w:hAnsi="ATT Aleck Sans" w:cs="ATT Aleck Sans"/>
        </w:rPr>
        <w:t xml:space="preserve"> media profiles, Websites, Phone Calls</w:t>
      </w:r>
      <w:r w:rsidR="00FC1C9C" w:rsidRPr="00FC1C9C">
        <w:rPr>
          <w:rFonts w:ascii="ATT Aleck Sans" w:hAnsi="ATT Aleck Sans" w:cs="ATT Aleck Sans"/>
        </w:rPr>
        <w:br/>
      </w:r>
    </w:p>
    <w:p w14:paraId="16126EA3" w14:textId="77777777" w:rsidR="009B3133" w:rsidRPr="009B3133" w:rsidRDefault="009B3133" w:rsidP="009B3133">
      <w:pPr>
        <w:rPr>
          <w:rFonts w:ascii="ATT Aleck Sans" w:hAnsi="ATT Aleck Sans" w:cs="ATT Aleck Sans"/>
          <w:b/>
          <w:bCs/>
        </w:rPr>
      </w:pPr>
      <w:r w:rsidRPr="009B3133">
        <w:rPr>
          <w:rFonts w:ascii="ATT Aleck Sans" w:hAnsi="ATT Aleck Sans" w:cs="ATT Aleck Sans"/>
          <w:b/>
          <w:bCs/>
        </w:rPr>
        <w:tab/>
        <w:t>Notes Section</w:t>
      </w:r>
    </w:p>
    <w:p w14:paraId="5C2B15A4" w14:textId="77777777" w:rsidR="009B3133" w:rsidRPr="009B3133" w:rsidRDefault="009B3133" w:rsidP="009B3133">
      <w:pPr>
        <w:rPr>
          <w:rFonts w:ascii="ATT Aleck Sans" w:hAnsi="ATT Aleck Sans" w:cs="ATT Aleck Sans"/>
          <w:b/>
          <w:bCs/>
        </w:rPr>
      </w:pPr>
    </w:p>
    <w:p w14:paraId="7BEA17C8" w14:textId="77777777" w:rsidR="00344E05" w:rsidRPr="00344E05" w:rsidRDefault="009B3133" w:rsidP="00344E05">
      <w:pPr>
        <w:ind w:firstLine="720"/>
        <w:rPr>
          <w:rFonts w:ascii="ATT Aleck Sans" w:hAnsi="ATT Aleck Sans" w:cs="ATT Aleck Sans"/>
        </w:rPr>
      </w:pPr>
      <w:r w:rsidRPr="009B3133">
        <w:rPr>
          <w:rFonts w:ascii="ATT Aleck Sans" w:hAnsi="ATT Aleck Sans" w:cs="ATT Aleck Sans"/>
          <w:b/>
          <w:bCs/>
        </w:rPr>
        <w:t>Talking Points: </w:t>
      </w:r>
      <w:r w:rsidR="00344E05" w:rsidRPr="00344E05">
        <w:rPr>
          <w:rFonts w:ascii="ATT Aleck Sans" w:hAnsi="ATT Aleck Sans" w:cs="ATT Aleck Sans"/>
        </w:rPr>
        <w:t xml:space="preserve">Phishing occurs when fraudsters or scammers use fake emails, text messages, social media profiles, websites, or phone calls to fish for sensitive information like passwords, Social Security Numbers, credit card and bank account details, or personal data. The scammers can use this information to gain access to your money or steal your identity. </w:t>
      </w:r>
    </w:p>
    <w:p w14:paraId="5E9F4060" w14:textId="77777777" w:rsidR="009B3133" w:rsidRPr="009B3133" w:rsidRDefault="009B3133" w:rsidP="00344E05">
      <w:pPr>
        <w:ind w:firstLine="720"/>
        <w:rPr>
          <w:rFonts w:ascii="ATT Aleck Sans" w:hAnsi="ATT Aleck Sans" w:cs="ATT Aleck Sans"/>
          <w:b/>
          <w:bCs/>
        </w:rPr>
      </w:pPr>
    </w:p>
    <w:p w14:paraId="1E75924C" w14:textId="77777777" w:rsidR="009B3133" w:rsidRPr="00AC6B5E" w:rsidRDefault="009B3133" w:rsidP="009B3133">
      <w:pPr>
        <w:ind w:firstLine="720"/>
        <w:rPr>
          <w:rFonts w:ascii="ATT Aleck Sans" w:hAnsi="ATT Aleck Sans" w:cs="ATT Aleck Sans"/>
        </w:rPr>
      </w:pPr>
      <w:r w:rsidRPr="009B3133">
        <w:rPr>
          <w:rFonts w:ascii="ATT Aleck Sans" w:hAnsi="ATT Aleck Sans" w:cs="ATT Aleck Sans"/>
          <w:b/>
          <w:bCs/>
        </w:rPr>
        <w:t>Instructor Note: </w:t>
      </w:r>
      <w:r w:rsidRPr="00AC6B5E">
        <w:rPr>
          <w:rFonts w:ascii="ATT Aleck Sans" w:hAnsi="ATT Aleck Sans" w:cs="ATT Aleck Sans"/>
        </w:rPr>
        <w:t>none</w:t>
      </w:r>
    </w:p>
    <w:p w14:paraId="1F7A24E9" w14:textId="77777777" w:rsidR="009B3133" w:rsidRPr="009B3133" w:rsidRDefault="009B3133" w:rsidP="009B3133">
      <w:pPr>
        <w:rPr>
          <w:rFonts w:ascii="ATT Aleck Sans" w:hAnsi="ATT Aleck Sans" w:cs="ATT Aleck Sans"/>
          <w:b/>
          <w:bCs/>
        </w:rPr>
      </w:pPr>
      <w:r w:rsidRPr="009B3133">
        <w:rPr>
          <w:rFonts w:ascii="ATT Aleck Sans" w:hAnsi="ATT Aleck Sans" w:cs="ATT Aleck Sans"/>
          <w:b/>
          <w:bCs/>
        </w:rPr>
        <w:t> </w:t>
      </w:r>
    </w:p>
    <w:p w14:paraId="2BE6B412" w14:textId="77777777" w:rsidR="009B3133" w:rsidRPr="00AC6B5E" w:rsidRDefault="009B3133" w:rsidP="00FC1C9C">
      <w:pPr>
        <w:ind w:firstLine="720"/>
        <w:rPr>
          <w:rFonts w:ascii="ATT Aleck Sans" w:hAnsi="ATT Aleck Sans" w:cs="ATT Aleck Sans"/>
        </w:rPr>
      </w:pPr>
      <w:r w:rsidRPr="009B3133">
        <w:rPr>
          <w:rFonts w:ascii="ATT Aleck Sans" w:hAnsi="ATT Aleck Sans" w:cs="ATT Aleck Sans"/>
          <w:b/>
          <w:bCs/>
        </w:rPr>
        <w:t>Additional Details: </w:t>
      </w:r>
      <w:r w:rsidRPr="00AC6B5E">
        <w:rPr>
          <w:rFonts w:ascii="ATT Aleck Sans" w:hAnsi="ATT Aleck Sans" w:cs="ATT Aleck Sans"/>
        </w:rPr>
        <w:t>none</w:t>
      </w:r>
    </w:p>
    <w:p w14:paraId="4C96DD92" w14:textId="77777777" w:rsidR="007E28B6" w:rsidRPr="00B10A30" w:rsidRDefault="007E28B6" w:rsidP="00B10A30">
      <w:pPr>
        <w:rPr>
          <w:rFonts w:ascii="ATT Aleck Sans" w:hAnsi="ATT Aleck Sans" w:cs="ATT Aleck Sans"/>
        </w:rPr>
      </w:pPr>
    </w:p>
    <w:p w14:paraId="52BF0B5F" w14:textId="77777777" w:rsidR="00FC1C9C" w:rsidRDefault="001708FC" w:rsidP="00B10A30">
      <w:pPr>
        <w:rPr>
          <w:rFonts w:ascii="ATT Aleck Sans" w:hAnsi="ATT Aleck Sans" w:cs="ATT Aleck Sans"/>
        </w:rPr>
      </w:pPr>
      <w:r w:rsidRPr="009B3133">
        <w:rPr>
          <w:rFonts w:ascii="ATT Aleck Sans" w:hAnsi="ATT Aleck Sans" w:cs="ATT Aleck Sans"/>
          <w:b/>
          <w:bCs/>
        </w:rPr>
        <w:t xml:space="preserve">Slide Number &amp; Title. </w:t>
      </w:r>
      <w:r w:rsidR="001A518D" w:rsidRPr="00FC1C9C">
        <w:rPr>
          <w:rFonts w:ascii="ATT Aleck Sans" w:hAnsi="ATT Aleck Sans" w:cs="ATT Aleck Sans"/>
        </w:rPr>
        <w:t>Slide 2</w:t>
      </w:r>
      <w:r w:rsidR="007E28B6" w:rsidRPr="00FC1C9C">
        <w:rPr>
          <w:rFonts w:ascii="ATT Aleck Sans" w:hAnsi="ATT Aleck Sans" w:cs="ATT Aleck Sans"/>
        </w:rPr>
        <w:t>5</w:t>
      </w:r>
      <w:r w:rsidR="00A23800" w:rsidRPr="00FC1C9C">
        <w:rPr>
          <w:rFonts w:ascii="ATT Aleck Sans" w:hAnsi="ATT Aleck Sans" w:cs="ATT Aleck Sans"/>
        </w:rPr>
        <w:t>:</w:t>
      </w:r>
      <w:r w:rsidR="001A518D" w:rsidRPr="00FC1C9C">
        <w:rPr>
          <w:rFonts w:ascii="ATT Aleck Sans" w:hAnsi="ATT Aleck Sans" w:cs="ATT Aleck Sans"/>
        </w:rPr>
        <w:t xml:space="preserve"> </w:t>
      </w:r>
      <w:r w:rsidR="00B9765C">
        <w:rPr>
          <w:rFonts w:ascii="ATT Aleck Sans" w:hAnsi="ATT Aleck Sans" w:cs="ATT Aleck Sans"/>
        </w:rPr>
        <w:t>Phishing Scams</w:t>
      </w:r>
      <w:r w:rsidR="008C05FE">
        <w:rPr>
          <w:rFonts w:ascii="ATT Aleck Sans" w:hAnsi="ATT Aleck Sans" w:cs="ATT Aleck Sans"/>
        </w:rPr>
        <w:br/>
      </w:r>
    </w:p>
    <w:p w14:paraId="0624137B" w14:textId="77777777" w:rsidR="00B9765C" w:rsidRDefault="00FC1C9C" w:rsidP="00FC1C9C">
      <w:pPr>
        <w:ind w:firstLine="720"/>
        <w:rPr>
          <w:rFonts w:ascii="ATT Aleck Sans" w:hAnsi="ATT Aleck Sans" w:cs="ATT Aleck Sans"/>
        </w:rPr>
      </w:pPr>
      <w:r w:rsidRPr="00FC1C9C">
        <w:rPr>
          <w:rFonts w:ascii="ATT Aleck Sans" w:hAnsi="ATT Aleck Sans" w:cs="ATT Aleck Sans"/>
          <w:b/>
          <w:bCs/>
        </w:rPr>
        <w:t>On Slide Text:</w:t>
      </w:r>
      <w:r w:rsidRPr="00FC1C9C">
        <w:rPr>
          <w:rFonts w:ascii="ATT Aleck Sans" w:hAnsi="ATT Aleck Sans" w:cs="ATT Aleck Sans"/>
        </w:rPr>
        <w:t> </w:t>
      </w:r>
    </w:p>
    <w:p w14:paraId="310C129A" w14:textId="77777777" w:rsidR="00B9765C" w:rsidRDefault="00B9765C" w:rsidP="00B9765C">
      <w:pPr>
        <w:pStyle w:val="ListParagraph"/>
        <w:numPr>
          <w:ilvl w:val="0"/>
          <w:numId w:val="65"/>
        </w:numPr>
        <w:rPr>
          <w:rFonts w:ascii="ATT Aleck Sans" w:hAnsi="ATT Aleck Sans" w:cs="ATT Aleck Sans"/>
        </w:rPr>
      </w:pPr>
      <w:r>
        <w:rPr>
          <w:rFonts w:ascii="ATT Aleck Sans" w:hAnsi="ATT Aleck Sans" w:cs="ATT Aleck Sans"/>
        </w:rPr>
        <w:t>Try to win your trust</w:t>
      </w:r>
    </w:p>
    <w:p w14:paraId="37326B46" w14:textId="77777777" w:rsidR="00B9765C" w:rsidRDefault="00B9765C" w:rsidP="00B9765C">
      <w:pPr>
        <w:pStyle w:val="ListParagraph"/>
        <w:numPr>
          <w:ilvl w:val="0"/>
          <w:numId w:val="65"/>
        </w:numPr>
        <w:rPr>
          <w:rFonts w:ascii="ATT Aleck Sans" w:hAnsi="ATT Aleck Sans" w:cs="ATT Aleck Sans"/>
        </w:rPr>
      </w:pPr>
      <w:r>
        <w:rPr>
          <w:rFonts w:ascii="ATT Aleck Sans" w:hAnsi="ATT Aleck Sans" w:cs="ATT Aleck Sans"/>
        </w:rPr>
        <w:t>Claim to be from a real person or organization</w:t>
      </w:r>
    </w:p>
    <w:p w14:paraId="244A214A" w14:textId="77777777" w:rsidR="00B9765C" w:rsidRDefault="00B9765C" w:rsidP="00B9765C">
      <w:pPr>
        <w:pStyle w:val="ListParagraph"/>
        <w:numPr>
          <w:ilvl w:val="0"/>
          <w:numId w:val="65"/>
        </w:numPr>
        <w:rPr>
          <w:rFonts w:ascii="ATT Aleck Sans" w:hAnsi="ATT Aleck Sans" w:cs="ATT Aleck Sans"/>
        </w:rPr>
      </w:pPr>
      <w:r>
        <w:rPr>
          <w:rFonts w:ascii="ATT Aleck Sans" w:hAnsi="ATT Aleck Sans" w:cs="ATT Aleck Sans"/>
        </w:rPr>
        <w:t>Ask for your personal and/or financial information</w:t>
      </w:r>
    </w:p>
    <w:p w14:paraId="4AEBEAF3" w14:textId="77777777" w:rsidR="00FC1C9C" w:rsidRPr="00B9765C" w:rsidRDefault="00B9765C" w:rsidP="00B9765C">
      <w:pPr>
        <w:pStyle w:val="ListParagraph"/>
        <w:numPr>
          <w:ilvl w:val="0"/>
          <w:numId w:val="65"/>
        </w:numPr>
        <w:rPr>
          <w:rFonts w:ascii="ATT Aleck Sans" w:hAnsi="ATT Aleck Sans" w:cs="ATT Aleck Sans"/>
        </w:rPr>
      </w:pPr>
      <w:r>
        <w:rPr>
          <w:rFonts w:ascii="ATT Aleck Sans" w:hAnsi="ATT Aleck Sans" w:cs="ATT Aleck Sans"/>
        </w:rPr>
        <w:t>Steal your money or identify</w:t>
      </w:r>
      <w:r w:rsidR="008C05FE" w:rsidRPr="00B9765C">
        <w:rPr>
          <w:rFonts w:ascii="ATT Aleck Sans" w:hAnsi="ATT Aleck Sans" w:cs="ATT Aleck Sans"/>
        </w:rPr>
        <w:br/>
      </w:r>
    </w:p>
    <w:p w14:paraId="57A148AA" w14:textId="77777777" w:rsidR="00FC1C9C" w:rsidRPr="00FC1C9C" w:rsidRDefault="00FC1C9C" w:rsidP="00FC1C9C">
      <w:pPr>
        <w:rPr>
          <w:rFonts w:ascii="ATT Aleck Sans" w:hAnsi="ATT Aleck Sans" w:cs="ATT Aleck Sans"/>
        </w:rPr>
      </w:pPr>
      <w:r w:rsidRPr="00FC1C9C">
        <w:rPr>
          <w:rFonts w:ascii="ATT Aleck Sans" w:hAnsi="ATT Aleck Sans" w:cs="ATT Aleck Sans"/>
        </w:rPr>
        <w:tab/>
      </w:r>
      <w:r w:rsidRPr="00FC1C9C">
        <w:rPr>
          <w:rFonts w:ascii="ATT Aleck Sans" w:hAnsi="ATT Aleck Sans" w:cs="ATT Aleck Sans"/>
          <w:b/>
          <w:bCs/>
        </w:rPr>
        <w:t>Notes Section</w:t>
      </w:r>
    </w:p>
    <w:p w14:paraId="616D7A2C" w14:textId="77777777" w:rsidR="00FC1C9C" w:rsidRPr="00FC1C9C" w:rsidRDefault="00FC1C9C" w:rsidP="00FC1C9C">
      <w:pPr>
        <w:rPr>
          <w:rFonts w:ascii="ATT Aleck Sans" w:hAnsi="ATT Aleck Sans" w:cs="ATT Aleck Sans"/>
          <w:b/>
          <w:bCs/>
        </w:rPr>
      </w:pPr>
    </w:p>
    <w:p w14:paraId="3FF4D0B6" w14:textId="77777777" w:rsidR="00B9765C" w:rsidRDefault="00FC1C9C" w:rsidP="00B9765C">
      <w:pPr>
        <w:ind w:firstLine="720"/>
        <w:rPr>
          <w:rFonts w:ascii="ATT Aleck Sans" w:hAnsi="ATT Aleck Sans" w:cs="ATT Aleck Sans"/>
        </w:rPr>
      </w:pPr>
      <w:r w:rsidRPr="00FC1C9C">
        <w:rPr>
          <w:rFonts w:ascii="ATT Aleck Sans" w:hAnsi="ATT Aleck Sans" w:cs="ATT Aleck Sans"/>
          <w:b/>
          <w:bCs/>
        </w:rPr>
        <w:t>Talking Points:</w:t>
      </w:r>
      <w:r w:rsidRPr="00FC1C9C">
        <w:rPr>
          <w:rFonts w:ascii="ATT Aleck Sans" w:hAnsi="ATT Aleck Sans" w:cs="ATT Aleck Sans"/>
        </w:rPr>
        <w:t> </w:t>
      </w:r>
      <w:r w:rsidR="00B9765C" w:rsidRPr="00B9765C">
        <w:rPr>
          <w:rFonts w:ascii="ATT Aleck Sans" w:hAnsi="ATT Aleck Sans" w:cs="ATT Aleck Sans"/>
        </w:rPr>
        <w:t xml:space="preserve">These messages can look real, but when you dig deeper, you find it’s fake. Phishing scams try to win your trust, by pretending to be a trusted person or organization. The fraudster wants you to share personal information about yourself that you would not normally share with a stranger. The fraudster then uses this personal information to gain access to your finances or steal your identity. </w:t>
      </w:r>
    </w:p>
    <w:p w14:paraId="2DF7B115" w14:textId="77777777" w:rsidR="00B9765C" w:rsidRPr="00B9765C" w:rsidRDefault="00B9765C" w:rsidP="00B9765C">
      <w:pPr>
        <w:ind w:firstLine="720"/>
        <w:rPr>
          <w:rFonts w:ascii="ATT Aleck Sans" w:hAnsi="ATT Aleck Sans" w:cs="ATT Aleck Sans"/>
        </w:rPr>
      </w:pPr>
    </w:p>
    <w:p w14:paraId="125139BD" w14:textId="77777777" w:rsidR="00B9765C" w:rsidRPr="00B9765C" w:rsidRDefault="00B9765C" w:rsidP="00344E05">
      <w:pPr>
        <w:rPr>
          <w:rFonts w:ascii="ATT Aleck Sans" w:hAnsi="ATT Aleck Sans" w:cs="ATT Aleck Sans"/>
        </w:rPr>
      </w:pPr>
      <w:r w:rsidRPr="00B9765C">
        <w:rPr>
          <w:rFonts w:ascii="ATT Aleck Sans" w:hAnsi="ATT Aleck Sans" w:cs="ATT Aleck Sans"/>
        </w:rPr>
        <w:t>Let’s explore some examples of phishing scams that you may experience when using your smartphone, computer, or tablet.</w:t>
      </w:r>
    </w:p>
    <w:p w14:paraId="5120C999" w14:textId="77777777" w:rsidR="00FC1C9C" w:rsidRPr="00FC1C9C" w:rsidRDefault="00FC1C9C" w:rsidP="00B9765C">
      <w:pPr>
        <w:ind w:firstLine="720"/>
        <w:rPr>
          <w:rFonts w:ascii="ATT Aleck Sans" w:hAnsi="ATT Aleck Sans" w:cs="ATT Aleck Sans"/>
        </w:rPr>
      </w:pPr>
    </w:p>
    <w:p w14:paraId="71E2C66D" w14:textId="77777777" w:rsidR="00FC1C9C" w:rsidRPr="00FC1C9C" w:rsidRDefault="00FC1C9C" w:rsidP="00FC1C9C">
      <w:pPr>
        <w:ind w:firstLine="720"/>
        <w:rPr>
          <w:rFonts w:ascii="ATT Aleck Sans" w:hAnsi="ATT Aleck Sans" w:cs="ATT Aleck Sans"/>
        </w:rPr>
      </w:pPr>
      <w:r w:rsidRPr="00FC1C9C">
        <w:rPr>
          <w:rFonts w:ascii="ATT Aleck Sans" w:hAnsi="ATT Aleck Sans" w:cs="ATT Aleck Sans"/>
          <w:b/>
          <w:bCs/>
        </w:rPr>
        <w:t>Instructor Note: </w:t>
      </w:r>
      <w:r w:rsidRPr="00FC1C9C">
        <w:rPr>
          <w:rFonts w:ascii="ATT Aleck Sans" w:hAnsi="ATT Aleck Sans" w:cs="ATT Aleck Sans"/>
        </w:rPr>
        <w:t>none</w:t>
      </w:r>
    </w:p>
    <w:p w14:paraId="23E32741" w14:textId="77777777" w:rsidR="00FC1C9C" w:rsidRPr="00FC1C9C" w:rsidRDefault="00FC1C9C" w:rsidP="00FC1C9C">
      <w:pPr>
        <w:rPr>
          <w:rFonts w:ascii="ATT Aleck Sans" w:hAnsi="ATT Aleck Sans" w:cs="ATT Aleck Sans"/>
        </w:rPr>
      </w:pPr>
      <w:r w:rsidRPr="00FC1C9C">
        <w:rPr>
          <w:rFonts w:ascii="ATT Aleck Sans" w:hAnsi="ATT Aleck Sans" w:cs="ATT Aleck Sans"/>
        </w:rPr>
        <w:t> </w:t>
      </w:r>
    </w:p>
    <w:p w14:paraId="5C65B26B" w14:textId="77777777" w:rsidR="00FC1C9C" w:rsidRPr="00B10A30" w:rsidRDefault="00FC1C9C" w:rsidP="00467BB2">
      <w:pPr>
        <w:ind w:firstLine="720"/>
        <w:rPr>
          <w:rFonts w:ascii="ATT Aleck Sans" w:hAnsi="ATT Aleck Sans" w:cs="ATT Aleck Sans"/>
        </w:rPr>
      </w:pPr>
      <w:r w:rsidRPr="00FC1C9C">
        <w:rPr>
          <w:rFonts w:ascii="ATT Aleck Sans" w:hAnsi="ATT Aleck Sans" w:cs="ATT Aleck Sans"/>
          <w:b/>
          <w:bCs/>
        </w:rPr>
        <w:t>Additional Details:</w:t>
      </w:r>
      <w:r w:rsidRPr="00FC1C9C">
        <w:rPr>
          <w:rFonts w:ascii="ATT Aleck Sans" w:hAnsi="ATT Aleck Sans" w:cs="ATT Aleck Sans"/>
        </w:rPr>
        <w:t> none</w:t>
      </w:r>
    </w:p>
    <w:p w14:paraId="447A897D" w14:textId="77777777" w:rsidR="00FC1C9C" w:rsidRDefault="001A518D" w:rsidP="00FC1C9C">
      <w:pPr>
        <w:rPr>
          <w:rFonts w:ascii="ATT Aleck Sans" w:hAnsi="ATT Aleck Sans" w:cs="ATT Aleck Sans"/>
        </w:rPr>
      </w:pPr>
      <w:r>
        <w:br/>
      </w:r>
      <w:r w:rsidR="00FC1C9C" w:rsidRPr="6A137D38">
        <w:rPr>
          <w:rFonts w:ascii="ATT Aleck Sans" w:hAnsi="ATT Aleck Sans" w:cs="ATT Aleck Sans"/>
          <w:b/>
          <w:bCs/>
        </w:rPr>
        <w:t xml:space="preserve">Slide Number &amp; Title. </w:t>
      </w:r>
      <w:r w:rsidRPr="6A137D38">
        <w:rPr>
          <w:rFonts w:ascii="ATT Aleck Sans" w:hAnsi="ATT Aleck Sans" w:cs="ATT Aleck Sans"/>
        </w:rPr>
        <w:t>Slide 2</w:t>
      </w:r>
      <w:r w:rsidR="007E28B6" w:rsidRPr="6A137D38">
        <w:rPr>
          <w:rFonts w:ascii="ATT Aleck Sans" w:hAnsi="ATT Aleck Sans" w:cs="ATT Aleck Sans"/>
        </w:rPr>
        <w:t>6</w:t>
      </w:r>
      <w:r w:rsidR="00A23800" w:rsidRPr="6A137D38">
        <w:rPr>
          <w:rFonts w:ascii="ATT Aleck Sans" w:hAnsi="ATT Aleck Sans" w:cs="ATT Aleck Sans"/>
        </w:rPr>
        <w:t>:</w:t>
      </w:r>
      <w:r w:rsidRPr="6A137D38">
        <w:rPr>
          <w:rFonts w:ascii="ATT Aleck Sans" w:hAnsi="ATT Aleck Sans" w:cs="ATT Aleck Sans"/>
          <w:b/>
          <w:bCs/>
        </w:rPr>
        <w:t xml:space="preserve"> </w:t>
      </w:r>
      <w:r w:rsidR="00B9765C">
        <w:rPr>
          <w:rFonts w:ascii="ATT Aleck Sans" w:hAnsi="ATT Aleck Sans" w:cs="ATT Aleck Sans"/>
        </w:rPr>
        <w:t>Email Scams</w:t>
      </w:r>
    </w:p>
    <w:p w14:paraId="2BF9595A" w14:textId="77777777" w:rsidR="007F49C3" w:rsidRDefault="007F49C3" w:rsidP="00B10A30">
      <w:pPr>
        <w:rPr>
          <w:rFonts w:ascii="ATT Aleck Sans" w:hAnsi="ATT Aleck Sans" w:cs="ATT Aleck Sans"/>
        </w:rPr>
      </w:pPr>
    </w:p>
    <w:p w14:paraId="17E59C7A" w14:textId="77777777" w:rsidR="00FC1C9C" w:rsidRPr="00FC1C9C" w:rsidRDefault="00FC1C9C" w:rsidP="00FC1C9C">
      <w:pPr>
        <w:ind w:firstLine="720"/>
        <w:rPr>
          <w:rFonts w:ascii="ATT Aleck Sans" w:hAnsi="ATT Aleck Sans" w:cs="ATT Aleck Sans"/>
        </w:rPr>
      </w:pPr>
      <w:r w:rsidRPr="00FC1C9C">
        <w:rPr>
          <w:rFonts w:ascii="ATT Aleck Sans" w:hAnsi="ATT Aleck Sans" w:cs="ATT Aleck Sans"/>
          <w:b/>
          <w:bCs/>
        </w:rPr>
        <w:t>On Slide Text:</w:t>
      </w:r>
      <w:r w:rsidRPr="00FC1C9C">
        <w:rPr>
          <w:rFonts w:ascii="ATT Aleck Sans" w:hAnsi="ATT Aleck Sans" w:cs="ATT Aleck Sans"/>
        </w:rPr>
        <w:t> </w:t>
      </w:r>
      <w:r w:rsidR="00B9765C" w:rsidRPr="00FC1C9C">
        <w:rPr>
          <w:rFonts w:ascii="ATT Aleck Sans" w:hAnsi="ATT Aleck Sans" w:cs="ATT Aleck Sans"/>
        </w:rPr>
        <w:t xml:space="preserve"> </w:t>
      </w:r>
      <w:r w:rsidRPr="00FC1C9C">
        <w:rPr>
          <w:rFonts w:ascii="ATT Aleck Sans" w:hAnsi="ATT Aleck Sans" w:cs="ATT Aleck Sans"/>
        </w:rPr>
        <w:br/>
      </w:r>
    </w:p>
    <w:p w14:paraId="5EB0B26F" w14:textId="77777777" w:rsidR="00FC1C9C" w:rsidRPr="00FC1C9C" w:rsidRDefault="00FC1C9C" w:rsidP="00FC1C9C">
      <w:pPr>
        <w:rPr>
          <w:rFonts w:ascii="ATT Aleck Sans" w:hAnsi="ATT Aleck Sans" w:cs="ATT Aleck Sans"/>
        </w:rPr>
      </w:pPr>
      <w:r w:rsidRPr="00FC1C9C">
        <w:rPr>
          <w:rFonts w:ascii="ATT Aleck Sans" w:hAnsi="ATT Aleck Sans" w:cs="ATT Aleck Sans"/>
        </w:rPr>
        <w:tab/>
      </w:r>
      <w:r w:rsidRPr="00FC1C9C">
        <w:rPr>
          <w:rFonts w:ascii="ATT Aleck Sans" w:hAnsi="ATT Aleck Sans" w:cs="ATT Aleck Sans"/>
          <w:b/>
          <w:bCs/>
        </w:rPr>
        <w:t>Notes Section</w:t>
      </w:r>
    </w:p>
    <w:p w14:paraId="3BBA3C6B" w14:textId="77777777" w:rsidR="00FC1C9C" w:rsidRPr="00FC1C9C" w:rsidRDefault="00FC1C9C" w:rsidP="00FC1C9C">
      <w:pPr>
        <w:rPr>
          <w:rFonts w:ascii="ATT Aleck Sans" w:hAnsi="ATT Aleck Sans" w:cs="ATT Aleck Sans"/>
          <w:b/>
          <w:bCs/>
        </w:rPr>
      </w:pPr>
    </w:p>
    <w:p w14:paraId="72ACA484" w14:textId="77777777" w:rsidR="00B9765C" w:rsidRPr="00B9765C" w:rsidRDefault="00FC1C9C" w:rsidP="00B9765C">
      <w:pPr>
        <w:ind w:firstLine="720"/>
        <w:rPr>
          <w:rFonts w:ascii="ATT Aleck Sans" w:hAnsi="ATT Aleck Sans" w:cs="ATT Aleck Sans"/>
        </w:rPr>
      </w:pPr>
      <w:r w:rsidRPr="332BD257">
        <w:rPr>
          <w:rFonts w:ascii="ATT Aleck Sans" w:hAnsi="ATT Aleck Sans" w:cs="ATT Aleck Sans"/>
          <w:b/>
          <w:bCs/>
        </w:rPr>
        <w:t>Talking Points:</w:t>
      </w:r>
      <w:r w:rsidRPr="332BD257">
        <w:rPr>
          <w:rFonts w:ascii="ATT Aleck Sans" w:hAnsi="ATT Aleck Sans" w:cs="ATT Aleck Sans"/>
        </w:rPr>
        <w:t> </w:t>
      </w:r>
      <w:r w:rsidR="00B9765C" w:rsidRPr="00B9765C">
        <w:rPr>
          <w:rFonts w:ascii="ATT Aleck Sans" w:hAnsi="ATT Aleck Sans" w:cs="ATT Aleck Sans"/>
        </w:rPr>
        <w:t xml:space="preserve">You may receive an email that pretends to be from someone you know. In this example, the email says it is from your employer’s helpdesk and asks you to log into a website to update your password. </w:t>
      </w:r>
    </w:p>
    <w:p w14:paraId="64305F60" w14:textId="77777777" w:rsidR="00B9765C" w:rsidRDefault="00B9765C" w:rsidP="00B9765C">
      <w:pPr>
        <w:rPr>
          <w:rFonts w:ascii="ATT Aleck Sans" w:hAnsi="ATT Aleck Sans" w:cs="ATT Aleck Sans"/>
          <w:i/>
          <w:iCs/>
        </w:rPr>
      </w:pPr>
    </w:p>
    <w:p w14:paraId="2EC7D6A5" w14:textId="77777777" w:rsidR="00B9765C" w:rsidRPr="00B9765C" w:rsidRDefault="00B9765C" w:rsidP="00B9765C">
      <w:pPr>
        <w:rPr>
          <w:rFonts w:ascii="ATT Aleck Sans" w:hAnsi="ATT Aleck Sans" w:cs="ATT Aleck Sans"/>
        </w:rPr>
      </w:pPr>
      <w:r w:rsidRPr="00B9765C">
        <w:rPr>
          <w:rFonts w:ascii="ATT Aleck Sans" w:hAnsi="ATT Aleck Sans" w:cs="ATT Aleck Sans"/>
          <w:i/>
          <w:iCs/>
        </w:rPr>
        <w:t xml:space="preserve">INSTRUCTOR NOTE: </w:t>
      </w:r>
      <w:r w:rsidRPr="00B9765C">
        <w:rPr>
          <w:rFonts w:ascii="ATT Aleck Sans" w:hAnsi="ATT Aleck Sans" w:cs="ATT Aleck Sans"/>
        </w:rPr>
        <w:t xml:space="preserve">Press ENTER to display the spelling errors. </w:t>
      </w:r>
    </w:p>
    <w:p w14:paraId="43823994" w14:textId="77777777" w:rsidR="00B9765C" w:rsidRPr="00B9765C" w:rsidRDefault="00B9765C" w:rsidP="00B9765C">
      <w:pPr>
        <w:rPr>
          <w:rFonts w:ascii="ATT Aleck Sans" w:hAnsi="ATT Aleck Sans" w:cs="ATT Aleck Sans"/>
        </w:rPr>
      </w:pPr>
      <w:r w:rsidRPr="00B9765C">
        <w:rPr>
          <w:rFonts w:ascii="ATT Aleck Sans" w:hAnsi="ATT Aleck Sans" w:cs="ATT Aleck Sans"/>
        </w:rPr>
        <w:t xml:space="preserve">If you look closely, you will notice the email includes misspellings. </w:t>
      </w:r>
    </w:p>
    <w:p w14:paraId="75E7C119" w14:textId="77777777" w:rsidR="00B9765C" w:rsidRDefault="00B9765C" w:rsidP="00B9765C">
      <w:pPr>
        <w:rPr>
          <w:rFonts w:ascii="ATT Aleck Sans" w:hAnsi="ATT Aleck Sans" w:cs="ATT Aleck Sans"/>
        </w:rPr>
      </w:pPr>
    </w:p>
    <w:p w14:paraId="56E7D038" w14:textId="77777777" w:rsidR="0C6826B5" w:rsidRPr="008C05FE" w:rsidRDefault="00B9765C" w:rsidP="00B9765C">
      <w:pPr>
        <w:rPr>
          <w:rFonts w:ascii="ATT Aleck Sans" w:hAnsi="ATT Aleck Sans" w:cs="ATT Aleck Sans"/>
        </w:rPr>
      </w:pPr>
      <w:r w:rsidRPr="00B9765C">
        <w:rPr>
          <w:rFonts w:ascii="ATT Aleck Sans" w:hAnsi="ATT Aleck Sans" w:cs="ATT Aleck Sans"/>
        </w:rPr>
        <w:t>In this example, a fraudster pretends to work at the same organization to access personal information. If you had filled out the form, the fraudster could have used your account to access your employer’s systems.</w:t>
      </w:r>
    </w:p>
    <w:p w14:paraId="162BE304" w14:textId="77777777" w:rsidR="00FC1C9C" w:rsidRPr="00FC1C9C" w:rsidRDefault="00FC1C9C" w:rsidP="00FC1C9C">
      <w:pPr>
        <w:rPr>
          <w:rFonts w:ascii="ATT Aleck Sans" w:hAnsi="ATT Aleck Sans" w:cs="ATT Aleck Sans"/>
        </w:rPr>
      </w:pPr>
    </w:p>
    <w:p w14:paraId="2CB0CECC" w14:textId="77777777" w:rsidR="00FC1C9C" w:rsidRPr="00FC1C9C" w:rsidRDefault="00FC1C9C" w:rsidP="00FC1C9C">
      <w:pPr>
        <w:ind w:firstLine="720"/>
        <w:rPr>
          <w:rFonts w:ascii="ATT Aleck Sans" w:hAnsi="ATT Aleck Sans" w:cs="ATT Aleck Sans"/>
        </w:rPr>
      </w:pPr>
      <w:r w:rsidRPr="00FC1C9C">
        <w:rPr>
          <w:rFonts w:ascii="ATT Aleck Sans" w:hAnsi="ATT Aleck Sans" w:cs="ATT Aleck Sans"/>
          <w:b/>
          <w:bCs/>
        </w:rPr>
        <w:t>Instructor Note: </w:t>
      </w:r>
      <w:r w:rsidRPr="00FC1C9C">
        <w:rPr>
          <w:rFonts w:ascii="ATT Aleck Sans" w:hAnsi="ATT Aleck Sans" w:cs="ATT Aleck Sans"/>
        </w:rPr>
        <w:t>none</w:t>
      </w:r>
    </w:p>
    <w:p w14:paraId="15FA2062" w14:textId="77777777" w:rsidR="00FC1C9C" w:rsidRPr="00FC1C9C" w:rsidRDefault="00FC1C9C" w:rsidP="00FC1C9C">
      <w:pPr>
        <w:rPr>
          <w:rFonts w:ascii="ATT Aleck Sans" w:hAnsi="ATT Aleck Sans" w:cs="ATT Aleck Sans"/>
        </w:rPr>
      </w:pPr>
      <w:r w:rsidRPr="00FC1C9C">
        <w:rPr>
          <w:rFonts w:ascii="ATT Aleck Sans" w:hAnsi="ATT Aleck Sans" w:cs="ATT Aleck Sans"/>
        </w:rPr>
        <w:t> </w:t>
      </w:r>
    </w:p>
    <w:p w14:paraId="37B912E3" w14:textId="77777777" w:rsidR="00FC1C9C" w:rsidRPr="00FC1C9C" w:rsidRDefault="00FC1C9C" w:rsidP="00FC1C9C">
      <w:pPr>
        <w:ind w:firstLine="720"/>
        <w:rPr>
          <w:rFonts w:ascii="ATT Aleck Sans" w:hAnsi="ATT Aleck Sans" w:cs="ATT Aleck Sans"/>
        </w:rPr>
      </w:pPr>
      <w:r w:rsidRPr="00FC1C9C">
        <w:rPr>
          <w:rFonts w:ascii="ATT Aleck Sans" w:hAnsi="ATT Aleck Sans" w:cs="ATT Aleck Sans"/>
          <w:b/>
          <w:bCs/>
        </w:rPr>
        <w:t>Additional Details:</w:t>
      </w:r>
      <w:r w:rsidRPr="00FC1C9C">
        <w:rPr>
          <w:rFonts w:ascii="ATT Aleck Sans" w:hAnsi="ATT Aleck Sans" w:cs="ATT Aleck Sans"/>
        </w:rPr>
        <w:t> none</w:t>
      </w:r>
    </w:p>
    <w:p w14:paraId="52166CA6" w14:textId="77777777" w:rsidR="00FC1C9C" w:rsidRPr="007F49C3" w:rsidRDefault="00FC1C9C" w:rsidP="00B10A30">
      <w:pPr>
        <w:rPr>
          <w:rFonts w:ascii="ATT Aleck Sans" w:hAnsi="ATT Aleck Sans" w:cs="ATT Aleck Sans"/>
          <w:color w:val="009FDB"/>
        </w:rPr>
      </w:pPr>
    </w:p>
    <w:p w14:paraId="41530282" w14:textId="77777777" w:rsidR="00FC1C9C" w:rsidRDefault="00FC1C9C" w:rsidP="00B862C1">
      <w:pPr>
        <w:rPr>
          <w:rFonts w:ascii="ATT Aleck Sans" w:hAnsi="ATT Aleck Sans" w:cs="ATT Aleck Sans"/>
        </w:rPr>
      </w:pPr>
      <w:r w:rsidRPr="00FC1C9C">
        <w:rPr>
          <w:rFonts w:ascii="ATT Aleck Sans" w:hAnsi="ATT Aleck Sans" w:cs="ATT Aleck Sans"/>
          <w:b/>
          <w:bCs/>
        </w:rPr>
        <w:t xml:space="preserve">Slide Number &amp; Title. </w:t>
      </w:r>
      <w:r w:rsidR="001A518D" w:rsidRPr="005B7D30">
        <w:rPr>
          <w:rFonts w:ascii="ATT Aleck Sans" w:hAnsi="ATT Aleck Sans" w:cs="ATT Aleck Sans"/>
        </w:rPr>
        <w:t>Slide 2</w:t>
      </w:r>
      <w:r w:rsidR="007E28B6" w:rsidRPr="005B7D30">
        <w:rPr>
          <w:rFonts w:ascii="ATT Aleck Sans" w:hAnsi="ATT Aleck Sans" w:cs="ATT Aleck Sans"/>
        </w:rPr>
        <w:t>7</w:t>
      </w:r>
      <w:r w:rsidR="00A23800" w:rsidRPr="005B7D30">
        <w:rPr>
          <w:rFonts w:ascii="ATT Aleck Sans" w:hAnsi="ATT Aleck Sans" w:cs="ATT Aleck Sans"/>
        </w:rPr>
        <w:t>:</w:t>
      </w:r>
      <w:r w:rsidR="001A518D" w:rsidRPr="00B10A30">
        <w:rPr>
          <w:rFonts w:ascii="ATT Aleck Sans" w:hAnsi="ATT Aleck Sans" w:cs="ATT Aleck Sans"/>
          <w:b/>
          <w:bCs/>
        </w:rPr>
        <w:t xml:space="preserve"> </w:t>
      </w:r>
      <w:r w:rsidR="00952105">
        <w:rPr>
          <w:rFonts w:ascii="ATT Aleck Sans" w:hAnsi="ATT Aleck Sans" w:cs="ATT Aleck Sans"/>
        </w:rPr>
        <w:t>Text Message Scam</w:t>
      </w:r>
      <w:r w:rsidR="008C05FE">
        <w:rPr>
          <w:rFonts w:ascii="ATT Aleck Sans" w:hAnsi="ATT Aleck Sans" w:cs="ATT Aleck Sans"/>
        </w:rPr>
        <w:br/>
      </w:r>
    </w:p>
    <w:p w14:paraId="289405C7" w14:textId="77777777" w:rsidR="00FC1C9C" w:rsidRPr="00FC1C9C" w:rsidRDefault="00FC1C9C" w:rsidP="00FC1C9C">
      <w:pPr>
        <w:ind w:firstLine="720"/>
        <w:rPr>
          <w:rFonts w:ascii="ATT Aleck Sans" w:hAnsi="ATT Aleck Sans" w:cs="ATT Aleck Sans"/>
        </w:rPr>
      </w:pPr>
      <w:r w:rsidRPr="00FC1C9C">
        <w:rPr>
          <w:rFonts w:ascii="ATT Aleck Sans" w:hAnsi="ATT Aleck Sans" w:cs="ATT Aleck Sans"/>
          <w:b/>
          <w:bCs/>
        </w:rPr>
        <w:t>On Slide Text:</w:t>
      </w:r>
      <w:r w:rsidRPr="00FC1C9C">
        <w:rPr>
          <w:rFonts w:ascii="ATT Aleck Sans" w:hAnsi="ATT Aleck Sans" w:cs="ATT Aleck Sans"/>
        </w:rPr>
        <w:t> </w:t>
      </w:r>
      <w:r w:rsidR="00952105">
        <w:rPr>
          <w:rFonts w:ascii="ATT Aleck Sans" w:hAnsi="ATT Aleck Sans" w:cs="ATT Aleck Sans"/>
        </w:rPr>
        <w:t xml:space="preserve"> </w:t>
      </w:r>
      <w:r w:rsidR="008C05FE">
        <w:rPr>
          <w:rFonts w:ascii="ATT Aleck Sans" w:hAnsi="ATT Aleck Sans" w:cs="ATT Aleck Sans"/>
        </w:rPr>
        <w:br/>
      </w:r>
    </w:p>
    <w:p w14:paraId="51AE60E2" w14:textId="77777777" w:rsidR="00FC1C9C" w:rsidRPr="00FC1C9C" w:rsidRDefault="00FC1C9C" w:rsidP="00FC1C9C">
      <w:pPr>
        <w:rPr>
          <w:rFonts w:ascii="ATT Aleck Sans" w:hAnsi="ATT Aleck Sans" w:cs="ATT Aleck Sans"/>
        </w:rPr>
      </w:pPr>
      <w:r w:rsidRPr="00FC1C9C">
        <w:rPr>
          <w:rFonts w:ascii="ATT Aleck Sans" w:hAnsi="ATT Aleck Sans" w:cs="ATT Aleck Sans"/>
        </w:rPr>
        <w:tab/>
      </w:r>
      <w:r w:rsidRPr="00FC1C9C">
        <w:rPr>
          <w:rFonts w:ascii="ATT Aleck Sans" w:hAnsi="ATT Aleck Sans" w:cs="ATT Aleck Sans"/>
          <w:b/>
          <w:bCs/>
        </w:rPr>
        <w:t>Notes Section</w:t>
      </w:r>
    </w:p>
    <w:p w14:paraId="29C7A3C8" w14:textId="77777777" w:rsidR="00FC1C9C" w:rsidRPr="00FC1C9C" w:rsidRDefault="00FC1C9C" w:rsidP="00FC1C9C">
      <w:pPr>
        <w:rPr>
          <w:rFonts w:ascii="ATT Aleck Sans" w:hAnsi="ATT Aleck Sans" w:cs="ATT Aleck Sans"/>
          <w:b/>
          <w:bCs/>
        </w:rPr>
      </w:pPr>
    </w:p>
    <w:p w14:paraId="6AE2F5C9" w14:textId="77777777" w:rsidR="00952105" w:rsidRPr="00952105" w:rsidRDefault="00FC1C9C" w:rsidP="00952105">
      <w:pPr>
        <w:ind w:firstLine="720"/>
        <w:rPr>
          <w:rFonts w:ascii="ATT Aleck Sans" w:hAnsi="ATT Aleck Sans" w:cs="ATT Aleck Sans"/>
        </w:rPr>
      </w:pPr>
      <w:r w:rsidRPr="6A137D38">
        <w:rPr>
          <w:rFonts w:ascii="ATT Aleck Sans" w:hAnsi="ATT Aleck Sans" w:cs="ATT Aleck Sans"/>
          <w:b/>
          <w:bCs/>
        </w:rPr>
        <w:t>Talking Points:</w:t>
      </w:r>
      <w:r w:rsidRPr="6A137D38">
        <w:rPr>
          <w:rFonts w:ascii="ATT Aleck Sans" w:hAnsi="ATT Aleck Sans" w:cs="ATT Aleck Sans"/>
        </w:rPr>
        <w:t> </w:t>
      </w:r>
      <w:r w:rsidR="00952105" w:rsidRPr="00952105">
        <w:rPr>
          <w:rFonts w:ascii="ATT Aleck Sans" w:hAnsi="ATT Aleck Sans" w:cs="ATT Aleck Sans"/>
        </w:rPr>
        <w:t xml:space="preserve">Fraudsters also use text messages to scam you. In this example, it appears a state agency is sending an urgent text message asking you to pay an unpaid toll immediately. </w:t>
      </w:r>
    </w:p>
    <w:p w14:paraId="1FFC20D3" w14:textId="77777777" w:rsidR="00952105" w:rsidRDefault="00952105" w:rsidP="00952105">
      <w:pPr>
        <w:rPr>
          <w:rFonts w:ascii="ATT Aleck Sans" w:hAnsi="ATT Aleck Sans" w:cs="ATT Aleck Sans"/>
        </w:rPr>
      </w:pPr>
    </w:p>
    <w:p w14:paraId="2683FB6C" w14:textId="77777777" w:rsidR="00952105" w:rsidRPr="00952105" w:rsidRDefault="00952105" w:rsidP="00952105">
      <w:pPr>
        <w:rPr>
          <w:rFonts w:ascii="ATT Aleck Sans" w:hAnsi="ATT Aleck Sans" w:cs="ATT Aleck Sans"/>
        </w:rPr>
      </w:pPr>
      <w:r w:rsidRPr="00952105">
        <w:rPr>
          <w:rFonts w:ascii="ATT Aleck Sans" w:hAnsi="ATT Aleck Sans" w:cs="ATT Aleck Sans"/>
        </w:rPr>
        <w:t xml:space="preserve">Like the email phishing example, text message scams try to trick people into sharing personal information. States don’t send texts to ask for toll payments. If you had clicked to pay the bill, you may have unwittingly provided your financial information to a fraudster. </w:t>
      </w:r>
    </w:p>
    <w:p w14:paraId="30511DA0" w14:textId="77777777" w:rsidR="00FC1C9C" w:rsidRPr="00FC1C9C" w:rsidRDefault="00FC1C9C" w:rsidP="00952105">
      <w:pPr>
        <w:ind w:firstLine="720"/>
        <w:rPr>
          <w:rFonts w:ascii="ATT Aleck Sans" w:hAnsi="ATT Aleck Sans" w:cs="ATT Aleck Sans"/>
        </w:rPr>
      </w:pPr>
    </w:p>
    <w:p w14:paraId="32EA503A" w14:textId="77777777" w:rsidR="00FC1C9C" w:rsidRPr="00FC1C9C" w:rsidRDefault="00FC1C9C" w:rsidP="00FC1C9C">
      <w:pPr>
        <w:ind w:firstLine="720"/>
        <w:rPr>
          <w:rFonts w:ascii="ATT Aleck Sans" w:hAnsi="ATT Aleck Sans" w:cs="ATT Aleck Sans"/>
        </w:rPr>
      </w:pPr>
      <w:r w:rsidRPr="00FC1C9C">
        <w:rPr>
          <w:rFonts w:ascii="ATT Aleck Sans" w:hAnsi="ATT Aleck Sans" w:cs="ATT Aleck Sans"/>
          <w:b/>
          <w:bCs/>
        </w:rPr>
        <w:t>Instructor Note: </w:t>
      </w:r>
      <w:r w:rsidRPr="00FC1C9C">
        <w:rPr>
          <w:rFonts w:ascii="ATT Aleck Sans" w:hAnsi="ATT Aleck Sans" w:cs="ATT Aleck Sans"/>
        </w:rPr>
        <w:t>none</w:t>
      </w:r>
    </w:p>
    <w:p w14:paraId="62149763" w14:textId="77777777" w:rsidR="00FC1C9C" w:rsidRPr="00FC1C9C" w:rsidRDefault="00FC1C9C" w:rsidP="00FC1C9C">
      <w:pPr>
        <w:rPr>
          <w:rFonts w:ascii="ATT Aleck Sans" w:hAnsi="ATT Aleck Sans" w:cs="ATT Aleck Sans"/>
        </w:rPr>
      </w:pPr>
      <w:r w:rsidRPr="00FC1C9C">
        <w:rPr>
          <w:rFonts w:ascii="ATT Aleck Sans" w:hAnsi="ATT Aleck Sans" w:cs="ATT Aleck Sans"/>
        </w:rPr>
        <w:t> </w:t>
      </w:r>
    </w:p>
    <w:p w14:paraId="4B009465" w14:textId="77777777" w:rsidR="00FC1C9C" w:rsidRDefault="00FC1C9C" w:rsidP="000C65E0">
      <w:pPr>
        <w:ind w:firstLine="720"/>
        <w:rPr>
          <w:rFonts w:ascii="ATT Aleck Sans" w:hAnsi="ATT Aleck Sans" w:cs="ATT Aleck Sans"/>
        </w:rPr>
      </w:pPr>
      <w:r w:rsidRPr="00FC1C9C">
        <w:rPr>
          <w:rFonts w:ascii="ATT Aleck Sans" w:hAnsi="ATT Aleck Sans" w:cs="ATT Aleck Sans"/>
          <w:b/>
          <w:bCs/>
        </w:rPr>
        <w:t>Additional Details:</w:t>
      </w:r>
      <w:r w:rsidRPr="00FC1C9C">
        <w:rPr>
          <w:rFonts w:ascii="ATT Aleck Sans" w:hAnsi="ATT Aleck Sans" w:cs="ATT Aleck Sans"/>
        </w:rPr>
        <w:t> none</w:t>
      </w:r>
    </w:p>
    <w:p w14:paraId="7049C1F4" w14:textId="77777777" w:rsidR="00FC1C9C" w:rsidRDefault="00FC1C9C" w:rsidP="00B862C1">
      <w:pPr>
        <w:rPr>
          <w:rFonts w:ascii="ATT Aleck Sans" w:hAnsi="ATT Aleck Sans" w:cs="ATT Aleck Sans"/>
        </w:rPr>
      </w:pPr>
    </w:p>
    <w:p w14:paraId="58A2909F" w14:textId="77777777" w:rsidR="005B7D30" w:rsidRDefault="00FC1C9C" w:rsidP="000B423F">
      <w:pPr>
        <w:rPr>
          <w:rFonts w:ascii="ATT Aleck Sans" w:hAnsi="ATT Aleck Sans" w:cs="ATT Aleck Sans"/>
          <w:b/>
          <w:bCs/>
        </w:rPr>
      </w:pPr>
      <w:r w:rsidRPr="00FC1C9C">
        <w:rPr>
          <w:rFonts w:ascii="ATT Aleck Sans" w:hAnsi="ATT Aleck Sans" w:cs="ATT Aleck Sans"/>
          <w:b/>
          <w:bCs/>
        </w:rPr>
        <w:lastRenderedPageBreak/>
        <w:t xml:space="preserve">Slide Number &amp; Title. </w:t>
      </w:r>
      <w:r w:rsidR="001A518D" w:rsidRPr="005B7D30">
        <w:rPr>
          <w:rFonts w:ascii="ATT Aleck Sans" w:hAnsi="ATT Aleck Sans" w:cs="ATT Aleck Sans"/>
        </w:rPr>
        <w:t xml:space="preserve">Slide </w:t>
      </w:r>
      <w:r w:rsidR="00B862C1" w:rsidRPr="005B7D30">
        <w:rPr>
          <w:rFonts w:ascii="ATT Aleck Sans" w:hAnsi="ATT Aleck Sans" w:cs="ATT Aleck Sans"/>
        </w:rPr>
        <w:t>28</w:t>
      </w:r>
      <w:r w:rsidR="00A4071E" w:rsidRPr="005B7D30">
        <w:rPr>
          <w:rFonts w:ascii="ATT Aleck Sans" w:hAnsi="ATT Aleck Sans" w:cs="ATT Aleck Sans"/>
        </w:rPr>
        <w:t>:</w:t>
      </w:r>
      <w:r w:rsidR="001A518D" w:rsidRPr="005B7D30">
        <w:rPr>
          <w:rFonts w:ascii="ATT Aleck Sans" w:hAnsi="ATT Aleck Sans" w:cs="ATT Aleck Sans"/>
        </w:rPr>
        <w:t xml:space="preserve"> </w:t>
      </w:r>
      <w:r w:rsidR="00952105">
        <w:rPr>
          <w:rFonts w:ascii="ATT Aleck Sans" w:hAnsi="ATT Aleck Sans" w:cs="ATT Aleck Sans"/>
        </w:rPr>
        <w:t>Phone Call Scam</w:t>
      </w:r>
    </w:p>
    <w:p w14:paraId="6F92FBA6" w14:textId="77777777" w:rsidR="005B7D30" w:rsidRDefault="005B7D30" w:rsidP="000B423F">
      <w:pPr>
        <w:rPr>
          <w:rFonts w:ascii="ATT Aleck Sans" w:hAnsi="ATT Aleck Sans" w:cs="ATT Aleck Sans"/>
          <w:b/>
          <w:bCs/>
        </w:rPr>
      </w:pPr>
    </w:p>
    <w:p w14:paraId="74CD11FA" w14:textId="304FA3AD" w:rsidR="005B7D30" w:rsidRPr="005B7D30" w:rsidRDefault="005B7D30" w:rsidP="005B7D30">
      <w:pPr>
        <w:ind w:firstLine="720"/>
        <w:rPr>
          <w:rFonts w:ascii="ATT Aleck Sans" w:hAnsi="ATT Aleck Sans" w:cs="ATT Aleck Sans"/>
        </w:rPr>
      </w:pPr>
      <w:r w:rsidRPr="47727720">
        <w:rPr>
          <w:rFonts w:ascii="ATT Aleck Sans" w:hAnsi="ATT Aleck Sans" w:cs="ATT Aleck Sans"/>
          <w:b/>
          <w:bCs/>
        </w:rPr>
        <w:t>On Slide Text:</w:t>
      </w:r>
      <w:r w:rsidRPr="47727720">
        <w:rPr>
          <w:rFonts w:ascii="ATT Aleck Sans" w:hAnsi="ATT Aleck Sans" w:cs="ATT Aleck Sans"/>
        </w:rPr>
        <w:t> </w:t>
      </w:r>
      <w:r w:rsidR="00952105" w:rsidRPr="47727720">
        <w:rPr>
          <w:rFonts w:ascii="ATT Aleck Sans" w:hAnsi="ATT Aleck Sans" w:cs="ATT Aleck Sans"/>
        </w:rPr>
        <w:t>Who am I talking to?</w:t>
      </w:r>
      <w:r>
        <w:br/>
      </w:r>
    </w:p>
    <w:p w14:paraId="7A379BA1" w14:textId="77777777" w:rsidR="005B7D30" w:rsidRPr="005B7D30" w:rsidRDefault="005B7D30" w:rsidP="005B7D30">
      <w:pPr>
        <w:rPr>
          <w:rFonts w:ascii="ATT Aleck Sans" w:hAnsi="ATT Aleck Sans" w:cs="ATT Aleck Sans"/>
        </w:rPr>
      </w:pPr>
      <w:r w:rsidRPr="005B7D30">
        <w:rPr>
          <w:rFonts w:ascii="ATT Aleck Sans" w:hAnsi="ATT Aleck Sans" w:cs="ATT Aleck Sans"/>
        </w:rPr>
        <w:tab/>
      </w:r>
      <w:r w:rsidRPr="005B7D30">
        <w:rPr>
          <w:rFonts w:ascii="ATT Aleck Sans" w:hAnsi="ATT Aleck Sans" w:cs="ATT Aleck Sans"/>
          <w:b/>
          <w:bCs/>
        </w:rPr>
        <w:t>Notes Section</w:t>
      </w:r>
    </w:p>
    <w:p w14:paraId="425A5A69" w14:textId="77777777" w:rsidR="005B7D30" w:rsidRPr="005B7D30" w:rsidRDefault="005B7D30" w:rsidP="005B7D30">
      <w:pPr>
        <w:rPr>
          <w:rFonts w:ascii="ATT Aleck Sans" w:hAnsi="ATT Aleck Sans" w:cs="ATT Aleck Sans"/>
          <w:b/>
          <w:bCs/>
        </w:rPr>
      </w:pPr>
    </w:p>
    <w:p w14:paraId="1F4B4FC7" w14:textId="77777777" w:rsidR="00952105" w:rsidRPr="00952105" w:rsidRDefault="005B7D30" w:rsidP="00952105">
      <w:pPr>
        <w:ind w:firstLine="720"/>
        <w:rPr>
          <w:rFonts w:ascii="ATT Aleck Sans" w:hAnsi="ATT Aleck Sans" w:cs="ATT Aleck Sans"/>
        </w:rPr>
      </w:pPr>
      <w:r w:rsidRPr="005B7D30">
        <w:rPr>
          <w:rFonts w:ascii="ATT Aleck Sans" w:hAnsi="ATT Aleck Sans" w:cs="ATT Aleck Sans"/>
          <w:b/>
          <w:bCs/>
        </w:rPr>
        <w:t>Talking Points:</w:t>
      </w:r>
      <w:r w:rsidRPr="005B7D30">
        <w:rPr>
          <w:rFonts w:ascii="ATT Aleck Sans" w:hAnsi="ATT Aleck Sans" w:cs="ATT Aleck Sans"/>
        </w:rPr>
        <w:t> </w:t>
      </w:r>
      <w:r w:rsidR="00952105" w:rsidRPr="00952105">
        <w:rPr>
          <w:rFonts w:ascii="ATT Aleck Sans" w:hAnsi="ATT Aleck Sans" w:cs="ATT Aleck Sans"/>
        </w:rPr>
        <w:t xml:space="preserve">You may also receive phone calls pretending to be from an official organization, like a government agency, bank, or insurance company, to gain your trust and access to your personal information. </w:t>
      </w:r>
    </w:p>
    <w:p w14:paraId="274052C5" w14:textId="77777777" w:rsidR="008C05FE" w:rsidRPr="008C05FE" w:rsidRDefault="00952105" w:rsidP="00952105">
      <w:pPr>
        <w:ind w:firstLine="720"/>
        <w:rPr>
          <w:rFonts w:ascii="ATT Aleck Sans" w:hAnsi="ATT Aleck Sans" w:cs="ATT Aleck Sans"/>
        </w:rPr>
      </w:pPr>
      <w:r w:rsidRPr="00952105">
        <w:rPr>
          <w:rFonts w:ascii="ATT Aleck Sans" w:hAnsi="ATT Aleck Sans" w:cs="ATT Aleck Sans"/>
        </w:rPr>
        <w:br/>
        <w:t>For example, you might receive a phone call from someone who says they work at your health insurance company. They then ask for your personal information and credit card information so they can send you a medical device. If you had provided the information, the fraudster would have had personal information and your credit card number.</w:t>
      </w:r>
    </w:p>
    <w:p w14:paraId="69B4225C" w14:textId="77777777" w:rsidR="005B7D30" w:rsidRPr="005B7D30" w:rsidRDefault="005B7D30" w:rsidP="008C05FE">
      <w:pPr>
        <w:ind w:firstLine="720"/>
        <w:rPr>
          <w:rFonts w:ascii="ATT Aleck Sans" w:hAnsi="ATT Aleck Sans" w:cs="ATT Aleck Sans"/>
        </w:rPr>
      </w:pPr>
    </w:p>
    <w:p w14:paraId="3E97189C" w14:textId="77777777" w:rsidR="005B7D30" w:rsidRPr="005B7D30" w:rsidRDefault="005B7D30" w:rsidP="005B7D30">
      <w:pPr>
        <w:ind w:firstLine="720"/>
        <w:rPr>
          <w:rFonts w:ascii="ATT Aleck Sans" w:hAnsi="ATT Aleck Sans" w:cs="ATT Aleck Sans"/>
        </w:rPr>
      </w:pPr>
      <w:r w:rsidRPr="005B7D30">
        <w:rPr>
          <w:rFonts w:ascii="ATT Aleck Sans" w:hAnsi="ATT Aleck Sans" w:cs="ATT Aleck Sans"/>
          <w:b/>
          <w:bCs/>
        </w:rPr>
        <w:t>Instructor Note: </w:t>
      </w:r>
      <w:r w:rsidRPr="005B7D30">
        <w:rPr>
          <w:rFonts w:ascii="ATT Aleck Sans" w:hAnsi="ATT Aleck Sans" w:cs="ATT Aleck Sans"/>
        </w:rPr>
        <w:t>none</w:t>
      </w:r>
    </w:p>
    <w:p w14:paraId="4597F5CF" w14:textId="77777777" w:rsidR="005B7D30" w:rsidRPr="005B7D30" w:rsidRDefault="005B7D30" w:rsidP="005B7D30">
      <w:pPr>
        <w:rPr>
          <w:rFonts w:ascii="ATT Aleck Sans" w:hAnsi="ATT Aleck Sans" w:cs="ATT Aleck Sans"/>
        </w:rPr>
      </w:pPr>
      <w:r w:rsidRPr="005B7D30">
        <w:rPr>
          <w:rFonts w:ascii="ATT Aleck Sans" w:hAnsi="ATT Aleck Sans" w:cs="ATT Aleck Sans"/>
        </w:rPr>
        <w:t> </w:t>
      </w:r>
    </w:p>
    <w:p w14:paraId="71BDD792" w14:textId="77777777" w:rsidR="005B7D30" w:rsidRPr="005B7D30" w:rsidRDefault="005B7D30" w:rsidP="005B7D30">
      <w:pPr>
        <w:ind w:firstLine="720"/>
        <w:rPr>
          <w:rFonts w:ascii="ATT Aleck Sans" w:hAnsi="ATT Aleck Sans" w:cs="ATT Aleck Sans"/>
        </w:rPr>
      </w:pPr>
      <w:r w:rsidRPr="005B7D30">
        <w:rPr>
          <w:rFonts w:ascii="ATT Aleck Sans" w:hAnsi="ATT Aleck Sans" w:cs="ATT Aleck Sans"/>
          <w:b/>
          <w:bCs/>
        </w:rPr>
        <w:t>Additional Details:</w:t>
      </w:r>
      <w:r w:rsidRPr="005B7D30">
        <w:rPr>
          <w:rFonts w:ascii="ATT Aleck Sans" w:hAnsi="ATT Aleck Sans" w:cs="ATT Aleck Sans"/>
        </w:rPr>
        <w:t> none</w:t>
      </w:r>
    </w:p>
    <w:p w14:paraId="1B03DFEC" w14:textId="77777777" w:rsidR="00871096" w:rsidRPr="001A518D" w:rsidRDefault="00871096" w:rsidP="00871096">
      <w:pPr>
        <w:rPr>
          <w:rFonts w:ascii="ATT Aleck Sans" w:hAnsi="ATT Aleck Sans" w:cs="ATT Aleck Sans"/>
        </w:rPr>
      </w:pPr>
    </w:p>
    <w:p w14:paraId="7EB21927" w14:textId="00E7E1FB" w:rsidR="008C05FE" w:rsidRDefault="005B7D30" w:rsidP="008C05FE">
      <w:pPr>
        <w:rPr>
          <w:rFonts w:ascii="ATT Aleck Sans" w:hAnsi="ATT Aleck Sans" w:cs="ATT Aleck Sans"/>
          <w:b/>
          <w:bCs/>
        </w:rPr>
      </w:pPr>
      <w:r w:rsidRPr="6EC7E154">
        <w:rPr>
          <w:rFonts w:ascii="ATT Aleck Sans" w:hAnsi="ATT Aleck Sans" w:cs="ATT Aleck Sans"/>
          <w:b/>
          <w:bCs/>
        </w:rPr>
        <w:t xml:space="preserve">Slide Number &amp; Title. </w:t>
      </w:r>
      <w:r w:rsidR="00B6659F" w:rsidRPr="6EC7E154">
        <w:rPr>
          <w:rFonts w:ascii="ATT Aleck Sans" w:hAnsi="ATT Aleck Sans" w:cs="ATT Aleck Sans"/>
        </w:rPr>
        <w:t xml:space="preserve">Slide </w:t>
      </w:r>
      <w:r w:rsidR="00933B03" w:rsidRPr="6EC7E154">
        <w:rPr>
          <w:rFonts w:ascii="ATT Aleck Sans" w:hAnsi="ATT Aleck Sans" w:cs="ATT Aleck Sans"/>
        </w:rPr>
        <w:t>29</w:t>
      </w:r>
      <w:r w:rsidR="00A4071E" w:rsidRPr="6EC7E154">
        <w:rPr>
          <w:rFonts w:ascii="ATT Aleck Sans" w:hAnsi="ATT Aleck Sans" w:cs="ATT Aleck Sans"/>
        </w:rPr>
        <w:t>:</w:t>
      </w:r>
      <w:r w:rsidR="00A4071E" w:rsidRPr="6EC7E154">
        <w:rPr>
          <w:rFonts w:ascii="ATT Aleck Sans" w:hAnsi="ATT Aleck Sans" w:cs="ATT Aleck Sans"/>
          <w:b/>
          <w:bCs/>
        </w:rPr>
        <w:t xml:space="preserve"> </w:t>
      </w:r>
      <w:r w:rsidR="00952105" w:rsidRPr="6EC7E154">
        <w:rPr>
          <w:rFonts w:ascii="ATT Aleck Sans" w:hAnsi="ATT Aleck Sans" w:cs="ATT Aleck Sans"/>
        </w:rPr>
        <w:t>Phone Call Scam: Caller ID</w:t>
      </w:r>
      <w:r w:rsidR="575B796F" w:rsidRPr="6EC7E154">
        <w:rPr>
          <w:rFonts w:ascii="ATT Aleck Sans" w:hAnsi="ATT Aleck Sans" w:cs="ATT Aleck Sans"/>
        </w:rPr>
        <w:t xml:space="preserve"> Spoofs</w:t>
      </w:r>
    </w:p>
    <w:p w14:paraId="117BE4C2" w14:textId="77777777" w:rsidR="008C05FE" w:rsidRDefault="008C05FE" w:rsidP="008C05FE">
      <w:pPr>
        <w:rPr>
          <w:rFonts w:ascii="ATT Aleck Sans" w:hAnsi="ATT Aleck Sans" w:cs="ATT Aleck Sans"/>
          <w:b/>
          <w:bCs/>
        </w:rPr>
      </w:pPr>
    </w:p>
    <w:p w14:paraId="5903960E" w14:textId="77777777" w:rsidR="008C05FE" w:rsidRPr="005B7D30" w:rsidRDefault="008C05FE" w:rsidP="00952105">
      <w:pPr>
        <w:ind w:firstLine="720"/>
        <w:rPr>
          <w:rFonts w:ascii="ATT Aleck Sans" w:hAnsi="ATT Aleck Sans" w:cs="ATT Aleck Sans"/>
        </w:rPr>
      </w:pPr>
      <w:r w:rsidRPr="005B7D30">
        <w:rPr>
          <w:rFonts w:ascii="ATT Aleck Sans" w:hAnsi="ATT Aleck Sans" w:cs="ATT Aleck Sans"/>
          <w:b/>
          <w:bCs/>
        </w:rPr>
        <w:t>On Slide Text:</w:t>
      </w:r>
      <w:r w:rsidRPr="005B7D30">
        <w:rPr>
          <w:rFonts w:ascii="ATT Aleck Sans" w:hAnsi="ATT Aleck Sans" w:cs="ATT Aleck Sans"/>
        </w:rPr>
        <w:t> </w:t>
      </w:r>
      <w:r w:rsidR="00952105" w:rsidRPr="00952105">
        <w:rPr>
          <w:rFonts w:ascii="ATT Aleck Sans" w:hAnsi="ATT Aleck Sans" w:cs="ATT Aleck Sans"/>
        </w:rPr>
        <w:t>Beware! You can</w:t>
      </w:r>
      <w:r w:rsidR="00952105">
        <w:rPr>
          <w:rFonts w:ascii="ATT Aleck Sans" w:hAnsi="ATT Aleck Sans" w:cs="ATT Aleck Sans"/>
        </w:rPr>
        <w:t>’</w:t>
      </w:r>
      <w:r w:rsidR="00952105" w:rsidRPr="00952105">
        <w:rPr>
          <w:rFonts w:ascii="ATT Aleck Sans" w:hAnsi="ATT Aleck Sans" w:cs="ATT Aleck Sans"/>
        </w:rPr>
        <w:t>t trust your Caller ID. The call is not from Support. It is a scammer pretending to be Support.</w:t>
      </w:r>
      <w:r>
        <w:rPr>
          <w:rFonts w:ascii="ATT Aleck Sans" w:hAnsi="ATT Aleck Sans" w:cs="ATT Aleck Sans"/>
        </w:rPr>
        <w:br/>
      </w:r>
    </w:p>
    <w:p w14:paraId="79A07E09" w14:textId="77777777" w:rsidR="005B7D30" w:rsidRPr="005B7D30" w:rsidRDefault="005B7D30" w:rsidP="008C05FE">
      <w:pPr>
        <w:rPr>
          <w:rFonts w:ascii="ATT Aleck Sans" w:hAnsi="ATT Aleck Sans" w:cs="ATT Aleck Sans"/>
          <w:bCs/>
        </w:rPr>
      </w:pPr>
      <w:r w:rsidRPr="005B7D30">
        <w:rPr>
          <w:rFonts w:ascii="ATT Aleck Sans" w:hAnsi="ATT Aleck Sans" w:cs="ATT Aleck Sans"/>
          <w:bCs/>
        </w:rPr>
        <w:tab/>
      </w:r>
      <w:r w:rsidRPr="005B7D30">
        <w:rPr>
          <w:rFonts w:ascii="ATT Aleck Sans" w:hAnsi="ATT Aleck Sans" w:cs="ATT Aleck Sans"/>
          <w:b/>
          <w:bCs/>
        </w:rPr>
        <w:t>Notes Section</w:t>
      </w:r>
    </w:p>
    <w:p w14:paraId="1D100F24" w14:textId="77777777" w:rsidR="005B7D30" w:rsidRPr="005B7D30" w:rsidRDefault="005B7D30" w:rsidP="005B7D30">
      <w:pPr>
        <w:rPr>
          <w:rFonts w:ascii="ATT Aleck Sans" w:hAnsi="ATT Aleck Sans" w:cs="ATT Aleck Sans"/>
          <w:b/>
          <w:bCs/>
        </w:rPr>
      </w:pPr>
    </w:p>
    <w:p w14:paraId="0C2192E6" w14:textId="77777777" w:rsidR="00952105" w:rsidRPr="00952105" w:rsidRDefault="005B7D30" w:rsidP="00952105">
      <w:pPr>
        <w:ind w:firstLine="720"/>
        <w:rPr>
          <w:rFonts w:ascii="ATT Aleck Sans" w:hAnsi="ATT Aleck Sans" w:cs="ATT Aleck Sans"/>
          <w:bCs/>
        </w:rPr>
      </w:pPr>
      <w:r w:rsidRPr="005B7D30">
        <w:rPr>
          <w:rFonts w:ascii="ATT Aleck Sans" w:hAnsi="ATT Aleck Sans" w:cs="ATT Aleck Sans"/>
          <w:b/>
          <w:bCs/>
        </w:rPr>
        <w:t>Talking Points:</w:t>
      </w:r>
      <w:r w:rsidRPr="005B7D30">
        <w:rPr>
          <w:rFonts w:ascii="ATT Aleck Sans" w:hAnsi="ATT Aleck Sans" w:cs="ATT Aleck Sans"/>
          <w:bCs/>
        </w:rPr>
        <w:t> </w:t>
      </w:r>
      <w:r w:rsidR="00952105" w:rsidRPr="00952105">
        <w:rPr>
          <w:rFonts w:ascii="ATT Aleck Sans" w:hAnsi="ATT Aleck Sans" w:cs="ATT Aleck Sans"/>
          <w:bCs/>
        </w:rPr>
        <w:t xml:space="preserve">Beware! You </w:t>
      </w:r>
      <w:r w:rsidR="00952105" w:rsidRPr="00952105">
        <w:rPr>
          <w:rFonts w:ascii="ATT Aleck Sans" w:hAnsi="ATT Aleck Sans" w:cs="ATT Aleck Sans"/>
        </w:rPr>
        <w:t>can</w:t>
      </w:r>
      <w:r w:rsidR="00952105">
        <w:rPr>
          <w:rFonts w:ascii="ATT Aleck Sans" w:hAnsi="ATT Aleck Sans" w:cs="ATT Aleck Sans"/>
        </w:rPr>
        <w:t>’</w:t>
      </w:r>
      <w:r w:rsidR="00952105" w:rsidRPr="00952105">
        <w:rPr>
          <w:rFonts w:ascii="ATT Aleck Sans" w:hAnsi="ATT Aleck Sans" w:cs="ATT Aleck Sans"/>
        </w:rPr>
        <w:t>t</w:t>
      </w:r>
      <w:r w:rsidR="00952105" w:rsidRPr="00952105">
        <w:rPr>
          <w:rFonts w:ascii="ATT Aleck Sans" w:hAnsi="ATT Aleck Sans" w:cs="ATT Aleck Sans"/>
          <w:bCs/>
        </w:rPr>
        <w:t xml:space="preserve"> trust your Caller ID. Fraudsters can spoof Caller ID to make it appear that a trusted organization is making the call, even when it isn't. </w:t>
      </w:r>
    </w:p>
    <w:p w14:paraId="7F0D4B95" w14:textId="77777777" w:rsidR="005B7D30" w:rsidRPr="005B7D30" w:rsidRDefault="005B7D30" w:rsidP="008C05FE">
      <w:pPr>
        <w:ind w:firstLine="720"/>
        <w:rPr>
          <w:rFonts w:ascii="ATT Aleck Sans" w:hAnsi="ATT Aleck Sans" w:cs="ATT Aleck Sans"/>
          <w:bCs/>
        </w:rPr>
      </w:pPr>
    </w:p>
    <w:p w14:paraId="3C197EA7" w14:textId="77777777" w:rsidR="005B7D30" w:rsidRPr="005B7D30" w:rsidRDefault="005B7D30" w:rsidP="005B7D30">
      <w:pPr>
        <w:ind w:firstLine="720"/>
        <w:rPr>
          <w:rFonts w:ascii="ATT Aleck Sans" w:hAnsi="ATT Aleck Sans" w:cs="ATT Aleck Sans"/>
          <w:bCs/>
        </w:rPr>
      </w:pPr>
      <w:r w:rsidRPr="005B7D30">
        <w:rPr>
          <w:rFonts w:ascii="ATT Aleck Sans" w:hAnsi="ATT Aleck Sans" w:cs="ATT Aleck Sans"/>
          <w:b/>
          <w:bCs/>
        </w:rPr>
        <w:t>Instructor Note: </w:t>
      </w:r>
      <w:r w:rsidRPr="005B7D30">
        <w:rPr>
          <w:rFonts w:ascii="ATT Aleck Sans" w:hAnsi="ATT Aleck Sans" w:cs="ATT Aleck Sans"/>
          <w:bCs/>
        </w:rPr>
        <w:t>none</w:t>
      </w:r>
    </w:p>
    <w:p w14:paraId="391C9952" w14:textId="77777777" w:rsidR="005B7D30" w:rsidRPr="005B7D30" w:rsidRDefault="005B7D30" w:rsidP="005B7D30">
      <w:pPr>
        <w:rPr>
          <w:rFonts w:ascii="ATT Aleck Sans" w:hAnsi="ATT Aleck Sans" w:cs="ATT Aleck Sans"/>
          <w:bCs/>
        </w:rPr>
      </w:pPr>
      <w:r w:rsidRPr="005B7D30">
        <w:rPr>
          <w:rFonts w:ascii="ATT Aleck Sans" w:hAnsi="ATT Aleck Sans" w:cs="ATT Aleck Sans"/>
          <w:bCs/>
        </w:rPr>
        <w:t> </w:t>
      </w:r>
    </w:p>
    <w:p w14:paraId="1932B1AA" w14:textId="77777777" w:rsidR="005B7D30" w:rsidRDefault="005B7D30" w:rsidP="000C65E0">
      <w:pPr>
        <w:ind w:firstLine="720"/>
        <w:rPr>
          <w:rFonts w:ascii="ATT Aleck Sans" w:hAnsi="ATT Aleck Sans" w:cs="ATT Aleck Sans"/>
          <w:bCs/>
        </w:rPr>
      </w:pPr>
      <w:r w:rsidRPr="005B7D30">
        <w:rPr>
          <w:rFonts w:ascii="ATT Aleck Sans" w:hAnsi="ATT Aleck Sans" w:cs="ATT Aleck Sans"/>
          <w:b/>
          <w:bCs/>
        </w:rPr>
        <w:t>Additional Details:</w:t>
      </w:r>
      <w:r w:rsidRPr="005B7D30">
        <w:rPr>
          <w:rFonts w:ascii="ATT Aleck Sans" w:hAnsi="ATT Aleck Sans" w:cs="ATT Aleck Sans"/>
          <w:bCs/>
        </w:rPr>
        <w:t> none</w:t>
      </w:r>
    </w:p>
    <w:p w14:paraId="48D67630" w14:textId="77777777" w:rsidR="005B7D30" w:rsidRPr="00871096" w:rsidRDefault="005B7D30" w:rsidP="005B7D30">
      <w:pPr>
        <w:rPr>
          <w:rFonts w:ascii="ATT Aleck Sans" w:hAnsi="ATT Aleck Sans" w:cs="ATT Aleck Sans"/>
          <w:bCs/>
        </w:rPr>
      </w:pPr>
    </w:p>
    <w:p w14:paraId="6680E873" w14:textId="77777777" w:rsidR="008C05FE" w:rsidRDefault="005B7D30" w:rsidP="008C05FE">
      <w:pPr>
        <w:rPr>
          <w:rFonts w:ascii="ATT Aleck Sans" w:hAnsi="ATT Aleck Sans" w:cs="ATT Aleck Sans"/>
          <w:b/>
          <w:bCs/>
        </w:rPr>
      </w:pPr>
      <w:r w:rsidRPr="005B7D30">
        <w:rPr>
          <w:rFonts w:ascii="ATT Aleck Sans" w:hAnsi="ATT Aleck Sans" w:cs="ATT Aleck Sans"/>
          <w:b/>
          <w:bCs/>
        </w:rPr>
        <w:t xml:space="preserve">Slide Number &amp; Title. </w:t>
      </w:r>
      <w:r w:rsidR="00B6659F" w:rsidRPr="005B7D30">
        <w:rPr>
          <w:rFonts w:ascii="ATT Aleck Sans" w:hAnsi="ATT Aleck Sans" w:cs="ATT Aleck Sans"/>
        </w:rPr>
        <w:t>Slide 3</w:t>
      </w:r>
      <w:r w:rsidR="00933B03" w:rsidRPr="005B7D30">
        <w:rPr>
          <w:rFonts w:ascii="ATT Aleck Sans" w:hAnsi="ATT Aleck Sans" w:cs="ATT Aleck Sans"/>
        </w:rPr>
        <w:t>0</w:t>
      </w:r>
      <w:r w:rsidR="00A4071E" w:rsidRPr="005B7D30">
        <w:rPr>
          <w:rFonts w:ascii="ATT Aleck Sans" w:hAnsi="ATT Aleck Sans" w:cs="ATT Aleck Sans"/>
        </w:rPr>
        <w:t>:</w:t>
      </w:r>
      <w:r w:rsidR="00871096">
        <w:rPr>
          <w:rFonts w:ascii="ATT Aleck Sans" w:hAnsi="ATT Aleck Sans" w:cs="ATT Aleck Sans"/>
          <w:b/>
          <w:bCs/>
        </w:rPr>
        <w:t xml:space="preserve"> </w:t>
      </w:r>
      <w:r w:rsidR="00952105">
        <w:rPr>
          <w:rFonts w:ascii="ATT Aleck Sans" w:hAnsi="ATT Aleck Sans" w:cs="ATT Aleck Sans"/>
        </w:rPr>
        <w:t>Social Media Scam</w:t>
      </w:r>
    </w:p>
    <w:p w14:paraId="7A627BE2" w14:textId="77777777" w:rsidR="008C05FE" w:rsidRDefault="008C05FE" w:rsidP="008C05FE">
      <w:pPr>
        <w:rPr>
          <w:rFonts w:ascii="ATT Aleck Sans" w:hAnsi="ATT Aleck Sans" w:cs="ATT Aleck Sans"/>
          <w:b/>
          <w:bCs/>
        </w:rPr>
      </w:pPr>
    </w:p>
    <w:p w14:paraId="2F3793D3" w14:textId="77777777" w:rsidR="008C05FE" w:rsidRPr="005B7D30" w:rsidRDefault="008C05FE" w:rsidP="008C05FE">
      <w:pPr>
        <w:ind w:firstLine="720"/>
        <w:rPr>
          <w:rFonts w:ascii="ATT Aleck Sans" w:hAnsi="ATT Aleck Sans" w:cs="ATT Aleck Sans"/>
        </w:rPr>
      </w:pPr>
      <w:r w:rsidRPr="005B7D30">
        <w:rPr>
          <w:rFonts w:ascii="ATT Aleck Sans" w:hAnsi="ATT Aleck Sans" w:cs="ATT Aleck Sans"/>
          <w:b/>
          <w:bCs/>
        </w:rPr>
        <w:t>On Slide Text:</w:t>
      </w:r>
      <w:r w:rsidRPr="005B7D30">
        <w:rPr>
          <w:rFonts w:ascii="ATT Aleck Sans" w:hAnsi="ATT Aleck Sans" w:cs="ATT Aleck Sans"/>
        </w:rPr>
        <w:t> </w:t>
      </w:r>
      <w:r w:rsidR="00952105">
        <w:rPr>
          <w:rFonts w:ascii="ATT Aleck Sans" w:hAnsi="ATT Aleck Sans" w:cs="ATT Aleck Sans"/>
        </w:rPr>
        <w:t xml:space="preserve"> </w:t>
      </w:r>
      <w:r>
        <w:rPr>
          <w:rFonts w:ascii="ATT Aleck Sans" w:hAnsi="ATT Aleck Sans" w:cs="ATT Aleck Sans"/>
        </w:rPr>
        <w:br/>
      </w:r>
    </w:p>
    <w:p w14:paraId="022ECFC3" w14:textId="77777777" w:rsidR="005B7D30" w:rsidRPr="005B7D30" w:rsidRDefault="005B7D30" w:rsidP="008C05FE">
      <w:pPr>
        <w:rPr>
          <w:rFonts w:ascii="ATT Aleck Sans" w:hAnsi="ATT Aleck Sans" w:cs="ATT Aleck Sans"/>
          <w:bCs/>
        </w:rPr>
      </w:pPr>
      <w:r w:rsidRPr="005B7D30">
        <w:rPr>
          <w:rFonts w:ascii="ATT Aleck Sans" w:hAnsi="ATT Aleck Sans" w:cs="ATT Aleck Sans"/>
          <w:bCs/>
        </w:rPr>
        <w:tab/>
      </w:r>
      <w:r w:rsidRPr="005B7D30">
        <w:rPr>
          <w:rFonts w:ascii="ATT Aleck Sans" w:hAnsi="ATT Aleck Sans" w:cs="ATT Aleck Sans"/>
          <w:b/>
          <w:bCs/>
        </w:rPr>
        <w:t>Notes Section</w:t>
      </w:r>
    </w:p>
    <w:p w14:paraId="58E5119A" w14:textId="77777777" w:rsidR="005B7D30" w:rsidRPr="005B7D30" w:rsidRDefault="005B7D30" w:rsidP="005B7D30">
      <w:pPr>
        <w:rPr>
          <w:rFonts w:ascii="ATT Aleck Sans" w:hAnsi="ATT Aleck Sans" w:cs="ATT Aleck Sans"/>
          <w:b/>
          <w:bCs/>
        </w:rPr>
      </w:pPr>
    </w:p>
    <w:p w14:paraId="66E12FC4" w14:textId="77777777" w:rsidR="00952105" w:rsidRPr="00952105" w:rsidRDefault="488EA312" w:rsidP="00952105">
      <w:pPr>
        <w:rPr>
          <w:rFonts w:ascii="ATT Aleck Sans" w:hAnsi="ATT Aleck Sans" w:cs="ATT Aleck Sans"/>
        </w:rPr>
      </w:pPr>
      <w:r w:rsidRPr="03CF56D2">
        <w:rPr>
          <w:rFonts w:ascii="ATT Aleck Sans" w:hAnsi="ATT Aleck Sans" w:cs="ATT Aleck Sans"/>
          <w:b/>
          <w:bCs/>
        </w:rPr>
        <w:t>Talking Points:</w:t>
      </w:r>
      <w:r w:rsidRPr="03CF56D2">
        <w:rPr>
          <w:rFonts w:ascii="ATT Aleck Sans" w:hAnsi="ATT Aleck Sans" w:cs="ATT Aleck Sans"/>
        </w:rPr>
        <w:t> </w:t>
      </w:r>
      <w:r w:rsidR="00952105" w:rsidRPr="00952105">
        <w:rPr>
          <w:rFonts w:ascii="ATT Aleck Sans" w:hAnsi="ATT Aleck Sans" w:cs="ATT Aleck Sans"/>
        </w:rPr>
        <w:t xml:space="preserve">There are also scammers on social media platforms. They try to trick you into sharing personal information by pretending to be an individual or organization. One scam occurs after you complain about a product or service on social media. The next time you log into your social media account, someone claiming to be from the company contacts you and promises to </w:t>
      </w:r>
      <w:r w:rsidR="00952105" w:rsidRPr="00952105">
        <w:rPr>
          <w:rFonts w:ascii="ATT Aleck Sans" w:hAnsi="ATT Aleck Sans" w:cs="ATT Aleck Sans"/>
        </w:rPr>
        <w:lastRenderedPageBreak/>
        <w:t xml:space="preserve">resolve your issue. They then ask for your password so they can fix the problem. Companies should not need your password to fix a problem. </w:t>
      </w:r>
    </w:p>
    <w:p w14:paraId="67F2557B" w14:textId="77777777" w:rsidR="005B7D30" w:rsidRPr="005B7D30" w:rsidRDefault="008C05FE" w:rsidP="00952105">
      <w:pPr>
        <w:rPr>
          <w:rFonts w:ascii="ATT Aleck Sans" w:hAnsi="ATT Aleck Sans" w:cs="ATT Aleck Sans"/>
          <w:bCs/>
        </w:rPr>
      </w:pPr>
      <w:r w:rsidRPr="008C05FE">
        <w:rPr>
          <w:rFonts w:ascii="ATT Aleck Sans" w:hAnsi="ATT Aleck Sans" w:cs="ATT Aleck Sans"/>
          <w:bCs/>
        </w:rPr>
        <w:t>tap the link on the screen</w:t>
      </w:r>
      <w:r w:rsidR="00344E05">
        <w:rPr>
          <w:rFonts w:ascii="ATT Aleck Sans" w:hAnsi="ATT Aleck Sans" w:cs="ATT Aleck Sans"/>
          <w:bCs/>
        </w:rPr>
        <w:t>.</w:t>
      </w:r>
    </w:p>
    <w:p w14:paraId="56C6435F" w14:textId="77777777" w:rsidR="005B7D30" w:rsidRPr="005B7D30" w:rsidRDefault="005B7D30" w:rsidP="005B7D30">
      <w:pPr>
        <w:ind w:firstLine="720"/>
        <w:rPr>
          <w:rFonts w:ascii="ATT Aleck Sans" w:hAnsi="ATT Aleck Sans" w:cs="ATT Aleck Sans"/>
          <w:bCs/>
        </w:rPr>
      </w:pPr>
    </w:p>
    <w:p w14:paraId="0F137EBD" w14:textId="77777777" w:rsidR="005B7D30" w:rsidRPr="005B7D30" w:rsidRDefault="005B7D30" w:rsidP="005B7D30">
      <w:pPr>
        <w:ind w:firstLine="720"/>
        <w:rPr>
          <w:rFonts w:ascii="ATT Aleck Sans" w:hAnsi="ATT Aleck Sans" w:cs="ATT Aleck Sans"/>
          <w:bCs/>
        </w:rPr>
      </w:pPr>
      <w:r w:rsidRPr="005B7D30">
        <w:rPr>
          <w:rFonts w:ascii="ATT Aleck Sans" w:hAnsi="ATT Aleck Sans" w:cs="ATT Aleck Sans"/>
          <w:b/>
          <w:bCs/>
        </w:rPr>
        <w:t>Instructor Note: </w:t>
      </w:r>
      <w:r w:rsidRPr="005B7D30">
        <w:rPr>
          <w:rFonts w:ascii="ATT Aleck Sans" w:hAnsi="ATT Aleck Sans" w:cs="ATT Aleck Sans"/>
          <w:bCs/>
        </w:rPr>
        <w:t>none</w:t>
      </w:r>
    </w:p>
    <w:p w14:paraId="79F1C95C" w14:textId="77777777" w:rsidR="005B7D30" w:rsidRPr="005B7D30" w:rsidRDefault="005B7D30" w:rsidP="005B7D30">
      <w:pPr>
        <w:rPr>
          <w:rFonts w:ascii="ATT Aleck Sans" w:hAnsi="ATT Aleck Sans" w:cs="ATT Aleck Sans"/>
          <w:bCs/>
        </w:rPr>
      </w:pPr>
      <w:r w:rsidRPr="005B7D30">
        <w:rPr>
          <w:rFonts w:ascii="ATT Aleck Sans" w:hAnsi="ATT Aleck Sans" w:cs="ATT Aleck Sans"/>
          <w:bCs/>
        </w:rPr>
        <w:t> </w:t>
      </w:r>
    </w:p>
    <w:p w14:paraId="4BC6D12C" w14:textId="77777777" w:rsidR="005B7D30" w:rsidRPr="005B7D30" w:rsidRDefault="005B7D30" w:rsidP="005B7D30">
      <w:pPr>
        <w:ind w:firstLine="720"/>
        <w:rPr>
          <w:rFonts w:ascii="ATT Aleck Sans" w:hAnsi="ATT Aleck Sans" w:cs="ATT Aleck Sans"/>
          <w:bCs/>
        </w:rPr>
      </w:pPr>
      <w:r w:rsidRPr="005B7D30">
        <w:rPr>
          <w:rFonts w:ascii="ATT Aleck Sans" w:hAnsi="ATT Aleck Sans" w:cs="ATT Aleck Sans"/>
          <w:b/>
          <w:bCs/>
        </w:rPr>
        <w:t>Additional Details:</w:t>
      </w:r>
      <w:r w:rsidRPr="005B7D30">
        <w:rPr>
          <w:rFonts w:ascii="ATT Aleck Sans" w:hAnsi="ATT Aleck Sans" w:cs="ATT Aleck Sans"/>
          <w:bCs/>
        </w:rPr>
        <w:t> none</w:t>
      </w:r>
    </w:p>
    <w:p w14:paraId="25535D7A" w14:textId="77777777" w:rsidR="005B7D30" w:rsidRDefault="005B7D30" w:rsidP="00A33BDD">
      <w:pPr>
        <w:rPr>
          <w:rFonts w:ascii="ATT Aleck Sans" w:hAnsi="ATT Aleck Sans" w:cs="ATT Aleck Sans"/>
          <w:b/>
          <w:bCs/>
        </w:rPr>
      </w:pPr>
    </w:p>
    <w:p w14:paraId="0A35D8A8" w14:textId="77777777" w:rsidR="008C05FE" w:rsidRDefault="005B7D30" w:rsidP="008C05FE">
      <w:pPr>
        <w:rPr>
          <w:rFonts w:ascii="ATT Aleck Sans" w:hAnsi="ATT Aleck Sans" w:cs="ATT Aleck Sans"/>
          <w:b/>
          <w:bCs/>
        </w:rPr>
      </w:pPr>
      <w:r w:rsidRPr="005B7D30">
        <w:rPr>
          <w:rFonts w:ascii="ATT Aleck Sans" w:hAnsi="ATT Aleck Sans" w:cs="ATT Aleck Sans"/>
          <w:b/>
          <w:bCs/>
        </w:rPr>
        <w:t xml:space="preserve">Slide Number &amp; Title. </w:t>
      </w:r>
      <w:r w:rsidR="00B6659F" w:rsidRPr="005B7D30">
        <w:rPr>
          <w:rFonts w:ascii="ATT Aleck Sans" w:hAnsi="ATT Aleck Sans" w:cs="ATT Aleck Sans"/>
        </w:rPr>
        <w:t>Slide 3</w:t>
      </w:r>
      <w:r w:rsidR="00933B03" w:rsidRPr="005B7D30">
        <w:rPr>
          <w:rFonts w:ascii="ATT Aleck Sans" w:hAnsi="ATT Aleck Sans" w:cs="ATT Aleck Sans"/>
        </w:rPr>
        <w:t>1</w:t>
      </w:r>
      <w:r w:rsidR="00ED3A41" w:rsidRPr="005B7D30">
        <w:rPr>
          <w:rFonts w:ascii="ATT Aleck Sans" w:hAnsi="ATT Aleck Sans" w:cs="ATT Aleck Sans"/>
        </w:rPr>
        <w:t>:</w:t>
      </w:r>
      <w:r w:rsidR="008C05FE">
        <w:rPr>
          <w:rFonts w:ascii="ATT Aleck Sans" w:hAnsi="ATT Aleck Sans" w:cs="ATT Aleck Sans"/>
          <w:b/>
          <w:bCs/>
        </w:rPr>
        <w:t xml:space="preserve"> </w:t>
      </w:r>
      <w:r w:rsidR="00952105">
        <w:rPr>
          <w:rFonts w:ascii="ATT Aleck Sans" w:hAnsi="ATT Aleck Sans" w:cs="ATT Aleck Sans"/>
        </w:rPr>
        <w:t>Free Wi-Fi Scams</w:t>
      </w:r>
      <w:r w:rsidR="00C8715B">
        <w:rPr>
          <w:rFonts w:ascii="ATT Aleck Sans" w:hAnsi="ATT Aleck Sans" w:cs="ATT Aleck Sans"/>
        </w:rPr>
        <w:t xml:space="preserve"> </w:t>
      </w:r>
    </w:p>
    <w:p w14:paraId="4EC55582" w14:textId="77777777" w:rsidR="008C05FE" w:rsidRDefault="008C05FE" w:rsidP="008C05FE">
      <w:pPr>
        <w:rPr>
          <w:rFonts w:ascii="ATT Aleck Sans" w:hAnsi="ATT Aleck Sans" w:cs="ATT Aleck Sans"/>
          <w:b/>
          <w:bCs/>
        </w:rPr>
      </w:pPr>
    </w:p>
    <w:p w14:paraId="036E4A13" w14:textId="77777777" w:rsidR="005B7D30" w:rsidRPr="00C8715B" w:rsidRDefault="008C05FE" w:rsidP="00C8715B">
      <w:pPr>
        <w:ind w:firstLine="720"/>
        <w:rPr>
          <w:rFonts w:ascii="ATT Aleck Sans" w:hAnsi="ATT Aleck Sans" w:cs="ATT Aleck Sans"/>
        </w:rPr>
      </w:pPr>
      <w:r w:rsidRPr="005B7D30">
        <w:rPr>
          <w:rFonts w:ascii="ATT Aleck Sans" w:hAnsi="ATT Aleck Sans" w:cs="ATT Aleck Sans"/>
          <w:b/>
          <w:bCs/>
        </w:rPr>
        <w:t>On Slide Text:</w:t>
      </w:r>
      <w:r w:rsidRPr="005B7D30">
        <w:rPr>
          <w:rFonts w:ascii="ATT Aleck Sans" w:hAnsi="ATT Aleck Sans" w:cs="ATT Aleck Sans"/>
        </w:rPr>
        <w:t> </w:t>
      </w:r>
      <w:r>
        <w:rPr>
          <w:rFonts w:ascii="ATT Aleck Sans" w:hAnsi="ATT Aleck Sans" w:cs="ATT Aleck Sans"/>
        </w:rPr>
        <w:t>iPhone and Android</w:t>
      </w:r>
      <w:r>
        <w:rPr>
          <w:rFonts w:ascii="ATT Aleck Sans" w:hAnsi="ATT Aleck Sans" w:cs="ATT Aleck Sans"/>
        </w:rPr>
        <w:br/>
      </w:r>
    </w:p>
    <w:p w14:paraId="391C7952" w14:textId="77777777" w:rsidR="005B7D30" w:rsidRPr="005B7D30" w:rsidRDefault="005B7D30" w:rsidP="005B7D30">
      <w:pPr>
        <w:rPr>
          <w:rFonts w:ascii="ATT Aleck Sans" w:hAnsi="ATT Aleck Sans" w:cs="ATT Aleck Sans"/>
          <w:bCs/>
        </w:rPr>
      </w:pPr>
      <w:r w:rsidRPr="005B7D30">
        <w:rPr>
          <w:rFonts w:ascii="ATT Aleck Sans" w:hAnsi="ATT Aleck Sans" w:cs="ATT Aleck Sans"/>
          <w:bCs/>
        </w:rPr>
        <w:tab/>
      </w:r>
      <w:r w:rsidRPr="005B7D30">
        <w:rPr>
          <w:rFonts w:ascii="ATT Aleck Sans" w:hAnsi="ATT Aleck Sans" w:cs="ATT Aleck Sans"/>
          <w:b/>
          <w:bCs/>
        </w:rPr>
        <w:t>Notes Section</w:t>
      </w:r>
    </w:p>
    <w:p w14:paraId="1466FE08" w14:textId="77777777" w:rsidR="005B7D30" w:rsidRPr="005B7D30" w:rsidRDefault="005B7D30" w:rsidP="005B7D30">
      <w:pPr>
        <w:rPr>
          <w:rFonts w:ascii="ATT Aleck Sans" w:hAnsi="ATT Aleck Sans" w:cs="ATT Aleck Sans"/>
          <w:b/>
          <w:bCs/>
        </w:rPr>
      </w:pPr>
    </w:p>
    <w:p w14:paraId="4E2C3812" w14:textId="77777777" w:rsidR="00952105" w:rsidRPr="00952105" w:rsidRDefault="005B7D30" w:rsidP="00952105">
      <w:pPr>
        <w:ind w:firstLine="720"/>
        <w:rPr>
          <w:rFonts w:ascii="ATT Aleck Sans" w:hAnsi="ATT Aleck Sans" w:cs="ATT Aleck Sans"/>
          <w:bCs/>
        </w:rPr>
      </w:pPr>
      <w:r w:rsidRPr="005B7D30">
        <w:rPr>
          <w:rFonts w:ascii="ATT Aleck Sans" w:hAnsi="ATT Aleck Sans" w:cs="ATT Aleck Sans"/>
          <w:b/>
          <w:bCs/>
        </w:rPr>
        <w:t>Talking Points:</w:t>
      </w:r>
      <w:r w:rsidRPr="005B7D30">
        <w:rPr>
          <w:rFonts w:ascii="ATT Aleck Sans" w:hAnsi="ATT Aleck Sans" w:cs="ATT Aleck Sans"/>
          <w:bCs/>
        </w:rPr>
        <w:t> </w:t>
      </w:r>
      <w:r w:rsidR="00952105" w:rsidRPr="00952105">
        <w:rPr>
          <w:rFonts w:ascii="ATT Aleck Sans" w:hAnsi="ATT Aleck Sans" w:cs="ATT Aleck Sans"/>
          <w:bCs/>
        </w:rPr>
        <w:t>Not all free Wi-Fi networks are safe and secure. When visiting a coffee shop, restaurant, or lobby, ensure you are using the organization’s secure Wi-Fi and not a fake network set up by a scammer. Connecting to an unofficial Wi-Fi network allows the scammer to see and track everything you do online. If you log into your bank account or credit card portal, the scammer can view your login details and potentially access your accounts.</w:t>
      </w:r>
    </w:p>
    <w:p w14:paraId="116FE91A" w14:textId="77777777" w:rsidR="005B7D30" w:rsidRPr="005B7D30" w:rsidRDefault="005B7D30" w:rsidP="00C8715B">
      <w:pPr>
        <w:ind w:firstLine="720"/>
        <w:rPr>
          <w:rFonts w:ascii="ATT Aleck Sans" w:hAnsi="ATT Aleck Sans" w:cs="ATT Aleck Sans"/>
          <w:bCs/>
        </w:rPr>
      </w:pPr>
    </w:p>
    <w:p w14:paraId="0D4E46C4" w14:textId="77777777" w:rsidR="005B7D30" w:rsidRPr="005B7D30" w:rsidRDefault="005B7D30" w:rsidP="005B7D30">
      <w:pPr>
        <w:ind w:firstLine="720"/>
        <w:rPr>
          <w:rFonts w:ascii="ATT Aleck Sans" w:hAnsi="ATT Aleck Sans" w:cs="ATT Aleck Sans"/>
          <w:bCs/>
        </w:rPr>
      </w:pPr>
      <w:r w:rsidRPr="005B7D30">
        <w:rPr>
          <w:rFonts w:ascii="ATT Aleck Sans" w:hAnsi="ATT Aleck Sans" w:cs="ATT Aleck Sans"/>
          <w:b/>
          <w:bCs/>
        </w:rPr>
        <w:t>Instructor Note: </w:t>
      </w:r>
      <w:r w:rsidRPr="005B7D30">
        <w:rPr>
          <w:rFonts w:ascii="ATT Aleck Sans" w:hAnsi="ATT Aleck Sans" w:cs="ATT Aleck Sans"/>
          <w:bCs/>
        </w:rPr>
        <w:t>none</w:t>
      </w:r>
    </w:p>
    <w:p w14:paraId="0EFD8926" w14:textId="77777777" w:rsidR="005B7D30" w:rsidRPr="005B7D30" w:rsidRDefault="005B7D30" w:rsidP="005B7D30">
      <w:pPr>
        <w:rPr>
          <w:rFonts w:ascii="ATT Aleck Sans" w:hAnsi="ATT Aleck Sans" w:cs="ATT Aleck Sans"/>
          <w:bCs/>
        </w:rPr>
      </w:pPr>
      <w:r w:rsidRPr="005B7D30">
        <w:rPr>
          <w:rFonts w:ascii="ATT Aleck Sans" w:hAnsi="ATT Aleck Sans" w:cs="ATT Aleck Sans"/>
          <w:bCs/>
        </w:rPr>
        <w:t> </w:t>
      </w:r>
    </w:p>
    <w:p w14:paraId="2F833645" w14:textId="77777777" w:rsidR="005B7D30" w:rsidRPr="005B7D30" w:rsidRDefault="005B7D30" w:rsidP="005B7D30">
      <w:pPr>
        <w:ind w:firstLine="720"/>
        <w:rPr>
          <w:rFonts w:ascii="ATT Aleck Sans" w:hAnsi="ATT Aleck Sans" w:cs="ATT Aleck Sans"/>
          <w:bCs/>
        </w:rPr>
      </w:pPr>
      <w:r w:rsidRPr="005B7D30">
        <w:rPr>
          <w:rFonts w:ascii="ATT Aleck Sans" w:hAnsi="ATT Aleck Sans" w:cs="ATT Aleck Sans"/>
          <w:b/>
          <w:bCs/>
        </w:rPr>
        <w:t>Additional Details:</w:t>
      </w:r>
      <w:r w:rsidRPr="005B7D30">
        <w:rPr>
          <w:rFonts w:ascii="ATT Aleck Sans" w:hAnsi="ATT Aleck Sans" w:cs="ATT Aleck Sans"/>
          <w:bCs/>
        </w:rPr>
        <w:t> none</w:t>
      </w:r>
    </w:p>
    <w:p w14:paraId="57C5C923" w14:textId="77777777" w:rsidR="005B7D30" w:rsidRPr="00871096" w:rsidRDefault="005B7D30" w:rsidP="005B7D30">
      <w:pPr>
        <w:rPr>
          <w:rFonts w:ascii="ATT Aleck Sans" w:hAnsi="ATT Aleck Sans" w:cs="ATT Aleck Sans"/>
          <w:color w:val="009FDB"/>
        </w:rPr>
      </w:pPr>
    </w:p>
    <w:p w14:paraId="59C215E9" w14:textId="77777777" w:rsidR="006616C7" w:rsidRDefault="005B7D30" w:rsidP="006616C7">
      <w:pPr>
        <w:rPr>
          <w:rFonts w:ascii="ATT Aleck Sans" w:hAnsi="ATT Aleck Sans" w:cs="ATT Aleck Sans"/>
        </w:rPr>
      </w:pPr>
      <w:bookmarkStart w:id="6" w:name="OLE_LINK1"/>
      <w:bookmarkStart w:id="7" w:name="OLE_LINK2"/>
      <w:r w:rsidRPr="005B7D30">
        <w:rPr>
          <w:rFonts w:ascii="ATT Aleck Sans" w:hAnsi="ATT Aleck Sans" w:cs="ATT Aleck Sans"/>
          <w:b/>
          <w:bCs/>
          <w:color w:val="000000" w:themeColor="text1"/>
        </w:rPr>
        <w:t xml:space="preserve">Slide Number &amp; Title. </w:t>
      </w:r>
      <w:bookmarkEnd w:id="6"/>
      <w:bookmarkEnd w:id="7"/>
      <w:r w:rsidR="00B6659F" w:rsidRPr="006616C7">
        <w:rPr>
          <w:rFonts w:ascii="ATT Aleck Sans" w:hAnsi="ATT Aleck Sans" w:cs="ATT Aleck Sans"/>
          <w:color w:val="000000" w:themeColor="text1"/>
        </w:rPr>
        <w:t>Slide 3</w:t>
      </w:r>
      <w:r w:rsidR="00933B03" w:rsidRPr="006616C7">
        <w:rPr>
          <w:rFonts w:ascii="ATT Aleck Sans" w:hAnsi="ATT Aleck Sans" w:cs="ATT Aleck Sans"/>
          <w:color w:val="000000" w:themeColor="text1"/>
        </w:rPr>
        <w:t>2</w:t>
      </w:r>
      <w:r w:rsidR="000D1239" w:rsidRPr="006616C7">
        <w:rPr>
          <w:rFonts w:ascii="ATT Aleck Sans" w:hAnsi="ATT Aleck Sans" w:cs="ATT Aleck Sans"/>
          <w:color w:val="000000" w:themeColor="text1"/>
        </w:rPr>
        <w:t>:</w:t>
      </w:r>
      <w:r w:rsidR="000D1239">
        <w:rPr>
          <w:rFonts w:ascii="ATT Aleck Sans" w:hAnsi="ATT Aleck Sans" w:cs="ATT Aleck Sans"/>
          <w:b/>
          <w:bCs/>
          <w:color w:val="000000" w:themeColor="text1"/>
        </w:rPr>
        <w:t xml:space="preserve"> </w:t>
      </w:r>
      <w:r w:rsidR="00952105">
        <w:rPr>
          <w:rFonts w:ascii="ATT Aleck Sans" w:hAnsi="ATT Aleck Sans" w:cs="ATT Aleck Sans"/>
        </w:rPr>
        <w:t>Survey and Online Quiz Phishing Scams</w:t>
      </w:r>
    </w:p>
    <w:p w14:paraId="05CF6F74" w14:textId="77777777" w:rsidR="006616C7" w:rsidRDefault="006616C7" w:rsidP="006616C7">
      <w:pPr>
        <w:rPr>
          <w:rFonts w:ascii="ATT Aleck Sans" w:hAnsi="ATT Aleck Sans" w:cs="ATT Aleck Sans"/>
        </w:rPr>
      </w:pPr>
    </w:p>
    <w:p w14:paraId="01F36686" w14:textId="77777777" w:rsidR="00952105" w:rsidRPr="00952105" w:rsidRDefault="006616C7" w:rsidP="00952105">
      <w:pPr>
        <w:ind w:firstLine="720"/>
        <w:rPr>
          <w:rFonts w:ascii="ATT Aleck Sans" w:hAnsi="ATT Aleck Sans" w:cs="ATT Aleck Sans"/>
        </w:rPr>
      </w:pPr>
      <w:r w:rsidRPr="005B7D30">
        <w:rPr>
          <w:rFonts w:ascii="ATT Aleck Sans" w:hAnsi="ATT Aleck Sans" w:cs="ATT Aleck Sans"/>
          <w:b/>
          <w:bCs/>
        </w:rPr>
        <w:t>On Slide Text:</w:t>
      </w:r>
      <w:r w:rsidRPr="005B7D30">
        <w:rPr>
          <w:rFonts w:ascii="ATT Aleck Sans" w:hAnsi="ATT Aleck Sans" w:cs="ATT Aleck Sans"/>
          <w:bCs/>
        </w:rPr>
        <w:t> </w:t>
      </w:r>
      <w:r w:rsidR="00952105" w:rsidRPr="00952105">
        <w:rPr>
          <w:rFonts w:ascii="ATT Aleck Sans" w:hAnsi="ATT Aleck Sans" w:cs="ATT Aleck Sans"/>
        </w:rPr>
        <w:t>Don’t share personal information with online surveys and quizzes, such a</w:t>
      </w:r>
      <w:r w:rsidR="00344E05">
        <w:rPr>
          <w:rFonts w:ascii="ATT Aleck Sans" w:hAnsi="ATT Aleck Sans" w:cs="ATT Aleck Sans"/>
        </w:rPr>
        <w:t>s</w:t>
      </w:r>
      <w:r w:rsidR="00952105">
        <w:rPr>
          <w:rFonts w:ascii="ATT Aleck Sans" w:hAnsi="ATT Aleck Sans" w:cs="ATT Aleck Sans"/>
        </w:rPr>
        <w:t xml:space="preserve"> </w:t>
      </w:r>
      <w:r w:rsidR="00952105" w:rsidRPr="00952105">
        <w:rPr>
          <w:rFonts w:ascii="ATT Aleck Sans" w:hAnsi="ATT Aleck Sans" w:cs="ATT Aleck Sans"/>
        </w:rPr>
        <w:t xml:space="preserve">your SSN, answers you have used for account security questions, etc. </w:t>
      </w:r>
    </w:p>
    <w:p w14:paraId="71B0CAB0" w14:textId="77777777" w:rsidR="006616C7" w:rsidRPr="005B7D30" w:rsidRDefault="006616C7" w:rsidP="00C8715B">
      <w:pPr>
        <w:ind w:left="720"/>
        <w:rPr>
          <w:rFonts w:ascii="ATT Aleck Sans" w:hAnsi="ATT Aleck Sans" w:cs="ATT Aleck Sans"/>
          <w:bCs/>
        </w:rPr>
      </w:pPr>
    </w:p>
    <w:p w14:paraId="265CC1FF" w14:textId="77777777" w:rsidR="006616C7" w:rsidRPr="005B7D30" w:rsidRDefault="006616C7" w:rsidP="006616C7">
      <w:pPr>
        <w:rPr>
          <w:rFonts w:ascii="ATT Aleck Sans" w:hAnsi="ATT Aleck Sans" w:cs="ATT Aleck Sans"/>
          <w:bCs/>
        </w:rPr>
      </w:pPr>
      <w:r w:rsidRPr="005B7D30">
        <w:rPr>
          <w:rFonts w:ascii="ATT Aleck Sans" w:hAnsi="ATT Aleck Sans" w:cs="ATT Aleck Sans"/>
          <w:bCs/>
        </w:rPr>
        <w:tab/>
      </w:r>
      <w:r w:rsidRPr="005B7D30">
        <w:rPr>
          <w:rFonts w:ascii="ATT Aleck Sans" w:hAnsi="ATT Aleck Sans" w:cs="ATT Aleck Sans"/>
          <w:b/>
          <w:bCs/>
        </w:rPr>
        <w:t>Notes Section</w:t>
      </w:r>
    </w:p>
    <w:p w14:paraId="4F8B0803" w14:textId="77777777" w:rsidR="006616C7" w:rsidRPr="005B7D30" w:rsidRDefault="006616C7" w:rsidP="006616C7">
      <w:pPr>
        <w:rPr>
          <w:rFonts w:ascii="ATT Aleck Sans" w:hAnsi="ATT Aleck Sans" w:cs="ATT Aleck Sans"/>
          <w:b/>
          <w:bCs/>
        </w:rPr>
      </w:pPr>
    </w:p>
    <w:p w14:paraId="23BF33A8" w14:textId="77777777" w:rsidR="00952105" w:rsidRPr="00952105" w:rsidRDefault="006616C7" w:rsidP="00952105">
      <w:pPr>
        <w:ind w:firstLine="720"/>
        <w:rPr>
          <w:rFonts w:ascii="ATT Aleck Sans" w:hAnsi="ATT Aleck Sans" w:cs="ATT Aleck Sans"/>
        </w:rPr>
      </w:pPr>
      <w:r w:rsidRPr="005B7D30">
        <w:rPr>
          <w:rFonts w:ascii="ATT Aleck Sans" w:hAnsi="ATT Aleck Sans" w:cs="ATT Aleck Sans"/>
          <w:b/>
          <w:bCs/>
        </w:rPr>
        <w:t>Talking Points:</w:t>
      </w:r>
      <w:r>
        <w:rPr>
          <w:rFonts w:ascii="ATT Aleck Sans" w:hAnsi="ATT Aleck Sans" w:cs="ATT Aleck Sans"/>
          <w:b/>
          <w:bCs/>
        </w:rPr>
        <w:t xml:space="preserve"> </w:t>
      </w:r>
      <w:r w:rsidR="00952105" w:rsidRPr="00952105">
        <w:rPr>
          <w:rFonts w:ascii="ATT Aleck Sans" w:hAnsi="ATT Aleck Sans" w:cs="ATT Aleck Sans"/>
        </w:rPr>
        <w:t xml:space="preserve">Beware of surveys and online quizzes found in online ads, social media, mobile games, email, or text messages. Fraudsters can use surveys and quizzes to gather sensitive information about you, which they can later use to steal your identity or gain access to your bank account or credit card information. Don’t provide your usernames, passwords, Social Security number, credit card details, answers you have used for account security questions, or any other personal information used to answer online security questions. While the promise of a gift certificate or the chance to win a vacation can be enticing, it’s not worth the potential harm of sharing personal information. </w:t>
      </w:r>
    </w:p>
    <w:p w14:paraId="792D8254" w14:textId="77777777" w:rsidR="00AC6B5E" w:rsidRDefault="00AC6B5E" w:rsidP="00952105">
      <w:pPr>
        <w:ind w:firstLine="720"/>
        <w:rPr>
          <w:rFonts w:ascii="ATT Aleck Sans" w:hAnsi="ATT Aleck Sans" w:cs="ATT Aleck Sans"/>
        </w:rPr>
      </w:pPr>
    </w:p>
    <w:p w14:paraId="61EDC999" w14:textId="77777777" w:rsidR="00AC6B5E" w:rsidRDefault="00AC6B5E" w:rsidP="006616C7">
      <w:pPr>
        <w:ind w:firstLine="720"/>
        <w:rPr>
          <w:rFonts w:ascii="ATT Aleck Sans" w:hAnsi="ATT Aleck Sans" w:cs="ATT Aleck Sans"/>
        </w:rPr>
      </w:pPr>
      <w:r w:rsidRPr="00C8715B">
        <w:rPr>
          <w:rFonts w:ascii="ATT Aleck Sans" w:hAnsi="ATT Aleck Sans" w:cs="ATT Aleck Sans"/>
          <w:b/>
          <w:bCs/>
        </w:rPr>
        <w:t>Instructor Note:</w:t>
      </w:r>
      <w:r>
        <w:rPr>
          <w:rFonts w:ascii="ATT Aleck Sans" w:hAnsi="ATT Aleck Sans" w:cs="ATT Aleck Sans"/>
        </w:rPr>
        <w:t xml:space="preserve"> </w:t>
      </w:r>
      <w:r w:rsidR="00952105">
        <w:rPr>
          <w:rFonts w:ascii="ATT Aleck Sans" w:hAnsi="ATT Aleck Sans" w:cs="ATT Aleck Sans"/>
        </w:rPr>
        <w:t>none</w:t>
      </w:r>
    </w:p>
    <w:p w14:paraId="7A5BE0CC" w14:textId="77777777" w:rsidR="00C8715B" w:rsidRDefault="00C8715B" w:rsidP="00952105">
      <w:pPr>
        <w:rPr>
          <w:rFonts w:ascii="ATT Aleck Sans" w:hAnsi="ATT Aleck Sans" w:cs="ATT Aleck Sans"/>
        </w:rPr>
      </w:pPr>
    </w:p>
    <w:p w14:paraId="31CBF9BB" w14:textId="77777777" w:rsidR="00AC6B5E" w:rsidRPr="006616C7" w:rsidRDefault="00AC6B5E" w:rsidP="006616C7">
      <w:pPr>
        <w:ind w:firstLine="720"/>
        <w:rPr>
          <w:rFonts w:ascii="ATT Aleck Sans" w:hAnsi="ATT Aleck Sans" w:cs="ATT Aleck Sans"/>
        </w:rPr>
      </w:pPr>
      <w:r w:rsidRPr="00C8715B">
        <w:rPr>
          <w:rFonts w:ascii="ATT Aleck Sans" w:hAnsi="ATT Aleck Sans" w:cs="ATT Aleck Sans"/>
          <w:b/>
          <w:bCs/>
        </w:rPr>
        <w:t>Additional Details:</w:t>
      </w:r>
      <w:r>
        <w:rPr>
          <w:rFonts w:ascii="ATT Aleck Sans" w:hAnsi="ATT Aleck Sans" w:cs="ATT Aleck Sans"/>
        </w:rPr>
        <w:t xml:space="preserve"> none</w:t>
      </w:r>
    </w:p>
    <w:p w14:paraId="79384BEE" w14:textId="77777777" w:rsidR="006616C7" w:rsidRDefault="006616C7" w:rsidP="006616C7">
      <w:pPr>
        <w:rPr>
          <w:rFonts w:ascii="ATT Aleck Sans" w:hAnsi="ATT Aleck Sans" w:cs="ATT Aleck Sans"/>
          <w:b/>
          <w:bCs/>
        </w:rPr>
      </w:pPr>
    </w:p>
    <w:p w14:paraId="7FC5D0DC" w14:textId="77777777" w:rsidR="006616C7" w:rsidRDefault="006616C7" w:rsidP="006616C7">
      <w:pPr>
        <w:rPr>
          <w:rFonts w:ascii="ATT Aleck Sans" w:hAnsi="ATT Aleck Sans" w:cs="ATT Aleck Sans"/>
        </w:rPr>
      </w:pPr>
      <w:r w:rsidRPr="6A137D38">
        <w:rPr>
          <w:rFonts w:ascii="ATT Aleck Sans" w:hAnsi="ATT Aleck Sans" w:cs="ATT Aleck Sans"/>
          <w:b/>
          <w:bCs/>
          <w:color w:val="000000" w:themeColor="text1"/>
        </w:rPr>
        <w:t xml:space="preserve">Slide Number &amp; Title. </w:t>
      </w:r>
      <w:r w:rsidR="006D7323" w:rsidRPr="6A137D38">
        <w:rPr>
          <w:rFonts w:ascii="ATT Aleck Sans" w:hAnsi="ATT Aleck Sans" w:cs="ATT Aleck Sans"/>
        </w:rPr>
        <w:t>Slide 3</w:t>
      </w:r>
      <w:r w:rsidR="00FB1A43" w:rsidRPr="6A137D38">
        <w:rPr>
          <w:rFonts w:ascii="ATT Aleck Sans" w:hAnsi="ATT Aleck Sans" w:cs="ATT Aleck Sans"/>
        </w:rPr>
        <w:t>3</w:t>
      </w:r>
      <w:r w:rsidR="00ED3A41" w:rsidRPr="6A137D38">
        <w:rPr>
          <w:rFonts w:ascii="ATT Aleck Sans" w:hAnsi="ATT Aleck Sans" w:cs="ATT Aleck Sans"/>
        </w:rPr>
        <w:t>:</w:t>
      </w:r>
      <w:r w:rsidR="006D7323" w:rsidRPr="6A137D38">
        <w:rPr>
          <w:rFonts w:ascii="ATT Aleck Sans" w:hAnsi="ATT Aleck Sans" w:cs="ATT Aleck Sans"/>
          <w:b/>
          <w:bCs/>
        </w:rPr>
        <w:t xml:space="preserve"> </w:t>
      </w:r>
      <w:r w:rsidR="00952105">
        <w:rPr>
          <w:rFonts w:ascii="ATT Aleck Sans" w:hAnsi="ATT Aleck Sans" w:cs="ATT Aleck Sans"/>
        </w:rPr>
        <w:t>Online Gaming Scams</w:t>
      </w:r>
    </w:p>
    <w:p w14:paraId="62EA7B3C" w14:textId="77777777" w:rsidR="006616C7" w:rsidRDefault="006616C7" w:rsidP="006616C7">
      <w:pPr>
        <w:rPr>
          <w:rFonts w:ascii="ATT Aleck Sans" w:hAnsi="ATT Aleck Sans" w:cs="ATT Aleck Sans"/>
        </w:rPr>
      </w:pPr>
    </w:p>
    <w:p w14:paraId="58869B9D" w14:textId="77777777" w:rsidR="00952105" w:rsidRPr="00952105" w:rsidRDefault="006616C7" w:rsidP="00952105">
      <w:pPr>
        <w:ind w:firstLine="720"/>
        <w:rPr>
          <w:rFonts w:ascii="ATT Aleck Sans" w:hAnsi="ATT Aleck Sans" w:cs="ATT Aleck Sans"/>
        </w:rPr>
      </w:pPr>
      <w:r w:rsidRPr="332BD257">
        <w:rPr>
          <w:rFonts w:ascii="ATT Aleck Sans" w:hAnsi="ATT Aleck Sans" w:cs="ATT Aleck Sans"/>
          <w:b/>
          <w:bCs/>
        </w:rPr>
        <w:t>On Slide Text:</w:t>
      </w:r>
      <w:r w:rsidRPr="332BD257">
        <w:rPr>
          <w:rFonts w:ascii="ATT Aleck Sans" w:hAnsi="ATT Aleck Sans" w:cs="ATT Aleck Sans"/>
        </w:rPr>
        <w:t> </w:t>
      </w:r>
      <w:r w:rsidR="00952105" w:rsidRPr="00952105">
        <w:rPr>
          <w:rFonts w:ascii="ATT Aleck Sans" w:hAnsi="ATT Aleck Sans" w:cs="ATT Aleck Sans"/>
        </w:rPr>
        <w:t>Malware is a virus created to damage your computer and steal sensitive information you don't want to share.</w:t>
      </w:r>
    </w:p>
    <w:p w14:paraId="3F0CC8AD" w14:textId="77777777" w:rsidR="00C8715B" w:rsidRPr="005B7D30" w:rsidRDefault="00C8715B" w:rsidP="00C8715B">
      <w:pPr>
        <w:rPr>
          <w:rFonts w:ascii="ATT Aleck Sans" w:hAnsi="ATT Aleck Sans" w:cs="ATT Aleck Sans"/>
          <w:bCs/>
        </w:rPr>
      </w:pPr>
    </w:p>
    <w:p w14:paraId="687B6B3D" w14:textId="77777777" w:rsidR="006616C7" w:rsidRPr="005B7D30" w:rsidRDefault="006616C7" w:rsidP="006616C7">
      <w:pPr>
        <w:rPr>
          <w:rFonts w:ascii="ATT Aleck Sans" w:hAnsi="ATT Aleck Sans" w:cs="ATT Aleck Sans"/>
          <w:bCs/>
        </w:rPr>
      </w:pPr>
      <w:r w:rsidRPr="005B7D30">
        <w:rPr>
          <w:rFonts w:ascii="ATT Aleck Sans" w:hAnsi="ATT Aleck Sans" w:cs="ATT Aleck Sans"/>
          <w:bCs/>
        </w:rPr>
        <w:tab/>
      </w:r>
      <w:r w:rsidRPr="005B7D30">
        <w:rPr>
          <w:rFonts w:ascii="ATT Aleck Sans" w:hAnsi="ATT Aleck Sans" w:cs="ATT Aleck Sans"/>
          <w:b/>
          <w:bCs/>
        </w:rPr>
        <w:t>Notes Section</w:t>
      </w:r>
    </w:p>
    <w:p w14:paraId="61CDED8E" w14:textId="77777777" w:rsidR="006616C7" w:rsidRPr="005B7D30" w:rsidRDefault="006616C7" w:rsidP="006616C7">
      <w:pPr>
        <w:rPr>
          <w:rFonts w:ascii="ATT Aleck Sans" w:hAnsi="ATT Aleck Sans" w:cs="ATT Aleck Sans"/>
          <w:b/>
          <w:bCs/>
        </w:rPr>
      </w:pPr>
    </w:p>
    <w:p w14:paraId="341F5E18" w14:textId="77777777" w:rsidR="00952105" w:rsidRPr="00952105" w:rsidRDefault="006616C7" w:rsidP="00952105">
      <w:pPr>
        <w:ind w:firstLine="720"/>
        <w:rPr>
          <w:rFonts w:ascii="ATT Aleck Sans" w:hAnsi="ATT Aleck Sans" w:cs="ATT Aleck Sans"/>
        </w:rPr>
      </w:pPr>
      <w:r w:rsidRPr="005B7D30">
        <w:rPr>
          <w:rFonts w:ascii="ATT Aleck Sans" w:hAnsi="ATT Aleck Sans" w:cs="ATT Aleck Sans"/>
          <w:b/>
          <w:bCs/>
        </w:rPr>
        <w:t>Talking Points:</w:t>
      </w:r>
      <w:r>
        <w:rPr>
          <w:rFonts w:ascii="ATT Aleck Sans" w:hAnsi="ATT Aleck Sans" w:cs="ATT Aleck Sans"/>
          <w:b/>
          <w:bCs/>
        </w:rPr>
        <w:t xml:space="preserve"> </w:t>
      </w:r>
      <w:r w:rsidR="00952105" w:rsidRPr="00952105">
        <w:rPr>
          <w:rFonts w:ascii="ATT Aleck Sans" w:hAnsi="ATT Aleck Sans" w:cs="ATT Aleck Sans"/>
        </w:rPr>
        <w:t xml:space="preserve">Fraudsters will also use online or mobile games to access personal information. When you create a gaming account or communicate with other players, do not share private information – fraudsters can exploit that information to attempt to steal your identity. </w:t>
      </w:r>
    </w:p>
    <w:p w14:paraId="32697BB6" w14:textId="77777777" w:rsidR="00952105" w:rsidRDefault="00952105" w:rsidP="00952105">
      <w:pPr>
        <w:rPr>
          <w:rFonts w:ascii="ATT Aleck Sans" w:hAnsi="ATT Aleck Sans" w:cs="ATT Aleck Sans"/>
          <w:i/>
          <w:iCs/>
        </w:rPr>
      </w:pPr>
    </w:p>
    <w:p w14:paraId="13BBC96A" w14:textId="77777777" w:rsidR="00952105" w:rsidRPr="00952105" w:rsidRDefault="00952105" w:rsidP="00952105">
      <w:pPr>
        <w:rPr>
          <w:rFonts w:ascii="ATT Aleck Sans" w:hAnsi="ATT Aleck Sans" w:cs="ATT Aleck Sans"/>
        </w:rPr>
      </w:pPr>
      <w:r w:rsidRPr="00952105">
        <w:rPr>
          <w:rFonts w:ascii="ATT Aleck Sans" w:hAnsi="ATT Aleck Sans" w:cs="ATT Aleck Sans"/>
          <w:i/>
          <w:iCs/>
        </w:rPr>
        <w:t xml:space="preserve">INSTRUCTOR NOTE: </w:t>
      </w:r>
      <w:r w:rsidRPr="00952105">
        <w:rPr>
          <w:rFonts w:ascii="ATT Aleck Sans" w:hAnsi="ATT Aleck Sans" w:cs="ATT Aleck Sans"/>
        </w:rPr>
        <w:t xml:space="preserve">Press ENTER to display pop-up advertisement. </w:t>
      </w:r>
    </w:p>
    <w:p w14:paraId="262AA83F" w14:textId="77777777" w:rsidR="00952105" w:rsidRPr="00952105" w:rsidRDefault="00952105" w:rsidP="00952105">
      <w:pPr>
        <w:rPr>
          <w:rFonts w:ascii="ATT Aleck Sans" w:hAnsi="ATT Aleck Sans" w:cs="ATT Aleck Sans"/>
        </w:rPr>
      </w:pPr>
      <w:r w:rsidRPr="00952105">
        <w:rPr>
          <w:rFonts w:ascii="ATT Aleck Sans" w:hAnsi="ATT Aleck Sans" w:cs="ATT Aleck Sans"/>
        </w:rPr>
        <w:t xml:space="preserve">Pop-up advertisements may appear within the game to promote a new game or application. If you click on the </w:t>
      </w:r>
      <w:proofErr w:type="gramStart"/>
      <w:r w:rsidRPr="00952105">
        <w:rPr>
          <w:rFonts w:ascii="ATT Aleck Sans" w:hAnsi="ATT Aleck Sans" w:cs="ATT Aleck Sans"/>
        </w:rPr>
        <w:t>ad</w:t>
      </w:r>
      <w:proofErr w:type="gramEnd"/>
      <w:r w:rsidRPr="00952105">
        <w:rPr>
          <w:rFonts w:ascii="ATT Aleck Sans" w:hAnsi="ATT Aleck Sans" w:cs="ATT Aleck Sans"/>
        </w:rPr>
        <w:t xml:space="preserve"> you may install malware software onto your device. Malware shares your personal information with a fraudster. </w:t>
      </w:r>
    </w:p>
    <w:p w14:paraId="4D855054" w14:textId="77777777" w:rsidR="00952105" w:rsidRDefault="00952105" w:rsidP="00952105">
      <w:pPr>
        <w:rPr>
          <w:rFonts w:ascii="ATT Aleck Sans" w:hAnsi="ATT Aleck Sans" w:cs="ATT Aleck Sans"/>
          <w:i/>
          <w:iCs/>
        </w:rPr>
      </w:pPr>
    </w:p>
    <w:p w14:paraId="0E677F62" w14:textId="77777777" w:rsidR="00952105" w:rsidRPr="00952105" w:rsidRDefault="00952105" w:rsidP="00952105">
      <w:pPr>
        <w:rPr>
          <w:rFonts w:ascii="ATT Aleck Sans" w:hAnsi="ATT Aleck Sans" w:cs="ATT Aleck Sans"/>
        </w:rPr>
      </w:pPr>
      <w:r w:rsidRPr="00952105">
        <w:rPr>
          <w:rFonts w:ascii="ATT Aleck Sans" w:hAnsi="ATT Aleck Sans" w:cs="ATT Aleck Sans"/>
          <w:i/>
          <w:iCs/>
        </w:rPr>
        <w:t xml:space="preserve">INSTRUCTOR NOTE: </w:t>
      </w:r>
      <w:r w:rsidRPr="00952105">
        <w:rPr>
          <w:rFonts w:ascii="ATT Aleck Sans" w:hAnsi="ATT Aleck Sans" w:cs="ATT Aleck Sans"/>
        </w:rPr>
        <w:t xml:space="preserve">Press ENTER to display malware definition. </w:t>
      </w:r>
    </w:p>
    <w:p w14:paraId="338E966A" w14:textId="77777777" w:rsidR="00952105" w:rsidRPr="00952105" w:rsidRDefault="00952105" w:rsidP="00952105">
      <w:pPr>
        <w:rPr>
          <w:rFonts w:ascii="ATT Aleck Sans" w:hAnsi="ATT Aleck Sans" w:cs="ATT Aleck Sans"/>
        </w:rPr>
      </w:pPr>
      <w:r w:rsidRPr="00952105">
        <w:rPr>
          <w:rFonts w:ascii="ATT Aleck Sans" w:hAnsi="ATT Aleck Sans" w:cs="ATT Aleck Sans"/>
        </w:rPr>
        <w:t>Remember, malware is a virus created to harm a computing device. Fraudsters and scammers use malware to steal sensitive information, such as your identity, money from your accounts, or other information you do not want to share with others.  Use caution when downloading software or clicking on links from sources you do not know.</w:t>
      </w:r>
    </w:p>
    <w:p w14:paraId="002D22C0" w14:textId="77777777" w:rsidR="006616C7" w:rsidRDefault="006616C7" w:rsidP="00952105">
      <w:pPr>
        <w:rPr>
          <w:rFonts w:ascii="ATT Aleck Sans" w:hAnsi="ATT Aleck Sans" w:cs="ATT Aleck Sans"/>
        </w:rPr>
      </w:pPr>
    </w:p>
    <w:p w14:paraId="5E9AC2BD" w14:textId="77777777" w:rsidR="000853BF" w:rsidRPr="00F56EF2" w:rsidRDefault="000853BF" w:rsidP="000853BF">
      <w:pPr>
        <w:ind w:firstLine="720"/>
        <w:rPr>
          <w:rFonts w:ascii="ATT Aleck Sans" w:hAnsi="ATT Aleck Sans" w:cs="ATT Aleck Sans"/>
        </w:rPr>
      </w:pPr>
      <w:r w:rsidRPr="002564C4">
        <w:rPr>
          <w:rFonts w:ascii="ATT Aleck Sans" w:hAnsi="ATT Aleck Sans" w:cs="ATT Aleck Sans"/>
          <w:b/>
          <w:bCs/>
        </w:rPr>
        <w:t>Instructor Note: </w:t>
      </w:r>
      <w:r w:rsidR="00952105">
        <w:rPr>
          <w:rFonts w:ascii="ATT Aleck Sans" w:hAnsi="ATT Aleck Sans" w:cs="ATT Aleck Sans"/>
        </w:rPr>
        <w:t>none</w:t>
      </w:r>
      <w:r w:rsidRPr="00F56EF2">
        <w:rPr>
          <w:rFonts w:ascii="ATT Aleck Sans" w:hAnsi="ATT Aleck Sans" w:cs="ATT Aleck Sans"/>
        </w:rPr>
        <w:t xml:space="preserve"> </w:t>
      </w:r>
    </w:p>
    <w:p w14:paraId="722DC631" w14:textId="77777777" w:rsidR="000853BF" w:rsidRPr="002564C4" w:rsidRDefault="000853BF" w:rsidP="000853BF">
      <w:pPr>
        <w:rPr>
          <w:rFonts w:ascii="ATT Aleck Sans" w:hAnsi="ATT Aleck Sans" w:cs="ATT Aleck Sans"/>
        </w:rPr>
      </w:pPr>
    </w:p>
    <w:p w14:paraId="611945DA" w14:textId="77777777" w:rsidR="000853BF" w:rsidRPr="002564C4" w:rsidRDefault="6A7365FF" w:rsidP="000853BF">
      <w:pPr>
        <w:ind w:firstLine="720"/>
        <w:rPr>
          <w:rFonts w:ascii="ATT Aleck Sans" w:hAnsi="ATT Aleck Sans" w:cs="ATT Aleck Sans"/>
        </w:rPr>
      </w:pPr>
      <w:r w:rsidRPr="40746793">
        <w:rPr>
          <w:rFonts w:ascii="ATT Aleck Sans" w:hAnsi="ATT Aleck Sans" w:cs="ATT Aleck Sans"/>
          <w:b/>
          <w:bCs/>
        </w:rPr>
        <w:t>Additional Details:</w:t>
      </w:r>
      <w:r w:rsidRPr="40746793">
        <w:rPr>
          <w:rFonts w:ascii="ATT Aleck Sans" w:hAnsi="ATT Aleck Sans" w:cs="ATT Aleck Sans"/>
        </w:rPr>
        <w:t> </w:t>
      </w:r>
      <w:r w:rsidR="00952105">
        <w:rPr>
          <w:rFonts w:ascii="ATT Aleck Sans" w:hAnsi="ATT Aleck Sans" w:cs="ATT Aleck Sans"/>
        </w:rPr>
        <w:t>none</w:t>
      </w:r>
      <w:r w:rsidRPr="40746793">
        <w:rPr>
          <w:rFonts w:ascii="ATT Aleck Sans" w:hAnsi="ATT Aleck Sans" w:cs="ATT Aleck Sans"/>
        </w:rPr>
        <w:t xml:space="preserve">. </w:t>
      </w:r>
    </w:p>
    <w:p w14:paraId="2199A65F" w14:textId="77777777" w:rsidR="001708FC" w:rsidRDefault="001708FC" w:rsidP="006616C7">
      <w:pPr>
        <w:rPr>
          <w:rFonts w:ascii="ATT Aleck Sans" w:hAnsi="ATT Aleck Sans" w:cs="ATT Aleck Sans"/>
          <w:b/>
          <w:bCs/>
          <w:color w:val="000000" w:themeColor="text1"/>
        </w:rPr>
      </w:pPr>
    </w:p>
    <w:p w14:paraId="1E904CC0" w14:textId="77777777" w:rsidR="006616C7" w:rsidRDefault="006616C7" w:rsidP="006616C7">
      <w:pPr>
        <w:rPr>
          <w:rFonts w:ascii="ATT Aleck Sans" w:hAnsi="ATT Aleck Sans" w:cs="ATT Aleck Sans"/>
        </w:rPr>
      </w:pPr>
      <w:r w:rsidRPr="6A137D38">
        <w:rPr>
          <w:rFonts w:ascii="ATT Aleck Sans" w:hAnsi="ATT Aleck Sans" w:cs="ATT Aleck Sans"/>
          <w:b/>
          <w:bCs/>
          <w:color w:val="000000" w:themeColor="text1"/>
        </w:rPr>
        <w:t xml:space="preserve">Slide Number &amp; Title. </w:t>
      </w:r>
      <w:r w:rsidRPr="6A137D38">
        <w:rPr>
          <w:rFonts w:ascii="ATT Aleck Sans" w:hAnsi="ATT Aleck Sans" w:cs="ATT Aleck Sans"/>
        </w:rPr>
        <w:t>Slide 34:</w:t>
      </w:r>
      <w:r w:rsidRPr="6A137D38">
        <w:rPr>
          <w:rFonts w:ascii="ATT Aleck Sans" w:hAnsi="ATT Aleck Sans" w:cs="ATT Aleck Sans"/>
          <w:b/>
          <w:bCs/>
        </w:rPr>
        <w:t xml:space="preserve"> </w:t>
      </w:r>
      <w:r w:rsidR="00952105">
        <w:rPr>
          <w:rFonts w:ascii="ATT Aleck Sans" w:hAnsi="ATT Aleck Sans" w:cs="ATT Aleck Sans"/>
        </w:rPr>
        <w:t>CAPTCH</w:t>
      </w:r>
      <w:r w:rsidR="00344E05">
        <w:rPr>
          <w:rFonts w:ascii="ATT Aleck Sans" w:hAnsi="ATT Aleck Sans" w:cs="ATT Aleck Sans"/>
        </w:rPr>
        <w:t>A</w:t>
      </w:r>
      <w:r w:rsidR="00952105">
        <w:rPr>
          <w:rFonts w:ascii="ATT Aleck Sans" w:hAnsi="ATT Aleck Sans" w:cs="ATT Aleck Sans"/>
        </w:rPr>
        <w:t xml:space="preserve"> Malware Scam</w:t>
      </w:r>
      <w:r>
        <w:br/>
      </w:r>
    </w:p>
    <w:p w14:paraId="20DD2B1B" w14:textId="77777777" w:rsidR="006616C7" w:rsidRDefault="006616C7" w:rsidP="332BD257">
      <w:pPr>
        <w:ind w:left="720"/>
        <w:rPr>
          <w:rFonts w:ascii="ATT Aleck Sans" w:hAnsi="ATT Aleck Sans" w:cs="ATT Aleck Sans"/>
        </w:rPr>
      </w:pPr>
      <w:r w:rsidRPr="332BD257">
        <w:rPr>
          <w:rFonts w:ascii="ATT Aleck Sans" w:hAnsi="ATT Aleck Sans" w:cs="ATT Aleck Sans"/>
          <w:b/>
          <w:bCs/>
        </w:rPr>
        <w:t>On Slide Text:</w:t>
      </w:r>
      <w:r w:rsidRPr="332BD257">
        <w:rPr>
          <w:rFonts w:ascii="ATT Aleck Sans" w:hAnsi="ATT Aleck Sans" w:cs="ATT Aleck Sans"/>
        </w:rPr>
        <w:t> </w:t>
      </w:r>
    </w:p>
    <w:p w14:paraId="5FCB7DFA" w14:textId="77777777" w:rsidR="006616C7" w:rsidRPr="005B7D30" w:rsidRDefault="006616C7" w:rsidP="006616C7">
      <w:pPr>
        <w:ind w:firstLine="720"/>
        <w:rPr>
          <w:rFonts w:ascii="ATT Aleck Sans" w:hAnsi="ATT Aleck Sans" w:cs="ATT Aleck Sans"/>
          <w:bCs/>
        </w:rPr>
      </w:pPr>
    </w:p>
    <w:p w14:paraId="1CACD17D" w14:textId="77777777" w:rsidR="006616C7" w:rsidRPr="005B7D30" w:rsidRDefault="006616C7" w:rsidP="006616C7">
      <w:pPr>
        <w:rPr>
          <w:rFonts w:ascii="ATT Aleck Sans" w:hAnsi="ATT Aleck Sans" w:cs="ATT Aleck Sans"/>
          <w:bCs/>
        </w:rPr>
      </w:pPr>
      <w:r w:rsidRPr="005B7D30">
        <w:rPr>
          <w:rFonts w:ascii="ATT Aleck Sans" w:hAnsi="ATT Aleck Sans" w:cs="ATT Aleck Sans"/>
          <w:bCs/>
        </w:rPr>
        <w:tab/>
      </w:r>
      <w:r w:rsidRPr="005B7D30">
        <w:rPr>
          <w:rFonts w:ascii="ATT Aleck Sans" w:hAnsi="ATT Aleck Sans" w:cs="ATT Aleck Sans"/>
          <w:b/>
          <w:bCs/>
        </w:rPr>
        <w:t>Notes Section</w:t>
      </w:r>
    </w:p>
    <w:p w14:paraId="2CED70F1" w14:textId="77777777" w:rsidR="006616C7" w:rsidRPr="005B7D30" w:rsidRDefault="006616C7" w:rsidP="006616C7">
      <w:pPr>
        <w:rPr>
          <w:rFonts w:ascii="ATT Aleck Sans" w:hAnsi="ATT Aleck Sans" w:cs="ATT Aleck Sans"/>
          <w:b/>
          <w:bCs/>
        </w:rPr>
      </w:pPr>
    </w:p>
    <w:p w14:paraId="2C12A0CC" w14:textId="77777777" w:rsidR="00952105" w:rsidRPr="00952105" w:rsidRDefault="006616C7" w:rsidP="00952105">
      <w:pPr>
        <w:ind w:firstLine="720"/>
        <w:rPr>
          <w:rFonts w:ascii="ATT Aleck Sans" w:hAnsi="ATT Aleck Sans" w:cs="ATT Aleck Sans"/>
        </w:rPr>
      </w:pPr>
      <w:r w:rsidRPr="005B7D30">
        <w:rPr>
          <w:rFonts w:ascii="ATT Aleck Sans" w:hAnsi="ATT Aleck Sans" w:cs="ATT Aleck Sans"/>
          <w:b/>
          <w:bCs/>
        </w:rPr>
        <w:t>Talking Points:</w:t>
      </w:r>
      <w:r>
        <w:rPr>
          <w:rFonts w:ascii="ATT Aleck Sans" w:hAnsi="ATT Aleck Sans" w:cs="ATT Aleck Sans"/>
          <w:b/>
          <w:bCs/>
        </w:rPr>
        <w:t xml:space="preserve"> </w:t>
      </w:r>
      <w:r w:rsidR="00952105" w:rsidRPr="00952105">
        <w:rPr>
          <w:rFonts w:ascii="ATT Aleck Sans" w:hAnsi="ATT Aleck Sans" w:cs="ATT Aleck Sans"/>
        </w:rPr>
        <w:t xml:space="preserve">Another malware scam involves the CAPTCHA verification tool. A CAPTCHA is a checkbox or puzzle that websites use to verify that the person using the website is a human and not a bot. However, some bad actors now use fraudulent CAPTCHAs to install malware on your computer. It starts out working just like a real CAPTCHA. You visit a website and are asked to click a checkbox that you are not a </w:t>
      </w:r>
      <w:proofErr w:type="gramStart"/>
      <w:r w:rsidR="00952105" w:rsidRPr="00952105">
        <w:rPr>
          <w:rFonts w:ascii="ATT Aleck Sans" w:hAnsi="ATT Aleck Sans" w:cs="ATT Aleck Sans"/>
        </w:rPr>
        <w:t>robot,</w:t>
      </w:r>
      <w:proofErr w:type="gramEnd"/>
      <w:r w:rsidR="00952105" w:rsidRPr="00952105">
        <w:rPr>
          <w:rFonts w:ascii="ATT Aleck Sans" w:hAnsi="ATT Aleck Sans" w:cs="ATT Aleck Sans"/>
        </w:rPr>
        <w:t xml:space="preserve"> type the letters you see on the screen into the textbox or select </w:t>
      </w:r>
      <w:proofErr w:type="gramStart"/>
      <w:r w:rsidR="00952105" w:rsidRPr="00952105">
        <w:rPr>
          <w:rFonts w:ascii="ATT Aleck Sans" w:hAnsi="ATT Aleck Sans" w:cs="ATT Aleck Sans"/>
        </w:rPr>
        <w:t>all of</w:t>
      </w:r>
      <w:proofErr w:type="gramEnd"/>
      <w:r w:rsidR="00952105" w:rsidRPr="00952105">
        <w:rPr>
          <w:rFonts w:ascii="ATT Aleck Sans" w:hAnsi="ATT Aleck Sans" w:cs="ATT Aleck Sans"/>
        </w:rPr>
        <w:t xml:space="preserve"> the pictures that match the prompt. The scam begins after you complete the first step.</w:t>
      </w:r>
    </w:p>
    <w:p w14:paraId="61AF8461" w14:textId="77777777" w:rsidR="00954CBA" w:rsidRDefault="00954CBA" w:rsidP="00952105">
      <w:pPr>
        <w:rPr>
          <w:rFonts w:ascii="ATT Aleck Sans" w:hAnsi="ATT Aleck Sans" w:cs="ATT Aleck Sans"/>
        </w:rPr>
      </w:pPr>
    </w:p>
    <w:p w14:paraId="25766803" w14:textId="77777777" w:rsidR="00954CBA" w:rsidRDefault="00954CBA" w:rsidP="00C8715B">
      <w:pPr>
        <w:ind w:firstLine="720"/>
        <w:rPr>
          <w:rFonts w:ascii="ATT Aleck Sans" w:hAnsi="ATT Aleck Sans" w:cs="ATT Aleck Sans"/>
        </w:rPr>
      </w:pPr>
      <w:r w:rsidRPr="00954CBA">
        <w:rPr>
          <w:rFonts w:ascii="ATT Aleck Sans" w:hAnsi="ATT Aleck Sans" w:cs="ATT Aleck Sans"/>
          <w:b/>
          <w:bCs/>
        </w:rPr>
        <w:t>Instructor Note:</w:t>
      </w:r>
      <w:r>
        <w:rPr>
          <w:rFonts w:ascii="ATT Aleck Sans" w:hAnsi="ATT Aleck Sans" w:cs="ATT Aleck Sans"/>
        </w:rPr>
        <w:t xml:space="preserve"> none</w:t>
      </w:r>
    </w:p>
    <w:p w14:paraId="4A810EB6" w14:textId="77777777" w:rsidR="00954CBA" w:rsidRDefault="00954CBA" w:rsidP="00C8715B">
      <w:pPr>
        <w:ind w:firstLine="720"/>
        <w:rPr>
          <w:rFonts w:ascii="ATT Aleck Sans" w:hAnsi="ATT Aleck Sans" w:cs="ATT Aleck Sans"/>
        </w:rPr>
      </w:pPr>
    </w:p>
    <w:p w14:paraId="541E2ADE" w14:textId="77777777" w:rsidR="00954CBA" w:rsidRPr="00C8715B" w:rsidRDefault="00954CBA" w:rsidP="00C8715B">
      <w:pPr>
        <w:ind w:firstLine="720"/>
        <w:rPr>
          <w:rFonts w:ascii="ATT Aleck Sans" w:hAnsi="ATT Aleck Sans" w:cs="ATT Aleck Sans"/>
        </w:rPr>
      </w:pPr>
      <w:r w:rsidRPr="00954CBA">
        <w:rPr>
          <w:rFonts w:ascii="ATT Aleck Sans" w:hAnsi="ATT Aleck Sans" w:cs="ATT Aleck Sans"/>
          <w:b/>
          <w:bCs/>
        </w:rPr>
        <w:t>Additional Details:</w:t>
      </w:r>
      <w:r>
        <w:rPr>
          <w:rFonts w:ascii="ATT Aleck Sans" w:hAnsi="ATT Aleck Sans" w:cs="ATT Aleck Sans"/>
        </w:rPr>
        <w:t xml:space="preserve"> none</w:t>
      </w:r>
    </w:p>
    <w:p w14:paraId="7978936A" w14:textId="77777777" w:rsidR="006D7323" w:rsidRPr="00954CBA" w:rsidRDefault="006616C7" w:rsidP="005201B8">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21BC5361" w14:textId="20D0D6C6" w:rsidR="00C8715B" w:rsidRDefault="006616C7" w:rsidP="6A137D38">
      <w:pPr>
        <w:rPr>
          <w:rFonts w:ascii="ATT Aleck Sans" w:hAnsi="ATT Aleck Sans" w:cs="ATT Aleck Sans"/>
          <w:b/>
          <w:bCs/>
        </w:rPr>
      </w:pPr>
      <w:r w:rsidRPr="56A96901">
        <w:rPr>
          <w:rFonts w:ascii="ATT Aleck Sans" w:hAnsi="ATT Aleck Sans" w:cs="ATT Aleck Sans"/>
          <w:b/>
          <w:bCs/>
          <w:color w:val="000000" w:themeColor="text1"/>
        </w:rPr>
        <w:t xml:space="preserve">Slide Number &amp; Title. </w:t>
      </w:r>
      <w:r w:rsidRPr="56A96901">
        <w:rPr>
          <w:rFonts w:ascii="ATT Aleck Sans" w:hAnsi="ATT Aleck Sans" w:cs="ATT Aleck Sans"/>
        </w:rPr>
        <w:t>Slide 35:</w:t>
      </w:r>
      <w:r w:rsidRPr="56A96901">
        <w:rPr>
          <w:rFonts w:ascii="ATT Aleck Sans" w:hAnsi="ATT Aleck Sans" w:cs="ATT Aleck Sans"/>
          <w:b/>
          <w:bCs/>
        </w:rPr>
        <w:t xml:space="preserve"> </w:t>
      </w:r>
      <w:r w:rsidR="00952105" w:rsidRPr="56A96901">
        <w:rPr>
          <w:rFonts w:ascii="ATT Aleck Sans" w:hAnsi="ATT Aleck Sans" w:cs="ATT Aleck Sans"/>
        </w:rPr>
        <w:t>CAPTCH</w:t>
      </w:r>
      <w:r w:rsidR="00344E05" w:rsidRPr="56A96901">
        <w:rPr>
          <w:rFonts w:ascii="ATT Aleck Sans" w:hAnsi="ATT Aleck Sans" w:cs="ATT Aleck Sans"/>
        </w:rPr>
        <w:t>A</w:t>
      </w:r>
      <w:r w:rsidR="00952105" w:rsidRPr="56A96901">
        <w:rPr>
          <w:rFonts w:ascii="ATT Aleck Sans" w:hAnsi="ATT Aleck Sans" w:cs="ATT Aleck Sans"/>
        </w:rPr>
        <w:t xml:space="preserve"> Malware Scam</w:t>
      </w:r>
      <w:r w:rsidR="00DA23AF">
        <w:rPr>
          <w:rFonts w:ascii="ATT Aleck Sans" w:hAnsi="ATT Aleck Sans" w:cs="ATT Aleck Sans"/>
        </w:rPr>
        <w:t xml:space="preserve"> (c</w:t>
      </w:r>
      <w:r w:rsidR="7327931B" w:rsidRPr="56A96901">
        <w:rPr>
          <w:rFonts w:ascii="ATT Aleck Sans" w:hAnsi="ATT Aleck Sans" w:cs="ATT Aleck Sans"/>
        </w:rPr>
        <w:t>ontinued</w:t>
      </w:r>
      <w:r w:rsidR="00DA23AF">
        <w:rPr>
          <w:rFonts w:ascii="ATT Aleck Sans" w:hAnsi="ATT Aleck Sans" w:cs="ATT Aleck Sans"/>
        </w:rPr>
        <w:t>)</w:t>
      </w:r>
      <w:r>
        <w:br/>
      </w:r>
    </w:p>
    <w:p w14:paraId="50D76C1B" w14:textId="77777777" w:rsidR="006616C7" w:rsidRPr="005B7D30" w:rsidRDefault="006616C7" w:rsidP="00C8715B">
      <w:pPr>
        <w:ind w:firstLine="720"/>
        <w:rPr>
          <w:rFonts w:ascii="ATT Aleck Sans" w:hAnsi="ATT Aleck Sans" w:cs="ATT Aleck Sans"/>
        </w:rPr>
      </w:pPr>
      <w:r w:rsidRPr="6A137D38">
        <w:rPr>
          <w:rFonts w:ascii="ATT Aleck Sans" w:hAnsi="ATT Aleck Sans" w:cs="ATT Aleck Sans"/>
          <w:b/>
          <w:bCs/>
        </w:rPr>
        <w:t>On Slide Text:</w:t>
      </w:r>
      <w:r w:rsidRPr="6A137D38">
        <w:rPr>
          <w:rFonts w:ascii="ATT Aleck Sans" w:hAnsi="ATT Aleck Sans" w:cs="ATT Aleck Sans"/>
        </w:rPr>
        <w:t> </w:t>
      </w:r>
    </w:p>
    <w:p w14:paraId="735B26AA" w14:textId="77777777" w:rsidR="006616C7" w:rsidRPr="005B7D30" w:rsidRDefault="006616C7" w:rsidP="006616C7">
      <w:pPr>
        <w:ind w:firstLine="720"/>
        <w:rPr>
          <w:rFonts w:ascii="ATT Aleck Sans" w:hAnsi="ATT Aleck Sans" w:cs="ATT Aleck Sans"/>
          <w:bCs/>
        </w:rPr>
      </w:pPr>
    </w:p>
    <w:p w14:paraId="0AE74651" w14:textId="77777777" w:rsidR="006616C7" w:rsidRPr="005B7D30" w:rsidRDefault="006616C7" w:rsidP="006616C7">
      <w:pPr>
        <w:rPr>
          <w:rFonts w:ascii="ATT Aleck Sans" w:hAnsi="ATT Aleck Sans" w:cs="ATT Aleck Sans"/>
          <w:bCs/>
        </w:rPr>
      </w:pPr>
      <w:r w:rsidRPr="005B7D30">
        <w:rPr>
          <w:rFonts w:ascii="ATT Aleck Sans" w:hAnsi="ATT Aleck Sans" w:cs="ATT Aleck Sans"/>
          <w:bCs/>
        </w:rPr>
        <w:tab/>
      </w:r>
      <w:r w:rsidRPr="005B7D30">
        <w:rPr>
          <w:rFonts w:ascii="ATT Aleck Sans" w:hAnsi="ATT Aleck Sans" w:cs="ATT Aleck Sans"/>
          <w:b/>
          <w:bCs/>
        </w:rPr>
        <w:t>Notes Section</w:t>
      </w:r>
    </w:p>
    <w:p w14:paraId="65813CF5" w14:textId="77777777" w:rsidR="006616C7" w:rsidRPr="005B7D30" w:rsidRDefault="006616C7" w:rsidP="006616C7">
      <w:pPr>
        <w:rPr>
          <w:rFonts w:ascii="ATT Aleck Sans" w:hAnsi="ATT Aleck Sans" w:cs="ATT Aleck Sans"/>
          <w:b/>
          <w:bCs/>
        </w:rPr>
      </w:pPr>
    </w:p>
    <w:p w14:paraId="2A0C714D" w14:textId="77777777" w:rsidR="00952105" w:rsidRPr="00952105" w:rsidRDefault="006616C7" w:rsidP="00952105">
      <w:pPr>
        <w:ind w:firstLine="720"/>
        <w:rPr>
          <w:rFonts w:ascii="ATT Aleck Sans" w:hAnsi="ATT Aleck Sans" w:cs="ATT Aleck Sans"/>
        </w:rPr>
      </w:pPr>
      <w:r w:rsidRPr="005B7D30">
        <w:rPr>
          <w:rFonts w:ascii="ATT Aleck Sans" w:hAnsi="ATT Aleck Sans" w:cs="ATT Aleck Sans"/>
          <w:b/>
          <w:bCs/>
        </w:rPr>
        <w:t>Talking Points:</w:t>
      </w:r>
      <w:r>
        <w:rPr>
          <w:rFonts w:ascii="ATT Aleck Sans" w:hAnsi="ATT Aleck Sans" w:cs="ATT Aleck Sans"/>
          <w:b/>
          <w:bCs/>
        </w:rPr>
        <w:t xml:space="preserve"> </w:t>
      </w:r>
      <w:r w:rsidR="00952105" w:rsidRPr="00952105">
        <w:rPr>
          <w:rFonts w:ascii="ATT Aleck Sans" w:hAnsi="ATT Aleck Sans" w:cs="ATT Aleck Sans"/>
        </w:rPr>
        <w:t xml:space="preserve">Another screen appears asking you to take an additional step to verify you are a human. When you complete this task, like pressing the Windows Key + R on your keyboard, it will download malware onto your device and try to install it. Valid CAPTCHAs will not ask you to take additional steps that require downloading applications onto your device. </w:t>
      </w:r>
    </w:p>
    <w:p w14:paraId="3A6358D6" w14:textId="77777777" w:rsidR="00AC6B5E" w:rsidRPr="00AC6B5E" w:rsidRDefault="00AC6B5E" w:rsidP="006616C7">
      <w:pPr>
        <w:ind w:firstLine="720"/>
        <w:rPr>
          <w:rFonts w:ascii="ATT Aleck Sans" w:hAnsi="ATT Aleck Sans" w:cs="ATT Aleck Sans"/>
          <w:b/>
          <w:bCs/>
        </w:rPr>
      </w:pPr>
    </w:p>
    <w:p w14:paraId="1053D69F" w14:textId="77777777" w:rsidR="00AC6B5E" w:rsidRDefault="00AC6B5E" w:rsidP="006616C7">
      <w:pPr>
        <w:ind w:firstLine="720"/>
        <w:rPr>
          <w:rFonts w:ascii="ATT Aleck Sans" w:hAnsi="ATT Aleck Sans" w:cs="ATT Aleck Sans"/>
        </w:rPr>
      </w:pPr>
      <w:r w:rsidRPr="00AC6B5E">
        <w:rPr>
          <w:rFonts w:ascii="ATT Aleck Sans" w:hAnsi="ATT Aleck Sans" w:cs="ATT Aleck Sans"/>
          <w:b/>
          <w:bCs/>
        </w:rPr>
        <w:t>Instructor Note:</w:t>
      </w:r>
      <w:r>
        <w:rPr>
          <w:rFonts w:ascii="ATT Aleck Sans" w:hAnsi="ATT Aleck Sans" w:cs="ATT Aleck Sans"/>
        </w:rPr>
        <w:t xml:space="preserve"> none</w:t>
      </w:r>
    </w:p>
    <w:p w14:paraId="7B5D532C" w14:textId="77777777" w:rsidR="00AC6B5E" w:rsidRDefault="00AC6B5E" w:rsidP="006616C7">
      <w:pPr>
        <w:ind w:firstLine="720"/>
        <w:rPr>
          <w:rFonts w:ascii="ATT Aleck Sans" w:hAnsi="ATT Aleck Sans" w:cs="ATT Aleck Sans"/>
        </w:rPr>
      </w:pPr>
    </w:p>
    <w:p w14:paraId="464CAEC7" w14:textId="77777777" w:rsidR="00AC6B5E" w:rsidRPr="006616C7" w:rsidRDefault="00AC6B5E" w:rsidP="006616C7">
      <w:pPr>
        <w:ind w:firstLine="720"/>
        <w:rPr>
          <w:rFonts w:ascii="ATT Aleck Sans" w:hAnsi="ATT Aleck Sans" w:cs="ATT Aleck Sans"/>
        </w:rPr>
      </w:pPr>
      <w:r w:rsidRPr="00AC6B5E">
        <w:rPr>
          <w:rFonts w:ascii="ATT Aleck Sans" w:hAnsi="ATT Aleck Sans" w:cs="ATT Aleck Sans"/>
          <w:b/>
          <w:bCs/>
        </w:rPr>
        <w:t>Additional Details:</w:t>
      </w:r>
      <w:r>
        <w:rPr>
          <w:rFonts w:ascii="ATT Aleck Sans" w:hAnsi="ATT Aleck Sans" w:cs="ATT Aleck Sans"/>
        </w:rPr>
        <w:t xml:space="preserve"> none</w:t>
      </w:r>
    </w:p>
    <w:p w14:paraId="06D9E26F" w14:textId="77777777" w:rsidR="004621CB" w:rsidRPr="004621CB" w:rsidRDefault="004621CB" w:rsidP="004621CB">
      <w:pPr>
        <w:rPr>
          <w:rFonts w:ascii="ATT Aleck Sans" w:hAnsi="ATT Aleck Sans" w:cs="ATT Aleck Sans"/>
        </w:rPr>
      </w:pPr>
    </w:p>
    <w:p w14:paraId="6FD08381" w14:textId="77777777" w:rsidR="006616C7" w:rsidRDefault="006616C7" w:rsidP="006616C7">
      <w:pPr>
        <w:rPr>
          <w:rFonts w:ascii="ATT Aleck Sans" w:hAnsi="ATT Aleck Sans" w:cs="ATT Aleck Sans"/>
        </w:rPr>
      </w:pPr>
      <w:r w:rsidRPr="6A137D38">
        <w:rPr>
          <w:rFonts w:ascii="ATT Aleck Sans" w:hAnsi="ATT Aleck Sans" w:cs="ATT Aleck Sans"/>
          <w:b/>
          <w:bCs/>
          <w:color w:val="000000" w:themeColor="text1"/>
        </w:rPr>
        <w:t xml:space="preserve">Slide Number &amp; Title. </w:t>
      </w:r>
      <w:r w:rsidRPr="6A137D38">
        <w:rPr>
          <w:rFonts w:ascii="ATT Aleck Sans" w:hAnsi="ATT Aleck Sans" w:cs="ATT Aleck Sans"/>
        </w:rPr>
        <w:t>Slide 36:</w:t>
      </w:r>
      <w:r w:rsidRPr="6A137D38">
        <w:rPr>
          <w:rFonts w:ascii="ATT Aleck Sans" w:hAnsi="ATT Aleck Sans" w:cs="ATT Aleck Sans"/>
          <w:b/>
          <w:bCs/>
        </w:rPr>
        <w:t xml:space="preserve"> </w:t>
      </w:r>
      <w:r w:rsidR="00952105">
        <w:rPr>
          <w:rFonts w:ascii="ATT Aleck Sans" w:hAnsi="ATT Aleck Sans" w:cs="ATT Aleck Sans"/>
        </w:rPr>
        <w:t>Social Engineering</w:t>
      </w:r>
    </w:p>
    <w:p w14:paraId="2D51DB22" w14:textId="77777777" w:rsidR="006616C7" w:rsidRDefault="006616C7" w:rsidP="006616C7">
      <w:pPr>
        <w:rPr>
          <w:rFonts w:ascii="ATT Aleck Sans" w:hAnsi="ATT Aleck Sans" w:cs="ATT Aleck Sans"/>
        </w:rPr>
      </w:pPr>
    </w:p>
    <w:p w14:paraId="38507727" w14:textId="77777777" w:rsidR="00952105" w:rsidRPr="00952105" w:rsidRDefault="006616C7" w:rsidP="00952105">
      <w:pPr>
        <w:ind w:firstLine="720"/>
        <w:rPr>
          <w:rFonts w:ascii="ATT Aleck Sans" w:hAnsi="ATT Aleck Sans" w:cs="ATT Aleck Sans"/>
        </w:rPr>
      </w:pPr>
      <w:r w:rsidRPr="005B7D30">
        <w:rPr>
          <w:rFonts w:ascii="ATT Aleck Sans" w:hAnsi="ATT Aleck Sans" w:cs="ATT Aleck Sans"/>
          <w:b/>
          <w:bCs/>
        </w:rPr>
        <w:t>On Slide Text:</w:t>
      </w:r>
      <w:r w:rsidRPr="005B7D30">
        <w:rPr>
          <w:rFonts w:ascii="ATT Aleck Sans" w:hAnsi="ATT Aleck Sans" w:cs="ATT Aleck Sans"/>
          <w:bCs/>
        </w:rPr>
        <w:t> </w:t>
      </w:r>
      <w:r w:rsidR="00952105" w:rsidRPr="00952105">
        <w:rPr>
          <w:rFonts w:ascii="ATT Aleck Sans" w:hAnsi="ATT Aleck Sans" w:cs="ATT Aleck Sans"/>
        </w:rPr>
        <w:t>A fraudster tries to gain your trust by convincing you that they are someone they are not, to get personal information from you.</w:t>
      </w:r>
    </w:p>
    <w:p w14:paraId="01F7D7CE" w14:textId="77777777" w:rsidR="006616C7" w:rsidRPr="005B7D30" w:rsidRDefault="006616C7" w:rsidP="00952105">
      <w:pPr>
        <w:ind w:left="720"/>
        <w:rPr>
          <w:rFonts w:ascii="ATT Aleck Sans" w:hAnsi="ATT Aleck Sans" w:cs="ATT Aleck Sans"/>
          <w:bCs/>
        </w:rPr>
      </w:pPr>
    </w:p>
    <w:p w14:paraId="1C1EBC00" w14:textId="77777777" w:rsidR="006616C7" w:rsidRPr="005B7D30" w:rsidRDefault="006616C7" w:rsidP="006616C7">
      <w:pPr>
        <w:rPr>
          <w:rFonts w:ascii="ATT Aleck Sans" w:hAnsi="ATT Aleck Sans" w:cs="ATT Aleck Sans"/>
          <w:bCs/>
        </w:rPr>
      </w:pPr>
      <w:r w:rsidRPr="005B7D30">
        <w:rPr>
          <w:rFonts w:ascii="ATT Aleck Sans" w:hAnsi="ATT Aleck Sans" w:cs="ATT Aleck Sans"/>
          <w:bCs/>
        </w:rPr>
        <w:tab/>
      </w:r>
      <w:r w:rsidRPr="005B7D30">
        <w:rPr>
          <w:rFonts w:ascii="ATT Aleck Sans" w:hAnsi="ATT Aleck Sans" w:cs="ATT Aleck Sans"/>
          <w:b/>
          <w:bCs/>
        </w:rPr>
        <w:t>Notes Section</w:t>
      </w:r>
    </w:p>
    <w:p w14:paraId="621F0E63" w14:textId="77777777" w:rsidR="006616C7" w:rsidRPr="005B7D30" w:rsidRDefault="006616C7" w:rsidP="006616C7">
      <w:pPr>
        <w:rPr>
          <w:rFonts w:ascii="ATT Aleck Sans" w:hAnsi="ATT Aleck Sans" w:cs="ATT Aleck Sans"/>
          <w:b/>
          <w:bCs/>
        </w:rPr>
      </w:pPr>
    </w:p>
    <w:p w14:paraId="5C77DA42" w14:textId="77777777" w:rsidR="00952105" w:rsidRPr="00952105" w:rsidRDefault="006616C7" w:rsidP="00952105">
      <w:pPr>
        <w:ind w:firstLine="720"/>
        <w:rPr>
          <w:rFonts w:ascii="ATT Aleck Sans" w:hAnsi="ATT Aleck Sans" w:cs="ATT Aleck Sans"/>
        </w:rPr>
      </w:pPr>
      <w:r w:rsidRPr="005B7D30">
        <w:rPr>
          <w:rFonts w:ascii="ATT Aleck Sans" w:hAnsi="ATT Aleck Sans" w:cs="ATT Aleck Sans"/>
          <w:b/>
          <w:bCs/>
        </w:rPr>
        <w:t>Talking Points:</w:t>
      </w:r>
      <w:r>
        <w:rPr>
          <w:rFonts w:ascii="ATT Aleck Sans" w:hAnsi="ATT Aleck Sans" w:cs="ATT Aleck Sans"/>
          <w:b/>
          <w:bCs/>
        </w:rPr>
        <w:t xml:space="preserve"> </w:t>
      </w:r>
      <w:r w:rsidR="00952105" w:rsidRPr="00952105">
        <w:rPr>
          <w:rFonts w:ascii="ATT Aleck Sans" w:hAnsi="ATT Aleck Sans" w:cs="ATT Aleck Sans"/>
        </w:rPr>
        <w:t>Social engineering is another common type of scam. It’s a new name for an old con-artist trick. In this scam, a fraudster tries to gain your trust by convincing you that they are someone they are not, to get personal information from you.</w:t>
      </w:r>
    </w:p>
    <w:p w14:paraId="7CFCFE33" w14:textId="77777777" w:rsidR="00AC6B5E" w:rsidRDefault="00AC6B5E" w:rsidP="00C8715B">
      <w:pPr>
        <w:ind w:firstLine="720"/>
        <w:rPr>
          <w:rFonts w:ascii="ATT Aleck Sans" w:hAnsi="ATT Aleck Sans" w:cs="ATT Aleck Sans"/>
        </w:rPr>
      </w:pPr>
    </w:p>
    <w:p w14:paraId="10B0DDC5" w14:textId="77777777" w:rsidR="00AC6B5E" w:rsidRDefault="00AC6B5E" w:rsidP="00AC6B5E">
      <w:pPr>
        <w:ind w:firstLine="720"/>
        <w:rPr>
          <w:rFonts w:ascii="ATT Aleck Sans" w:hAnsi="ATT Aleck Sans" w:cs="ATT Aleck Sans"/>
        </w:rPr>
      </w:pPr>
      <w:r w:rsidRPr="00AC6B5E">
        <w:rPr>
          <w:rFonts w:ascii="ATT Aleck Sans" w:hAnsi="ATT Aleck Sans" w:cs="ATT Aleck Sans"/>
          <w:b/>
          <w:bCs/>
        </w:rPr>
        <w:t>Instructor Note:</w:t>
      </w:r>
      <w:r>
        <w:rPr>
          <w:rFonts w:ascii="ATT Aleck Sans" w:hAnsi="ATT Aleck Sans" w:cs="ATT Aleck Sans"/>
        </w:rPr>
        <w:t xml:space="preserve"> none</w:t>
      </w:r>
    </w:p>
    <w:p w14:paraId="6C388FFA" w14:textId="77777777" w:rsidR="00AC6B5E" w:rsidRDefault="00AC6B5E" w:rsidP="00AC6B5E">
      <w:pPr>
        <w:ind w:firstLine="720"/>
        <w:rPr>
          <w:rFonts w:ascii="ATT Aleck Sans" w:hAnsi="ATT Aleck Sans" w:cs="ATT Aleck Sans"/>
        </w:rPr>
      </w:pPr>
    </w:p>
    <w:p w14:paraId="50F8599D" w14:textId="77777777" w:rsidR="00AC6B5E" w:rsidRPr="006616C7" w:rsidRDefault="00AC6B5E" w:rsidP="00AC6B5E">
      <w:pPr>
        <w:ind w:firstLine="720"/>
        <w:rPr>
          <w:rFonts w:ascii="ATT Aleck Sans" w:hAnsi="ATT Aleck Sans" w:cs="ATT Aleck Sans"/>
        </w:rPr>
      </w:pPr>
      <w:r w:rsidRPr="00AC6B5E">
        <w:rPr>
          <w:rFonts w:ascii="ATT Aleck Sans" w:hAnsi="ATT Aleck Sans" w:cs="ATT Aleck Sans"/>
          <w:b/>
          <w:bCs/>
        </w:rPr>
        <w:t>Additional Details:</w:t>
      </w:r>
      <w:r>
        <w:rPr>
          <w:rFonts w:ascii="ATT Aleck Sans" w:hAnsi="ATT Aleck Sans" w:cs="ATT Aleck Sans"/>
        </w:rPr>
        <w:t xml:space="preserve"> none</w:t>
      </w:r>
    </w:p>
    <w:p w14:paraId="6292B62C" w14:textId="77777777" w:rsidR="006616C7" w:rsidRDefault="006D7323" w:rsidP="006616C7">
      <w:pPr>
        <w:rPr>
          <w:rFonts w:ascii="ATT Aleck Sans" w:hAnsi="ATT Aleck Sans" w:cs="ATT Aleck Sans"/>
        </w:rPr>
      </w:pPr>
      <w:r>
        <w:br/>
      </w:r>
      <w:r w:rsidR="006616C7" w:rsidRPr="332BD257">
        <w:rPr>
          <w:rFonts w:ascii="ATT Aleck Sans" w:hAnsi="ATT Aleck Sans" w:cs="ATT Aleck Sans"/>
          <w:b/>
          <w:bCs/>
          <w:color w:val="000000" w:themeColor="text1"/>
        </w:rPr>
        <w:t xml:space="preserve">Slide Number &amp; Title. </w:t>
      </w:r>
      <w:r w:rsidR="006616C7" w:rsidRPr="332BD257">
        <w:rPr>
          <w:rFonts w:ascii="ATT Aleck Sans" w:hAnsi="ATT Aleck Sans" w:cs="ATT Aleck Sans"/>
        </w:rPr>
        <w:t>Slide 37:</w:t>
      </w:r>
      <w:r w:rsidR="006616C7" w:rsidRPr="332BD257">
        <w:rPr>
          <w:rFonts w:ascii="ATT Aleck Sans" w:hAnsi="ATT Aleck Sans" w:cs="ATT Aleck Sans"/>
          <w:b/>
          <w:bCs/>
        </w:rPr>
        <w:t xml:space="preserve"> </w:t>
      </w:r>
      <w:r w:rsidR="001B1566">
        <w:rPr>
          <w:rFonts w:ascii="ATT Aleck Sans" w:hAnsi="ATT Aleck Sans" w:cs="ATT Aleck Sans"/>
        </w:rPr>
        <w:t>Social Engineering: List</w:t>
      </w:r>
    </w:p>
    <w:p w14:paraId="3163A388" w14:textId="77777777" w:rsidR="006616C7" w:rsidRDefault="006616C7" w:rsidP="006616C7">
      <w:pPr>
        <w:rPr>
          <w:rFonts w:ascii="ATT Aleck Sans" w:hAnsi="ATT Aleck Sans" w:cs="ATT Aleck Sans"/>
        </w:rPr>
      </w:pPr>
    </w:p>
    <w:p w14:paraId="5685614F" w14:textId="77777777" w:rsidR="006616C7" w:rsidRDefault="006616C7" w:rsidP="001B1566">
      <w:pPr>
        <w:ind w:left="720"/>
        <w:rPr>
          <w:rFonts w:ascii="ATT Aleck Sans" w:hAnsi="ATT Aleck Sans" w:cs="ATT Aleck Sans"/>
        </w:rPr>
      </w:pPr>
      <w:r w:rsidRPr="005B7D30">
        <w:rPr>
          <w:rFonts w:ascii="ATT Aleck Sans" w:hAnsi="ATT Aleck Sans" w:cs="ATT Aleck Sans"/>
          <w:b/>
          <w:bCs/>
        </w:rPr>
        <w:t>On Slide Text:</w:t>
      </w:r>
      <w:r w:rsidRPr="005B7D30">
        <w:rPr>
          <w:rFonts w:ascii="ATT Aleck Sans" w:hAnsi="ATT Aleck Sans" w:cs="ATT Aleck Sans"/>
          <w:bCs/>
        </w:rPr>
        <w:t> </w:t>
      </w:r>
    </w:p>
    <w:p w14:paraId="55F309C9" w14:textId="77777777" w:rsidR="001B1566" w:rsidRDefault="001B1566" w:rsidP="001B1566">
      <w:pPr>
        <w:pStyle w:val="ListParagraph"/>
        <w:numPr>
          <w:ilvl w:val="0"/>
          <w:numId w:val="66"/>
        </w:numPr>
        <w:rPr>
          <w:rFonts w:ascii="ATT Aleck Sans" w:hAnsi="ATT Aleck Sans" w:cs="ATT Aleck Sans"/>
          <w:bCs/>
        </w:rPr>
      </w:pPr>
      <w:r>
        <w:rPr>
          <w:rFonts w:ascii="ATT Aleck Sans" w:hAnsi="ATT Aleck Sans" w:cs="ATT Aleck Sans"/>
          <w:bCs/>
        </w:rPr>
        <w:t>Claim to be a family member or friend in trouble</w:t>
      </w:r>
    </w:p>
    <w:p w14:paraId="67CB480C" w14:textId="77777777" w:rsidR="001B1566" w:rsidRDefault="001B1566" w:rsidP="001B1566">
      <w:pPr>
        <w:pStyle w:val="ListParagraph"/>
        <w:numPr>
          <w:ilvl w:val="0"/>
          <w:numId w:val="66"/>
        </w:numPr>
        <w:rPr>
          <w:rFonts w:ascii="ATT Aleck Sans" w:hAnsi="ATT Aleck Sans" w:cs="ATT Aleck Sans"/>
          <w:bCs/>
        </w:rPr>
      </w:pPr>
      <w:r>
        <w:rPr>
          <w:rFonts w:ascii="ATT Aleck Sans" w:hAnsi="ATT Aleck Sans" w:cs="ATT Aleck Sans"/>
          <w:bCs/>
        </w:rPr>
        <w:t>Pretend to be a company with a great offer</w:t>
      </w:r>
    </w:p>
    <w:p w14:paraId="7C97E101" w14:textId="77777777" w:rsidR="001B1566" w:rsidRPr="001B1566" w:rsidRDefault="001B1566" w:rsidP="001B1566">
      <w:pPr>
        <w:pStyle w:val="ListParagraph"/>
        <w:numPr>
          <w:ilvl w:val="0"/>
          <w:numId w:val="66"/>
        </w:numPr>
        <w:rPr>
          <w:rFonts w:ascii="ATT Aleck Sans" w:hAnsi="ATT Aleck Sans" w:cs="ATT Aleck Sans"/>
          <w:bCs/>
        </w:rPr>
      </w:pPr>
      <w:r>
        <w:rPr>
          <w:rFonts w:ascii="ATT Aleck Sans" w:hAnsi="ATT Aleck Sans" w:cs="ATT Aleck Sans"/>
          <w:bCs/>
        </w:rPr>
        <w:t>Claim to be working on behalf of the government, organization, or collections.</w:t>
      </w:r>
      <w:r>
        <w:rPr>
          <w:rFonts w:ascii="ATT Aleck Sans" w:hAnsi="ATT Aleck Sans" w:cs="ATT Aleck Sans"/>
          <w:bCs/>
        </w:rPr>
        <w:br/>
      </w:r>
    </w:p>
    <w:p w14:paraId="699FCBBC" w14:textId="77777777" w:rsidR="006616C7" w:rsidRPr="005B7D30" w:rsidRDefault="006616C7" w:rsidP="006616C7">
      <w:pPr>
        <w:rPr>
          <w:rFonts w:ascii="ATT Aleck Sans" w:hAnsi="ATT Aleck Sans" w:cs="ATT Aleck Sans"/>
          <w:bCs/>
        </w:rPr>
      </w:pPr>
      <w:r w:rsidRPr="005B7D30">
        <w:rPr>
          <w:rFonts w:ascii="ATT Aleck Sans" w:hAnsi="ATT Aleck Sans" w:cs="ATT Aleck Sans"/>
          <w:bCs/>
        </w:rPr>
        <w:tab/>
      </w:r>
      <w:r w:rsidRPr="005B7D30">
        <w:rPr>
          <w:rFonts w:ascii="ATT Aleck Sans" w:hAnsi="ATT Aleck Sans" w:cs="ATT Aleck Sans"/>
          <w:b/>
          <w:bCs/>
        </w:rPr>
        <w:t>Notes Section</w:t>
      </w:r>
    </w:p>
    <w:p w14:paraId="3257EC8D" w14:textId="77777777" w:rsidR="006616C7" w:rsidRPr="005B7D30" w:rsidRDefault="006616C7" w:rsidP="006616C7">
      <w:pPr>
        <w:rPr>
          <w:rFonts w:ascii="ATT Aleck Sans" w:hAnsi="ATT Aleck Sans" w:cs="ATT Aleck Sans"/>
          <w:b/>
          <w:bCs/>
        </w:rPr>
      </w:pPr>
    </w:p>
    <w:p w14:paraId="721A9D5C" w14:textId="77777777" w:rsidR="001B1566" w:rsidRDefault="006616C7" w:rsidP="001B1566">
      <w:pPr>
        <w:ind w:firstLine="720"/>
        <w:rPr>
          <w:rFonts w:ascii="ATT Aleck Sans" w:hAnsi="ATT Aleck Sans" w:cs="ATT Aleck Sans"/>
        </w:rPr>
      </w:pPr>
      <w:r w:rsidRPr="005B7D30">
        <w:rPr>
          <w:rFonts w:ascii="ATT Aleck Sans" w:hAnsi="ATT Aleck Sans" w:cs="ATT Aleck Sans"/>
          <w:b/>
          <w:bCs/>
        </w:rPr>
        <w:lastRenderedPageBreak/>
        <w:t>Talking Points</w:t>
      </w:r>
      <w:r>
        <w:rPr>
          <w:rFonts w:ascii="ATT Aleck Sans" w:hAnsi="ATT Aleck Sans" w:cs="ATT Aleck Sans"/>
          <w:b/>
          <w:bCs/>
        </w:rPr>
        <w:t xml:space="preserve">: </w:t>
      </w:r>
      <w:r w:rsidR="001B1566" w:rsidRPr="001B1566">
        <w:rPr>
          <w:rFonts w:ascii="ATT Aleck Sans" w:hAnsi="ATT Aleck Sans" w:cs="ATT Aleck Sans"/>
        </w:rPr>
        <w:t>For example, the person may claim to be a friend or family member in trouble, pretend to be a company with a great discount or offer, or work on behalf of a government agency, organization, or collection agency. These fraudsters can approach you by phone, email, text, or social media.</w:t>
      </w:r>
    </w:p>
    <w:p w14:paraId="0213BED9" w14:textId="77777777" w:rsidR="001B1566" w:rsidRPr="001B1566" w:rsidRDefault="001B1566" w:rsidP="001B1566">
      <w:pPr>
        <w:ind w:firstLine="720"/>
        <w:rPr>
          <w:rFonts w:ascii="ATT Aleck Sans" w:hAnsi="ATT Aleck Sans" w:cs="ATT Aleck Sans"/>
        </w:rPr>
      </w:pPr>
    </w:p>
    <w:p w14:paraId="4A8D3803" w14:textId="77777777" w:rsidR="001B1566" w:rsidRPr="001B1566" w:rsidRDefault="001B1566" w:rsidP="001B1566">
      <w:pPr>
        <w:ind w:firstLine="720"/>
        <w:rPr>
          <w:rFonts w:ascii="ATT Aleck Sans" w:hAnsi="ATT Aleck Sans" w:cs="ATT Aleck Sans"/>
        </w:rPr>
      </w:pPr>
      <w:r w:rsidRPr="001B1566">
        <w:rPr>
          <w:rFonts w:ascii="ATT Aleck Sans" w:hAnsi="ATT Aleck Sans" w:cs="ATT Aleck Sans"/>
        </w:rPr>
        <w:t xml:space="preserve">Let’s explore some examples of social engineering. </w:t>
      </w:r>
    </w:p>
    <w:p w14:paraId="26AAB93D" w14:textId="77777777" w:rsidR="00B94385" w:rsidRDefault="00B94385" w:rsidP="001B1566">
      <w:pPr>
        <w:rPr>
          <w:rFonts w:ascii="ATT Aleck Sans" w:hAnsi="ATT Aleck Sans" w:cs="ATT Aleck Sans"/>
        </w:rPr>
      </w:pPr>
    </w:p>
    <w:p w14:paraId="7E912416" w14:textId="77777777" w:rsidR="00B94385" w:rsidRDefault="00B94385" w:rsidP="00B94385">
      <w:pPr>
        <w:ind w:firstLine="720"/>
        <w:rPr>
          <w:rFonts w:ascii="ATT Aleck Sans" w:hAnsi="ATT Aleck Sans" w:cs="ATT Aleck Sans"/>
        </w:rPr>
      </w:pPr>
      <w:r w:rsidRPr="00AC6B5E">
        <w:rPr>
          <w:rFonts w:ascii="ATT Aleck Sans" w:hAnsi="ATT Aleck Sans" w:cs="ATT Aleck Sans"/>
          <w:b/>
          <w:bCs/>
        </w:rPr>
        <w:t>Instructor Note:</w:t>
      </w:r>
      <w:r>
        <w:rPr>
          <w:rFonts w:ascii="ATT Aleck Sans" w:hAnsi="ATT Aleck Sans" w:cs="ATT Aleck Sans"/>
        </w:rPr>
        <w:t xml:space="preserve"> none</w:t>
      </w:r>
    </w:p>
    <w:p w14:paraId="21225269" w14:textId="77777777" w:rsidR="00B94385" w:rsidRDefault="00B94385" w:rsidP="00B94385">
      <w:pPr>
        <w:ind w:firstLine="720"/>
        <w:rPr>
          <w:rFonts w:ascii="ATT Aleck Sans" w:hAnsi="ATT Aleck Sans" w:cs="ATT Aleck Sans"/>
        </w:rPr>
      </w:pPr>
    </w:p>
    <w:p w14:paraId="3CC047B5" w14:textId="77777777" w:rsidR="00B94385" w:rsidRPr="006616C7" w:rsidRDefault="00B94385" w:rsidP="00B94385">
      <w:pPr>
        <w:ind w:firstLine="720"/>
        <w:rPr>
          <w:rFonts w:ascii="ATT Aleck Sans" w:hAnsi="ATT Aleck Sans" w:cs="ATT Aleck Sans"/>
        </w:rPr>
      </w:pPr>
      <w:r w:rsidRPr="00AC6B5E">
        <w:rPr>
          <w:rFonts w:ascii="ATT Aleck Sans" w:hAnsi="ATT Aleck Sans" w:cs="ATT Aleck Sans"/>
          <w:b/>
          <w:bCs/>
        </w:rPr>
        <w:t>Additional Details:</w:t>
      </w:r>
      <w:r>
        <w:rPr>
          <w:rFonts w:ascii="ATT Aleck Sans" w:hAnsi="ATT Aleck Sans" w:cs="ATT Aleck Sans"/>
        </w:rPr>
        <w:t xml:space="preserve"> none</w:t>
      </w:r>
    </w:p>
    <w:p w14:paraId="378BC21F" w14:textId="77777777" w:rsidR="006616C7" w:rsidRDefault="006616C7" w:rsidP="006616C7">
      <w:pPr>
        <w:rPr>
          <w:rFonts w:ascii="ATT Aleck Sans" w:hAnsi="ATT Aleck Sans" w:cs="ATT Aleck Sans"/>
          <w:b/>
          <w:bCs/>
        </w:rPr>
      </w:pPr>
    </w:p>
    <w:p w14:paraId="07A2F129" w14:textId="77777777" w:rsidR="006616C7" w:rsidRDefault="006616C7" w:rsidP="006616C7">
      <w:pPr>
        <w:rPr>
          <w:rFonts w:ascii="ATT Aleck Sans" w:hAnsi="ATT Aleck Sans" w:cs="ATT Aleck Sans"/>
        </w:rPr>
      </w:pPr>
      <w:r w:rsidRPr="00F041F3">
        <w:rPr>
          <w:rFonts w:ascii="ATT Aleck Sans" w:hAnsi="ATT Aleck Sans" w:cs="ATT Aleck Sans"/>
          <w:b/>
          <w:bCs/>
          <w:color w:val="000000" w:themeColor="text1"/>
        </w:rPr>
        <w:t xml:space="preserve">Slide Number &amp; Title. </w:t>
      </w:r>
      <w:r w:rsidRPr="00F041F3">
        <w:rPr>
          <w:rFonts w:ascii="ATT Aleck Sans" w:hAnsi="ATT Aleck Sans" w:cs="ATT Aleck Sans"/>
        </w:rPr>
        <w:t>Slide 38:</w:t>
      </w:r>
      <w:r w:rsidRPr="00F041F3">
        <w:rPr>
          <w:rFonts w:ascii="ATT Aleck Sans" w:hAnsi="ATT Aleck Sans" w:cs="ATT Aleck Sans"/>
          <w:b/>
          <w:bCs/>
        </w:rPr>
        <w:t xml:space="preserve"> </w:t>
      </w:r>
      <w:r w:rsidR="00F041F3">
        <w:rPr>
          <w:rFonts w:ascii="ATT Aleck Sans" w:hAnsi="ATT Aleck Sans" w:cs="ATT Aleck Sans"/>
        </w:rPr>
        <w:t>Family or Grandparent Emergency Scam</w:t>
      </w:r>
    </w:p>
    <w:p w14:paraId="110A79D4" w14:textId="77777777" w:rsidR="006616C7" w:rsidRDefault="006616C7" w:rsidP="006616C7">
      <w:pPr>
        <w:rPr>
          <w:rFonts w:ascii="ATT Aleck Sans" w:hAnsi="ATT Aleck Sans" w:cs="ATT Aleck Sans"/>
        </w:rPr>
      </w:pPr>
    </w:p>
    <w:p w14:paraId="59F07BE0" w14:textId="77777777" w:rsidR="00F041F3" w:rsidRPr="00F041F3" w:rsidRDefault="006616C7" w:rsidP="00F041F3">
      <w:pPr>
        <w:ind w:firstLine="720"/>
        <w:rPr>
          <w:rFonts w:ascii="ATT Aleck Sans" w:hAnsi="ATT Aleck Sans" w:cs="ATT Aleck Sans"/>
        </w:rPr>
      </w:pPr>
      <w:r w:rsidRPr="332BD257">
        <w:rPr>
          <w:rFonts w:ascii="ATT Aleck Sans" w:hAnsi="ATT Aleck Sans" w:cs="ATT Aleck Sans"/>
          <w:b/>
          <w:bCs/>
        </w:rPr>
        <w:t>On Slide Text:</w:t>
      </w:r>
      <w:r w:rsidRPr="332BD257">
        <w:rPr>
          <w:rFonts w:ascii="ATT Aleck Sans" w:hAnsi="ATT Aleck Sans" w:cs="ATT Aleck Sans"/>
        </w:rPr>
        <w:t> </w:t>
      </w:r>
      <w:r w:rsidR="00F041F3" w:rsidRPr="00F041F3">
        <w:rPr>
          <w:rFonts w:ascii="ATT Aleck Sans" w:hAnsi="ATT Aleck Sans" w:cs="ATT Aleck Sans"/>
        </w:rPr>
        <w:t xml:space="preserve">Fraudsters may impersonate a family member, like a grandchild, claiming a fake emergency, and ask you to transfer money to them as soon as possible! </w:t>
      </w:r>
    </w:p>
    <w:p w14:paraId="79CD339D" w14:textId="77777777" w:rsidR="006616C7" w:rsidRPr="005B7D30" w:rsidRDefault="006616C7" w:rsidP="00F041F3">
      <w:pPr>
        <w:rPr>
          <w:rFonts w:ascii="ATT Aleck Sans" w:hAnsi="ATT Aleck Sans" w:cs="ATT Aleck Sans"/>
          <w:bCs/>
        </w:rPr>
      </w:pPr>
    </w:p>
    <w:p w14:paraId="5041F5CF" w14:textId="77777777" w:rsidR="006616C7" w:rsidRPr="005B7D30" w:rsidRDefault="006616C7" w:rsidP="006616C7">
      <w:pPr>
        <w:rPr>
          <w:rFonts w:ascii="ATT Aleck Sans" w:hAnsi="ATT Aleck Sans" w:cs="ATT Aleck Sans"/>
          <w:bCs/>
        </w:rPr>
      </w:pPr>
      <w:r w:rsidRPr="005B7D30">
        <w:rPr>
          <w:rFonts w:ascii="ATT Aleck Sans" w:hAnsi="ATT Aleck Sans" w:cs="ATT Aleck Sans"/>
          <w:bCs/>
        </w:rPr>
        <w:tab/>
      </w:r>
      <w:r w:rsidRPr="005B7D30">
        <w:rPr>
          <w:rFonts w:ascii="ATT Aleck Sans" w:hAnsi="ATT Aleck Sans" w:cs="ATT Aleck Sans"/>
          <w:b/>
          <w:bCs/>
        </w:rPr>
        <w:t>Notes Section</w:t>
      </w:r>
    </w:p>
    <w:p w14:paraId="0D7FF612" w14:textId="77777777" w:rsidR="006616C7" w:rsidRPr="005B7D30" w:rsidRDefault="006616C7" w:rsidP="006616C7">
      <w:pPr>
        <w:rPr>
          <w:rFonts w:ascii="ATT Aleck Sans" w:hAnsi="ATT Aleck Sans" w:cs="ATT Aleck Sans"/>
          <w:b/>
          <w:bCs/>
        </w:rPr>
      </w:pPr>
    </w:p>
    <w:p w14:paraId="010FCB49" w14:textId="77777777" w:rsidR="00C8715B" w:rsidRPr="00C8715B" w:rsidRDefault="006616C7" w:rsidP="00F041F3">
      <w:pPr>
        <w:ind w:firstLine="720"/>
        <w:rPr>
          <w:rFonts w:ascii="ATT Aleck Sans" w:hAnsi="ATT Aleck Sans" w:cs="ATT Aleck Sans"/>
        </w:rPr>
      </w:pPr>
      <w:r w:rsidRPr="6A137D38">
        <w:rPr>
          <w:rFonts w:ascii="ATT Aleck Sans" w:hAnsi="ATT Aleck Sans" w:cs="ATT Aleck Sans"/>
          <w:b/>
          <w:bCs/>
        </w:rPr>
        <w:t xml:space="preserve">Talking Points: </w:t>
      </w:r>
      <w:r w:rsidR="00F041F3" w:rsidRPr="00F041F3">
        <w:rPr>
          <w:rFonts w:ascii="ATT Aleck Sans" w:hAnsi="ATT Aleck Sans" w:cs="ATT Aleck Sans"/>
        </w:rPr>
        <w:t xml:space="preserve">Fraudsters may impersonate a family member, like a grandchild, in urgent need, claiming a fake emergency such as bail, medical expenses, a car accident, or a stolen credit card, and ask you to transfer money to them as soon as possible! </w:t>
      </w:r>
    </w:p>
    <w:p w14:paraId="55F67294" w14:textId="77777777" w:rsidR="00B94385" w:rsidRPr="002564C4" w:rsidRDefault="00B94385" w:rsidP="00C8715B">
      <w:pPr>
        <w:ind w:firstLine="720"/>
        <w:rPr>
          <w:rFonts w:ascii="ATT Aleck Sans" w:hAnsi="ATT Aleck Sans" w:cs="ATT Aleck Sans"/>
        </w:rPr>
      </w:pPr>
    </w:p>
    <w:p w14:paraId="6A968768" w14:textId="77777777" w:rsidR="00B94385" w:rsidRDefault="00B94385" w:rsidP="00B94385">
      <w:pPr>
        <w:ind w:firstLine="720"/>
        <w:rPr>
          <w:rFonts w:ascii="ATT Aleck Sans" w:hAnsi="ATT Aleck Sans" w:cs="ATT Aleck Sans"/>
        </w:rPr>
      </w:pPr>
      <w:r w:rsidRPr="00AC6B5E">
        <w:rPr>
          <w:rFonts w:ascii="ATT Aleck Sans" w:hAnsi="ATT Aleck Sans" w:cs="ATT Aleck Sans"/>
          <w:b/>
          <w:bCs/>
        </w:rPr>
        <w:t>Instructor Note:</w:t>
      </w:r>
      <w:r>
        <w:rPr>
          <w:rFonts w:ascii="ATT Aleck Sans" w:hAnsi="ATT Aleck Sans" w:cs="ATT Aleck Sans"/>
        </w:rPr>
        <w:t xml:space="preserve"> none</w:t>
      </w:r>
    </w:p>
    <w:p w14:paraId="2BD59ED0" w14:textId="77777777" w:rsidR="00B94385" w:rsidRDefault="00B94385" w:rsidP="00B94385">
      <w:pPr>
        <w:ind w:firstLine="720"/>
        <w:rPr>
          <w:rFonts w:ascii="ATT Aleck Sans" w:hAnsi="ATT Aleck Sans" w:cs="ATT Aleck Sans"/>
        </w:rPr>
      </w:pPr>
    </w:p>
    <w:p w14:paraId="3D3A58F8" w14:textId="77777777" w:rsidR="00B94385" w:rsidRPr="006616C7" w:rsidRDefault="00B94385" w:rsidP="00B94385">
      <w:pPr>
        <w:ind w:firstLine="720"/>
        <w:rPr>
          <w:rFonts w:ascii="ATT Aleck Sans" w:hAnsi="ATT Aleck Sans" w:cs="ATT Aleck Sans"/>
        </w:rPr>
      </w:pPr>
      <w:r w:rsidRPr="00AC6B5E">
        <w:rPr>
          <w:rFonts w:ascii="ATT Aleck Sans" w:hAnsi="ATT Aleck Sans" w:cs="ATT Aleck Sans"/>
          <w:b/>
          <w:bCs/>
        </w:rPr>
        <w:t>Additional Details:</w:t>
      </w:r>
      <w:r>
        <w:rPr>
          <w:rFonts w:ascii="ATT Aleck Sans" w:hAnsi="ATT Aleck Sans" w:cs="ATT Aleck Sans"/>
        </w:rPr>
        <w:t xml:space="preserve"> none</w:t>
      </w:r>
    </w:p>
    <w:p w14:paraId="0273FFE8" w14:textId="77777777" w:rsidR="006616C7" w:rsidRDefault="006616C7" w:rsidP="006616C7">
      <w:pPr>
        <w:ind w:firstLine="720"/>
        <w:rPr>
          <w:rFonts w:ascii="ATT Aleck Sans" w:hAnsi="ATT Aleck Sans" w:cs="ATT Aleck Sans"/>
          <w:b/>
          <w:bCs/>
        </w:rPr>
      </w:pPr>
    </w:p>
    <w:p w14:paraId="372D2AA5" w14:textId="77777777" w:rsidR="002564C4" w:rsidRDefault="002564C4" w:rsidP="002564C4">
      <w:pPr>
        <w:rPr>
          <w:rFonts w:ascii="ATT Aleck Sans" w:hAnsi="ATT Aleck Sans" w:cs="ATT Aleck Sans"/>
        </w:rPr>
      </w:pPr>
      <w:r w:rsidRPr="005B7D30">
        <w:rPr>
          <w:rFonts w:ascii="ATT Aleck Sans" w:hAnsi="ATT Aleck Sans" w:cs="ATT Aleck Sans"/>
          <w:b/>
          <w:bCs/>
          <w:color w:val="000000" w:themeColor="text1"/>
        </w:rPr>
        <w:t xml:space="preserve">Slide Number &amp; Title. </w:t>
      </w:r>
      <w:r w:rsidRPr="006616C7">
        <w:rPr>
          <w:rFonts w:ascii="ATT Aleck Sans" w:hAnsi="ATT Aleck Sans" w:cs="ATT Aleck Sans"/>
        </w:rPr>
        <w:t>Slide 3</w:t>
      </w:r>
      <w:r>
        <w:rPr>
          <w:rFonts w:ascii="ATT Aleck Sans" w:hAnsi="ATT Aleck Sans" w:cs="ATT Aleck Sans"/>
        </w:rPr>
        <w:t>9</w:t>
      </w:r>
      <w:r w:rsidRPr="006616C7">
        <w:rPr>
          <w:rFonts w:ascii="ATT Aleck Sans" w:hAnsi="ATT Aleck Sans" w:cs="ATT Aleck Sans"/>
        </w:rPr>
        <w:t>:</w:t>
      </w:r>
      <w:r w:rsidRPr="00871096">
        <w:rPr>
          <w:rFonts w:ascii="ATT Aleck Sans" w:hAnsi="ATT Aleck Sans" w:cs="ATT Aleck Sans"/>
          <w:b/>
          <w:bCs/>
        </w:rPr>
        <w:t xml:space="preserve"> </w:t>
      </w:r>
      <w:r w:rsidR="00F041F3">
        <w:rPr>
          <w:rFonts w:ascii="ATT Aleck Sans" w:hAnsi="ATT Aleck Sans" w:cs="ATT Aleck Sans"/>
        </w:rPr>
        <w:t>Romance Scam</w:t>
      </w:r>
    </w:p>
    <w:p w14:paraId="5AC9BABB" w14:textId="77777777" w:rsidR="002564C4" w:rsidRDefault="002564C4" w:rsidP="002564C4">
      <w:pPr>
        <w:rPr>
          <w:rFonts w:ascii="ATT Aleck Sans" w:hAnsi="ATT Aleck Sans" w:cs="ATT Aleck Sans"/>
        </w:rPr>
      </w:pPr>
    </w:p>
    <w:p w14:paraId="080D9105" w14:textId="77777777" w:rsidR="002564C4" w:rsidRDefault="002564C4" w:rsidP="00F041F3">
      <w:pPr>
        <w:ind w:firstLine="720"/>
        <w:rPr>
          <w:rFonts w:ascii="ATT Aleck Sans" w:hAnsi="ATT Aleck Sans" w:cs="ATT Aleck Sans"/>
        </w:rPr>
      </w:pPr>
      <w:r w:rsidRPr="002564C4">
        <w:rPr>
          <w:rFonts w:ascii="ATT Aleck Sans" w:hAnsi="ATT Aleck Sans" w:cs="ATT Aleck Sans"/>
          <w:b/>
          <w:bCs/>
        </w:rPr>
        <w:t>On Slide Text:</w:t>
      </w:r>
      <w:r w:rsidRPr="002564C4">
        <w:rPr>
          <w:rFonts w:ascii="ATT Aleck Sans" w:hAnsi="ATT Aleck Sans" w:cs="ATT Aleck Sans"/>
        </w:rPr>
        <w:t> </w:t>
      </w:r>
      <w:r w:rsidR="00F041F3" w:rsidRPr="00F041F3">
        <w:rPr>
          <w:rFonts w:ascii="ATT Aleck Sans" w:hAnsi="ATT Aleck Sans" w:cs="ATT Aleck Sans"/>
        </w:rPr>
        <w:t>Fraudsters create fake online profiles on social media or dating apps. Over time, the criminal gains your trust and will try to trick the victim into giving them money and sharing personal information.</w:t>
      </w:r>
    </w:p>
    <w:p w14:paraId="0B8134AD" w14:textId="77777777" w:rsidR="00C8715B" w:rsidRPr="002564C4" w:rsidRDefault="00C8715B" w:rsidP="002564C4">
      <w:pPr>
        <w:ind w:firstLine="720"/>
        <w:rPr>
          <w:rFonts w:ascii="ATT Aleck Sans" w:hAnsi="ATT Aleck Sans" w:cs="ATT Aleck Sans"/>
        </w:rPr>
      </w:pPr>
    </w:p>
    <w:p w14:paraId="76CE8BBD" w14:textId="77777777" w:rsidR="002564C4" w:rsidRPr="002564C4" w:rsidRDefault="002564C4" w:rsidP="002564C4">
      <w:pPr>
        <w:rPr>
          <w:rFonts w:ascii="ATT Aleck Sans" w:hAnsi="ATT Aleck Sans" w:cs="ATT Aleck Sans"/>
        </w:rPr>
      </w:pPr>
      <w:r w:rsidRPr="002564C4">
        <w:rPr>
          <w:rFonts w:ascii="ATT Aleck Sans" w:hAnsi="ATT Aleck Sans" w:cs="ATT Aleck Sans"/>
        </w:rPr>
        <w:tab/>
      </w:r>
      <w:r w:rsidRPr="002564C4">
        <w:rPr>
          <w:rFonts w:ascii="ATT Aleck Sans" w:hAnsi="ATT Aleck Sans" w:cs="ATT Aleck Sans"/>
          <w:b/>
          <w:bCs/>
        </w:rPr>
        <w:t>Notes Section</w:t>
      </w:r>
    </w:p>
    <w:p w14:paraId="6CD3C905" w14:textId="77777777" w:rsidR="002564C4" w:rsidRPr="002564C4" w:rsidRDefault="002564C4" w:rsidP="002564C4">
      <w:pPr>
        <w:rPr>
          <w:rFonts w:ascii="ATT Aleck Sans" w:hAnsi="ATT Aleck Sans" w:cs="ATT Aleck Sans"/>
          <w:b/>
          <w:bCs/>
        </w:rPr>
      </w:pPr>
    </w:p>
    <w:p w14:paraId="13D3AC4C" w14:textId="77777777" w:rsidR="00F041F3" w:rsidRPr="00F041F3" w:rsidRDefault="002564C4" w:rsidP="00F041F3">
      <w:pPr>
        <w:tabs>
          <w:tab w:val="left" w:pos="2700"/>
        </w:tabs>
        <w:ind w:firstLine="720"/>
        <w:rPr>
          <w:rFonts w:ascii="ATT Aleck Sans" w:hAnsi="ATT Aleck Sans" w:cs="ATT Aleck Sans"/>
        </w:rPr>
      </w:pPr>
      <w:r w:rsidRPr="002564C4">
        <w:rPr>
          <w:rFonts w:ascii="ATT Aleck Sans" w:hAnsi="ATT Aleck Sans" w:cs="ATT Aleck Sans"/>
          <w:b/>
          <w:bCs/>
        </w:rPr>
        <w:t>Talking Points:</w:t>
      </w:r>
      <w:r w:rsidRPr="002564C4">
        <w:rPr>
          <w:rFonts w:ascii="ATT Aleck Sans" w:hAnsi="ATT Aleck Sans" w:cs="ATT Aleck Sans"/>
        </w:rPr>
        <w:t> </w:t>
      </w:r>
      <w:r w:rsidR="00F041F3" w:rsidRPr="00F041F3">
        <w:rPr>
          <w:rFonts w:ascii="ATT Aleck Sans" w:hAnsi="ATT Aleck Sans" w:cs="ATT Aleck Sans"/>
        </w:rPr>
        <w:t>Beware of romance scams. Fraudsters create fictional personas with fake online profiles on social media or dating apps. Over time, the criminal gains your trust only to take advantage of the relationship, tricking the victim into giving them money and sharing personal information.</w:t>
      </w:r>
    </w:p>
    <w:p w14:paraId="3A858D3E" w14:textId="77777777" w:rsidR="002564C4" w:rsidRPr="007F6742" w:rsidRDefault="002564C4" w:rsidP="00F041F3">
      <w:pPr>
        <w:tabs>
          <w:tab w:val="left" w:pos="2700"/>
        </w:tabs>
        <w:rPr>
          <w:rFonts w:ascii="Segoe UI" w:hAnsi="Segoe UI" w:cs="Segoe UI"/>
          <w:b/>
          <w:bCs/>
        </w:rPr>
      </w:pPr>
    </w:p>
    <w:p w14:paraId="30884EC1" w14:textId="77777777" w:rsidR="002564C4" w:rsidRDefault="002564C4" w:rsidP="002564C4">
      <w:pPr>
        <w:rPr>
          <w:rFonts w:ascii="ATT Aleck Sans" w:hAnsi="ATT Aleck Sans" w:cs="ATT Aleck Sans"/>
        </w:rPr>
      </w:pPr>
      <w:r w:rsidRPr="005B7D30">
        <w:rPr>
          <w:rFonts w:ascii="ATT Aleck Sans" w:hAnsi="ATT Aleck Sans" w:cs="ATT Aleck Sans"/>
          <w:b/>
          <w:bCs/>
          <w:color w:val="000000" w:themeColor="text1"/>
        </w:rPr>
        <w:t xml:space="preserve">Slide Number &amp; Title. </w:t>
      </w:r>
      <w:r w:rsidRPr="006616C7">
        <w:rPr>
          <w:rFonts w:ascii="ATT Aleck Sans" w:hAnsi="ATT Aleck Sans" w:cs="ATT Aleck Sans"/>
        </w:rPr>
        <w:t xml:space="preserve">Slide </w:t>
      </w:r>
      <w:r>
        <w:rPr>
          <w:rFonts w:ascii="ATT Aleck Sans" w:hAnsi="ATT Aleck Sans" w:cs="ATT Aleck Sans"/>
        </w:rPr>
        <w:t>40</w:t>
      </w:r>
      <w:r w:rsidRPr="006616C7">
        <w:rPr>
          <w:rFonts w:ascii="ATT Aleck Sans" w:hAnsi="ATT Aleck Sans" w:cs="ATT Aleck Sans"/>
        </w:rPr>
        <w:t>:</w:t>
      </w:r>
      <w:r w:rsidRPr="00871096">
        <w:rPr>
          <w:rFonts w:ascii="ATT Aleck Sans" w:hAnsi="ATT Aleck Sans" w:cs="ATT Aleck Sans"/>
          <w:b/>
          <w:bCs/>
        </w:rPr>
        <w:t xml:space="preserve"> </w:t>
      </w:r>
      <w:r w:rsidR="00F041F3">
        <w:rPr>
          <w:rFonts w:ascii="ATT Aleck Sans" w:hAnsi="ATT Aleck Sans" w:cs="ATT Aleck Sans"/>
        </w:rPr>
        <w:t xml:space="preserve">Sender Pretends </w:t>
      </w:r>
      <w:r w:rsidR="00344E05">
        <w:rPr>
          <w:rFonts w:ascii="ATT Aleck Sans" w:hAnsi="ATT Aleck Sans" w:cs="ATT Aleck Sans"/>
        </w:rPr>
        <w:t>t</w:t>
      </w:r>
      <w:r w:rsidR="00F041F3">
        <w:rPr>
          <w:rFonts w:ascii="ATT Aleck Sans" w:hAnsi="ATT Aleck Sans" w:cs="ATT Aleck Sans"/>
        </w:rPr>
        <w:t>o Be Someone You Know</w:t>
      </w:r>
      <w:r w:rsidR="000853BF">
        <w:rPr>
          <w:rFonts w:ascii="ATT Aleck Sans" w:hAnsi="ATT Aleck Sans" w:cs="ATT Aleck Sans"/>
        </w:rPr>
        <w:br/>
      </w:r>
    </w:p>
    <w:p w14:paraId="784203AC" w14:textId="36214C60" w:rsidR="00F041F3" w:rsidRPr="00F041F3" w:rsidRDefault="002564C4" w:rsidP="00F041F3">
      <w:pPr>
        <w:ind w:firstLine="720"/>
        <w:rPr>
          <w:rFonts w:ascii="ATT Aleck Sans" w:hAnsi="ATT Aleck Sans" w:cs="ATT Aleck Sans"/>
        </w:rPr>
      </w:pPr>
      <w:r w:rsidRPr="56A96901">
        <w:rPr>
          <w:rFonts w:ascii="ATT Aleck Sans" w:hAnsi="ATT Aleck Sans" w:cs="ATT Aleck Sans"/>
          <w:b/>
          <w:bCs/>
        </w:rPr>
        <w:t>On Slide Text:</w:t>
      </w:r>
      <w:r w:rsidRPr="56A96901">
        <w:rPr>
          <w:rFonts w:ascii="ATT Aleck Sans" w:hAnsi="ATT Aleck Sans" w:cs="ATT Aleck Sans"/>
        </w:rPr>
        <w:t> </w:t>
      </w:r>
      <w:r w:rsidR="00F041F3" w:rsidRPr="56A96901">
        <w:rPr>
          <w:rFonts w:ascii="ATT Aleck Sans" w:hAnsi="ATT Aleck Sans" w:cs="ATT Aleck Sans"/>
        </w:rPr>
        <w:t>Fraudsters send</w:t>
      </w:r>
      <w:r w:rsidR="5C56B6A0" w:rsidRPr="56A96901">
        <w:rPr>
          <w:rFonts w:ascii="ATT Aleck Sans" w:hAnsi="ATT Aleck Sans" w:cs="ATT Aleck Sans"/>
        </w:rPr>
        <w:t xml:space="preserve"> you</w:t>
      </w:r>
    </w:p>
    <w:p w14:paraId="1793DB38" w14:textId="77777777" w:rsidR="00F041F3" w:rsidRPr="00F041F3" w:rsidRDefault="00F041F3" w:rsidP="00F041F3">
      <w:pPr>
        <w:numPr>
          <w:ilvl w:val="0"/>
          <w:numId w:val="67"/>
        </w:numPr>
        <w:tabs>
          <w:tab w:val="num" w:pos="720"/>
        </w:tabs>
        <w:rPr>
          <w:rFonts w:ascii="ATT Aleck Sans" w:hAnsi="ATT Aleck Sans" w:cs="ATT Aleck Sans"/>
        </w:rPr>
      </w:pPr>
      <w:r w:rsidRPr="00F041F3">
        <w:rPr>
          <w:rFonts w:ascii="ATT Aleck Sans" w:hAnsi="ATT Aleck Sans" w:cs="ATT Aleck Sans"/>
        </w:rPr>
        <w:t>emails</w:t>
      </w:r>
    </w:p>
    <w:p w14:paraId="1E4D9EE1" w14:textId="77777777" w:rsidR="00F041F3" w:rsidRPr="00F041F3" w:rsidRDefault="00F041F3" w:rsidP="00F041F3">
      <w:pPr>
        <w:numPr>
          <w:ilvl w:val="0"/>
          <w:numId w:val="67"/>
        </w:numPr>
        <w:tabs>
          <w:tab w:val="num" w:pos="720"/>
        </w:tabs>
        <w:rPr>
          <w:rFonts w:ascii="ATT Aleck Sans" w:hAnsi="ATT Aleck Sans" w:cs="ATT Aleck Sans"/>
        </w:rPr>
      </w:pPr>
      <w:r w:rsidRPr="00F041F3">
        <w:rPr>
          <w:rFonts w:ascii="ATT Aleck Sans" w:hAnsi="ATT Aleck Sans" w:cs="ATT Aleck Sans"/>
        </w:rPr>
        <w:lastRenderedPageBreak/>
        <w:t>text messages</w:t>
      </w:r>
    </w:p>
    <w:p w14:paraId="22D4E5AC" w14:textId="7D55E2F9" w:rsidR="00F041F3" w:rsidRPr="00F041F3" w:rsidRDefault="00F041F3" w:rsidP="00F041F3">
      <w:pPr>
        <w:numPr>
          <w:ilvl w:val="0"/>
          <w:numId w:val="67"/>
        </w:numPr>
        <w:tabs>
          <w:tab w:val="num" w:pos="720"/>
        </w:tabs>
        <w:rPr>
          <w:rFonts w:ascii="ATT Aleck Sans" w:hAnsi="ATT Aleck Sans" w:cs="ATT Aleck Sans"/>
        </w:rPr>
      </w:pPr>
      <w:r w:rsidRPr="47727720">
        <w:rPr>
          <w:rFonts w:ascii="ATT Aleck Sans" w:hAnsi="ATT Aleck Sans" w:cs="ATT Aleck Sans"/>
        </w:rPr>
        <w:t xml:space="preserve">social media messages </w:t>
      </w:r>
      <w:r>
        <w:br/>
      </w:r>
    </w:p>
    <w:p w14:paraId="5C7BB958" w14:textId="7800D810" w:rsidR="00F041F3" w:rsidRPr="00F041F3" w:rsidRDefault="00F041F3" w:rsidP="00F041F3">
      <w:pPr>
        <w:ind w:firstLine="720"/>
        <w:rPr>
          <w:rFonts w:ascii="ATT Aleck Sans" w:hAnsi="ATT Aleck Sans" w:cs="ATT Aleck Sans"/>
        </w:rPr>
      </w:pPr>
      <w:r w:rsidRPr="56A96901">
        <w:rPr>
          <w:rFonts w:ascii="ATT Aleck Sans" w:hAnsi="ATT Aleck Sans" w:cs="ATT Aleck Sans"/>
          <w:b/>
          <w:bCs/>
        </w:rPr>
        <w:t>pretending</w:t>
      </w:r>
      <w:r w:rsidRPr="56A96901">
        <w:rPr>
          <w:rFonts w:ascii="ATT Aleck Sans" w:hAnsi="ATT Aleck Sans" w:cs="ATT Aleck Sans"/>
        </w:rPr>
        <w:t xml:space="preserve"> to be someone you know, like </w:t>
      </w:r>
    </w:p>
    <w:p w14:paraId="11825836" w14:textId="77777777" w:rsidR="00F041F3" w:rsidRPr="00F041F3" w:rsidRDefault="00F041F3" w:rsidP="00F041F3">
      <w:pPr>
        <w:numPr>
          <w:ilvl w:val="0"/>
          <w:numId w:val="68"/>
        </w:numPr>
        <w:tabs>
          <w:tab w:val="num" w:pos="720"/>
        </w:tabs>
        <w:rPr>
          <w:rFonts w:ascii="ATT Aleck Sans" w:hAnsi="ATT Aleck Sans" w:cs="ATT Aleck Sans"/>
        </w:rPr>
      </w:pPr>
      <w:r w:rsidRPr="00F041F3">
        <w:rPr>
          <w:rFonts w:ascii="ATT Aleck Sans" w:hAnsi="ATT Aleck Sans" w:cs="ATT Aleck Sans"/>
        </w:rPr>
        <w:t>A co-worker</w:t>
      </w:r>
    </w:p>
    <w:p w14:paraId="507ED107" w14:textId="77777777" w:rsidR="00F041F3" w:rsidRPr="00F041F3" w:rsidRDefault="00F041F3" w:rsidP="00F041F3">
      <w:pPr>
        <w:numPr>
          <w:ilvl w:val="0"/>
          <w:numId w:val="68"/>
        </w:numPr>
        <w:tabs>
          <w:tab w:val="num" w:pos="720"/>
        </w:tabs>
        <w:rPr>
          <w:rFonts w:ascii="ATT Aleck Sans" w:hAnsi="ATT Aleck Sans" w:cs="ATT Aleck Sans"/>
        </w:rPr>
      </w:pPr>
      <w:r w:rsidRPr="00F041F3">
        <w:rPr>
          <w:rFonts w:ascii="ATT Aleck Sans" w:hAnsi="ATT Aleck Sans" w:cs="ATT Aleck Sans"/>
        </w:rPr>
        <w:t>police officer</w:t>
      </w:r>
    </w:p>
    <w:p w14:paraId="2C25E956" w14:textId="77777777" w:rsidR="00F041F3" w:rsidRPr="00F041F3" w:rsidRDefault="00F041F3" w:rsidP="00F041F3">
      <w:pPr>
        <w:numPr>
          <w:ilvl w:val="0"/>
          <w:numId w:val="68"/>
        </w:numPr>
        <w:tabs>
          <w:tab w:val="num" w:pos="720"/>
        </w:tabs>
        <w:rPr>
          <w:rFonts w:ascii="ATT Aleck Sans" w:hAnsi="ATT Aleck Sans" w:cs="ATT Aleck Sans"/>
        </w:rPr>
      </w:pPr>
      <w:r w:rsidRPr="00F041F3">
        <w:rPr>
          <w:rFonts w:ascii="ATT Aleck Sans" w:hAnsi="ATT Aleck Sans" w:cs="ATT Aleck Sans"/>
        </w:rPr>
        <w:t>delivery person</w:t>
      </w:r>
    </w:p>
    <w:p w14:paraId="45756262" w14:textId="77777777" w:rsidR="00F041F3" w:rsidRPr="00F041F3" w:rsidRDefault="00F041F3" w:rsidP="00F041F3">
      <w:pPr>
        <w:numPr>
          <w:ilvl w:val="0"/>
          <w:numId w:val="68"/>
        </w:numPr>
        <w:tabs>
          <w:tab w:val="num" w:pos="720"/>
        </w:tabs>
        <w:rPr>
          <w:rFonts w:ascii="ATT Aleck Sans" w:hAnsi="ATT Aleck Sans" w:cs="ATT Aleck Sans"/>
        </w:rPr>
      </w:pPr>
      <w:r w:rsidRPr="00F041F3">
        <w:rPr>
          <w:rFonts w:ascii="ATT Aleck Sans" w:hAnsi="ATT Aleck Sans" w:cs="ATT Aleck Sans"/>
        </w:rPr>
        <w:t xml:space="preserve">government representative </w:t>
      </w:r>
    </w:p>
    <w:p w14:paraId="434C10C9" w14:textId="77777777" w:rsidR="002564C4" w:rsidRPr="002564C4" w:rsidRDefault="002564C4" w:rsidP="002564C4">
      <w:pPr>
        <w:ind w:firstLine="720"/>
        <w:rPr>
          <w:rFonts w:ascii="ATT Aleck Sans" w:hAnsi="ATT Aleck Sans" w:cs="ATT Aleck Sans"/>
        </w:rPr>
      </w:pPr>
    </w:p>
    <w:p w14:paraId="582CB7EC" w14:textId="77777777" w:rsidR="002564C4" w:rsidRPr="002564C4" w:rsidRDefault="002564C4" w:rsidP="002564C4">
      <w:pPr>
        <w:rPr>
          <w:rFonts w:ascii="ATT Aleck Sans" w:hAnsi="ATT Aleck Sans" w:cs="ATT Aleck Sans"/>
        </w:rPr>
      </w:pPr>
      <w:r w:rsidRPr="002564C4">
        <w:rPr>
          <w:rFonts w:ascii="ATT Aleck Sans" w:hAnsi="ATT Aleck Sans" w:cs="ATT Aleck Sans"/>
        </w:rPr>
        <w:tab/>
      </w:r>
      <w:r w:rsidRPr="002564C4">
        <w:rPr>
          <w:rFonts w:ascii="ATT Aleck Sans" w:hAnsi="ATT Aleck Sans" w:cs="ATT Aleck Sans"/>
          <w:b/>
          <w:bCs/>
        </w:rPr>
        <w:t>Notes Section</w:t>
      </w:r>
    </w:p>
    <w:p w14:paraId="4698CED2" w14:textId="77777777" w:rsidR="002564C4" w:rsidRPr="002564C4" w:rsidRDefault="002564C4" w:rsidP="002564C4">
      <w:pPr>
        <w:rPr>
          <w:rFonts w:ascii="ATT Aleck Sans" w:hAnsi="ATT Aleck Sans" w:cs="ATT Aleck Sans"/>
          <w:b/>
          <w:bCs/>
        </w:rPr>
      </w:pPr>
    </w:p>
    <w:p w14:paraId="6F433251" w14:textId="77777777" w:rsidR="00F041F3" w:rsidRPr="00F041F3" w:rsidRDefault="002564C4" w:rsidP="00F041F3">
      <w:pPr>
        <w:ind w:firstLine="720"/>
        <w:rPr>
          <w:rFonts w:ascii="ATT Aleck Sans" w:hAnsi="ATT Aleck Sans" w:cs="ATT Aleck Sans"/>
        </w:rPr>
      </w:pPr>
      <w:r w:rsidRPr="6A137D38">
        <w:rPr>
          <w:rFonts w:ascii="ATT Aleck Sans" w:hAnsi="ATT Aleck Sans" w:cs="ATT Aleck Sans"/>
          <w:b/>
          <w:bCs/>
        </w:rPr>
        <w:t>Talking Points:</w:t>
      </w:r>
      <w:r w:rsidRPr="6A137D38">
        <w:rPr>
          <w:rFonts w:ascii="ATT Aleck Sans" w:hAnsi="ATT Aleck Sans" w:cs="ATT Aleck Sans"/>
        </w:rPr>
        <w:t> </w:t>
      </w:r>
      <w:r w:rsidR="00F041F3" w:rsidRPr="00F041F3">
        <w:rPr>
          <w:rFonts w:ascii="ATT Aleck Sans" w:hAnsi="ATT Aleck Sans" w:cs="ATT Aleck Sans"/>
        </w:rPr>
        <w:t xml:space="preserve">You may also be contacted by email, text message, or on social media by a person pretending to be someone you know, like a co-worker, police officer, delivery person, or government representative. </w:t>
      </w:r>
    </w:p>
    <w:p w14:paraId="7FEE3A11" w14:textId="77777777" w:rsidR="00F041F3" w:rsidRDefault="00F041F3" w:rsidP="00F041F3">
      <w:pPr>
        <w:rPr>
          <w:rFonts w:ascii="ATT Aleck Sans" w:hAnsi="ATT Aleck Sans" w:cs="ATT Aleck Sans"/>
        </w:rPr>
      </w:pPr>
    </w:p>
    <w:p w14:paraId="7136ACE9" w14:textId="7F858C2C" w:rsidR="002564C4" w:rsidRPr="002564C4" w:rsidRDefault="00F041F3" w:rsidP="00F041F3">
      <w:pPr>
        <w:rPr>
          <w:rFonts w:ascii="ATT Aleck Sans" w:hAnsi="ATT Aleck Sans" w:cs="ATT Aleck Sans"/>
        </w:rPr>
      </w:pPr>
      <w:r w:rsidRPr="47727720">
        <w:rPr>
          <w:rFonts w:ascii="ATT Aleck Sans" w:hAnsi="ATT Aleck Sans" w:cs="ATT Aleck Sans"/>
        </w:rPr>
        <w:t xml:space="preserve">This text message claims to come from US </w:t>
      </w:r>
      <w:r w:rsidR="549ECB00" w:rsidRPr="47727720">
        <w:rPr>
          <w:rFonts w:ascii="ATT Aleck Sans" w:hAnsi="ATT Aleck Sans" w:cs="ATT Aleck Sans"/>
        </w:rPr>
        <w:t>Customs but</w:t>
      </w:r>
      <w:r w:rsidRPr="47727720">
        <w:rPr>
          <w:rFonts w:ascii="ATT Aleck Sans" w:hAnsi="ATT Aleck Sans" w:cs="ATT Aleck Sans"/>
        </w:rPr>
        <w:t xml:space="preserve"> uses a fraudulent US Postal Service link to try to get personal information from you.</w:t>
      </w:r>
      <w:r>
        <w:br/>
      </w:r>
    </w:p>
    <w:p w14:paraId="599467E5" w14:textId="77777777" w:rsidR="002564C4" w:rsidRPr="002564C4" w:rsidRDefault="002564C4" w:rsidP="002564C4">
      <w:pPr>
        <w:ind w:firstLine="720"/>
        <w:rPr>
          <w:rFonts w:ascii="ATT Aleck Sans" w:hAnsi="ATT Aleck Sans" w:cs="ATT Aleck Sans"/>
        </w:rPr>
      </w:pPr>
      <w:r w:rsidRPr="002564C4">
        <w:rPr>
          <w:rFonts w:ascii="ATT Aleck Sans" w:hAnsi="ATT Aleck Sans" w:cs="ATT Aleck Sans"/>
          <w:b/>
          <w:bCs/>
        </w:rPr>
        <w:t>Instructor Note: </w:t>
      </w:r>
      <w:r w:rsidRPr="002564C4">
        <w:rPr>
          <w:rFonts w:ascii="ATT Aleck Sans" w:hAnsi="ATT Aleck Sans" w:cs="ATT Aleck Sans"/>
        </w:rPr>
        <w:t>none</w:t>
      </w:r>
    </w:p>
    <w:p w14:paraId="2D62A2C5" w14:textId="77777777" w:rsidR="002564C4" w:rsidRPr="002564C4" w:rsidRDefault="002564C4" w:rsidP="002564C4">
      <w:pPr>
        <w:rPr>
          <w:rFonts w:ascii="ATT Aleck Sans" w:hAnsi="ATT Aleck Sans" w:cs="ATT Aleck Sans"/>
        </w:rPr>
      </w:pPr>
      <w:r w:rsidRPr="002564C4">
        <w:rPr>
          <w:rFonts w:ascii="ATT Aleck Sans" w:hAnsi="ATT Aleck Sans" w:cs="ATT Aleck Sans"/>
        </w:rPr>
        <w:t> </w:t>
      </w:r>
    </w:p>
    <w:p w14:paraId="3C0B2C98" w14:textId="77777777" w:rsidR="004621CB" w:rsidRPr="004621CB" w:rsidRDefault="002564C4" w:rsidP="000C65E0">
      <w:pPr>
        <w:ind w:firstLine="720"/>
        <w:rPr>
          <w:rFonts w:ascii="ATT Aleck Sans" w:hAnsi="ATT Aleck Sans" w:cs="ATT Aleck Sans"/>
        </w:rPr>
      </w:pPr>
      <w:r w:rsidRPr="002564C4">
        <w:rPr>
          <w:rFonts w:ascii="ATT Aleck Sans" w:hAnsi="ATT Aleck Sans" w:cs="ATT Aleck Sans"/>
          <w:b/>
          <w:bCs/>
        </w:rPr>
        <w:t>Additional Details:</w:t>
      </w:r>
      <w:r w:rsidRPr="002564C4">
        <w:rPr>
          <w:rFonts w:ascii="ATT Aleck Sans" w:hAnsi="ATT Aleck Sans" w:cs="ATT Aleck Sans"/>
        </w:rPr>
        <w:t> none</w:t>
      </w:r>
    </w:p>
    <w:p w14:paraId="13BA9292" w14:textId="77777777" w:rsidR="004621CB" w:rsidRDefault="004621CB" w:rsidP="004621CB">
      <w:pPr>
        <w:rPr>
          <w:rFonts w:ascii="ATT Aleck Sans" w:hAnsi="ATT Aleck Sans" w:cs="ATT Aleck Sans"/>
        </w:rPr>
      </w:pPr>
    </w:p>
    <w:p w14:paraId="7795AC39" w14:textId="77777777" w:rsidR="002564C4" w:rsidRPr="002564C4" w:rsidRDefault="002564C4" w:rsidP="002564C4">
      <w:pPr>
        <w:rPr>
          <w:rFonts w:ascii="ATT Aleck Sans" w:hAnsi="ATT Aleck Sans" w:cs="ATT Aleck Sans"/>
        </w:rPr>
      </w:pPr>
      <w:r w:rsidRPr="005B7D30">
        <w:rPr>
          <w:rFonts w:ascii="ATT Aleck Sans" w:hAnsi="ATT Aleck Sans" w:cs="ATT Aleck Sans"/>
          <w:b/>
          <w:bCs/>
          <w:color w:val="000000" w:themeColor="text1"/>
        </w:rPr>
        <w:t xml:space="preserve">Slide Number &amp; Title. </w:t>
      </w:r>
      <w:r w:rsidR="001A0981" w:rsidRPr="002564C4">
        <w:rPr>
          <w:rFonts w:ascii="ATT Aleck Sans" w:hAnsi="ATT Aleck Sans" w:cs="ATT Aleck Sans"/>
        </w:rPr>
        <w:t>Slide 4</w:t>
      </w:r>
      <w:r w:rsidR="00FB1A43" w:rsidRPr="002564C4">
        <w:rPr>
          <w:rFonts w:ascii="ATT Aleck Sans" w:hAnsi="ATT Aleck Sans" w:cs="ATT Aleck Sans"/>
        </w:rPr>
        <w:t>1</w:t>
      </w:r>
      <w:r w:rsidR="0031401F" w:rsidRPr="002564C4">
        <w:rPr>
          <w:rFonts w:ascii="ATT Aleck Sans" w:hAnsi="ATT Aleck Sans" w:cs="ATT Aleck Sans"/>
        </w:rPr>
        <w:t>:</w:t>
      </w:r>
      <w:r w:rsidR="001A0981" w:rsidRPr="002564C4">
        <w:rPr>
          <w:rFonts w:ascii="ATT Aleck Sans" w:hAnsi="ATT Aleck Sans" w:cs="ATT Aleck Sans"/>
        </w:rPr>
        <w:t xml:space="preserve"> </w:t>
      </w:r>
      <w:r w:rsidR="00F041F3">
        <w:rPr>
          <w:rFonts w:ascii="ATT Aleck Sans" w:hAnsi="ATT Aleck Sans" w:cs="ATT Aleck Sans"/>
        </w:rPr>
        <w:t>Job Scams</w:t>
      </w:r>
    </w:p>
    <w:p w14:paraId="43FD07F5" w14:textId="77777777" w:rsidR="004621CB" w:rsidRDefault="002564C4" w:rsidP="004621CB">
      <w:pPr>
        <w:rPr>
          <w:rFonts w:ascii="ATT Aleck Sans" w:hAnsi="ATT Aleck Sans" w:cs="ATT Aleck Sans"/>
        </w:rPr>
      </w:pPr>
      <w:r>
        <w:rPr>
          <w:rFonts w:ascii="ATT Aleck Sans" w:hAnsi="ATT Aleck Sans" w:cs="ATT Aleck Sans"/>
          <w:b/>
          <w:bCs/>
        </w:rPr>
        <w:t xml:space="preserve"> </w:t>
      </w:r>
    </w:p>
    <w:p w14:paraId="5D272894" w14:textId="77777777" w:rsidR="00F041F3" w:rsidRPr="00F041F3" w:rsidRDefault="002564C4" w:rsidP="00F041F3">
      <w:pPr>
        <w:ind w:firstLine="720"/>
        <w:rPr>
          <w:rFonts w:ascii="ATT Aleck Sans" w:hAnsi="ATT Aleck Sans" w:cs="ATT Aleck Sans"/>
        </w:rPr>
      </w:pPr>
      <w:r w:rsidRPr="002564C4">
        <w:rPr>
          <w:rFonts w:ascii="ATT Aleck Sans" w:hAnsi="ATT Aleck Sans" w:cs="ATT Aleck Sans"/>
          <w:b/>
          <w:bCs/>
        </w:rPr>
        <w:t>On Slide Text:</w:t>
      </w:r>
      <w:r w:rsidRPr="002564C4">
        <w:rPr>
          <w:rFonts w:ascii="ATT Aleck Sans" w:hAnsi="ATT Aleck Sans" w:cs="ATT Aleck Sans"/>
        </w:rPr>
        <w:t> </w:t>
      </w:r>
      <w:r w:rsidR="00F041F3" w:rsidRPr="00F041F3">
        <w:rPr>
          <w:rFonts w:ascii="ATT Aleck Sans" w:hAnsi="ATT Aleck Sans" w:cs="ATT Aleck Sans"/>
        </w:rPr>
        <w:t xml:space="preserve">Fraudsters can also pose as employers who are hiring but are using the hiring process to scam job seekers. They use the hiring process to gain your personal information and bank account details. </w:t>
      </w:r>
    </w:p>
    <w:p w14:paraId="424CA928" w14:textId="77777777" w:rsidR="000853BF" w:rsidRDefault="000853BF" w:rsidP="00F041F3">
      <w:pPr>
        <w:ind w:firstLine="720"/>
        <w:rPr>
          <w:rFonts w:ascii="ATT Aleck Sans" w:hAnsi="ATT Aleck Sans" w:cs="ATT Aleck Sans"/>
        </w:rPr>
      </w:pPr>
    </w:p>
    <w:p w14:paraId="120232E2" w14:textId="77777777" w:rsidR="002564C4" w:rsidRPr="002564C4" w:rsidRDefault="002564C4" w:rsidP="000853BF">
      <w:pPr>
        <w:rPr>
          <w:rFonts w:ascii="ATT Aleck Sans" w:hAnsi="ATT Aleck Sans" w:cs="ATT Aleck Sans"/>
        </w:rPr>
      </w:pPr>
      <w:r w:rsidRPr="002564C4">
        <w:rPr>
          <w:rFonts w:ascii="ATT Aleck Sans" w:hAnsi="ATT Aleck Sans" w:cs="ATT Aleck Sans"/>
        </w:rPr>
        <w:tab/>
      </w:r>
      <w:r w:rsidRPr="002564C4">
        <w:rPr>
          <w:rFonts w:ascii="ATT Aleck Sans" w:hAnsi="ATT Aleck Sans" w:cs="ATT Aleck Sans"/>
          <w:b/>
          <w:bCs/>
        </w:rPr>
        <w:t>Notes Section</w:t>
      </w:r>
    </w:p>
    <w:p w14:paraId="7966C949" w14:textId="77777777" w:rsidR="002564C4" w:rsidRPr="002564C4" w:rsidRDefault="002564C4" w:rsidP="002564C4">
      <w:pPr>
        <w:rPr>
          <w:rFonts w:ascii="ATT Aleck Sans" w:hAnsi="ATT Aleck Sans" w:cs="ATT Aleck Sans"/>
          <w:b/>
          <w:bCs/>
        </w:rPr>
      </w:pPr>
    </w:p>
    <w:p w14:paraId="7744F6C5" w14:textId="77777777" w:rsidR="00F041F3" w:rsidRPr="00F041F3" w:rsidRDefault="002564C4" w:rsidP="00F041F3">
      <w:pPr>
        <w:ind w:firstLine="720"/>
        <w:rPr>
          <w:rFonts w:ascii="ATT Aleck Sans" w:hAnsi="ATT Aleck Sans" w:cs="ATT Aleck Sans"/>
        </w:rPr>
      </w:pPr>
      <w:r w:rsidRPr="40746793">
        <w:rPr>
          <w:rFonts w:ascii="ATT Aleck Sans" w:hAnsi="ATT Aleck Sans" w:cs="ATT Aleck Sans"/>
          <w:b/>
          <w:bCs/>
        </w:rPr>
        <w:t>Talking Points:</w:t>
      </w:r>
      <w:r w:rsidRPr="40746793">
        <w:rPr>
          <w:rFonts w:ascii="ATT Aleck Sans" w:hAnsi="ATT Aleck Sans" w:cs="ATT Aleck Sans"/>
        </w:rPr>
        <w:t> </w:t>
      </w:r>
      <w:r w:rsidR="00F041F3" w:rsidRPr="00F041F3">
        <w:rPr>
          <w:rFonts w:ascii="ATT Aleck Sans" w:hAnsi="ATT Aleck Sans" w:cs="ATT Aleck Sans"/>
        </w:rPr>
        <w:t xml:space="preserve">Fraudsters can also pose as employers who are hiring but are </w:t>
      </w:r>
      <w:proofErr w:type="gramStart"/>
      <w:r w:rsidR="00F041F3" w:rsidRPr="00F041F3">
        <w:rPr>
          <w:rFonts w:ascii="ATT Aleck Sans" w:hAnsi="ATT Aleck Sans" w:cs="ATT Aleck Sans"/>
        </w:rPr>
        <w:t>actually using</w:t>
      </w:r>
      <w:proofErr w:type="gramEnd"/>
      <w:r w:rsidR="00F041F3" w:rsidRPr="00F041F3">
        <w:rPr>
          <w:rFonts w:ascii="ATT Aleck Sans" w:hAnsi="ATT Aleck Sans" w:cs="ATT Aleck Sans"/>
        </w:rPr>
        <w:t xml:space="preserve"> the hiring process to scam job seekers. For example, a potential employer reaches out about a job. After a few emails, they offer you the position and send paperwork that requires your personal information, such as your Social Security Number and bank account details. Once you submit this paperwork, you never hear from them again, and they now have your personal information.</w:t>
      </w:r>
    </w:p>
    <w:p w14:paraId="2BBBCA25" w14:textId="77777777" w:rsidR="002564C4" w:rsidRPr="002564C4" w:rsidRDefault="002564C4" w:rsidP="00F041F3">
      <w:pPr>
        <w:rPr>
          <w:rFonts w:ascii="ATT Aleck Sans" w:hAnsi="ATT Aleck Sans" w:cs="ATT Aleck Sans"/>
        </w:rPr>
      </w:pPr>
    </w:p>
    <w:p w14:paraId="5E46BA8B" w14:textId="77777777" w:rsidR="002564C4" w:rsidRPr="002564C4" w:rsidRDefault="002564C4" w:rsidP="002564C4">
      <w:pPr>
        <w:ind w:firstLine="720"/>
        <w:rPr>
          <w:rFonts w:ascii="ATT Aleck Sans" w:hAnsi="ATT Aleck Sans" w:cs="ATT Aleck Sans"/>
        </w:rPr>
      </w:pPr>
      <w:r w:rsidRPr="002564C4">
        <w:rPr>
          <w:rFonts w:ascii="ATT Aleck Sans" w:hAnsi="ATT Aleck Sans" w:cs="ATT Aleck Sans"/>
          <w:b/>
          <w:bCs/>
        </w:rPr>
        <w:t>Instructor Note: </w:t>
      </w:r>
      <w:r w:rsidR="000853BF">
        <w:rPr>
          <w:rFonts w:ascii="ATT Aleck Sans" w:hAnsi="ATT Aleck Sans" w:cs="ATT Aleck Sans"/>
        </w:rPr>
        <w:t>none</w:t>
      </w:r>
    </w:p>
    <w:p w14:paraId="5A6F3CD0" w14:textId="77777777" w:rsidR="002564C4" w:rsidRPr="002564C4" w:rsidRDefault="002564C4" w:rsidP="002564C4">
      <w:pPr>
        <w:rPr>
          <w:rFonts w:ascii="ATT Aleck Sans" w:hAnsi="ATT Aleck Sans" w:cs="ATT Aleck Sans"/>
        </w:rPr>
      </w:pPr>
    </w:p>
    <w:p w14:paraId="787CDAFD" w14:textId="77777777" w:rsidR="002564C4" w:rsidRPr="002564C4" w:rsidRDefault="002564C4" w:rsidP="002564C4">
      <w:pPr>
        <w:ind w:firstLine="720"/>
        <w:rPr>
          <w:rFonts w:ascii="ATT Aleck Sans" w:hAnsi="ATT Aleck Sans" w:cs="ATT Aleck Sans"/>
        </w:rPr>
      </w:pPr>
      <w:r w:rsidRPr="002564C4">
        <w:rPr>
          <w:rFonts w:ascii="ATT Aleck Sans" w:hAnsi="ATT Aleck Sans" w:cs="ATT Aleck Sans"/>
          <w:b/>
          <w:bCs/>
        </w:rPr>
        <w:t>Additional Details:</w:t>
      </w:r>
      <w:r w:rsidRPr="002564C4">
        <w:rPr>
          <w:rFonts w:ascii="ATT Aleck Sans" w:hAnsi="ATT Aleck Sans" w:cs="ATT Aleck Sans"/>
        </w:rPr>
        <w:t> </w:t>
      </w:r>
      <w:r w:rsidR="000853BF">
        <w:rPr>
          <w:rFonts w:ascii="ATT Aleck Sans" w:hAnsi="ATT Aleck Sans" w:cs="ATT Aleck Sans"/>
        </w:rPr>
        <w:t>none</w:t>
      </w:r>
    </w:p>
    <w:p w14:paraId="68EA1D89" w14:textId="77777777" w:rsidR="002564C4" w:rsidRDefault="002564C4" w:rsidP="004621CB">
      <w:pPr>
        <w:rPr>
          <w:rFonts w:ascii="ATT Aleck Sans" w:hAnsi="ATT Aleck Sans" w:cs="ATT Aleck Sans"/>
          <w:b/>
          <w:bCs/>
        </w:rPr>
      </w:pPr>
    </w:p>
    <w:p w14:paraId="787BF3BF" w14:textId="77777777" w:rsidR="002564C4" w:rsidRDefault="002564C4" w:rsidP="004621CB">
      <w:pPr>
        <w:rPr>
          <w:rFonts w:ascii="ATT Aleck Sans" w:hAnsi="ATT Aleck Sans" w:cs="ATT Aleck Sans"/>
          <w:color w:val="000000" w:themeColor="text1"/>
        </w:rPr>
      </w:pPr>
      <w:r w:rsidRPr="002564C4">
        <w:rPr>
          <w:rFonts w:ascii="ATT Aleck Sans" w:hAnsi="ATT Aleck Sans" w:cs="ATT Aleck Sans"/>
          <w:b/>
          <w:bCs/>
        </w:rPr>
        <w:t xml:space="preserve">Slide Number &amp; Title. </w:t>
      </w:r>
      <w:r w:rsidR="001A0981" w:rsidRPr="002564C4">
        <w:rPr>
          <w:rFonts w:ascii="ATT Aleck Sans" w:hAnsi="ATT Aleck Sans" w:cs="ATT Aleck Sans"/>
        </w:rPr>
        <w:t>Slide 4</w:t>
      </w:r>
      <w:r w:rsidR="00FB1A43" w:rsidRPr="002564C4">
        <w:rPr>
          <w:rFonts w:ascii="ATT Aleck Sans" w:hAnsi="ATT Aleck Sans" w:cs="ATT Aleck Sans"/>
        </w:rPr>
        <w:t>2</w:t>
      </w:r>
      <w:r w:rsidR="00422426" w:rsidRPr="002564C4">
        <w:rPr>
          <w:rFonts w:ascii="ATT Aleck Sans" w:hAnsi="ATT Aleck Sans" w:cs="ATT Aleck Sans"/>
        </w:rPr>
        <w:t>:</w:t>
      </w:r>
      <w:r w:rsidR="00F041F3">
        <w:rPr>
          <w:rFonts w:ascii="ATT Aleck Sans" w:hAnsi="ATT Aleck Sans" w:cs="ATT Aleck Sans"/>
        </w:rPr>
        <w:t xml:space="preserve"> Job Scam: Upfront Payment</w:t>
      </w:r>
      <w:r w:rsidR="000853BF">
        <w:rPr>
          <w:rFonts w:ascii="ATT Aleck Sans" w:hAnsi="ATT Aleck Sans" w:cs="ATT Aleck Sans"/>
        </w:rPr>
        <w:br/>
      </w:r>
    </w:p>
    <w:p w14:paraId="4642E491" w14:textId="77777777" w:rsidR="00F041F3" w:rsidRPr="00F041F3" w:rsidRDefault="002564C4" w:rsidP="00F041F3">
      <w:pPr>
        <w:ind w:firstLine="720"/>
        <w:rPr>
          <w:rFonts w:ascii="ATT Aleck Sans" w:hAnsi="ATT Aleck Sans" w:cs="ATT Aleck Sans"/>
        </w:rPr>
      </w:pPr>
      <w:r w:rsidRPr="002564C4">
        <w:rPr>
          <w:rFonts w:ascii="ATT Aleck Sans" w:hAnsi="ATT Aleck Sans" w:cs="ATT Aleck Sans"/>
          <w:b/>
          <w:bCs/>
          <w:color w:val="000000" w:themeColor="text1"/>
        </w:rPr>
        <w:lastRenderedPageBreak/>
        <w:t>On Slide Text:</w:t>
      </w:r>
      <w:r w:rsidRPr="002564C4">
        <w:rPr>
          <w:rFonts w:ascii="ATT Aleck Sans" w:hAnsi="ATT Aleck Sans" w:cs="ATT Aleck Sans"/>
          <w:color w:val="000000" w:themeColor="text1"/>
        </w:rPr>
        <w:t> </w:t>
      </w:r>
      <w:r w:rsidR="00F041F3" w:rsidRPr="00F041F3">
        <w:rPr>
          <w:rFonts w:ascii="ATT Aleck Sans" w:hAnsi="ATT Aleck Sans" w:cs="ATT Aleck Sans"/>
        </w:rPr>
        <w:t xml:space="preserve">The new job requires an upfront payment for training or equipment. The employer promises to reimburse you once you begin, but after they receive your money, you never hear from them again. </w:t>
      </w:r>
    </w:p>
    <w:p w14:paraId="0F476406" w14:textId="77777777" w:rsidR="002564C4" w:rsidRPr="002564C4" w:rsidRDefault="002564C4" w:rsidP="00F041F3">
      <w:pPr>
        <w:ind w:firstLine="720"/>
        <w:rPr>
          <w:rFonts w:ascii="ATT Aleck Sans" w:hAnsi="ATT Aleck Sans" w:cs="ATT Aleck Sans"/>
          <w:color w:val="000000" w:themeColor="text1"/>
        </w:rPr>
      </w:pPr>
    </w:p>
    <w:p w14:paraId="40D4E963" w14:textId="77777777" w:rsidR="002564C4" w:rsidRPr="002564C4" w:rsidRDefault="002564C4" w:rsidP="002564C4">
      <w:pPr>
        <w:rPr>
          <w:rFonts w:ascii="ATT Aleck Sans" w:hAnsi="ATT Aleck Sans" w:cs="ATT Aleck Sans"/>
          <w:color w:val="000000" w:themeColor="text1"/>
        </w:rPr>
      </w:pPr>
      <w:r w:rsidRPr="002564C4">
        <w:rPr>
          <w:rFonts w:ascii="ATT Aleck Sans" w:hAnsi="ATT Aleck Sans" w:cs="ATT Aleck Sans"/>
          <w:color w:val="000000" w:themeColor="text1"/>
        </w:rPr>
        <w:tab/>
      </w:r>
      <w:r w:rsidRPr="002564C4">
        <w:rPr>
          <w:rFonts w:ascii="ATT Aleck Sans" w:hAnsi="ATT Aleck Sans" w:cs="ATT Aleck Sans"/>
          <w:b/>
          <w:bCs/>
          <w:color w:val="000000" w:themeColor="text1"/>
        </w:rPr>
        <w:t>Notes Section</w:t>
      </w:r>
    </w:p>
    <w:p w14:paraId="430A3F13" w14:textId="77777777" w:rsidR="002564C4" w:rsidRPr="002564C4" w:rsidRDefault="002564C4" w:rsidP="002564C4">
      <w:pPr>
        <w:rPr>
          <w:rFonts w:ascii="ATT Aleck Sans" w:hAnsi="ATT Aleck Sans" w:cs="ATT Aleck Sans"/>
          <w:b/>
          <w:bCs/>
          <w:color w:val="000000" w:themeColor="text1"/>
        </w:rPr>
      </w:pPr>
    </w:p>
    <w:p w14:paraId="7B229A02" w14:textId="77777777" w:rsidR="00F041F3" w:rsidRPr="00F041F3" w:rsidRDefault="002564C4" w:rsidP="00F041F3">
      <w:pPr>
        <w:ind w:firstLine="720"/>
        <w:rPr>
          <w:rFonts w:ascii="ATT Aleck Sans" w:hAnsi="ATT Aleck Sans" w:cs="ATT Aleck Sans"/>
          <w:color w:val="000000" w:themeColor="text1"/>
        </w:rPr>
      </w:pPr>
      <w:r w:rsidRPr="002564C4">
        <w:rPr>
          <w:rFonts w:ascii="ATT Aleck Sans" w:hAnsi="ATT Aleck Sans" w:cs="ATT Aleck Sans"/>
          <w:b/>
          <w:bCs/>
          <w:color w:val="000000" w:themeColor="text1"/>
        </w:rPr>
        <w:t>Talking Points:</w:t>
      </w:r>
      <w:r w:rsidRPr="002564C4">
        <w:rPr>
          <w:rFonts w:ascii="ATT Aleck Sans" w:hAnsi="ATT Aleck Sans" w:cs="ATT Aleck Sans"/>
          <w:color w:val="000000" w:themeColor="text1"/>
        </w:rPr>
        <w:t> </w:t>
      </w:r>
      <w:r w:rsidR="00F041F3" w:rsidRPr="00F041F3">
        <w:rPr>
          <w:rFonts w:ascii="ATT Aleck Sans" w:hAnsi="ATT Aleck Sans" w:cs="ATT Aleck Sans"/>
          <w:color w:val="000000" w:themeColor="text1"/>
        </w:rPr>
        <w:t xml:space="preserve">Another employment scam involves offering jobs that require an upfront payment for training or equipment. The employer promises to reimburse you once you begin, but after they receive your money, you never hear from them again. </w:t>
      </w:r>
    </w:p>
    <w:p w14:paraId="797B4452" w14:textId="77777777" w:rsidR="002564C4" w:rsidRPr="002564C4" w:rsidRDefault="002564C4" w:rsidP="00F041F3">
      <w:pPr>
        <w:ind w:firstLine="720"/>
        <w:rPr>
          <w:rFonts w:ascii="ATT Aleck Sans" w:hAnsi="ATT Aleck Sans" w:cs="ATT Aleck Sans"/>
          <w:color w:val="000000" w:themeColor="text1"/>
        </w:rPr>
      </w:pPr>
    </w:p>
    <w:p w14:paraId="08F8F8E6" w14:textId="77777777" w:rsidR="002564C4" w:rsidRPr="002564C4" w:rsidRDefault="002564C4" w:rsidP="002564C4">
      <w:pPr>
        <w:ind w:firstLine="720"/>
        <w:rPr>
          <w:rFonts w:ascii="ATT Aleck Sans" w:hAnsi="ATT Aleck Sans" w:cs="ATT Aleck Sans"/>
          <w:color w:val="000000" w:themeColor="text1"/>
        </w:rPr>
      </w:pPr>
      <w:r w:rsidRPr="002564C4">
        <w:rPr>
          <w:rFonts w:ascii="ATT Aleck Sans" w:hAnsi="ATT Aleck Sans" w:cs="ATT Aleck Sans"/>
          <w:b/>
          <w:bCs/>
          <w:color w:val="000000" w:themeColor="text1"/>
        </w:rPr>
        <w:t>Instructor Note: </w:t>
      </w:r>
      <w:r w:rsidR="000853BF">
        <w:rPr>
          <w:rFonts w:ascii="ATT Aleck Sans" w:hAnsi="ATT Aleck Sans" w:cs="ATT Aleck Sans"/>
          <w:color w:val="000000" w:themeColor="text1"/>
        </w:rPr>
        <w:t>none</w:t>
      </w:r>
      <w:r w:rsidRPr="002564C4">
        <w:rPr>
          <w:rFonts w:ascii="ATT Aleck Sans" w:hAnsi="ATT Aleck Sans" w:cs="ATT Aleck Sans"/>
          <w:color w:val="000000" w:themeColor="text1"/>
        </w:rPr>
        <w:t> </w:t>
      </w:r>
    </w:p>
    <w:p w14:paraId="527153D0" w14:textId="77777777" w:rsidR="002564C4" w:rsidRDefault="002564C4" w:rsidP="002564C4">
      <w:pPr>
        <w:rPr>
          <w:rFonts w:ascii="ATT Aleck Sans" w:hAnsi="ATT Aleck Sans" w:cs="ATT Aleck Sans"/>
          <w:b/>
          <w:bCs/>
          <w:color w:val="000000" w:themeColor="text1"/>
        </w:rPr>
      </w:pPr>
    </w:p>
    <w:p w14:paraId="60A93E9C" w14:textId="77777777" w:rsidR="002564C4" w:rsidRPr="004621CB" w:rsidRDefault="002564C4" w:rsidP="000C65E0">
      <w:pPr>
        <w:ind w:firstLine="720"/>
        <w:rPr>
          <w:rFonts w:ascii="ATT Aleck Sans" w:hAnsi="ATT Aleck Sans" w:cs="ATT Aleck Sans"/>
          <w:color w:val="000000" w:themeColor="text1"/>
        </w:rPr>
      </w:pPr>
      <w:r w:rsidRPr="002564C4">
        <w:rPr>
          <w:rFonts w:ascii="ATT Aleck Sans" w:hAnsi="ATT Aleck Sans" w:cs="ATT Aleck Sans"/>
          <w:b/>
          <w:bCs/>
          <w:color w:val="000000" w:themeColor="text1"/>
        </w:rPr>
        <w:t>Additional Details:</w:t>
      </w:r>
      <w:r w:rsidRPr="002564C4">
        <w:rPr>
          <w:rFonts w:ascii="ATT Aleck Sans" w:hAnsi="ATT Aleck Sans" w:cs="ATT Aleck Sans"/>
          <w:color w:val="000000" w:themeColor="text1"/>
        </w:rPr>
        <w:t> none</w:t>
      </w:r>
    </w:p>
    <w:p w14:paraId="57D3BDAA" w14:textId="77777777" w:rsidR="004621CB" w:rsidRDefault="004621CB" w:rsidP="004621CB">
      <w:pPr>
        <w:rPr>
          <w:rFonts w:ascii="ATT Aleck Sans" w:hAnsi="ATT Aleck Sans" w:cs="ATT Aleck Sans"/>
          <w:color w:val="009FDB"/>
        </w:rPr>
      </w:pPr>
    </w:p>
    <w:p w14:paraId="711FF82C" w14:textId="77777777" w:rsidR="009B3133" w:rsidRPr="0095724D" w:rsidRDefault="009B3133" w:rsidP="009B3133">
      <w:r w:rsidRPr="6C79E8EE">
        <w:rPr>
          <w:rFonts w:ascii="ATT Aleck Sans" w:hAnsi="ATT Aleck Sans" w:cs="ATT Aleck Sans"/>
          <w:b/>
          <w:bCs/>
        </w:rPr>
        <w:t xml:space="preserve">Slide Number &amp; Title. </w:t>
      </w:r>
      <w:r w:rsidRPr="6C79E8EE">
        <w:rPr>
          <w:rFonts w:ascii="ATT Aleck Sans" w:hAnsi="ATT Aleck Sans" w:cs="ATT Aleck Sans"/>
        </w:rPr>
        <w:t xml:space="preserve">Slide </w:t>
      </w:r>
      <w:r w:rsidR="00D044E2" w:rsidRPr="6C79E8EE">
        <w:rPr>
          <w:rFonts w:ascii="ATT Aleck Sans" w:hAnsi="ATT Aleck Sans" w:cs="ATT Aleck Sans"/>
          <w:color w:val="000000" w:themeColor="text1"/>
        </w:rPr>
        <w:t>4</w:t>
      </w:r>
      <w:r w:rsidR="00FB1A43" w:rsidRPr="6C79E8EE">
        <w:rPr>
          <w:rFonts w:ascii="ATT Aleck Sans" w:hAnsi="ATT Aleck Sans" w:cs="ATT Aleck Sans"/>
          <w:color w:val="000000" w:themeColor="text1"/>
        </w:rPr>
        <w:t>3</w:t>
      </w:r>
      <w:r w:rsidR="003200C0" w:rsidRPr="6C79E8EE">
        <w:rPr>
          <w:rFonts w:ascii="ATT Aleck Sans" w:hAnsi="ATT Aleck Sans" w:cs="ATT Aleck Sans"/>
          <w:color w:val="000000" w:themeColor="text1"/>
        </w:rPr>
        <w:t>:</w:t>
      </w:r>
      <w:r w:rsidR="003D34FF" w:rsidRPr="6C79E8EE">
        <w:rPr>
          <w:rFonts w:ascii="ATT Aleck Sans" w:hAnsi="ATT Aleck Sans" w:cs="ATT Aleck Sans"/>
          <w:color w:val="000000" w:themeColor="text1"/>
        </w:rPr>
        <w:t xml:space="preserve"> </w:t>
      </w:r>
      <w:r w:rsidR="00F041F3">
        <w:rPr>
          <w:rFonts w:ascii="ATT Aleck Sans" w:hAnsi="ATT Aleck Sans" w:cs="ATT Aleck Sans"/>
        </w:rPr>
        <w:t>Gathering High Level Information</w:t>
      </w:r>
    </w:p>
    <w:p w14:paraId="7280B2E2" w14:textId="77777777" w:rsidR="000853BF" w:rsidRDefault="000853BF" w:rsidP="6C79E8EE">
      <w:pPr>
        <w:ind w:firstLine="720"/>
        <w:rPr>
          <w:rFonts w:ascii="ATT Aleck Sans" w:hAnsi="ATT Aleck Sans" w:cs="ATT Aleck Sans"/>
          <w:b/>
          <w:bCs/>
        </w:rPr>
      </w:pPr>
    </w:p>
    <w:p w14:paraId="4E5B6E87" w14:textId="77777777" w:rsidR="00F041F3" w:rsidRPr="00F041F3" w:rsidRDefault="003234A2" w:rsidP="00F041F3">
      <w:pPr>
        <w:ind w:firstLine="720"/>
        <w:rPr>
          <w:rFonts w:ascii="ATT Aleck Sans" w:hAnsi="ATT Aleck Sans" w:cs="ATT Aleck Sans"/>
        </w:rPr>
      </w:pPr>
      <w:r w:rsidRPr="03CF56D2">
        <w:rPr>
          <w:rFonts w:ascii="ATT Aleck Sans" w:hAnsi="ATT Aleck Sans" w:cs="ATT Aleck Sans"/>
          <w:b/>
          <w:bCs/>
          <w:color w:val="000000" w:themeColor="text1"/>
        </w:rPr>
        <w:t>On Slide Text:</w:t>
      </w:r>
      <w:r w:rsidRPr="03CF56D2">
        <w:rPr>
          <w:rFonts w:ascii="ATT Aleck Sans" w:hAnsi="ATT Aleck Sans" w:cs="ATT Aleck Sans"/>
          <w:color w:val="000000" w:themeColor="text1"/>
        </w:rPr>
        <w:t> </w:t>
      </w:r>
      <w:r w:rsidR="002D5583" w:rsidRPr="03CF56D2">
        <w:rPr>
          <w:rFonts w:ascii="ATT Aleck Sans" w:hAnsi="ATT Aleck Sans" w:cs="ATT Aleck Sans"/>
          <w:color w:val="000000" w:themeColor="text1"/>
        </w:rPr>
        <w:t xml:space="preserve"> </w:t>
      </w:r>
      <w:r w:rsidR="00F041F3" w:rsidRPr="00F041F3">
        <w:rPr>
          <w:rFonts w:ascii="ATT Aleck Sans" w:hAnsi="ATT Aleck Sans" w:cs="ATT Aleck Sans"/>
        </w:rPr>
        <w:t>A fraudster</w:t>
      </w:r>
    </w:p>
    <w:p w14:paraId="24AC1693" w14:textId="77777777" w:rsidR="00F041F3" w:rsidRPr="00F041F3" w:rsidRDefault="00F041F3" w:rsidP="00F041F3">
      <w:pPr>
        <w:numPr>
          <w:ilvl w:val="0"/>
          <w:numId w:val="69"/>
        </w:numPr>
        <w:tabs>
          <w:tab w:val="num" w:pos="720"/>
        </w:tabs>
        <w:rPr>
          <w:rFonts w:ascii="ATT Aleck Sans" w:hAnsi="ATT Aleck Sans" w:cs="ATT Aleck Sans"/>
        </w:rPr>
      </w:pPr>
      <w:r w:rsidRPr="00F041F3">
        <w:rPr>
          <w:rFonts w:ascii="ATT Aleck Sans" w:hAnsi="ATT Aleck Sans" w:cs="ATT Aleck Sans"/>
        </w:rPr>
        <w:t>Wants to target high-ranking people within an organization or influential people in a community.</w:t>
      </w:r>
    </w:p>
    <w:p w14:paraId="78EABD98" w14:textId="77777777" w:rsidR="00F041F3" w:rsidRPr="00F041F3" w:rsidRDefault="00F041F3" w:rsidP="00F041F3">
      <w:pPr>
        <w:numPr>
          <w:ilvl w:val="0"/>
          <w:numId w:val="69"/>
        </w:numPr>
        <w:tabs>
          <w:tab w:val="num" w:pos="720"/>
        </w:tabs>
        <w:rPr>
          <w:rFonts w:ascii="ATT Aleck Sans" w:hAnsi="ATT Aleck Sans" w:cs="ATT Aleck Sans"/>
        </w:rPr>
      </w:pPr>
      <w:r w:rsidRPr="00F041F3">
        <w:rPr>
          <w:rFonts w:ascii="ATT Aleck Sans" w:hAnsi="ATT Aleck Sans" w:cs="ATT Aleck Sans"/>
        </w:rPr>
        <w:t>Contacts lower-level staff, friends, or associates to gather information.</w:t>
      </w:r>
    </w:p>
    <w:p w14:paraId="60787943" w14:textId="77777777" w:rsidR="00F041F3" w:rsidRPr="00F041F3" w:rsidRDefault="00174968" w:rsidP="00F041F3">
      <w:pPr>
        <w:numPr>
          <w:ilvl w:val="0"/>
          <w:numId w:val="69"/>
        </w:numPr>
        <w:tabs>
          <w:tab w:val="num" w:pos="720"/>
        </w:tabs>
        <w:rPr>
          <w:rFonts w:ascii="ATT Aleck Sans" w:hAnsi="ATT Aleck Sans" w:cs="ATT Aleck Sans"/>
        </w:rPr>
      </w:pPr>
      <w:r>
        <w:rPr>
          <w:rFonts w:ascii="ATT Aleck Sans" w:hAnsi="ATT Aleck Sans" w:cs="ATT Aleck Sans"/>
        </w:rPr>
        <w:t>Seeks</w:t>
      </w:r>
      <w:r w:rsidR="00F041F3" w:rsidRPr="00F041F3">
        <w:rPr>
          <w:rFonts w:ascii="ATT Aleck Sans" w:hAnsi="ATT Aleck Sans" w:cs="ATT Aleck Sans"/>
        </w:rPr>
        <w:t xml:space="preserve"> access to sensitive data, such as personal or company financial information, passwords, trade secrets, or other confidential information that could harm the person or the organization. </w:t>
      </w:r>
    </w:p>
    <w:p w14:paraId="08D0E1B9" w14:textId="77777777" w:rsidR="003234A2" w:rsidRPr="003234A2" w:rsidRDefault="003234A2" w:rsidP="002D5583">
      <w:pPr>
        <w:ind w:firstLine="720"/>
        <w:rPr>
          <w:rFonts w:ascii="ATT Aleck Sans" w:hAnsi="ATT Aleck Sans" w:cs="ATT Aleck Sans"/>
          <w:color w:val="000000" w:themeColor="text1"/>
        </w:rPr>
      </w:pPr>
      <w:r w:rsidRPr="003234A2">
        <w:rPr>
          <w:rFonts w:ascii="ATT Aleck Sans" w:hAnsi="ATT Aleck Sans" w:cs="ATT Aleck Sans"/>
          <w:b/>
          <w:bCs/>
          <w:color w:val="000000" w:themeColor="text1"/>
        </w:rPr>
        <w:t> </w:t>
      </w:r>
    </w:p>
    <w:p w14:paraId="50703CA4" w14:textId="77777777" w:rsidR="003234A2" w:rsidRPr="002564C4" w:rsidRDefault="003234A2" w:rsidP="003234A2">
      <w:pPr>
        <w:rPr>
          <w:rFonts w:ascii="ATT Aleck Sans" w:hAnsi="ATT Aleck Sans" w:cs="ATT Aleck Sans"/>
          <w:color w:val="000000" w:themeColor="text1"/>
        </w:rPr>
      </w:pPr>
      <w:r w:rsidRPr="002564C4">
        <w:rPr>
          <w:rFonts w:ascii="ATT Aleck Sans" w:hAnsi="ATT Aleck Sans" w:cs="ATT Aleck Sans"/>
          <w:color w:val="000000" w:themeColor="text1"/>
        </w:rPr>
        <w:tab/>
      </w:r>
      <w:r w:rsidRPr="002564C4">
        <w:rPr>
          <w:rFonts w:ascii="ATT Aleck Sans" w:hAnsi="ATT Aleck Sans" w:cs="ATT Aleck Sans"/>
          <w:b/>
          <w:bCs/>
          <w:color w:val="000000" w:themeColor="text1"/>
        </w:rPr>
        <w:t>Notes Section</w:t>
      </w:r>
    </w:p>
    <w:p w14:paraId="7CD32F86" w14:textId="77777777" w:rsidR="003234A2" w:rsidRPr="002564C4" w:rsidRDefault="003234A2" w:rsidP="003234A2">
      <w:pPr>
        <w:rPr>
          <w:rFonts w:ascii="ATT Aleck Sans" w:hAnsi="ATT Aleck Sans" w:cs="ATT Aleck Sans"/>
          <w:b/>
          <w:bCs/>
          <w:color w:val="000000" w:themeColor="text1"/>
        </w:rPr>
      </w:pPr>
    </w:p>
    <w:p w14:paraId="4CD3209D" w14:textId="77777777" w:rsidR="00174968" w:rsidRPr="00174968" w:rsidRDefault="2E40D3FD" w:rsidP="00174968">
      <w:pPr>
        <w:ind w:firstLine="720"/>
        <w:rPr>
          <w:rFonts w:ascii="ATT Aleck Sans" w:hAnsi="ATT Aleck Sans" w:cs="ATT Aleck Sans"/>
          <w:color w:val="000000" w:themeColor="text1"/>
        </w:rPr>
      </w:pPr>
      <w:r w:rsidRPr="40746793">
        <w:rPr>
          <w:rFonts w:ascii="ATT Aleck Sans" w:hAnsi="ATT Aleck Sans" w:cs="ATT Aleck Sans"/>
          <w:b/>
          <w:bCs/>
          <w:color w:val="000000" w:themeColor="text1"/>
        </w:rPr>
        <w:t>Talking Points:</w:t>
      </w:r>
      <w:r w:rsidRPr="40746793">
        <w:rPr>
          <w:rFonts w:ascii="ATT Aleck Sans" w:hAnsi="ATT Aleck Sans" w:cs="ATT Aleck Sans"/>
          <w:color w:val="000000" w:themeColor="text1"/>
        </w:rPr>
        <w:t> </w:t>
      </w:r>
      <w:r w:rsidR="00174968" w:rsidRPr="00174968">
        <w:rPr>
          <w:rFonts w:ascii="ATT Aleck Sans" w:hAnsi="ATT Aleck Sans" w:cs="ATT Aleck Sans"/>
          <w:color w:val="000000" w:themeColor="text1"/>
        </w:rPr>
        <w:t xml:space="preserve">This type of scam typically targets high-ranking people within an organization or influential people in a community. A fraudster will begin by contacting </w:t>
      </w:r>
      <w:proofErr w:type="gramStart"/>
      <w:r w:rsidR="00174968" w:rsidRPr="00174968">
        <w:rPr>
          <w:rFonts w:ascii="ATT Aleck Sans" w:hAnsi="ATT Aleck Sans" w:cs="ATT Aleck Sans"/>
          <w:color w:val="000000" w:themeColor="text1"/>
        </w:rPr>
        <w:t>lower level</w:t>
      </w:r>
      <w:proofErr w:type="gramEnd"/>
      <w:r w:rsidR="00174968" w:rsidRPr="00174968">
        <w:rPr>
          <w:rFonts w:ascii="ATT Aleck Sans" w:hAnsi="ATT Aleck Sans" w:cs="ATT Aleck Sans"/>
          <w:color w:val="000000" w:themeColor="text1"/>
        </w:rPr>
        <w:t xml:space="preserve"> staff members at a company, or by contacting friends or associates of someone of influence. During the contact, the fraudster will attempt to lure sensitive data, such as personal or company financial information, passwords, trade secrets, or other confidential information that could harm the organization. </w:t>
      </w:r>
    </w:p>
    <w:p w14:paraId="5A970751" w14:textId="77777777" w:rsidR="003234A2" w:rsidRDefault="003234A2" w:rsidP="009B3133">
      <w:pPr>
        <w:rPr>
          <w:rFonts w:ascii="ATT Aleck Sans" w:hAnsi="ATT Aleck Sans" w:cs="ATT Aleck Sans"/>
        </w:rPr>
      </w:pPr>
    </w:p>
    <w:p w14:paraId="6F0097EC" w14:textId="77777777" w:rsidR="00AC2C95" w:rsidRPr="00B71DB9" w:rsidRDefault="00AC2C95" w:rsidP="00AC2C95">
      <w:pPr>
        <w:ind w:firstLine="720"/>
        <w:rPr>
          <w:rFonts w:ascii="ATT Aleck Sans" w:hAnsi="ATT Aleck Sans" w:cs="ATT Aleck Sans"/>
          <w:color w:val="000000" w:themeColor="text1"/>
        </w:rPr>
      </w:pPr>
      <w:r w:rsidRPr="3830928E">
        <w:rPr>
          <w:rFonts w:ascii="ATT Aleck Sans" w:hAnsi="ATT Aleck Sans" w:cs="ATT Aleck Sans"/>
          <w:b/>
          <w:bCs/>
        </w:rPr>
        <w:t xml:space="preserve">Instructor Note: </w:t>
      </w:r>
      <w:r w:rsidR="002D5583">
        <w:rPr>
          <w:rFonts w:ascii="ATT Aleck Sans" w:hAnsi="ATT Aleck Sans" w:cs="ATT Aleck Sans"/>
          <w:color w:val="000000" w:themeColor="text1"/>
        </w:rPr>
        <w:t>none</w:t>
      </w:r>
      <w:r w:rsidR="002D5583">
        <w:rPr>
          <w:rFonts w:ascii="ATT Aleck Sans" w:hAnsi="ATT Aleck Sans" w:cs="ATT Aleck Sans"/>
          <w:color w:val="000000" w:themeColor="text1"/>
        </w:rPr>
        <w:br/>
      </w:r>
    </w:p>
    <w:p w14:paraId="04D12F5A" w14:textId="77777777" w:rsidR="00793C9F" w:rsidRPr="00793C9F" w:rsidRDefault="003234A2" w:rsidP="002D5583">
      <w:pPr>
        <w:ind w:firstLine="720"/>
        <w:rPr>
          <w:rFonts w:ascii="ATT Aleck Sans" w:hAnsi="ATT Aleck Sans" w:cs="ATT Aleck Sans"/>
          <w:color w:val="000000" w:themeColor="text1"/>
        </w:rPr>
      </w:pPr>
      <w:r w:rsidRPr="002564C4">
        <w:rPr>
          <w:rFonts w:ascii="ATT Aleck Sans" w:hAnsi="ATT Aleck Sans" w:cs="ATT Aleck Sans"/>
          <w:b/>
          <w:bCs/>
          <w:color w:val="000000" w:themeColor="text1"/>
        </w:rPr>
        <w:t>Additional Details:</w:t>
      </w:r>
      <w:r w:rsidRPr="002564C4">
        <w:rPr>
          <w:rFonts w:ascii="ATT Aleck Sans" w:hAnsi="ATT Aleck Sans" w:cs="ATT Aleck Sans"/>
          <w:color w:val="000000" w:themeColor="text1"/>
        </w:rPr>
        <w:t> </w:t>
      </w:r>
      <w:r w:rsidR="002D5583">
        <w:rPr>
          <w:rFonts w:ascii="ATT Aleck Sans" w:hAnsi="ATT Aleck Sans" w:cs="ATT Aleck Sans"/>
          <w:color w:val="000000" w:themeColor="text1"/>
        </w:rPr>
        <w:t>none</w:t>
      </w:r>
    </w:p>
    <w:p w14:paraId="6812317C" w14:textId="77777777" w:rsidR="002D5583" w:rsidRPr="000C65E0" w:rsidRDefault="002D5583" w:rsidP="009B3133">
      <w:pPr>
        <w:rPr>
          <w:rFonts w:ascii="ATT Aleck Sans" w:hAnsi="ATT Aleck Sans" w:cs="ATT Aleck Sans"/>
          <w:b/>
          <w:sz w:val="26"/>
          <w:szCs w:val="26"/>
        </w:rPr>
      </w:pPr>
    </w:p>
    <w:p w14:paraId="1D015F2E" w14:textId="5A558C4B" w:rsidR="003200C0" w:rsidRPr="000C65E0" w:rsidRDefault="007914B3" w:rsidP="004621CB">
      <w:pPr>
        <w:rPr>
          <w:rFonts w:ascii="ATT Aleck Sans" w:hAnsi="ATT Aleck Sans" w:cs="ATT Aleck Sans"/>
        </w:rPr>
      </w:pPr>
      <w:r w:rsidRPr="56A96901">
        <w:rPr>
          <w:rFonts w:ascii="ATT Aleck Sans" w:hAnsi="ATT Aleck Sans" w:cs="ATT Aleck Sans"/>
          <w:b/>
          <w:bCs/>
          <w:color w:val="000000" w:themeColor="text1"/>
        </w:rPr>
        <w:t xml:space="preserve">Slide Number &amp; Title. </w:t>
      </w:r>
      <w:r w:rsidR="00467401" w:rsidRPr="56A96901">
        <w:rPr>
          <w:rFonts w:ascii="ATT Aleck Sans" w:hAnsi="ATT Aleck Sans" w:cs="ATT Aleck Sans"/>
        </w:rPr>
        <w:t xml:space="preserve">Slide </w:t>
      </w:r>
      <w:r w:rsidR="00FB22E0" w:rsidRPr="56A96901">
        <w:rPr>
          <w:rFonts w:ascii="ATT Aleck Sans" w:hAnsi="ATT Aleck Sans" w:cs="ATT Aleck Sans"/>
        </w:rPr>
        <w:t>4</w:t>
      </w:r>
      <w:r w:rsidR="3FA8A57C" w:rsidRPr="56A96901">
        <w:rPr>
          <w:rFonts w:ascii="ATT Aleck Sans" w:hAnsi="ATT Aleck Sans" w:cs="ATT Aleck Sans"/>
        </w:rPr>
        <w:t>4</w:t>
      </w:r>
      <w:r w:rsidR="003200C0" w:rsidRPr="56A96901">
        <w:rPr>
          <w:rFonts w:ascii="ATT Aleck Sans" w:hAnsi="ATT Aleck Sans" w:cs="ATT Aleck Sans"/>
        </w:rPr>
        <w:t>:</w:t>
      </w:r>
      <w:r w:rsidR="000C65E0" w:rsidRPr="56A96901">
        <w:rPr>
          <w:rFonts w:ascii="ATT Aleck Sans" w:hAnsi="ATT Aleck Sans" w:cs="ATT Aleck Sans"/>
        </w:rPr>
        <w:t xml:space="preserve"> </w:t>
      </w:r>
      <w:r w:rsidR="35675EF4" w:rsidRPr="56A96901">
        <w:rPr>
          <w:rFonts w:ascii="ATT Aleck Sans" w:hAnsi="ATT Aleck Sans" w:cs="ATT Aleck Sans"/>
        </w:rPr>
        <w:t>Fraudster Goals</w:t>
      </w:r>
    </w:p>
    <w:p w14:paraId="58AD2839" w14:textId="77777777" w:rsidR="004621CB" w:rsidRDefault="004621CB" w:rsidP="004621CB">
      <w:pPr>
        <w:rPr>
          <w:rFonts w:ascii="ATT Aleck Sans" w:hAnsi="ATT Aleck Sans" w:cs="ATT Aleck Sans"/>
        </w:rPr>
      </w:pPr>
    </w:p>
    <w:p w14:paraId="462C0656" w14:textId="22033CDE" w:rsidR="000C65E0" w:rsidRPr="000C65E0" w:rsidRDefault="000C65E0" w:rsidP="56A96901">
      <w:pPr>
        <w:ind w:firstLine="720"/>
        <w:rPr>
          <w:rFonts w:ascii="ATT Aleck Sans" w:hAnsi="ATT Aleck Sans" w:cs="ATT Aleck Sans"/>
        </w:rPr>
      </w:pPr>
      <w:r w:rsidRPr="56A96901">
        <w:rPr>
          <w:rFonts w:ascii="ATT Aleck Sans" w:hAnsi="ATT Aleck Sans" w:cs="ATT Aleck Sans"/>
          <w:b/>
          <w:bCs/>
        </w:rPr>
        <w:t>On Slide Text:</w:t>
      </w:r>
      <w:r w:rsidRPr="56A96901">
        <w:rPr>
          <w:rFonts w:ascii="ATT Aleck Sans" w:hAnsi="ATT Aleck Sans" w:cs="ATT Aleck Sans"/>
        </w:rPr>
        <w:t> </w:t>
      </w:r>
      <w:r w:rsidR="4D8DF43E" w:rsidRPr="56A96901">
        <w:rPr>
          <w:rFonts w:ascii="ATT Aleck Sans" w:hAnsi="ATT Aleck Sans" w:cs="ATT Aleck Sans"/>
        </w:rPr>
        <w:t>Fraudster Goals.</w:t>
      </w:r>
    </w:p>
    <w:p w14:paraId="7BC87682" w14:textId="04758C5C" w:rsidR="000C65E0" w:rsidRPr="000C65E0" w:rsidRDefault="4D8DF43E" w:rsidP="56A96901">
      <w:pPr>
        <w:pStyle w:val="ListParagraph"/>
        <w:numPr>
          <w:ilvl w:val="0"/>
          <w:numId w:val="1"/>
        </w:numPr>
        <w:rPr>
          <w:rFonts w:ascii="ATT Aleck Sans" w:hAnsi="ATT Aleck Sans" w:cs="ATT Aleck Sans"/>
        </w:rPr>
      </w:pPr>
      <w:r w:rsidRPr="56A96901">
        <w:rPr>
          <w:rFonts w:ascii="ATT Aleck Sans" w:hAnsi="ATT Aleck Sans" w:cs="ATT Aleck Sans"/>
        </w:rPr>
        <w:t>Steal your money</w:t>
      </w:r>
    </w:p>
    <w:p w14:paraId="6D289F05" w14:textId="0F27D713" w:rsidR="000C65E0" w:rsidRPr="000C65E0" w:rsidRDefault="4D8DF43E" w:rsidP="56A96901">
      <w:pPr>
        <w:pStyle w:val="ListParagraph"/>
        <w:numPr>
          <w:ilvl w:val="0"/>
          <w:numId w:val="1"/>
        </w:numPr>
        <w:rPr>
          <w:rFonts w:ascii="ATT Aleck Sans" w:hAnsi="ATT Aleck Sans" w:cs="ATT Aleck Sans"/>
        </w:rPr>
      </w:pPr>
      <w:r w:rsidRPr="56A96901">
        <w:rPr>
          <w:rFonts w:ascii="ATT Aleck Sans" w:hAnsi="ATT Aleck Sans" w:cs="ATT Aleck Sans"/>
        </w:rPr>
        <w:t xml:space="preserve">Collect passwords, credit card numbers and more </w:t>
      </w:r>
    </w:p>
    <w:p w14:paraId="5FB588FB" w14:textId="6A854CD1" w:rsidR="000C65E0" w:rsidRPr="000C65E0" w:rsidRDefault="4D8DF43E" w:rsidP="56A96901">
      <w:pPr>
        <w:pStyle w:val="ListParagraph"/>
        <w:numPr>
          <w:ilvl w:val="0"/>
          <w:numId w:val="1"/>
        </w:numPr>
        <w:rPr>
          <w:rFonts w:ascii="ATT Aleck Sans" w:hAnsi="ATT Aleck Sans" w:cs="ATT Aleck Sans"/>
        </w:rPr>
      </w:pPr>
      <w:r w:rsidRPr="56A96901">
        <w:rPr>
          <w:rFonts w:ascii="ATT Aleck Sans" w:hAnsi="ATT Aleck Sans" w:cs="ATT Aleck Sans"/>
        </w:rPr>
        <w:t xml:space="preserve">Infect your computer with viruses or malware. </w:t>
      </w:r>
    </w:p>
    <w:p w14:paraId="4981410C" w14:textId="1F6C6DCA" w:rsidR="000C65E0" w:rsidRPr="000C65E0" w:rsidRDefault="4D8DF43E" w:rsidP="56A96901">
      <w:pPr>
        <w:ind w:left="720"/>
        <w:rPr>
          <w:rFonts w:ascii="ATT Aleck Sans" w:hAnsi="ATT Aleck Sans" w:cs="ATT Aleck Sans"/>
        </w:rPr>
      </w:pPr>
      <w:r w:rsidRPr="56A96901">
        <w:rPr>
          <w:rFonts w:ascii="ATT Aleck Sans" w:hAnsi="ATT Aleck Sans" w:cs="ATT Aleck Sans"/>
        </w:rPr>
        <w:lastRenderedPageBreak/>
        <w:t xml:space="preserve">They do this by... </w:t>
      </w:r>
    </w:p>
    <w:p w14:paraId="218D0413" w14:textId="68B59BDB" w:rsidR="000C65E0" w:rsidRPr="000C65E0" w:rsidRDefault="4D8DF43E" w:rsidP="56A96901">
      <w:pPr>
        <w:pStyle w:val="ListParagraph"/>
        <w:numPr>
          <w:ilvl w:val="0"/>
          <w:numId w:val="1"/>
        </w:numPr>
        <w:rPr>
          <w:rFonts w:ascii="ATT Aleck Sans" w:hAnsi="ATT Aleck Sans" w:cs="ATT Aleck Sans"/>
        </w:rPr>
      </w:pPr>
      <w:r w:rsidRPr="56A96901">
        <w:rPr>
          <w:rFonts w:ascii="ATT Aleck Sans" w:hAnsi="ATT Aleck Sans" w:cs="ATT Aleck Sans"/>
        </w:rPr>
        <w:t xml:space="preserve">Trying to win your trust </w:t>
      </w:r>
    </w:p>
    <w:p w14:paraId="499274AC" w14:textId="66D5A138" w:rsidR="000C65E0" w:rsidRPr="000C65E0" w:rsidRDefault="4D8DF43E" w:rsidP="56A96901">
      <w:pPr>
        <w:pStyle w:val="ListParagraph"/>
        <w:numPr>
          <w:ilvl w:val="0"/>
          <w:numId w:val="1"/>
        </w:numPr>
        <w:rPr>
          <w:rFonts w:ascii="ATT Aleck Sans" w:hAnsi="ATT Aleck Sans" w:cs="ATT Aleck Sans"/>
        </w:rPr>
      </w:pPr>
      <w:r w:rsidRPr="56A96901">
        <w:rPr>
          <w:rFonts w:ascii="ATT Aleck Sans" w:hAnsi="ATT Aleck Sans" w:cs="ATT Aleck Sans"/>
        </w:rPr>
        <w:t xml:space="preserve">Claiming to be from a real person or organization </w:t>
      </w:r>
    </w:p>
    <w:p w14:paraId="43BDD011" w14:textId="380C7B5A" w:rsidR="000C65E0" w:rsidRPr="000C65E0" w:rsidRDefault="4D8DF43E" w:rsidP="56A96901">
      <w:pPr>
        <w:pStyle w:val="ListParagraph"/>
        <w:numPr>
          <w:ilvl w:val="0"/>
          <w:numId w:val="1"/>
        </w:numPr>
        <w:rPr>
          <w:rFonts w:ascii="ATT Aleck Sans" w:hAnsi="ATT Aleck Sans" w:cs="ATT Aleck Sans"/>
        </w:rPr>
      </w:pPr>
      <w:r w:rsidRPr="56A96901">
        <w:rPr>
          <w:rFonts w:ascii="ATT Aleck Sans" w:hAnsi="ATT Aleck Sans" w:cs="ATT Aleck Sans"/>
        </w:rPr>
        <w:t xml:space="preserve">Asking for your personal and/or </w:t>
      </w:r>
      <w:r w:rsidR="44D8B7CB" w:rsidRPr="56A96901">
        <w:rPr>
          <w:rFonts w:ascii="ATT Aleck Sans" w:hAnsi="ATT Aleck Sans" w:cs="ATT Aleck Sans"/>
        </w:rPr>
        <w:t>financial</w:t>
      </w:r>
      <w:r w:rsidRPr="56A96901">
        <w:rPr>
          <w:rFonts w:ascii="ATT Aleck Sans" w:hAnsi="ATT Aleck Sans" w:cs="ATT Aleck Sans"/>
        </w:rPr>
        <w:t xml:space="preserve"> information </w:t>
      </w:r>
    </w:p>
    <w:p w14:paraId="05ECFB9C" w14:textId="3955EB1C" w:rsidR="000C65E0" w:rsidRPr="005201B8" w:rsidRDefault="4D8DF43E" w:rsidP="005201B8">
      <w:pPr>
        <w:pStyle w:val="ListParagraph"/>
        <w:numPr>
          <w:ilvl w:val="0"/>
          <w:numId w:val="1"/>
        </w:numPr>
        <w:rPr>
          <w:rFonts w:ascii="ATT Aleck Sans" w:hAnsi="ATT Aleck Sans" w:cs="ATT Aleck Sans"/>
        </w:rPr>
      </w:pPr>
      <w:r w:rsidRPr="56A96901">
        <w:rPr>
          <w:rFonts w:ascii="ATT Aleck Sans" w:hAnsi="ATT Aleck Sans" w:cs="ATT Aleck Sans"/>
        </w:rPr>
        <w:t>Stealing you</w:t>
      </w:r>
      <w:r w:rsidR="2F0C4733" w:rsidRPr="56A96901">
        <w:rPr>
          <w:rFonts w:ascii="ATT Aleck Sans" w:hAnsi="ATT Aleck Sans" w:cs="ATT Aleck Sans"/>
        </w:rPr>
        <w:t>r money or identify</w:t>
      </w:r>
      <w:r w:rsidR="000C65E0">
        <w:br/>
      </w:r>
    </w:p>
    <w:p w14:paraId="6F7D4E89" w14:textId="77777777" w:rsidR="000C65E0" w:rsidRPr="000C65E0" w:rsidRDefault="000C65E0" w:rsidP="000C65E0">
      <w:pPr>
        <w:rPr>
          <w:rFonts w:ascii="ATT Aleck Sans" w:hAnsi="ATT Aleck Sans" w:cs="ATT Aleck Sans"/>
        </w:rPr>
      </w:pPr>
      <w:r w:rsidRPr="000C65E0">
        <w:rPr>
          <w:rFonts w:ascii="ATT Aleck Sans" w:hAnsi="ATT Aleck Sans" w:cs="ATT Aleck Sans"/>
        </w:rPr>
        <w:tab/>
      </w:r>
      <w:r w:rsidRPr="000C65E0">
        <w:rPr>
          <w:rFonts w:ascii="ATT Aleck Sans" w:hAnsi="ATT Aleck Sans" w:cs="ATT Aleck Sans"/>
          <w:b/>
          <w:bCs/>
        </w:rPr>
        <w:t>Notes Section</w:t>
      </w:r>
    </w:p>
    <w:p w14:paraId="353AC6D2" w14:textId="77777777" w:rsidR="000C65E0" w:rsidRPr="000C65E0" w:rsidRDefault="000C65E0" w:rsidP="000C65E0">
      <w:pPr>
        <w:rPr>
          <w:rFonts w:ascii="ATT Aleck Sans" w:hAnsi="ATT Aleck Sans" w:cs="ATT Aleck Sans"/>
          <w:b/>
          <w:bCs/>
        </w:rPr>
      </w:pPr>
    </w:p>
    <w:p w14:paraId="2AEA3318" w14:textId="77777777" w:rsidR="00174968" w:rsidRPr="00174968" w:rsidRDefault="000C65E0" w:rsidP="00174968">
      <w:pPr>
        <w:ind w:firstLine="720"/>
        <w:rPr>
          <w:rFonts w:ascii="ATT Aleck Sans" w:hAnsi="ATT Aleck Sans" w:cs="ATT Aleck Sans"/>
        </w:rPr>
      </w:pPr>
      <w:r w:rsidRPr="000C65E0">
        <w:rPr>
          <w:rFonts w:ascii="ATT Aleck Sans" w:hAnsi="ATT Aleck Sans" w:cs="ATT Aleck Sans"/>
          <w:b/>
          <w:bCs/>
        </w:rPr>
        <w:t>Talking Points:</w:t>
      </w:r>
      <w:r w:rsidRPr="000C65E0">
        <w:rPr>
          <w:rFonts w:ascii="ATT Aleck Sans" w:hAnsi="ATT Aleck Sans" w:cs="ATT Aleck Sans"/>
        </w:rPr>
        <w:t> </w:t>
      </w:r>
      <w:r w:rsidR="00174968" w:rsidRPr="00174968">
        <w:rPr>
          <w:rFonts w:ascii="ATT Aleck Sans" w:hAnsi="ATT Aleck Sans" w:cs="ATT Aleck Sans"/>
        </w:rPr>
        <w:t xml:space="preserve">No matter what form a scam takes, fraudsters usually have the same goals: to steal your money or collect information like your passwords or credit card numbers. Scams can also cause problems for your computer by infecting it with viruses or malware. Let’s see what you remember about the scams we covered today. </w:t>
      </w:r>
    </w:p>
    <w:p w14:paraId="75B6DA29" w14:textId="77777777" w:rsidR="00174968" w:rsidRDefault="00174968" w:rsidP="00174968">
      <w:pPr>
        <w:rPr>
          <w:rFonts w:ascii="ATT Aleck Sans" w:hAnsi="ATT Aleck Sans" w:cs="ATT Aleck Sans"/>
          <w:i/>
          <w:iCs/>
        </w:rPr>
      </w:pPr>
    </w:p>
    <w:p w14:paraId="02DC4AD0" w14:textId="77777777" w:rsidR="00174968" w:rsidRPr="00174968" w:rsidRDefault="00174968" w:rsidP="00174968">
      <w:pPr>
        <w:rPr>
          <w:rFonts w:ascii="ATT Aleck Sans" w:hAnsi="ATT Aleck Sans" w:cs="ATT Aleck Sans"/>
        </w:rPr>
      </w:pPr>
      <w:r w:rsidRPr="00174968">
        <w:rPr>
          <w:rFonts w:ascii="ATT Aleck Sans" w:hAnsi="ATT Aleck Sans" w:cs="ATT Aleck Sans"/>
          <w:i/>
          <w:iCs/>
        </w:rPr>
        <w:t xml:space="preserve">INSTRUCTOR NOTE: </w:t>
      </w:r>
      <w:r w:rsidRPr="00174968">
        <w:rPr>
          <w:rFonts w:ascii="ATT Aleck Sans" w:hAnsi="ATT Aleck Sans" w:cs="ATT Aleck Sans"/>
        </w:rPr>
        <w:t xml:space="preserve">Press ENTER to display the section </w:t>
      </w:r>
      <w:r w:rsidRPr="00174968">
        <w:rPr>
          <w:rFonts w:ascii="ATT Aleck Sans" w:hAnsi="ATT Aleck Sans" w:cs="ATT Aleck Sans"/>
          <w:i/>
          <w:iCs/>
        </w:rPr>
        <w:t>They do this by…</w:t>
      </w:r>
    </w:p>
    <w:p w14:paraId="582EC109" w14:textId="77777777" w:rsidR="00174968" w:rsidRPr="00174968" w:rsidRDefault="00174968" w:rsidP="00174968">
      <w:pPr>
        <w:rPr>
          <w:rFonts w:ascii="ATT Aleck Sans" w:hAnsi="ATT Aleck Sans" w:cs="ATT Aleck Sans"/>
        </w:rPr>
      </w:pPr>
      <w:r w:rsidRPr="00174968">
        <w:rPr>
          <w:rFonts w:ascii="ATT Aleck Sans" w:hAnsi="ATT Aleck Sans" w:cs="ATT Aleck Sans"/>
        </w:rPr>
        <w:t>Fraudsters do this by trying to win your trust, by pretending to be a trusted person or organization. The fraudster wants you to share personal information about yourself that you would not normally share with a stranger and then</w:t>
      </w:r>
      <w:r>
        <w:rPr>
          <w:rFonts w:ascii="ATT Aleck Sans" w:hAnsi="ATT Aleck Sans" w:cs="ATT Aleck Sans"/>
        </w:rPr>
        <w:t xml:space="preserve"> </w:t>
      </w:r>
      <w:r w:rsidRPr="00174968">
        <w:rPr>
          <w:rFonts w:ascii="ATT Aleck Sans" w:hAnsi="ATT Aleck Sans" w:cs="ATT Aleck Sans"/>
        </w:rPr>
        <w:t xml:space="preserve">uses this personal information to gain access to your finances or steal your identity. </w:t>
      </w:r>
    </w:p>
    <w:p w14:paraId="14B06E4F" w14:textId="77777777" w:rsidR="000C65E0" w:rsidRPr="000C65E0" w:rsidRDefault="000C65E0" w:rsidP="000C65E0">
      <w:pPr>
        <w:rPr>
          <w:rFonts w:ascii="ATT Aleck Sans" w:hAnsi="ATT Aleck Sans" w:cs="ATT Aleck Sans"/>
        </w:rPr>
      </w:pPr>
    </w:p>
    <w:p w14:paraId="4F8496BA" w14:textId="77777777" w:rsidR="000C65E0" w:rsidRPr="000C65E0" w:rsidRDefault="000C65E0" w:rsidP="00E549EB">
      <w:pPr>
        <w:ind w:firstLine="720"/>
        <w:rPr>
          <w:rFonts w:ascii="ATT Aleck Sans" w:hAnsi="ATT Aleck Sans" w:cs="ATT Aleck Sans"/>
        </w:rPr>
      </w:pPr>
      <w:r w:rsidRPr="000C65E0">
        <w:rPr>
          <w:rFonts w:ascii="ATT Aleck Sans" w:hAnsi="ATT Aleck Sans" w:cs="ATT Aleck Sans"/>
          <w:b/>
          <w:bCs/>
        </w:rPr>
        <w:t>Instructor Note:</w:t>
      </w:r>
      <w:r w:rsidR="00C0124F" w:rsidRPr="00C0124F">
        <w:rPr>
          <w:rFonts w:ascii="ATT Aleck Sans" w:hAnsi="ATT Aleck Sans" w:cs="ATT Aleck Sans"/>
          <w:i/>
          <w:iCs/>
        </w:rPr>
        <w:t xml:space="preserve"> </w:t>
      </w:r>
      <w:r w:rsidR="00131862">
        <w:rPr>
          <w:rFonts w:ascii="ATT Aleck Sans" w:hAnsi="ATT Aleck Sans" w:cs="ATT Aleck Sans"/>
        </w:rPr>
        <w:t>none</w:t>
      </w:r>
    </w:p>
    <w:p w14:paraId="2C974918" w14:textId="77777777" w:rsidR="000C65E0" w:rsidRPr="000C65E0" w:rsidRDefault="000C65E0" w:rsidP="000C65E0">
      <w:pPr>
        <w:rPr>
          <w:rFonts w:ascii="ATT Aleck Sans" w:hAnsi="ATT Aleck Sans" w:cs="ATT Aleck Sans"/>
        </w:rPr>
      </w:pPr>
      <w:r w:rsidRPr="000C65E0">
        <w:rPr>
          <w:rFonts w:ascii="ATT Aleck Sans" w:hAnsi="ATT Aleck Sans" w:cs="ATT Aleck Sans"/>
        </w:rPr>
        <w:t> </w:t>
      </w:r>
    </w:p>
    <w:p w14:paraId="42DBEA4C" w14:textId="77777777" w:rsidR="007914B3" w:rsidRDefault="00016096" w:rsidP="00C0124F">
      <w:pPr>
        <w:ind w:firstLine="720"/>
        <w:rPr>
          <w:rFonts w:ascii="ATT Aleck Sans" w:hAnsi="ATT Aleck Sans" w:cs="ATT Aleck Sans"/>
        </w:rPr>
      </w:pPr>
      <w:r w:rsidRPr="00016096">
        <w:rPr>
          <w:rFonts w:ascii="ATT Aleck Sans" w:hAnsi="ATT Aleck Sans" w:cs="ATT Aleck Sans"/>
          <w:b/>
          <w:bCs/>
        </w:rPr>
        <w:t>Additional Details: </w:t>
      </w:r>
      <w:r w:rsidR="00174968">
        <w:rPr>
          <w:rFonts w:ascii="ATT Aleck Sans" w:hAnsi="ATT Aleck Sans" w:cs="ATT Aleck Sans"/>
        </w:rPr>
        <w:t>none</w:t>
      </w:r>
    </w:p>
    <w:p w14:paraId="09B83184" w14:textId="77777777" w:rsidR="00C0124F" w:rsidRDefault="00C0124F" w:rsidP="00C0124F">
      <w:pPr>
        <w:ind w:firstLine="720"/>
        <w:rPr>
          <w:rFonts w:ascii="ATT Aleck Sans" w:hAnsi="ATT Aleck Sans" w:cs="ATT Aleck Sans"/>
        </w:rPr>
      </w:pPr>
    </w:p>
    <w:p w14:paraId="7A504880" w14:textId="77777777" w:rsidR="00E549EB" w:rsidRDefault="007914B3" w:rsidP="004621CB">
      <w:pPr>
        <w:rPr>
          <w:rFonts w:ascii="ATT Aleck Sans" w:hAnsi="ATT Aleck Sans" w:cs="ATT Aleck Sans"/>
        </w:rPr>
      </w:pPr>
      <w:r w:rsidRPr="005B7D30">
        <w:rPr>
          <w:rFonts w:ascii="ATT Aleck Sans" w:hAnsi="ATT Aleck Sans" w:cs="ATT Aleck Sans"/>
          <w:b/>
          <w:bCs/>
          <w:color w:val="000000" w:themeColor="text1"/>
        </w:rPr>
        <w:t xml:space="preserve">Slide Number &amp; Title. </w:t>
      </w:r>
      <w:r w:rsidR="004621CB" w:rsidRPr="00E549EB">
        <w:rPr>
          <w:rFonts w:ascii="ATT Aleck Sans" w:hAnsi="ATT Aleck Sans" w:cs="ATT Aleck Sans"/>
        </w:rPr>
        <w:t>Slide 4</w:t>
      </w:r>
      <w:r w:rsidR="00FB1A43" w:rsidRPr="00E549EB">
        <w:rPr>
          <w:rFonts w:ascii="ATT Aleck Sans" w:hAnsi="ATT Aleck Sans" w:cs="ATT Aleck Sans"/>
        </w:rPr>
        <w:t>5</w:t>
      </w:r>
      <w:r w:rsidR="00C0124F">
        <w:rPr>
          <w:rFonts w:ascii="ATT Aleck Sans" w:hAnsi="ATT Aleck Sans" w:cs="ATT Aleck Sans"/>
        </w:rPr>
        <w:t xml:space="preserve">: Activity #2: </w:t>
      </w:r>
      <w:r w:rsidR="00131862">
        <w:rPr>
          <w:rFonts w:ascii="ATT Aleck Sans" w:hAnsi="ATT Aleck Sans" w:cs="ATT Aleck Sans"/>
        </w:rPr>
        <w:t>Fraudster Goals</w:t>
      </w:r>
    </w:p>
    <w:p w14:paraId="74FA5580" w14:textId="77777777" w:rsidR="00E549EB" w:rsidRDefault="00E549EB" w:rsidP="004621CB">
      <w:pPr>
        <w:rPr>
          <w:rFonts w:ascii="ATT Aleck Sans" w:hAnsi="ATT Aleck Sans" w:cs="ATT Aleck Sans"/>
        </w:rPr>
      </w:pPr>
    </w:p>
    <w:p w14:paraId="42AF0B35" w14:textId="77777777" w:rsidR="00C0124F" w:rsidRPr="00C0124F" w:rsidRDefault="00E549EB" w:rsidP="00131862">
      <w:pPr>
        <w:ind w:firstLine="720"/>
        <w:rPr>
          <w:rFonts w:ascii="ATT Aleck Sans" w:hAnsi="ATT Aleck Sans" w:cs="ATT Aleck Sans"/>
        </w:rPr>
      </w:pPr>
      <w:r w:rsidRPr="00E549EB">
        <w:rPr>
          <w:rFonts w:ascii="ATT Aleck Sans" w:hAnsi="ATT Aleck Sans" w:cs="ATT Aleck Sans"/>
          <w:b/>
          <w:bCs/>
        </w:rPr>
        <w:t>On Slide Text:</w:t>
      </w:r>
      <w:r w:rsidRPr="00E549EB">
        <w:rPr>
          <w:rFonts w:ascii="ATT Aleck Sans" w:hAnsi="ATT Aleck Sans" w:cs="ATT Aleck Sans"/>
        </w:rPr>
        <w:t> </w:t>
      </w:r>
      <w:r w:rsidR="00131862">
        <w:rPr>
          <w:rFonts w:ascii="ATT Aleck Sans" w:hAnsi="ATT Aleck Sans" w:cs="ATT Aleck Sans"/>
        </w:rPr>
        <w:t>Activity 2</w:t>
      </w:r>
    </w:p>
    <w:p w14:paraId="504DC5E5" w14:textId="77777777" w:rsidR="00C0124F" w:rsidRPr="00E549EB" w:rsidRDefault="00C0124F" w:rsidP="00C0124F">
      <w:pPr>
        <w:rPr>
          <w:rFonts w:ascii="ATT Aleck Sans" w:hAnsi="ATT Aleck Sans" w:cs="ATT Aleck Sans"/>
        </w:rPr>
      </w:pPr>
    </w:p>
    <w:p w14:paraId="52ADD3A2" w14:textId="77777777" w:rsidR="00E549EB" w:rsidRPr="00E549EB" w:rsidRDefault="00E549EB" w:rsidP="00E549EB">
      <w:pPr>
        <w:rPr>
          <w:rFonts w:ascii="ATT Aleck Sans" w:hAnsi="ATT Aleck Sans" w:cs="ATT Aleck Sans"/>
        </w:rPr>
      </w:pPr>
      <w:r w:rsidRPr="00E549EB">
        <w:rPr>
          <w:rFonts w:ascii="ATT Aleck Sans" w:hAnsi="ATT Aleck Sans" w:cs="ATT Aleck Sans"/>
        </w:rPr>
        <w:tab/>
      </w:r>
      <w:r w:rsidRPr="00E549EB">
        <w:rPr>
          <w:rFonts w:ascii="ATT Aleck Sans" w:hAnsi="ATT Aleck Sans" w:cs="ATT Aleck Sans"/>
          <w:b/>
          <w:bCs/>
        </w:rPr>
        <w:t>Notes Section</w:t>
      </w:r>
    </w:p>
    <w:p w14:paraId="719CC7D6" w14:textId="77777777" w:rsidR="00E549EB" w:rsidRPr="00E549EB" w:rsidRDefault="00E549EB" w:rsidP="00E549EB">
      <w:pPr>
        <w:rPr>
          <w:rFonts w:ascii="ATT Aleck Sans" w:hAnsi="ATT Aleck Sans" w:cs="ATT Aleck Sans"/>
          <w:b/>
          <w:bCs/>
        </w:rPr>
      </w:pPr>
    </w:p>
    <w:p w14:paraId="26AB62B7" w14:textId="77777777" w:rsidR="00131862" w:rsidRPr="00131862" w:rsidRDefault="00E549EB" w:rsidP="00131862">
      <w:pPr>
        <w:ind w:firstLine="720"/>
        <w:rPr>
          <w:rFonts w:ascii="ATT Aleck Sans" w:hAnsi="ATT Aleck Sans" w:cs="ATT Aleck Sans"/>
        </w:rPr>
      </w:pPr>
      <w:r w:rsidRPr="40746793">
        <w:rPr>
          <w:rFonts w:ascii="ATT Aleck Sans" w:hAnsi="ATT Aleck Sans" w:cs="ATT Aleck Sans"/>
          <w:b/>
          <w:bCs/>
        </w:rPr>
        <w:t>Talking Points:</w:t>
      </w:r>
      <w:r w:rsidR="00131862" w:rsidRPr="00131862">
        <w:rPr>
          <w:rFonts w:ascii="ATT Aleck Sans" w:hAnsi="ATT Aleck Sans" w:cs="ATT Aleck Sans"/>
        </w:rPr>
        <w:t xml:space="preserve"> In this lesson, we learned about common types of fraud and scams, including phishing and social engineering. We learned that we may encounter these scams while browsing a website, receiving a phone call, in an email, text message, online game, or even in a pop-up window on your computer.</w:t>
      </w:r>
    </w:p>
    <w:p w14:paraId="17F6D7A1" w14:textId="77777777" w:rsidR="00131862" w:rsidRPr="00131862" w:rsidRDefault="00131862" w:rsidP="00131862">
      <w:pPr>
        <w:ind w:firstLine="720"/>
        <w:rPr>
          <w:rFonts w:ascii="ATT Aleck Sans" w:hAnsi="ATT Aleck Sans" w:cs="ATT Aleck Sans"/>
        </w:rPr>
      </w:pPr>
      <w:r w:rsidRPr="00131862">
        <w:rPr>
          <w:rFonts w:ascii="ATT Aleck Sans" w:hAnsi="ATT Aleck Sans" w:cs="ATT Aleck Sans"/>
        </w:rPr>
        <w:t xml:space="preserve"> </w:t>
      </w:r>
    </w:p>
    <w:p w14:paraId="73BB0A76" w14:textId="77777777" w:rsidR="00131862" w:rsidRPr="00131862" w:rsidRDefault="00131862" w:rsidP="00131862">
      <w:pPr>
        <w:rPr>
          <w:rFonts w:ascii="ATT Aleck Sans" w:hAnsi="ATT Aleck Sans" w:cs="ATT Aleck Sans"/>
        </w:rPr>
      </w:pPr>
      <w:r w:rsidRPr="00131862">
        <w:rPr>
          <w:rFonts w:ascii="ATT Aleck Sans" w:hAnsi="ATT Aleck Sans" w:cs="ATT Aleck Sans"/>
        </w:rPr>
        <w:t xml:space="preserve">Let’s practice what we learned. </w:t>
      </w:r>
    </w:p>
    <w:p w14:paraId="698D3BF0" w14:textId="77777777" w:rsidR="00131862" w:rsidRDefault="00131862" w:rsidP="00131862">
      <w:pPr>
        <w:rPr>
          <w:rFonts w:ascii="ATT Aleck Sans" w:hAnsi="ATT Aleck Sans" w:cs="ATT Aleck Sans"/>
        </w:rPr>
      </w:pPr>
    </w:p>
    <w:p w14:paraId="6A4155C1" w14:textId="7D3F73E8" w:rsidR="00131862" w:rsidRDefault="00131862" w:rsidP="00131862">
      <w:pPr>
        <w:ind w:firstLine="720"/>
        <w:rPr>
          <w:rFonts w:ascii="ATT Aleck Sans" w:hAnsi="ATT Aleck Sans" w:cs="ATT Aleck Sans"/>
        </w:rPr>
      </w:pPr>
      <w:r w:rsidRPr="56A96901">
        <w:rPr>
          <w:rFonts w:ascii="ATT Aleck Sans" w:hAnsi="ATT Aleck Sans" w:cs="ATT Aleck Sans"/>
          <w:b/>
          <w:bCs/>
        </w:rPr>
        <w:t>Instructor Note:</w:t>
      </w:r>
      <w:r w:rsidRPr="56A96901">
        <w:rPr>
          <w:rFonts w:ascii="ATT Aleck Sans" w:hAnsi="ATT Aleck Sans" w:cs="ATT Aleck Sans"/>
        </w:rPr>
        <w:t xml:space="preserve"> Point attendees to Activity </w:t>
      </w:r>
      <w:r w:rsidR="472BF8B5" w:rsidRPr="56A96901">
        <w:rPr>
          <w:rFonts w:ascii="ATT Aleck Sans" w:hAnsi="ATT Aleck Sans" w:cs="ATT Aleck Sans"/>
        </w:rPr>
        <w:t>2</w:t>
      </w:r>
      <w:r w:rsidRPr="56A96901">
        <w:rPr>
          <w:rFonts w:ascii="ATT Aleck Sans" w:hAnsi="ATT Aleck Sans" w:cs="ATT Aleck Sans"/>
        </w:rPr>
        <w:t xml:space="preserve"> on Activity Sheet page </w:t>
      </w:r>
      <w:r w:rsidR="794188A8" w:rsidRPr="56A96901">
        <w:rPr>
          <w:rFonts w:ascii="ATT Aleck Sans" w:hAnsi="ATT Aleck Sans" w:cs="ATT Aleck Sans"/>
        </w:rPr>
        <w:t>2</w:t>
      </w:r>
      <w:r w:rsidRPr="56A96901">
        <w:rPr>
          <w:rFonts w:ascii="ATT Aleck Sans" w:hAnsi="ATT Aleck Sans" w:cs="ATT Aleck Sans"/>
        </w:rPr>
        <w:t xml:space="preserve">. </w:t>
      </w:r>
    </w:p>
    <w:p w14:paraId="6783B8B5" w14:textId="77777777" w:rsidR="00131862" w:rsidRDefault="00131862" w:rsidP="00131862">
      <w:pPr>
        <w:ind w:firstLine="720"/>
        <w:rPr>
          <w:rFonts w:ascii="ATT Aleck Sans" w:hAnsi="ATT Aleck Sans" w:cs="ATT Aleck Sans"/>
        </w:rPr>
      </w:pPr>
    </w:p>
    <w:p w14:paraId="4351F1AA" w14:textId="77777777" w:rsidR="00E549EB" w:rsidRPr="00E549EB" w:rsidRDefault="00131862" w:rsidP="00B85294">
      <w:pPr>
        <w:ind w:firstLine="720"/>
        <w:rPr>
          <w:rFonts w:ascii="ATT Aleck Sans" w:hAnsi="ATT Aleck Sans" w:cs="ATT Aleck Sans"/>
        </w:rPr>
      </w:pPr>
      <w:r w:rsidRPr="00131862">
        <w:rPr>
          <w:rFonts w:ascii="ATT Aleck Sans" w:hAnsi="ATT Aleck Sans" w:cs="ATT Aleck Sans"/>
          <w:b/>
          <w:bCs/>
        </w:rPr>
        <w:t>Additional Details:</w:t>
      </w:r>
      <w:r>
        <w:rPr>
          <w:rFonts w:ascii="ATT Aleck Sans" w:hAnsi="ATT Aleck Sans" w:cs="ATT Aleck Sans"/>
          <w:b/>
          <w:bCs/>
        </w:rPr>
        <w:t xml:space="preserve"> </w:t>
      </w:r>
      <w:r w:rsidRPr="00131862">
        <w:rPr>
          <w:rFonts w:ascii="ATT Aleck Sans" w:hAnsi="ATT Aleck Sans" w:cs="ATT Aleck Sans"/>
        </w:rPr>
        <w:t>non</w:t>
      </w:r>
      <w:r w:rsidR="00B85294">
        <w:rPr>
          <w:rFonts w:ascii="ATT Aleck Sans" w:hAnsi="ATT Aleck Sans" w:cs="ATT Aleck Sans"/>
        </w:rPr>
        <w:t>e</w:t>
      </w:r>
    </w:p>
    <w:p w14:paraId="39B0CE8A" w14:textId="77777777" w:rsidR="007914B3" w:rsidRDefault="007914B3" w:rsidP="004848EF">
      <w:pPr>
        <w:rPr>
          <w:rFonts w:ascii="ATT Aleck Sans" w:hAnsi="ATT Aleck Sans" w:cs="ATT Aleck Sans"/>
        </w:rPr>
      </w:pPr>
    </w:p>
    <w:p w14:paraId="4EF05E6C" w14:textId="77777777" w:rsidR="006D5518" w:rsidRPr="006D5518" w:rsidRDefault="007914B3" w:rsidP="006D5518">
      <w:pPr>
        <w:rPr>
          <w:rFonts w:ascii="ATT Aleck Sans" w:hAnsi="ATT Aleck Sans" w:cs="ATT Aleck Sans"/>
        </w:rPr>
      </w:pPr>
      <w:r w:rsidRPr="005B7D30">
        <w:rPr>
          <w:rFonts w:ascii="ATT Aleck Sans" w:hAnsi="ATT Aleck Sans" w:cs="ATT Aleck Sans"/>
          <w:b/>
          <w:bCs/>
          <w:color w:val="000000" w:themeColor="text1"/>
        </w:rPr>
        <w:t xml:space="preserve">Slide Number &amp; Title. </w:t>
      </w:r>
      <w:r w:rsidR="004848EF" w:rsidRPr="00E549EB">
        <w:rPr>
          <w:rFonts w:ascii="ATT Aleck Sans" w:hAnsi="ATT Aleck Sans" w:cs="ATT Aleck Sans"/>
        </w:rPr>
        <w:t>Slide 4</w:t>
      </w:r>
      <w:r w:rsidR="00FB1A43" w:rsidRPr="00E549EB">
        <w:rPr>
          <w:rFonts w:ascii="ATT Aleck Sans" w:hAnsi="ATT Aleck Sans" w:cs="ATT Aleck Sans"/>
        </w:rPr>
        <w:t>6</w:t>
      </w:r>
      <w:r w:rsidR="004848EF" w:rsidRPr="00E549EB">
        <w:rPr>
          <w:rFonts w:ascii="ATT Aleck Sans" w:hAnsi="ATT Aleck Sans" w:cs="ATT Aleck Sans"/>
        </w:rPr>
        <w:t>:</w:t>
      </w:r>
      <w:r w:rsidR="004848EF" w:rsidRPr="00467401">
        <w:rPr>
          <w:rFonts w:ascii="ATT Aleck Sans" w:hAnsi="ATT Aleck Sans" w:cs="ATT Aleck Sans"/>
          <w:b/>
          <w:bCs/>
        </w:rPr>
        <w:t xml:space="preserve"> </w:t>
      </w:r>
      <w:r w:rsidR="00131862">
        <w:rPr>
          <w:rFonts w:ascii="ATT Aleck Sans" w:hAnsi="ATT Aleck Sans" w:cs="ATT Aleck Sans"/>
        </w:rPr>
        <w:t>Activity 2 Question</w:t>
      </w:r>
    </w:p>
    <w:p w14:paraId="76632A5A" w14:textId="77777777" w:rsidR="00E549EB" w:rsidRDefault="00E549EB" w:rsidP="004848EF">
      <w:pPr>
        <w:rPr>
          <w:rFonts w:ascii="ATT Aleck Sans" w:hAnsi="ATT Aleck Sans" w:cs="ATT Aleck Sans"/>
        </w:rPr>
      </w:pPr>
    </w:p>
    <w:p w14:paraId="555CA5B9" w14:textId="77777777" w:rsidR="00F62A09" w:rsidRDefault="00E549EB" w:rsidP="00F62A09">
      <w:pPr>
        <w:ind w:firstLine="720"/>
        <w:rPr>
          <w:rFonts w:ascii="ATT Aleck Sans" w:hAnsi="ATT Aleck Sans" w:cs="ATT Aleck Sans"/>
        </w:rPr>
      </w:pPr>
      <w:r w:rsidRPr="00E549EB">
        <w:rPr>
          <w:rFonts w:ascii="ATT Aleck Sans" w:hAnsi="ATT Aleck Sans" w:cs="ATT Aleck Sans"/>
          <w:b/>
          <w:bCs/>
        </w:rPr>
        <w:t>On Slide Text:</w:t>
      </w:r>
      <w:r w:rsidRPr="00E549EB">
        <w:rPr>
          <w:rFonts w:ascii="ATT Aleck Sans" w:hAnsi="ATT Aleck Sans" w:cs="ATT Aleck Sans"/>
        </w:rPr>
        <w:t> </w:t>
      </w:r>
      <w:r w:rsidR="00131862">
        <w:rPr>
          <w:rFonts w:ascii="ATT Aleck Sans" w:hAnsi="ATT Aleck Sans" w:cs="ATT Aleck Sans"/>
        </w:rPr>
        <w:t>What do scammers want</w:t>
      </w:r>
      <w:r w:rsidR="00C90F69">
        <w:rPr>
          <w:rFonts w:ascii="ATT Aleck Sans" w:hAnsi="ATT Aleck Sans" w:cs="ATT Aleck Sans"/>
        </w:rPr>
        <w:t>? Select the correct answer.</w:t>
      </w:r>
      <w:r w:rsidR="00131862">
        <w:rPr>
          <w:rFonts w:ascii="ATT Aleck Sans" w:hAnsi="ATT Aleck Sans" w:cs="ATT Aleck Sans"/>
        </w:rPr>
        <w:t xml:space="preserve"> </w:t>
      </w:r>
    </w:p>
    <w:p w14:paraId="5E4E7AC1" w14:textId="77777777" w:rsidR="00131862" w:rsidRDefault="00131862" w:rsidP="00131862">
      <w:pPr>
        <w:pStyle w:val="ListParagraph"/>
        <w:numPr>
          <w:ilvl w:val="0"/>
          <w:numId w:val="70"/>
        </w:numPr>
        <w:rPr>
          <w:rFonts w:ascii="ATT Aleck Sans" w:hAnsi="ATT Aleck Sans" w:cs="ATT Aleck Sans"/>
        </w:rPr>
      </w:pPr>
      <w:r>
        <w:rPr>
          <w:rFonts w:ascii="ATT Aleck Sans" w:hAnsi="ATT Aleck Sans" w:cs="ATT Aleck Sans"/>
        </w:rPr>
        <w:lastRenderedPageBreak/>
        <w:t>To collec</w:t>
      </w:r>
      <w:r w:rsidR="00C90F69">
        <w:rPr>
          <w:rFonts w:ascii="ATT Aleck Sans" w:hAnsi="ATT Aleck Sans" w:cs="ATT Aleck Sans"/>
        </w:rPr>
        <w:t>t passwords and credit card numbers.</w:t>
      </w:r>
    </w:p>
    <w:p w14:paraId="03C82212" w14:textId="77777777" w:rsidR="00C90F69" w:rsidRDefault="00C90F69" w:rsidP="00131862">
      <w:pPr>
        <w:pStyle w:val="ListParagraph"/>
        <w:numPr>
          <w:ilvl w:val="0"/>
          <w:numId w:val="70"/>
        </w:numPr>
        <w:rPr>
          <w:rFonts w:ascii="ATT Aleck Sans" w:hAnsi="ATT Aleck Sans" w:cs="ATT Aleck Sans"/>
        </w:rPr>
      </w:pPr>
      <w:r>
        <w:rPr>
          <w:rFonts w:ascii="ATT Aleck Sans" w:hAnsi="ATT Aleck Sans" w:cs="ATT Aleck Sans"/>
        </w:rPr>
        <w:t>To sell your information to make money.</w:t>
      </w:r>
    </w:p>
    <w:p w14:paraId="2FCFCBDB" w14:textId="77777777" w:rsidR="00C90F69" w:rsidRDefault="00C90F69" w:rsidP="00131862">
      <w:pPr>
        <w:pStyle w:val="ListParagraph"/>
        <w:numPr>
          <w:ilvl w:val="0"/>
          <w:numId w:val="70"/>
        </w:numPr>
        <w:rPr>
          <w:rFonts w:ascii="ATT Aleck Sans" w:hAnsi="ATT Aleck Sans" w:cs="ATT Aleck Sans"/>
        </w:rPr>
      </w:pPr>
      <w:r>
        <w:rPr>
          <w:rFonts w:ascii="ATT Aleck Sans" w:hAnsi="ATT Aleck Sans" w:cs="ATT Aleck Sans"/>
        </w:rPr>
        <w:t>To get you to visit a website or download a file</w:t>
      </w:r>
    </w:p>
    <w:p w14:paraId="51CC56B1" w14:textId="77777777" w:rsidR="00C90F69" w:rsidRDefault="00C90F69" w:rsidP="00131862">
      <w:pPr>
        <w:pStyle w:val="ListParagraph"/>
        <w:numPr>
          <w:ilvl w:val="0"/>
          <w:numId w:val="70"/>
        </w:numPr>
        <w:rPr>
          <w:rFonts w:ascii="ATT Aleck Sans" w:hAnsi="ATT Aleck Sans" w:cs="ATT Aleck Sans"/>
        </w:rPr>
      </w:pPr>
      <w:r>
        <w:rPr>
          <w:rFonts w:ascii="ATT Aleck Sans" w:hAnsi="ATT Aleck Sans" w:cs="ATT Aleck Sans"/>
        </w:rPr>
        <w:t>To get you to transfer them money.</w:t>
      </w:r>
    </w:p>
    <w:p w14:paraId="27269EBE" w14:textId="77777777" w:rsidR="00C90F69" w:rsidRPr="00131862" w:rsidRDefault="00C90F69" w:rsidP="00131862">
      <w:pPr>
        <w:pStyle w:val="ListParagraph"/>
        <w:numPr>
          <w:ilvl w:val="0"/>
          <w:numId w:val="70"/>
        </w:numPr>
        <w:rPr>
          <w:rFonts w:ascii="ATT Aleck Sans" w:hAnsi="ATT Aleck Sans" w:cs="ATT Aleck Sans"/>
        </w:rPr>
      </w:pPr>
      <w:proofErr w:type="gramStart"/>
      <w:r>
        <w:rPr>
          <w:rFonts w:ascii="ATT Aleck Sans" w:hAnsi="ATT Aleck Sans" w:cs="ATT Aleck Sans"/>
        </w:rPr>
        <w:t>All of</w:t>
      </w:r>
      <w:proofErr w:type="gramEnd"/>
      <w:r>
        <w:rPr>
          <w:rFonts w:ascii="ATT Aleck Sans" w:hAnsi="ATT Aleck Sans" w:cs="ATT Aleck Sans"/>
        </w:rPr>
        <w:t xml:space="preserve"> the above</w:t>
      </w:r>
    </w:p>
    <w:p w14:paraId="0FA49BB8" w14:textId="77777777" w:rsidR="00E549EB" w:rsidRPr="00E549EB" w:rsidRDefault="00E549EB" w:rsidP="00F62A09">
      <w:pPr>
        <w:ind w:firstLine="720"/>
        <w:rPr>
          <w:rFonts w:ascii="ATT Aleck Sans" w:hAnsi="ATT Aleck Sans" w:cs="ATT Aleck Sans"/>
        </w:rPr>
      </w:pPr>
    </w:p>
    <w:p w14:paraId="38F69A44" w14:textId="77777777" w:rsidR="00E549EB" w:rsidRPr="00E549EB" w:rsidRDefault="00E549EB" w:rsidP="00E549EB">
      <w:pPr>
        <w:rPr>
          <w:rFonts w:ascii="ATT Aleck Sans" w:hAnsi="ATT Aleck Sans" w:cs="ATT Aleck Sans"/>
        </w:rPr>
      </w:pPr>
      <w:r w:rsidRPr="00E549EB">
        <w:rPr>
          <w:rFonts w:ascii="ATT Aleck Sans" w:hAnsi="ATT Aleck Sans" w:cs="ATT Aleck Sans"/>
        </w:rPr>
        <w:tab/>
      </w:r>
      <w:r w:rsidRPr="00E549EB">
        <w:rPr>
          <w:rFonts w:ascii="ATT Aleck Sans" w:hAnsi="ATT Aleck Sans" w:cs="ATT Aleck Sans"/>
          <w:b/>
          <w:bCs/>
        </w:rPr>
        <w:t>Notes Section</w:t>
      </w:r>
    </w:p>
    <w:p w14:paraId="6788F3EC" w14:textId="77777777" w:rsidR="00E549EB" w:rsidRPr="00E549EB" w:rsidRDefault="00E549EB" w:rsidP="00E549EB">
      <w:pPr>
        <w:rPr>
          <w:rFonts w:ascii="ATT Aleck Sans" w:hAnsi="ATT Aleck Sans" w:cs="ATT Aleck Sans"/>
          <w:b/>
          <w:bCs/>
        </w:rPr>
      </w:pPr>
    </w:p>
    <w:p w14:paraId="0C02A10B" w14:textId="77777777" w:rsidR="00C90F69" w:rsidRPr="00C90F69" w:rsidRDefault="00E549EB" w:rsidP="00C90F69">
      <w:pPr>
        <w:ind w:firstLine="720"/>
        <w:rPr>
          <w:rFonts w:ascii="ATT Aleck Sans" w:hAnsi="ATT Aleck Sans" w:cs="ATT Aleck Sans"/>
        </w:rPr>
      </w:pPr>
      <w:r w:rsidRPr="00E549EB">
        <w:rPr>
          <w:rFonts w:ascii="ATT Aleck Sans" w:hAnsi="ATT Aleck Sans" w:cs="ATT Aleck Sans"/>
          <w:b/>
          <w:bCs/>
        </w:rPr>
        <w:t>Talking Points:</w:t>
      </w:r>
      <w:r w:rsidR="00C90F69" w:rsidRPr="00C90F69">
        <w:rPr>
          <w:rFonts w:ascii="ATT Aleck Sans" w:hAnsi="ATT Aleck Sans" w:cs="ATT Aleck Sans"/>
          <w:i/>
          <w:iCs/>
        </w:rPr>
        <w:t xml:space="preserve"> </w:t>
      </w:r>
      <w:r w:rsidR="00C90F69" w:rsidRPr="00C90F69">
        <w:rPr>
          <w:rFonts w:ascii="ATT Aleck Sans" w:hAnsi="ATT Aleck Sans" w:cs="ATT Aleck Sans"/>
        </w:rPr>
        <w:t xml:space="preserve">Read the question and </w:t>
      </w:r>
      <w:proofErr w:type="gramStart"/>
      <w:r w:rsidR="00C90F69" w:rsidRPr="00C90F69">
        <w:rPr>
          <w:rFonts w:ascii="ATT Aleck Sans" w:hAnsi="ATT Aleck Sans" w:cs="ATT Aleck Sans"/>
        </w:rPr>
        <w:t>answers</w:t>
      </w:r>
      <w:r w:rsidR="00C90F69">
        <w:rPr>
          <w:rFonts w:ascii="ATT Aleck Sans" w:hAnsi="ATT Aleck Sans" w:cs="ATT Aleck Sans"/>
        </w:rPr>
        <w:t>,</w:t>
      </w:r>
      <w:r w:rsidR="00C90F69" w:rsidRPr="00C90F69">
        <w:rPr>
          <w:rFonts w:ascii="ATT Aleck Sans" w:hAnsi="ATT Aleck Sans" w:cs="ATT Aleck Sans"/>
        </w:rPr>
        <w:t xml:space="preserve"> and</w:t>
      </w:r>
      <w:proofErr w:type="gramEnd"/>
      <w:r w:rsidR="00C90F69" w:rsidRPr="00C90F69">
        <w:rPr>
          <w:rFonts w:ascii="ATT Aleck Sans" w:hAnsi="ATT Aleck Sans" w:cs="ATT Aleck Sans"/>
        </w:rPr>
        <w:t xml:space="preserve"> ask the learners to call out the answer.</w:t>
      </w:r>
    </w:p>
    <w:p w14:paraId="5BE8E395" w14:textId="77777777" w:rsidR="00C90F69" w:rsidRPr="00C90F69" w:rsidRDefault="00C90F69" w:rsidP="00C90F69">
      <w:pPr>
        <w:ind w:firstLine="720"/>
        <w:rPr>
          <w:rFonts w:ascii="ATT Aleck Sans" w:hAnsi="ATT Aleck Sans" w:cs="ATT Aleck Sans"/>
        </w:rPr>
      </w:pPr>
      <w:r w:rsidRPr="00C90F69">
        <w:rPr>
          <w:rFonts w:ascii="ATT Aleck Sans" w:hAnsi="ATT Aleck Sans" w:cs="ATT Aleck Sans"/>
          <w:b/>
          <w:bCs/>
        </w:rPr>
        <w:t xml:space="preserve">Answer: </w:t>
      </w:r>
      <w:r w:rsidRPr="00C90F69">
        <w:rPr>
          <w:rFonts w:ascii="ATT Aleck Sans" w:hAnsi="ATT Aleck Sans" w:cs="ATT Aleck Sans"/>
        </w:rPr>
        <w:t xml:space="preserve">The correct answer is </w:t>
      </w:r>
      <w:proofErr w:type="gramStart"/>
      <w:r w:rsidRPr="00C90F69">
        <w:rPr>
          <w:rFonts w:ascii="ATT Aleck Sans" w:hAnsi="ATT Aleck Sans" w:cs="ATT Aleck Sans"/>
        </w:rPr>
        <w:t>all of</w:t>
      </w:r>
      <w:proofErr w:type="gramEnd"/>
      <w:r w:rsidRPr="00C90F69">
        <w:rPr>
          <w:rFonts w:ascii="ATT Aleck Sans" w:hAnsi="ATT Aleck Sans" w:cs="ATT Aleck Sans"/>
        </w:rPr>
        <w:t xml:space="preserve"> the above. Knowing what scammers want can help you protect yourself from fraud and keep your accounts and devices safe from online scams. </w:t>
      </w:r>
    </w:p>
    <w:p w14:paraId="106FBB00" w14:textId="77777777" w:rsidR="00C90F69" w:rsidRDefault="00C90F69" w:rsidP="00C90F69">
      <w:pPr>
        <w:ind w:firstLine="720"/>
        <w:rPr>
          <w:rFonts w:ascii="ATT Aleck Sans" w:hAnsi="ATT Aleck Sans" w:cs="ATT Aleck Sans"/>
          <w:b/>
          <w:bCs/>
        </w:rPr>
      </w:pPr>
    </w:p>
    <w:p w14:paraId="2965A9BF" w14:textId="77777777" w:rsidR="00C90F69" w:rsidRPr="00C90F69" w:rsidRDefault="00C90F69" w:rsidP="00C90F69">
      <w:pPr>
        <w:ind w:firstLine="720"/>
        <w:rPr>
          <w:rFonts w:ascii="ATT Aleck Sans" w:hAnsi="ATT Aleck Sans" w:cs="ATT Aleck Sans"/>
        </w:rPr>
      </w:pPr>
      <w:r w:rsidRPr="00C90F69">
        <w:rPr>
          <w:rFonts w:ascii="ATT Aleck Sans" w:hAnsi="ATT Aleck Sans" w:cs="ATT Aleck Sans"/>
          <w:b/>
          <w:bCs/>
        </w:rPr>
        <w:t xml:space="preserve">After learners complete Activity 2: </w:t>
      </w:r>
      <w:r w:rsidRPr="00C90F69">
        <w:rPr>
          <w:rFonts w:ascii="ATT Aleck Sans" w:hAnsi="ATT Aleck Sans" w:cs="ATT Aleck Sans"/>
        </w:rPr>
        <w:t>Great job, everyone! Before we move to the next section, do you have any questions?</w:t>
      </w:r>
    </w:p>
    <w:p w14:paraId="3C2DC773" w14:textId="77777777" w:rsidR="00131862" w:rsidRDefault="00131862" w:rsidP="00131862">
      <w:pPr>
        <w:rPr>
          <w:rFonts w:ascii="ATT Aleck Sans" w:hAnsi="ATT Aleck Sans" w:cs="ATT Aleck Sans"/>
          <w:i/>
          <w:iCs/>
        </w:rPr>
      </w:pPr>
    </w:p>
    <w:p w14:paraId="4349500F" w14:textId="77777777" w:rsidR="00131862" w:rsidRDefault="00131862" w:rsidP="00131862">
      <w:pPr>
        <w:ind w:firstLine="720"/>
        <w:rPr>
          <w:rFonts w:ascii="ATT Aleck Sans" w:hAnsi="ATT Aleck Sans" w:cs="ATT Aleck Sans"/>
        </w:rPr>
      </w:pPr>
      <w:r w:rsidRPr="00E549EB">
        <w:rPr>
          <w:rFonts w:ascii="ATT Aleck Sans" w:hAnsi="ATT Aleck Sans" w:cs="ATT Aleck Sans"/>
          <w:b/>
          <w:bCs/>
        </w:rPr>
        <w:t>Instructor Note: </w:t>
      </w:r>
      <w:r w:rsidRPr="006D5518">
        <w:rPr>
          <w:rFonts w:ascii="ATT Aleck Sans" w:hAnsi="ATT Aleck Sans" w:cs="ATT Aleck Sans"/>
        </w:rPr>
        <w:t xml:space="preserve">Review and address items in the “parking lot”. </w:t>
      </w:r>
    </w:p>
    <w:p w14:paraId="6E911BA6" w14:textId="77777777" w:rsidR="00131862" w:rsidRDefault="00131862" w:rsidP="00131862">
      <w:pPr>
        <w:ind w:firstLine="720"/>
        <w:rPr>
          <w:rFonts w:ascii="ATT Aleck Sans" w:hAnsi="ATT Aleck Sans" w:cs="ATT Aleck Sans"/>
        </w:rPr>
      </w:pPr>
    </w:p>
    <w:p w14:paraId="4FDEA517" w14:textId="77777777" w:rsidR="00131862" w:rsidRDefault="00131862" w:rsidP="00131862">
      <w:pPr>
        <w:ind w:firstLine="720"/>
        <w:rPr>
          <w:rFonts w:ascii="ATT Aleck Sans" w:hAnsi="ATT Aleck Sans" w:cs="ATT Aleck Sans"/>
        </w:rPr>
      </w:pPr>
      <w:r w:rsidRPr="00131862">
        <w:rPr>
          <w:rFonts w:ascii="ATT Aleck Sans" w:hAnsi="ATT Aleck Sans" w:cs="ATT Aleck Sans"/>
          <w:b/>
          <w:bCs/>
        </w:rPr>
        <w:t>Additional Note:</w:t>
      </w:r>
      <w:r>
        <w:rPr>
          <w:rFonts w:ascii="ATT Aleck Sans" w:hAnsi="ATT Aleck Sans" w:cs="ATT Aleck Sans"/>
        </w:rPr>
        <w:t xml:space="preserve"> </w:t>
      </w:r>
      <w:r w:rsidRPr="006D5518">
        <w:rPr>
          <w:rFonts w:ascii="ATT Aleck Sans" w:hAnsi="ATT Aleck Sans" w:cs="ATT Aleck Sans"/>
        </w:rPr>
        <w:t>For information about what the parking lot is, see the “Before the Workshop Begins” section of the Instructor Guide</w:t>
      </w:r>
      <w:r>
        <w:rPr>
          <w:rFonts w:ascii="ATT Aleck Sans" w:hAnsi="ATT Aleck Sans" w:cs="ATT Aleck Sans"/>
        </w:rPr>
        <w:t>.</w:t>
      </w:r>
    </w:p>
    <w:p w14:paraId="2B7051E0" w14:textId="77777777" w:rsidR="007914B3" w:rsidRDefault="007914B3" w:rsidP="00A33F30">
      <w:pPr>
        <w:ind w:firstLine="720"/>
        <w:rPr>
          <w:rFonts w:ascii="Segoe UI" w:hAnsi="Segoe UI" w:cs="Segoe UI"/>
          <w:b/>
          <w:bCs/>
          <w:color w:val="242424"/>
          <w:bdr w:val="none" w:sz="0" w:space="0" w:color="auto" w:frame="1"/>
        </w:rPr>
      </w:pPr>
    </w:p>
    <w:p w14:paraId="0F01D525" w14:textId="77777777" w:rsidR="00C90F69" w:rsidRPr="00C90F69" w:rsidRDefault="00C90F69" w:rsidP="004848EF">
      <w:pPr>
        <w:rPr>
          <w:rFonts w:ascii="ATT Aleck Sans" w:hAnsi="ATT Aleck Sans" w:cs="ATT Aleck Sans"/>
          <w:b/>
          <w:bCs/>
          <w:color w:val="000000" w:themeColor="text1"/>
          <w:sz w:val="26"/>
          <w:szCs w:val="26"/>
        </w:rPr>
      </w:pPr>
      <w:r w:rsidRPr="00C90F69">
        <w:rPr>
          <w:rFonts w:ascii="ATT Aleck Sans" w:hAnsi="ATT Aleck Sans" w:cs="ATT Aleck Sans"/>
          <w:b/>
          <w:bCs/>
          <w:color w:val="000000" w:themeColor="text1"/>
          <w:sz w:val="26"/>
          <w:szCs w:val="26"/>
        </w:rPr>
        <w:t>Tips to Recognize Scams</w:t>
      </w:r>
    </w:p>
    <w:p w14:paraId="545AACF4" w14:textId="77777777" w:rsidR="00C90F69" w:rsidRDefault="00C90F69" w:rsidP="004848EF">
      <w:pPr>
        <w:rPr>
          <w:rFonts w:ascii="ATT Aleck Sans" w:hAnsi="ATT Aleck Sans" w:cs="ATT Aleck Sans"/>
          <w:b/>
          <w:bCs/>
          <w:color w:val="000000" w:themeColor="text1"/>
        </w:rPr>
      </w:pPr>
    </w:p>
    <w:p w14:paraId="35A9F58B" w14:textId="77777777" w:rsidR="00E549EB" w:rsidRDefault="007914B3" w:rsidP="004848EF">
      <w:pPr>
        <w:rPr>
          <w:rFonts w:ascii="ATT Aleck Sans" w:hAnsi="ATT Aleck Sans" w:cs="ATT Aleck Sans"/>
        </w:rPr>
      </w:pPr>
      <w:r w:rsidRPr="005B7D30">
        <w:rPr>
          <w:rFonts w:ascii="ATT Aleck Sans" w:hAnsi="ATT Aleck Sans" w:cs="ATT Aleck Sans"/>
          <w:b/>
          <w:bCs/>
          <w:color w:val="000000" w:themeColor="text1"/>
        </w:rPr>
        <w:t xml:space="preserve">Slide Number &amp; Title. </w:t>
      </w:r>
      <w:r w:rsidR="004848EF" w:rsidRPr="00E549EB">
        <w:rPr>
          <w:rFonts w:ascii="ATT Aleck Sans" w:hAnsi="ATT Aleck Sans" w:cs="ATT Aleck Sans"/>
        </w:rPr>
        <w:t xml:space="preserve">Slide </w:t>
      </w:r>
      <w:r w:rsidR="000846F1" w:rsidRPr="00E549EB">
        <w:rPr>
          <w:rFonts w:ascii="ATT Aleck Sans" w:hAnsi="ATT Aleck Sans" w:cs="ATT Aleck Sans"/>
        </w:rPr>
        <w:t>4</w:t>
      </w:r>
      <w:r w:rsidR="00FB1A43" w:rsidRPr="00E549EB">
        <w:rPr>
          <w:rFonts w:ascii="ATT Aleck Sans" w:hAnsi="ATT Aleck Sans" w:cs="ATT Aleck Sans"/>
        </w:rPr>
        <w:t>7</w:t>
      </w:r>
      <w:r w:rsidR="004848EF" w:rsidRPr="00E549EB">
        <w:rPr>
          <w:rFonts w:ascii="ATT Aleck Sans" w:hAnsi="ATT Aleck Sans" w:cs="ATT Aleck Sans"/>
        </w:rPr>
        <w:t>:</w:t>
      </w:r>
      <w:r w:rsidR="004848EF" w:rsidRPr="00467401">
        <w:rPr>
          <w:rFonts w:ascii="ATT Aleck Sans" w:hAnsi="ATT Aleck Sans" w:cs="ATT Aleck Sans"/>
          <w:b/>
          <w:bCs/>
        </w:rPr>
        <w:t xml:space="preserve"> </w:t>
      </w:r>
      <w:r w:rsidR="00C90F69">
        <w:rPr>
          <w:rFonts w:ascii="ATT Aleck Sans" w:hAnsi="ATT Aleck Sans" w:cs="ATT Aleck Sans"/>
        </w:rPr>
        <w:t>Tips to Recognize Scams</w:t>
      </w:r>
    </w:p>
    <w:p w14:paraId="543D945C" w14:textId="77777777" w:rsidR="00AE2E85" w:rsidRDefault="00AE2E85" w:rsidP="004848EF">
      <w:pPr>
        <w:rPr>
          <w:rFonts w:ascii="ATT Aleck Sans" w:hAnsi="ATT Aleck Sans" w:cs="ATT Aleck Sans"/>
        </w:rPr>
      </w:pPr>
    </w:p>
    <w:p w14:paraId="59717678" w14:textId="77777777" w:rsidR="006D5518" w:rsidRDefault="00AE2E85" w:rsidP="006D5518">
      <w:pPr>
        <w:ind w:firstLine="720"/>
        <w:rPr>
          <w:rFonts w:ascii="ATT Aleck Sans" w:hAnsi="ATT Aleck Sans" w:cs="ATT Aleck Sans"/>
        </w:rPr>
      </w:pPr>
      <w:r w:rsidRPr="70A2823D">
        <w:rPr>
          <w:rFonts w:ascii="ATT Aleck Sans" w:hAnsi="ATT Aleck Sans" w:cs="ATT Aleck Sans"/>
          <w:b/>
          <w:bCs/>
        </w:rPr>
        <w:t>On Slide Text:</w:t>
      </w:r>
      <w:r w:rsidRPr="70A2823D">
        <w:rPr>
          <w:rFonts w:ascii="ATT Aleck Sans" w:hAnsi="ATT Aleck Sans" w:cs="ATT Aleck Sans"/>
        </w:rPr>
        <w:t> </w:t>
      </w:r>
    </w:p>
    <w:p w14:paraId="70DACCC2" w14:textId="77777777" w:rsidR="00AE2E85" w:rsidRPr="006D5518" w:rsidRDefault="00AE2E85" w:rsidP="00AE4D18">
      <w:pPr>
        <w:pStyle w:val="ListParagraph"/>
        <w:ind w:left="1440"/>
        <w:rPr>
          <w:rFonts w:ascii="ATT Aleck Sans" w:hAnsi="ATT Aleck Sans" w:cs="ATT Aleck Sans"/>
        </w:rPr>
      </w:pPr>
    </w:p>
    <w:p w14:paraId="14EE0F49" w14:textId="77777777" w:rsidR="00AE2E85" w:rsidRPr="00AE2E85" w:rsidRDefault="00AE2E85" w:rsidP="00AE2E85">
      <w:pPr>
        <w:rPr>
          <w:rFonts w:ascii="ATT Aleck Sans" w:hAnsi="ATT Aleck Sans" w:cs="ATT Aleck Sans"/>
        </w:rPr>
      </w:pPr>
      <w:r w:rsidRPr="00AE2E85">
        <w:rPr>
          <w:rFonts w:ascii="ATT Aleck Sans" w:hAnsi="ATT Aleck Sans" w:cs="ATT Aleck Sans"/>
        </w:rPr>
        <w:tab/>
      </w:r>
      <w:r w:rsidRPr="00AE2E85">
        <w:rPr>
          <w:rFonts w:ascii="ATT Aleck Sans" w:hAnsi="ATT Aleck Sans" w:cs="ATT Aleck Sans"/>
          <w:b/>
          <w:bCs/>
        </w:rPr>
        <w:t>Notes Section</w:t>
      </w:r>
    </w:p>
    <w:p w14:paraId="0BCD3113" w14:textId="77777777" w:rsidR="00AE2E85" w:rsidRPr="00AE2E85" w:rsidRDefault="00AE2E85" w:rsidP="00AE2E85">
      <w:pPr>
        <w:rPr>
          <w:rFonts w:ascii="ATT Aleck Sans" w:hAnsi="ATT Aleck Sans" w:cs="ATT Aleck Sans"/>
          <w:b/>
          <w:bCs/>
        </w:rPr>
      </w:pPr>
    </w:p>
    <w:p w14:paraId="59E0594D" w14:textId="77777777" w:rsidR="00C90F69" w:rsidRDefault="00AE2E85" w:rsidP="00C90F69">
      <w:pPr>
        <w:ind w:firstLine="720"/>
        <w:rPr>
          <w:rFonts w:ascii="ATT Aleck Sans" w:hAnsi="ATT Aleck Sans" w:cs="ATT Aleck Sans"/>
        </w:rPr>
      </w:pPr>
      <w:r w:rsidRPr="00AE2E85">
        <w:rPr>
          <w:rFonts w:ascii="ATT Aleck Sans" w:hAnsi="ATT Aleck Sans" w:cs="ATT Aleck Sans"/>
          <w:b/>
          <w:bCs/>
        </w:rPr>
        <w:t>Talking Points:</w:t>
      </w:r>
      <w:r w:rsidRPr="00AE2E85">
        <w:rPr>
          <w:rFonts w:ascii="ATT Aleck Sans" w:hAnsi="ATT Aleck Sans" w:cs="ATT Aleck Sans"/>
        </w:rPr>
        <w:t> </w:t>
      </w:r>
      <w:r w:rsidR="00C90F69" w:rsidRPr="00C90F69">
        <w:rPr>
          <w:rFonts w:ascii="ATT Aleck Sans" w:hAnsi="ATT Aleck Sans" w:cs="ATT Aleck Sans"/>
        </w:rPr>
        <w:t xml:space="preserve">In the previous lesson, we learned about common types of fraud and scams, including phishing and social engineering. </w:t>
      </w:r>
    </w:p>
    <w:p w14:paraId="0ECED00B" w14:textId="77777777" w:rsidR="00C90F69" w:rsidRDefault="00C90F69" w:rsidP="00C90F69">
      <w:pPr>
        <w:rPr>
          <w:rFonts w:ascii="ATT Aleck Sans" w:hAnsi="ATT Aleck Sans" w:cs="ATT Aleck Sans"/>
        </w:rPr>
      </w:pPr>
    </w:p>
    <w:p w14:paraId="2F0FED25" w14:textId="77777777" w:rsidR="00C90F69" w:rsidRPr="00C90F69" w:rsidRDefault="00C90F69" w:rsidP="00C90F69">
      <w:pPr>
        <w:rPr>
          <w:rFonts w:ascii="ATT Aleck Sans" w:hAnsi="ATT Aleck Sans" w:cs="ATT Aleck Sans"/>
        </w:rPr>
      </w:pPr>
      <w:r w:rsidRPr="00C90F69">
        <w:rPr>
          <w:rFonts w:ascii="ATT Aleck Sans" w:hAnsi="ATT Aleck Sans" w:cs="ATT Aleck Sans"/>
        </w:rPr>
        <w:t>So how can you tell if something is a scam or fraud? Here are some tips that will help you identify common scams you may encounter while browsing a website, receiving a phone call, in an email, text message, online game, or even in a pop-up window on your computer.</w:t>
      </w:r>
    </w:p>
    <w:p w14:paraId="1109724C" w14:textId="77777777" w:rsidR="00AE2E85" w:rsidRPr="00AE2E85" w:rsidRDefault="00AE2E85" w:rsidP="006D5518">
      <w:pPr>
        <w:ind w:firstLine="720"/>
        <w:rPr>
          <w:rFonts w:ascii="ATT Aleck Sans" w:hAnsi="ATT Aleck Sans" w:cs="ATT Aleck Sans"/>
        </w:rPr>
      </w:pPr>
    </w:p>
    <w:p w14:paraId="32727685" w14:textId="77777777" w:rsidR="00AE2E85" w:rsidRPr="00AE2E85" w:rsidRDefault="00AE2E85" w:rsidP="00AE2E85">
      <w:pPr>
        <w:ind w:firstLine="720"/>
        <w:rPr>
          <w:rFonts w:ascii="ATT Aleck Sans" w:hAnsi="ATT Aleck Sans" w:cs="ATT Aleck Sans"/>
        </w:rPr>
      </w:pPr>
      <w:r w:rsidRPr="00AE2E85">
        <w:rPr>
          <w:rFonts w:ascii="ATT Aleck Sans" w:hAnsi="ATT Aleck Sans" w:cs="ATT Aleck Sans"/>
          <w:b/>
          <w:bCs/>
        </w:rPr>
        <w:t>Instructor Note: </w:t>
      </w:r>
      <w:r w:rsidRPr="00AE2E85">
        <w:rPr>
          <w:rFonts w:ascii="ATT Aleck Sans" w:hAnsi="ATT Aleck Sans" w:cs="ATT Aleck Sans"/>
        </w:rPr>
        <w:t>none</w:t>
      </w:r>
    </w:p>
    <w:p w14:paraId="6C39ACE6" w14:textId="77777777" w:rsidR="00AE2E85" w:rsidRPr="00AE2E85" w:rsidRDefault="00AE2E85" w:rsidP="00AE2E85">
      <w:pPr>
        <w:rPr>
          <w:rFonts w:ascii="ATT Aleck Sans" w:hAnsi="ATT Aleck Sans" w:cs="ATT Aleck Sans"/>
        </w:rPr>
      </w:pPr>
      <w:r w:rsidRPr="00AE2E85">
        <w:rPr>
          <w:rFonts w:ascii="ATT Aleck Sans" w:hAnsi="ATT Aleck Sans" w:cs="ATT Aleck Sans"/>
        </w:rPr>
        <w:t> </w:t>
      </w:r>
    </w:p>
    <w:p w14:paraId="7BAAD28F" w14:textId="77777777" w:rsidR="00AE2E85" w:rsidRPr="00AE2E85" w:rsidRDefault="00AE2E85" w:rsidP="00AE2E85">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635CC470" w14:textId="77777777" w:rsidR="00AE2E85" w:rsidRDefault="00AE2E85" w:rsidP="004848EF">
      <w:pPr>
        <w:rPr>
          <w:rFonts w:ascii="Segoe UI" w:hAnsi="Segoe UI" w:cs="Segoe UI"/>
          <w:b/>
          <w:bCs/>
          <w:color w:val="242424"/>
          <w:bdr w:val="none" w:sz="0" w:space="0" w:color="auto" w:frame="1"/>
        </w:rPr>
      </w:pPr>
    </w:p>
    <w:p w14:paraId="78E8ECB4" w14:textId="77777777" w:rsidR="00E549EB" w:rsidRDefault="00AE2E85" w:rsidP="004848EF">
      <w:pPr>
        <w:rPr>
          <w:rFonts w:ascii="ATT Aleck Sans" w:hAnsi="ATT Aleck Sans" w:cs="ATT Aleck Sans"/>
        </w:rPr>
      </w:pPr>
      <w:r w:rsidRPr="00AE2E85">
        <w:rPr>
          <w:rFonts w:ascii="ATT Aleck Sans" w:hAnsi="ATT Aleck Sans" w:cs="ATT Aleck Sans"/>
          <w:b/>
          <w:bCs/>
        </w:rPr>
        <w:t xml:space="preserve">Slide Number &amp; Title. </w:t>
      </w:r>
      <w:r w:rsidR="004848EF" w:rsidRPr="00E549EB">
        <w:rPr>
          <w:rFonts w:ascii="ATT Aleck Sans" w:hAnsi="ATT Aleck Sans" w:cs="ATT Aleck Sans"/>
        </w:rPr>
        <w:t xml:space="preserve">Slide </w:t>
      </w:r>
      <w:r w:rsidR="000846F1" w:rsidRPr="00E549EB">
        <w:rPr>
          <w:rFonts w:ascii="ATT Aleck Sans" w:hAnsi="ATT Aleck Sans" w:cs="ATT Aleck Sans"/>
        </w:rPr>
        <w:t>4</w:t>
      </w:r>
      <w:r w:rsidR="00FB1A43" w:rsidRPr="00E549EB">
        <w:rPr>
          <w:rFonts w:ascii="ATT Aleck Sans" w:hAnsi="ATT Aleck Sans" w:cs="ATT Aleck Sans"/>
        </w:rPr>
        <w:t>8</w:t>
      </w:r>
      <w:r w:rsidR="004848EF" w:rsidRPr="00E549EB">
        <w:rPr>
          <w:rFonts w:ascii="ATT Aleck Sans" w:hAnsi="ATT Aleck Sans" w:cs="ATT Aleck Sans"/>
        </w:rPr>
        <w:t>:</w:t>
      </w:r>
      <w:r w:rsidR="004848EF" w:rsidRPr="00467401">
        <w:rPr>
          <w:rFonts w:ascii="ATT Aleck Sans" w:hAnsi="ATT Aleck Sans" w:cs="ATT Aleck Sans"/>
          <w:b/>
          <w:bCs/>
        </w:rPr>
        <w:t xml:space="preserve"> </w:t>
      </w:r>
      <w:r w:rsidR="00C90F69">
        <w:rPr>
          <w:rFonts w:ascii="ATT Aleck Sans" w:hAnsi="ATT Aleck Sans" w:cs="ATT Aleck Sans"/>
        </w:rPr>
        <w:t>Have You Heard of the Person or Organization</w:t>
      </w:r>
    </w:p>
    <w:p w14:paraId="1ACDA470" w14:textId="77777777" w:rsidR="006D5518" w:rsidRDefault="006D5518" w:rsidP="004848EF">
      <w:pPr>
        <w:rPr>
          <w:rFonts w:ascii="ATT Aleck Sans" w:hAnsi="ATT Aleck Sans" w:cs="ATT Aleck Sans"/>
        </w:rPr>
      </w:pPr>
    </w:p>
    <w:p w14:paraId="5E2A1781" w14:textId="77777777" w:rsidR="00AE4D18" w:rsidRDefault="00E549EB" w:rsidP="00C90F69">
      <w:pPr>
        <w:ind w:left="720"/>
        <w:rPr>
          <w:rFonts w:ascii="ATT Aleck Sans" w:hAnsi="ATT Aleck Sans" w:cs="ATT Aleck Sans"/>
        </w:rPr>
      </w:pPr>
      <w:r w:rsidRPr="00E549EB">
        <w:rPr>
          <w:rFonts w:ascii="ATT Aleck Sans" w:hAnsi="ATT Aleck Sans" w:cs="ATT Aleck Sans"/>
          <w:b/>
          <w:bCs/>
        </w:rPr>
        <w:lastRenderedPageBreak/>
        <w:t>On Slide Text:</w:t>
      </w:r>
      <w:r w:rsidRPr="00E549EB">
        <w:rPr>
          <w:rFonts w:ascii="ATT Aleck Sans" w:hAnsi="ATT Aleck Sans" w:cs="ATT Aleck Sans"/>
        </w:rPr>
        <w:t> </w:t>
      </w:r>
      <w:r w:rsidR="00C90F69">
        <w:rPr>
          <w:rFonts w:ascii="ATT Aleck Sans" w:hAnsi="ATT Aleck Sans" w:cs="ATT Aleck Sans"/>
        </w:rPr>
        <w:t>Have you heard of the person or organization?</w:t>
      </w:r>
    </w:p>
    <w:p w14:paraId="0FD4A042" w14:textId="77777777" w:rsidR="00C90F69" w:rsidRPr="00AE4D18" w:rsidRDefault="00C90F69" w:rsidP="00C90F69">
      <w:pPr>
        <w:ind w:left="720"/>
        <w:rPr>
          <w:rFonts w:ascii="ATT Aleck Sans" w:hAnsi="ATT Aleck Sans" w:cs="ATT Aleck Sans"/>
        </w:rPr>
      </w:pPr>
    </w:p>
    <w:p w14:paraId="6B14C922" w14:textId="77777777" w:rsidR="00E549EB" w:rsidRPr="00E549EB" w:rsidRDefault="00E549EB" w:rsidP="00E549EB">
      <w:pPr>
        <w:rPr>
          <w:rFonts w:ascii="ATT Aleck Sans" w:hAnsi="ATT Aleck Sans" w:cs="ATT Aleck Sans"/>
        </w:rPr>
      </w:pPr>
      <w:r w:rsidRPr="00E549EB">
        <w:rPr>
          <w:rFonts w:ascii="ATT Aleck Sans" w:hAnsi="ATT Aleck Sans" w:cs="ATT Aleck Sans"/>
        </w:rPr>
        <w:tab/>
      </w:r>
      <w:r w:rsidRPr="00E549EB">
        <w:rPr>
          <w:rFonts w:ascii="ATT Aleck Sans" w:hAnsi="ATT Aleck Sans" w:cs="ATT Aleck Sans"/>
          <w:b/>
          <w:bCs/>
        </w:rPr>
        <w:t>Notes Section</w:t>
      </w:r>
    </w:p>
    <w:p w14:paraId="1775104B" w14:textId="77777777" w:rsidR="00E549EB" w:rsidRPr="00E549EB" w:rsidRDefault="00E549EB" w:rsidP="00E549EB">
      <w:pPr>
        <w:rPr>
          <w:rFonts w:ascii="ATT Aleck Sans" w:hAnsi="ATT Aleck Sans" w:cs="ATT Aleck Sans"/>
          <w:b/>
          <w:bCs/>
        </w:rPr>
      </w:pPr>
    </w:p>
    <w:p w14:paraId="00FED927" w14:textId="77777777" w:rsidR="00C90F69" w:rsidRDefault="00E549EB" w:rsidP="00C90F69">
      <w:pPr>
        <w:ind w:firstLine="720"/>
        <w:rPr>
          <w:rFonts w:ascii="ATT Aleck Sans" w:hAnsi="ATT Aleck Sans" w:cs="ATT Aleck Sans"/>
        </w:rPr>
      </w:pPr>
      <w:r w:rsidRPr="70A2823D">
        <w:rPr>
          <w:rFonts w:ascii="ATT Aleck Sans" w:hAnsi="ATT Aleck Sans" w:cs="ATT Aleck Sans"/>
          <w:b/>
          <w:bCs/>
        </w:rPr>
        <w:t>Talking Points:</w:t>
      </w:r>
      <w:r w:rsidRPr="70A2823D">
        <w:rPr>
          <w:rFonts w:ascii="ATT Aleck Sans" w:hAnsi="ATT Aleck Sans" w:cs="ATT Aleck Sans"/>
        </w:rPr>
        <w:t> </w:t>
      </w:r>
      <w:r w:rsidR="00C90F69" w:rsidRPr="00C90F69">
        <w:rPr>
          <w:rFonts w:ascii="ATT Aleck Sans" w:hAnsi="ATT Aleck Sans" w:cs="ATT Aleck Sans"/>
        </w:rPr>
        <w:t>Have you heard of the person or organization? A legitimate business will have their official logo, address, and contact information posted on their website.</w:t>
      </w:r>
      <w:r w:rsidR="00C90F69" w:rsidRPr="00C90F69">
        <w:rPr>
          <w:rFonts w:ascii="ATT Aleck Sans" w:hAnsi="ATT Aleck Sans" w:cs="ATT Aleck Sans"/>
          <w:b/>
          <w:bCs/>
        </w:rPr>
        <w:t> </w:t>
      </w:r>
      <w:r w:rsidR="00C90F69" w:rsidRPr="00C90F69">
        <w:rPr>
          <w:rFonts w:ascii="ATT Aleck Sans" w:hAnsi="ATT Aleck Sans" w:cs="ATT Aleck Sans"/>
        </w:rPr>
        <w:t>​Other questions to ask yourself include, have you heard of this business? Is there a logo for the business? Is there contact information? ​</w:t>
      </w:r>
    </w:p>
    <w:p w14:paraId="4BDD60B8" w14:textId="77777777" w:rsidR="00C90F69" w:rsidRDefault="00C90F69" w:rsidP="00C90F69">
      <w:pPr>
        <w:ind w:firstLine="720"/>
        <w:rPr>
          <w:rFonts w:ascii="ATT Aleck Sans" w:hAnsi="ATT Aleck Sans" w:cs="ATT Aleck Sans"/>
        </w:rPr>
      </w:pPr>
    </w:p>
    <w:p w14:paraId="06D44B7D" w14:textId="77777777" w:rsidR="00C90F69" w:rsidRDefault="00C90F69" w:rsidP="00C90F69">
      <w:pPr>
        <w:ind w:firstLine="720"/>
        <w:rPr>
          <w:rFonts w:ascii="ATT Aleck Sans" w:hAnsi="ATT Aleck Sans" w:cs="ATT Aleck Sans"/>
        </w:rPr>
      </w:pPr>
      <w:r>
        <w:rPr>
          <w:rFonts w:ascii="ATT Aleck Sans" w:hAnsi="ATT Aleck Sans" w:cs="ATT Aleck Sans"/>
        </w:rPr>
        <w:t xml:space="preserve">INSTRUCTOR NOTE: Ask participants if they can find the logo? Click Enter to highlight the logo. </w:t>
      </w:r>
    </w:p>
    <w:p w14:paraId="1960B4C8" w14:textId="77777777" w:rsidR="00C90F69" w:rsidRDefault="00C90F69" w:rsidP="00C90F69">
      <w:pPr>
        <w:ind w:firstLine="720"/>
        <w:rPr>
          <w:rFonts w:ascii="ATT Aleck Sans" w:hAnsi="ATT Aleck Sans" w:cs="ATT Aleck Sans"/>
        </w:rPr>
      </w:pPr>
    </w:p>
    <w:p w14:paraId="2E04233D" w14:textId="77777777" w:rsidR="00C90F69" w:rsidRPr="00C90F69" w:rsidRDefault="00C90F69" w:rsidP="00C90F69">
      <w:pPr>
        <w:ind w:firstLine="720"/>
        <w:rPr>
          <w:rFonts w:ascii="ATT Aleck Sans" w:hAnsi="ATT Aleck Sans" w:cs="ATT Aleck Sans"/>
        </w:rPr>
      </w:pPr>
      <w:r>
        <w:rPr>
          <w:rFonts w:ascii="ATT Aleck Sans" w:hAnsi="ATT Aleck Sans" w:cs="ATT Aleck Sans"/>
        </w:rPr>
        <w:t>INSTRUCTOR NOTE: Ask participants if they can find the address and contact information</w:t>
      </w:r>
      <w:r w:rsidR="00F635BF">
        <w:rPr>
          <w:rFonts w:ascii="ATT Aleck Sans" w:hAnsi="ATT Aleck Sans" w:cs="ATT Aleck Sans"/>
        </w:rPr>
        <w:t>.</w:t>
      </w:r>
      <w:r>
        <w:rPr>
          <w:rFonts w:ascii="ATT Aleck Sans" w:hAnsi="ATT Aleck Sans" w:cs="ATT Aleck Sans"/>
        </w:rPr>
        <w:t xml:space="preserve"> Click Enter to highlight the answer. </w:t>
      </w:r>
    </w:p>
    <w:p w14:paraId="6FC8B90B" w14:textId="77777777" w:rsidR="00C90F69" w:rsidRPr="00C90F69" w:rsidRDefault="00C90F69" w:rsidP="00C90F69">
      <w:pPr>
        <w:ind w:firstLine="720"/>
        <w:rPr>
          <w:rFonts w:ascii="ATT Aleck Sans" w:hAnsi="ATT Aleck Sans" w:cs="ATT Aleck Sans"/>
        </w:rPr>
      </w:pPr>
      <w:r w:rsidRPr="00C90F69">
        <w:rPr>
          <w:rFonts w:ascii="ATT Aleck Sans" w:hAnsi="ATT Aleck Sans" w:cs="ATT Aleck Sans"/>
          <w:b/>
          <w:bCs/>
        </w:rPr>
        <w:t> </w:t>
      </w:r>
    </w:p>
    <w:p w14:paraId="026FCBB1" w14:textId="77777777" w:rsidR="00C90F69" w:rsidRPr="00C90F69" w:rsidRDefault="00C90F69" w:rsidP="00C90F69">
      <w:pPr>
        <w:ind w:firstLine="720"/>
        <w:rPr>
          <w:rFonts w:ascii="ATT Aleck Sans" w:hAnsi="ATT Aleck Sans" w:cs="ATT Aleck Sans"/>
        </w:rPr>
      </w:pPr>
      <w:r w:rsidRPr="00C90F69">
        <w:rPr>
          <w:rFonts w:ascii="ATT Aleck Sans" w:hAnsi="ATT Aleck Sans" w:cs="ATT Aleck Sans"/>
        </w:rPr>
        <w:t>In this example, we are using the Public Library Association website. This is a good example of a legitimate business website. ​</w:t>
      </w:r>
    </w:p>
    <w:p w14:paraId="15E5FFF9" w14:textId="77777777" w:rsidR="00E549EB" w:rsidRPr="00E549EB" w:rsidRDefault="00F62A09" w:rsidP="00F635BF">
      <w:pPr>
        <w:ind w:firstLine="720"/>
        <w:rPr>
          <w:rFonts w:ascii="ATT Aleck Sans" w:hAnsi="ATT Aleck Sans" w:cs="ATT Aleck Sans"/>
        </w:rPr>
      </w:pPr>
      <w:r w:rsidRPr="70A2823D">
        <w:rPr>
          <w:rFonts w:ascii="ATT Aleck Sans" w:hAnsi="ATT Aleck Sans" w:cs="ATT Aleck Sans"/>
        </w:rPr>
        <w:t xml:space="preserve"> </w:t>
      </w:r>
    </w:p>
    <w:p w14:paraId="3399AF8E" w14:textId="77777777" w:rsidR="00E549EB" w:rsidRPr="00E549EB" w:rsidRDefault="00E549EB" w:rsidP="00E549EB">
      <w:pPr>
        <w:ind w:firstLine="720"/>
        <w:rPr>
          <w:rFonts w:ascii="ATT Aleck Sans" w:hAnsi="ATT Aleck Sans" w:cs="ATT Aleck Sans"/>
        </w:rPr>
      </w:pPr>
      <w:r w:rsidRPr="00E549EB">
        <w:rPr>
          <w:rFonts w:ascii="ATT Aleck Sans" w:hAnsi="ATT Aleck Sans" w:cs="ATT Aleck Sans"/>
          <w:b/>
          <w:bCs/>
        </w:rPr>
        <w:t>Instructor Note: </w:t>
      </w:r>
      <w:r w:rsidRPr="00E549EB">
        <w:rPr>
          <w:rFonts w:ascii="ATT Aleck Sans" w:hAnsi="ATT Aleck Sans" w:cs="ATT Aleck Sans"/>
        </w:rPr>
        <w:t>none</w:t>
      </w:r>
    </w:p>
    <w:p w14:paraId="29F098A1" w14:textId="77777777" w:rsidR="00E549EB" w:rsidRPr="00E549EB" w:rsidRDefault="00E549EB" w:rsidP="00E549EB">
      <w:pPr>
        <w:rPr>
          <w:rFonts w:ascii="ATT Aleck Sans" w:hAnsi="ATT Aleck Sans" w:cs="ATT Aleck Sans"/>
        </w:rPr>
      </w:pPr>
      <w:r w:rsidRPr="00E549EB">
        <w:rPr>
          <w:rFonts w:ascii="ATT Aleck Sans" w:hAnsi="ATT Aleck Sans" w:cs="ATT Aleck Sans"/>
        </w:rPr>
        <w:t> </w:t>
      </w:r>
    </w:p>
    <w:p w14:paraId="0E1C1B41" w14:textId="77777777" w:rsidR="00E549EB" w:rsidRPr="00E549EB" w:rsidRDefault="00E549EB" w:rsidP="00E549EB">
      <w:pPr>
        <w:ind w:firstLine="720"/>
        <w:rPr>
          <w:rFonts w:ascii="ATT Aleck Sans" w:hAnsi="ATT Aleck Sans" w:cs="ATT Aleck Sans"/>
        </w:rPr>
      </w:pPr>
      <w:r w:rsidRPr="00E549EB">
        <w:rPr>
          <w:rFonts w:ascii="ATT Aleck Sans" w:hAnsi="ATT Aleck Sans" w:cs="ATT Aleck Sans"/>
          <w:b/>
          <w:bCs/>
        </w:rPr>
        <w:t>Additional Details:</w:t>
      </w:r>
      <w:r w:rsidRPr="00E549EB">
        <w:rPr>
          <w:rFonts w:ascii="ATT Aleck Sans" w:hAnsi="ATT Aleck Sans" w:cs="ATT Aleck Sans"/>
        </w:rPr>
        <w:t> none</w:t>
      </w:r>
    </w:p>
    <w:p w14:paraId="674E3A05" w14:textId="77777777" w:rsidR="00AE2E85" w:rsidRDefault="00AE2E85" w:rsidP="00F62A09">
      <w:pPr>
        <w:rPr>
          <w:rFonts w:ascii="ATT Aleck Sans" w:hAnsi="ATT Aleck Sans" w:cs="ATT Aleck Sans"/>
        </w:rPr>
      </w:pPr>
    </w:p>
    <w:p w14:paraId="3F14AE81" w14:textId="77777777" w:rsidR="00E549EB" w:rsidRDefault="00AE2E85" w:rsidP="004848EF">
      <w:pPr>
        <w:rPr>
          <w:rFonts w:ascii="ATT Aleck Sans" w:hAnsi="ATT Aleck Sans" w:cs="ATT Aleck Sans"/>
        </w:rPr>
      </w:pPr>
      <w:r w:rsidRPr="00AE2E85">
        <w:rPr>
          <w:rFonts w:ascii="ATT Aleck Sans" w:hAnsi="ATT Aleck Sans" w:cs="ATT Aleck Sans"/>
          <w:b/>
          <w:bCs/>
        </w:rPr>
        <w:t xml:space="preserve">Slide Number &amp; Title. </w:t>
      </w:r>
      <w:r w:rsidR="004848EF" w:rsidRPr="00E549EB">
        <w:rPr>
          <w:rFonts w:ascii="ATT Aleck Sans" w:hAnsi="ATT Aleck Sans" w:cs="ATT Aleck Sans"/>
        </w:rPr>
        <w:t xml:space="preserve">Slide </w:t>
      </w:r>
      <w:r w:rsidR="00FB1A43" w:rsidRPr="00E549EB">
        <w:rPr>
          <w:rFonts w:ascii="ATT Aleck Sans" w:hAnsi="ATT Aleck Sans" w:cs="ATT Aleck Sans"/>
        </w:rPr>
        <w:t>49</w:t>
      </w:r>
      <w:r w:rsidR="004848EF" w:rsidRPr="00E549EB">
        <w:rPr>
          <w:rFonts w:ascii="ATT Aleck Sans" w:hAnsi="ATT Aleck Sans" w:cs="ATT Aleck Sans"/>
        </w:rPr>
        <w:t>:</w:t>
      </w:r>
      <w:r w:rsidR="004848EF" w:rsidRPr="00467401">
        <w:rPr>
          <w:rFonts w:ascii="ATT Aleck Sans" w:hAnsi="ATT Aleck Sans" w:cs="ATT Aleck Sans"/>
          <w:b/>
          <w:bCs/>
        </w:rPr>
        <w:t xml:space="preserve"> </w:t>
      </w:r>
      <w:r w:rsidR="00F635BF">
        <w:rPr>
          <w:rFonts w:ascii="ATT Aleck Sans" w:hAnsi="ATT Aleck Sans" w:cs="ATT Aleck Sans"/>
        </w:rPr>
        <w:t>Can You Tell Who It’s From?</w:t>
      </w:r>
      <w:r w:rsidR="00F635BF">
        <w:rPr>
          <w:rFonts w:ascii="ATT Aleck Sans" w:hAnsi="ATT Aleck Sans" w:cs="ATT Aleck Sans"/>
        </w:rPr>
        <w:br/>
      </w:r>
    </w:p>
    <w:p w14:paraId="177758CB" w14:textId="77777777" w:rsidR="00F635BF" w:rsidRDefault="00E549EB" w:rsidP="00F635BF">
      <w:pPr>
        <w:ind w:left="720"/>
        <w:rPr>
          <w:rFonts w:ascii="ATT Aleck Sans" w:hAnsi="ATT Aleck Sans" w:cs="ATT Aleck Sans"/>
        </w:rPr>
      </w:pPr>
      <w:r w:rsidRPr="00E549EB">
        <w:rPr>
          <w:rFonts w:ascii="ATT Aleck Sans" w:hAnsi="ATT Aleck Sans" w:cs="ATT Aleck Sans"/>
          <w:b/>
          <w:bCs/>
        </w:rPr>
        <w:t>On Slide Text</w:t>
      </w:r>
      <w:r w:rsidRPr="00E549EB">
        <w:rPr>
          <w:rFonts w:ascii="ATT Aleck Sans" w:hAnsi="ATT Aleck Sans" w:cs="ATT Aleck Sans"/>
        </w:rPr>
        <w:t>: </w:t>
      </w:r>
      <w:r w:rsidR="00F635BF">
        <w:rPr>
          <w:rFonts w:ascii="ATT Aleck Sans" w:hAnsi="ATT Aleck Sans" w:cs="ATT Aleck Sans"/>
        </w:rPr>
        <w:t xml:space="preserve">Can you tell who it’s from? Should be @irs.gov </w:t>
      </w:r>
    </w:p>
    <w:p w14:paraId="589613A0" w14:textId="7001BFB3" w:rsidR="00F635BF" w:rsidRPr="00F635BF" w:rsidRDefault="00F635BF" w:rsidP="00F635BF">
      <w:pPr>
        <w:rPr>
          <w:rFonts w:ascii="ATT Aleck Sans" w:hAnsi="ATT Aleck Sans" w:cs="ATT Aleck Sans"/>
        </w:rPr>
      </w:pPr>
      <w:r w:rsidRPr="56A96901">
        <w:rPr>
          <w:rFonts w:ascii="ATT Aleck Sans" w:hAnsi="ATT Aleck Sans" w:cs="ATT Aleck Sans"/>
        </w:rPr>
        <w:t>If you can’t see the sender’s address you</w:t>
      </w:r>
      <w:r w:rsidR="0FF2CAEE" w:rsidRPr="56A96901">
        <w:rPr>
          <w:rFonts w:ascii="ATT Aleck Sans" w:hAnsi="ATT Aleck Sans" w:cs="ATT Aleck Sans"/>
        </w:rPr>
        <w:t xml:space="preserve"> can</w:t>
      </w:r>
      <w:r w:rsidRPr="56A96901">
        <w:rPr>
          <w:rFonts w:ascii="ATT Aleck Sans" w:hAnsi="ATT Aleck Sans" w:cs="ATT Aleck Sans"/>
        </w:rPr>
        <w:t xml:space="preserve"> </w:t>
      </w:r>
    </w:p>
    <w:p w14:paraId="107BBD97" w14:textId="19679EC6" w:rsidR="00F635BF" w:rsidRPr="00F635BF" w:rsidRDefault="00F635BF" w:rsidP="00F635BF">
      <w:pPr>
        <w:numPr>
          <w:ilvl w:val="0"/>
          <w:numId w:val="71"/>
        </w:numPr>
        <w:rPr>
          <w:rFonts w:ascii="ATT Aleck Sans" w:hAnsi="ATT Aleck Sans" w:cs="ATT Aleck Sans"/>
        </w:rPr>
      </w:pPr>
      <w:r w:rsidRPr="56A96901">
        <w:rPr>
          <w:rFonts w:ascii="ATT Aleck Sans" w:hAnsi="ATT Aleck Sans" w:cs="ATT Aleck Sans"/>
        </w:rPr>
        <w:t>roll over the email name</w:t>
      </w:r>
    </w:p>
    <w:p w14:paraId="762502DF" w14:textId="77777777" w:rsidR="00F635BF" w:rsidRPr="00F635BF" w:rsidRDefault="00F635BF" w:rsidP="00F635BF">
      <w:pPr>
        <w:numPr>
          <w:ilvl w:val="0"/>
          <w:numId w:val="71"/>
        </w:numPr>
        <w:rPr>
          <w:rFonts w:ascii="ATT Aleck Sans" w:hAnsi="ATT Aleck Sans" w:cs="ATT Aleck Sans"/>
        </w:rPr>
      </w:pPr>
      <w:r w:rsidRPr="00F635BF">
        <w:rPr>
          <w:rFonts w:ascii="ATT Aleck Sans" w:hAnsi="ATT Aleck Sans" w:cs="ATT Aleck Sans"/>
        </w:rPr>
        <w:t xml:space="preserve">tap on the email name on a mobile device, </w:t>
      </w:r>
    </w:p>
    <w:p w14:paraId="04EC2DFC" w14:textId="77777777" w:rsidR="00F635BF" w:rsidRPr="00F635BF" w:rsidRDefault="00F635BF" w:rsidP="00F635BF">
      <w:pPr>
        <w:rPr>
          <w:rFonts w:ascii="ATT Aleck Sans" w:hAnsi="ATT Aleck Sans" w:cs="ATT Aleck Sans"/>
        </w:rPr>
      </w:pPr>
      <w:r w:rsidRPr="00F635BF">
        <w:rPr>
          <w:rFonts w:ascii="ATT Aleck Sans" w:hAnsi="ATT Aleck Sans" w:cs="ATT Aleck Sans"/>
        </w:rPr>
        <w:t>to see the sender’s email address.</w:t>
      </w:r>
    </w:p>
    <w:p w14:paraId="73ACD185" w14:textId="77777777" w:rsidR="00E549EB" w:rsidRPr="00E549EB" w:rsidRDefault="00E549EB" w:rsidP="00F635BF">
      <w:pPr>
        <w:rPr>
          <w:rFonts w:ascii="ATT Aleck Sans" w:hAnsi="ATT Aleck Sans" w:cs="ATT Aleck Sans"/>
        </w:rPr>
      </w:pPr>
    </w:p>
    <w:p w14:paraId="47EEC544" w14:textId="77777777" w:rsidR="00E549EB" w:rsidRPr="00E549EB" w:rsidRDefault="00E549EB" w:rsidP="00E549EB">
      <w:pPr>
        <w:rPr>
          <w:rFonts w:ascii="ATT Aleck Sans" w:hAnsi="ATT Aleck Sans" w:cs="ATT Aleck Sans"/>
        </w:rPr>
      </w:pPr>
      <w:r w:rsidRPr="00E549EB">
        <w:rPr>
          <w:rFonts w:ascii="ATT Aleck Sans" w:hAnsi="ATT Aleck Sans" w:cs="ATT Aleck Sans"/>
        </w:rPr>
        <w:tab/>
      </w:r>
      <w:r w:rsidRPr="00E549EB">
        <w:rPr>
          <w:rFonts w:ascii="ATT Aleck Sans" w:hAnsi="ATT Aleck Sans" w:cs="ATT Aleck Sans"/>
          <w:b/>
          <w:bCs/>
        </w:rPr>
        <w:t>Notes Section</w:t>
      </w:r>
    </w:p>
    <w:p w14:paraId="2E129566" w14:textId="77777777" w:rsidR="00E549EB" w:rsidRPr="00E549EB" w:rsidRDefault="00E549EB" w:rsidP="00E549EB">
      <w:pPr>
        <w:rPr>
          <w:rFonts w:ascii="ATT Aleck Sans" w:hAnsi="ATT Aleck Sans" w:cs="ATT Aleck Sans"/>
          <w:b/>
          <w:bCs/>
        </w:rPr>
      </w:pPr>
    </w:p>
    <w:p w14:paraId="19FA3FC6" w14:textId="77777777" w:rsidR="00F635BF" w:rsidRPr="00F635BF" w:rsidRDefault="00E549EB" w:rsidP="00F635BF">
      <w:pPr>
        <w:ind w:firstLine="720"/>
        <w:rPr>
          <w:rFonts w:ascii="ATT Aleck Sans" w:hAnsi="ATT Aleck Sans" w:cs="ATT Aleck Sans"/>
        </w:rPr>
      </w:pPr>
      <w:r w:rsidRPr="70A2823D">
        <w:rPr>
          <w:rFonts w:ascii="ATT Aleck Sans" w:hAnsi="ATT Aleck Sans" w:cs="ATT Aleck Sans"/>
          <w:b/>
          <w:bCs/>
        </w:rPr>
        <w:t>Talking Points:</w:t>
      </w:r>
      <w:r w:rsidRPr="70A2823D">
        <w:rPr>
          <w:rFonts w:ascii="ATT Aleck Sans" w:hAnsi="ATT Aleck Sans" w:cs="ATT Aleck Sans"/>
        </w:rPr>
        <w:t> </w:t>
      </w:r>
      <w:r w:rsidR="00F635BF" w:rsidRPr="00F635BF">
        <w:rPr>
          <w:rFonts w:ascii="ATT Aleck Sans" w:hAnsi="ATT Aleck Sans" w:cs="ATT Aleck Sans"/>
        </w:rPr>
        <w:t xml:space="preserve">Can you tell who it's from? This email claims to be from the IRS. But if you look closely, you will notice the address is not from @irs.gov and was sent from someone you do not know. This is a sure sign of a phishing scam. </w:t>
      </w:r>
    </w:p>
    <w:p w14:paraId="306D60FA" w14:textId="77777777" w:rsidR="00F635BF" w:rsidRDefault="00F635BF" w:rsidP="00F635BF">
      <w:pPr>
        <w:rPr>
          <w:rFonts w:ascii="ATT Aleck Sans" w:hAnsi="ATT Aleck Sans" w:cs="ATT Aleck Sans"/>
          <w:i/>
          <w:iCs/>
        </w:rPr>
      </w:pPr>
    </w:p>
    <w:p w14:paraId="6F2E2CB0" w14:textId="77777777" w:rsidR="00F635BF" w:rsidRPr="00F635BF" w:rsidRDefault="00F635BF" w:rsidP="00F635BF">
      <w:pPr>
        <w:rPr>
          <w:rFonts w:ascii="ATT Aleck Sans" w:hAnsi="ATT Aleck Sans" w:cs="ATT Aleck Sans"/>
        </w:rPr>
      </w:pPr>
      <w:r w:rsidRPr="00F635BF">
        <w:rPr>
          <w:rFonts w:ascii="ATT Aleck Sans" w:hAnsi="ATT Aleck Sans" w:cs="ATT Aleck Sans"/>
          <w:i/>
          <w:iCs/>
        </w:rPr>
        <w:t xml:space="preserve">INSTRUCTOR NOTE: </w:t>
      </w:r>
      <w:r w:rsidRPr="00F635BF">
        <w:rPr>
          <w:rFonts w:ascii="ATT Aleck Sans" w:hAnsi="ATT Aleck Sans" w:cs="ATT Aleck Sans"/>
        </w:rPr>
        <w:t>Press ENTER to display the instructions in the orange box.</w:t>
      </w:r>
    </w:p>
    <w:p w14:paraId="59753BEB" w14:textId="77777777" w:rsidR="00F635BF" w:rsidRPr="00F635BF" w:rsidRDefault="00F635BF" w:rsidP="00F635BF">
      <w:pPr>
        <w:rPr>
          <w:rFonts w:ascii="ATT Aleck Sans" w:hAnsi="ATT Aleck Sans" w:cs="ATT Aleck Sans"/>
        </w:rPr>
      </w:pPr>
      <w:r w:rsidRPr="00F635BF">
        <w:rPr>
          <w:rFonts w:ascii="ATT Aleck Sans" w:hAnsi="ATT Aleck Sans" w:cs="ATT Aleck Sans"/>
        </w:rPr>
        <w:t xml:space="preserve">If you can’t see the actual email address from the sender, you can roll over the email </w:t>
      </w:r>
      <w:proofErr w:type="gramStart"/>
      <w:r w:rsidRPr="00F635BF">
        <w:rPr>
          <w:rFonts w:ascii="ATT Aleck Sans" w:hAnsi="ATT Aleck Sans" w:cs="ATT Aleck Sans"/>
        </w:rPr>
        <w:t>name, or</w:t>
      </w:r>
      <w:proofErr w:type="gramEnd"/>
      <w:r w:rsidRPr="00F635BF">
        <w:rPr>
          <w:rFonts w:ascii="ATT Aleck Sans" w:hAnsi="ATT Aleck Sans" w:cs="ATT Aleck Sans"/>
        </w:rPr>
        <w:t xml:space="preserve"> tap on the email name on a mobile device, to see the sender’s email address.</w:t>
      </w:r>
    </w:p>
    <w:p w14:paraId="01889A70" w14:textId="77777777" w:rsidR="00F635BF" w:rsidRDefault="00F635BF" w:rsidP="00E549EB">
      <w:pPr>
        <w:ind w:firstLine="720"/>
        <w:rPr>
          <w:rFonts w:ascii="ATT Aleck Sans" w:hAnsi="ATT Aleck Sans" w:cs="ATT Aleck Sans"/>
          <w:b/>
          <w:bCs/>
        </w:rPr>
      </w:pPr>
    </w:p>
    <w:p w14:paraId="70997C06" w14:textId="77777777" w:rsidR="00E549EB" w:rsidRPr="00E549EB" w:rsidRDefault="00E549EB" w:rsidP="00E549EB">
      <w:pPr>
        <w:ind w:firstLine="720"/>
        <w:rPr>
          <w:rFonts w:ascii="ATT Aleck Sans" w:hAnsi="ATT Aleck Sans" w:cs="ATT Aleck Sans"/>
        </w:rPr>
      </w:pPr>
      <w:r w:rsidRPr="00E549EB">
        <w:rPr>
          <w:rFonts w:ascii="ATT Aleck Sans" w:hAnsi="ATT Aleck Sans" w:cs="ATT Aleck Sans"/>
          <w:b/>
          <w:bCs/>
        </w:rPr>
        <w:t>Instructor Note: </w:t>
      </w:r>
      <w:r w:rsidRPr="00E549EB">
        <w:rPr>
          <w:rFonts w:ascii="ATT Aleck Sans" w:hAnsi="ATT Aleck Sans" w:cs="ATT Aleck Sans"/>
        </w:rPr>
        <w:t>none</w:t>
      </w:r>
    </w:p>
    <w:p w14:paraId="4B37DB01" w14:textId="77777777" w:rsidR="00E549EB" w:rsidRPr="00E549EB" w:rsidRDefault="00E549EB" w:rsidP="00E549EB">
      <w:pPr>
        <w:rPr>
          <w:rFonts w:ascii="ATT Aleck Sans" w:hAnsi="ATT Aleck Sans" w:cs="ATT Aleck Sans"/>
        </w:rPr>
      </w:pPr>
      <w:r w:rsidRPr="00E549EB">
        <w:rPr>
          <w:rFonts w:ascii="ATT Aleck Sans" w:hAnsi="ATT Aleck Sans" w:cs="ATT Aleck Sans"/>
        </w:rPr>
        <w:t> </w:t>
      </w:r>
    </w:p>
    <w:p w14:paraId="38D99F16" w14:textId="77777777" w:rsidR="00E549EB" w:rsidRPr="00E549EB" w:rsidRDefault="00E549EB" w:rsidP="00E549EB">
      <w:pPr>
        <w:ind w:firstLine="720"/>
        <w:rPr>
          <w:rFonts w:ascii="ATT Aleck Sans" w:hAnsi="ATT Aleck Sans" w:cs="ATT Aleck Sans"/>
        </w:rPr>
      </w:pPr>
      <w:r w:rsidRPr="00E549EB">
        <w:rPr>
          <w:rFonts w:ascii="ATT Aleck Sans" w:hAnsi="ATT Aleck Sans" w:cs="ATT Aleck Sans"/>
          <w:b/>
          <w:bCs/>
        </w:rPr>
        <w:t>Additional Details:</w:t>
      </w:r>
      <w:r w:rsidRPr="00E549EB">
        <w:rPr>
          <w:rFonts w:ascii="ATT Aleck Sans" w:hAnsi="ATT Aleck Sans" w:cs="ATT Aleck Sans"/>
        </w:rPr>
        <w:t> none</w:t>
      </w:r>
    </w:p>
    <w:p w14:paraId="0FB8F426" w14:textId="77777777" w:rsidR="00AE2E85" w:rsidRDefault="00AE2E85" w:rsidP="004848EF">
      <w:pPr>
        <w:rPr>
          <w:rFonts w:ascii="ATT Aleck Sans" w:hAnsi="ATT Aleck Sans" w:cs="ATT Aleck Sans"/>
        </w:rPr>
      </w:pPr>
    </w:p>
    <w:p w14:paraId="457B1186" w14:textId="77777777" w:rsidR="00E549EB" w:rsidRDefault="00AE2E85" w:rsidP="004848EF">
      <w:pPr>
        <w:rPr>
          <w:rFonts w:ascii="ATT Aleck Sans" w:hAnsi="ATT Aleck Sans" w:cs="ATT Aleck Sans"/>
        </w:rPr>
      </w:pPr>
      <w:r w:rsidRPr="00AE2E85">
        <w:rPr>
          <w:rFonts w:ascii="ATT Aleck Sans" w:hAnsi="ATT Aleck Sans" w:cs="ATT Aleck Sans"/>
          <w:b/>
          <w:bCs/>
        </w:rPr>
        <w:t xml:space="preserve">Slide Number &amp; Title. </w:t>
      </w:r>
      <w:r w:rsidR="004848EF" w:rsidRPr="00E549EB">
        <w:rPr>
          <w:rFonts w:ascii="ATT Aleck Sans" w:hAnsi="ATT Aleck Sans" w:cs="ATT Aleck Sans"/>
        </w:rPr>
        <w:t>Slide 5</w:t>
      </w:r>
      <w:r w:rsidR="00FB1A43" w:rsidRPr="00E549EB">
        <w:rPr>
          <w:rFonts w:ascii="ATT Aleck Sans" w:hAnsi="ATT Aleck Sans" w:cs="ATT Aleck Sans"/>
        </w:rPr>
        <w:t>0</w:t>
      </w:r>
      <w:r w:rsidR="004848EF" w:rsidRPr="00E549EB">
        <w:rPr>
          <w:rFonts w:ascii="ATT Aleck Sans" w:hAnsi="ATT Aleck Sans" w:cs="ATT Aleck Sans"/>
        </w:rPr>
        <w:t>:</w:t>
      </w:r>
      <w:r w:rsidR="004848EF" w:rsidRPr="00467401">
        <w:rPr>
          <w:rFonts w:ascii="ATT Aleck Sans" w:hAnsi="ATT Aleck Sans" w:cs="ATT Aleck Sans"/>
          <w:b/>
          <w:bCs/>
        </w:rPr>
        <w:t xml:space="preserve"> </w:t>
      </w:r>
      <w:r w:rsidR="00F635BF">
        <w:rPr>
          <w:rFonts w:ascii="ATT Aleck Sans" w:hAnsi="ATT Aleck Sans" w:cs="ATT Aleck Sans"/>
        </w:rPr>
        <w:t>Is the Organization Legitimate?</w:t>
      </w:r>
    </w:p>
    <w:p w14:paraId="1D5C129B" w14:textId="77777777" w:rsidR="00AE4D18" w:rsidRPr="00AE4D18" w:rsidRDefault="00F635BF" w:rsidP="00F635BF">
      <w:pPr>
        <w:ind w:left="720"/>
        <w:rPr>
          <w:rFonts w:ascii="ATT Aleck Sans" w:hAnsi="ATT Aleck Sans" w:cs="ATT Aleck Sans"/>
        </w:rPr>
      </w:pPr>
      <w:r>
        <w:rPr>
          <w:rFonts w:ascii="ATT Aleck Sans" w:hAnsi="ATT Aleck Sans" w:cs="ATT Aleck Sans"/>
        </w:rPr>
        <w:br/>
      </w:r>
      <w:r w:rsidR="00F62A09" w:rsidRPr="00F62A09">
        <w:rPr>
          <w:rFonts w:ascii="ATT Aleck Sans" w:hAnsi="ATT Aleck Sans" w:cs="ATT Aleck Sans"/>
          <w:b/>
          <w:bCs/>
        </w:rPr>
        <w:t>On Slide Text:</w:t>
      </w:r>
      <w:r w:rsidR="002178FA" w:rsidRPr="00F62A09">
        <w:rPr>
          <w:rFonts w:ascii="ATT Aleck Sans" w:hAnsi="ATT Aleck Sans" w:cs="ATT Aleck Sans"/>
        </w:rPr>
        <w:t xml:space="preserve"> </w:t>
      </w:r>
      <w:r>
        <w:rPr>
          <w:rFonts w:ascii="ATT Aleck Sans" w:hAnsi="ATT Aleck Sans" w:cs="ATT Aleck Sans"/>
        </w:rPr>
        <w:t>Is the organization legitimate?</w:t>
      </w:r>
    </w:p>
    <w:p w14:paraId="70427E60" w14:textId="77777777" w:rsidR="00F62A09" w:rsidRPr="00F62A09" w:rsidRDefault="00F62A09" w:rsidP="00F62A09">
      <w:pPr>
        <w:rPr>
          <w:rFonts w:ascii="ATT Aleck Sans" w:hAnsi="ATT Aleck Sans" w:cs="ATT Aleck Sans"/>
        </w:rPr>
      </w:pPr>
    </w:p>
    <w:p w14:paraId="41F72050" w14:textId="77777777" w:rsidR="00F62A09" w:rsidRPr="00F62A09" w:rsidRDefault="00F62A09" w:rsidP="00F62A09">
      <w:pPr>
        <w:rPr>
          <w:rFonts w:ascii="ATT Aleck Sans" w:hAnsi="ATT Aleck Sans" w:cs="ATT Aleck Sans"/>
        </w:rPr>
      </w:pPr>
      <w:r w:rsidRPr="00F62A09">
        <w:rPr>
          <w:rFonts w:ascii="ATT Aleck Sans" w:hAnsi="ATT Aleck Sans" w:cs="ATT Aleck Sans"/>
        </w:rPr>
        <w:tab/>
      </w:r>
      <w:r w:rsidRPr="00F62A09">
        <w:rPr>
          <w:rFonts w:ascii="ATT Aleck Sans" w:hAnsi="ATT Aleck Sans" w:cs="ATT Aleck Sans"/>
          <w:b/>
          <w:bCs/>
        </w:rPr>
        <w:t>Notes Section</w:t>
      </w:r>
    </w:p>
    <w:p w14:paraId="409F6512" w14:textId="77777777" w:rsidR="00F62A09" w:rsidRPr="00F62A09" w:rsidRDefault="00F62A09" w:rsidP="00F62A09">
      <w:pPr>
        <w:rPr>
          <w:rFonts w:ascii="ATT Aleck Sans" w:hAnsi="ATT Aleck Sans" w:cs="ATT Aleck Sans"/>
          <w:b/>
          <w:bCs/>
        </w:rPr>
      </w:pPr>
    </w:p>
    <w:p w14:paraId="3DF52C5F" w14:textId="77777777" w:rsidR="00F635BF" w:rsidRPr="00F635BF" w:rsidRDefault="00F62A09" w:rsidP="00F635BF">
      <w:pPr>
        <w:ind w:firstLine="720"/>
        <w:rPr>
          <w:rFonts w:ascii="ATT Aleck Sans" w:hAnsi="ATT Aleck Sans" w:cs="ATT Aleck Sans"/>
        </w:rPr>
      </w:pPr>
      <w:r w:rsidRPr="00F62A09">
        <w:rPr>
          <w:rFonts w:ascii="ATT Aleck Sans" w:hAnsi="ATT Aleck Sans" w:cs="ATT Aleck Sans"/>
          <w:b/>
          <w:bCs/>
        </w:rPr>
        <w:t>Talking Points:</w:t>
      </w:r>
      <w:r w:rsidRPr="00F62A09">
        <w:rPr>
          <w:rFonts w:ascii="ATT Aleck Sans" w:hAnsi="ATT Aleck Sans" w:cs="ATT Aleck Sans"/>
        </w:rPr>
        <w:t> </w:t>
      </w:r>
      <w:r w:rsidR="00F635BF" w:rsidRPr="00F635BF">
        <w:rPr>
          <w:rFonts w:ascii="ATT Aleck Sans" w:hAnsi="ATT Aleck Sans" w:cs="ATT Aleck Sans"/>
        </w:rPr>
        <w:t>Is the organization legitimate? Use caution when you're contacted by a charity on the phone, text, email or online. To learn more about a charity asking for money</w:t>
      </w:r>
      <w:r w:rsidR="00F635BF">
        <w:rPr>
          <w:rFonts w:ascii="ATT Aleck Sans" w:hAnsi="ATT Aleck Sans" w:cs="ATT Aleck Sans"/>
        </w:rPr>
        <w:t>,</w:t>
      </w:r>
      <w:r w:rsidR="00F635BF" w:rsidRPr="00F635BF">
        <w:rPr>
          <w:rFonts w:ascii="ATT Aleck Sans" w:hAnsi="ATT Aleck Sans" w:cs="ATT Aleck Sans"/>
        </w:rPr>
        <w:t xml:space="preserve"> check the BBB Wise Giving Alliance website to see reports and ratings about how charitable organizations spend donations.</w:t>
      </w:r>
    </w:p>
    <w:p w14:paraId="01B40145" w14:textId="77777777" w:rsidR="00F62A09" w:rsidRPr="00F62A09" w:rsidRDefault="00F62A09" w:rsidP="00F635BF">
      <w:pPr>
        <w:ind w:firstLine="720"/>
        <w:rPr>
          <w:rFonts w:ascii="ATT Aleck Sans" w:hAnsi="ATT Aleck Sans" w:cs="ATT Aleck Sans"/>
        </w:rPr>
      </w:pPr>
    </w:p>
    <w:p w14:paraId="71A175DA" w14:textId="77777777" w:rsidR="00F62A09" w:rsidRPr="00F62A09" w:rsidRDefault="00F62A09" w:rsidP="00F62A09">
      <w:pPr>
        <w:ind w:firstLine="720"/>
        <w:rPr>
          <w:rFonts w:ascii="ATT Aleck Sans" w:hAnsi="ATT Aleck Sans" w:cs="ATT Aleck Sans"/>
        </w:rPr>
      </w:pPr>
      <w:r w:rsidRPr="00F62A09">
        <w:rPr>
          <w:rFonts w:ascii="ATT Aleck Sans" w:hAnsi="ATT Aleck Sans" w:cs="ATT Aleck Sans"/>
          <w:b/>
          <w:bCs/>
        </w:rPr>
        <w:t>Instructor Note: </w:t>
      </w:r>
      <w:r w:rsidRPr="00F62A09">
        <w:rPr>
          <w:rFonts w:ascii="ATT Aleck Sans" w:hAnsi="ATT Aleck Sans" w:cs="ATT Aleck Sans"/>
        </w:rPr>
        <w:t>none</w:t>
      </w:r>
    </w:p>
    <w:p w14:paraId="5A331878" w14:textId="77777777" w:rsidR="00F62A09" w:rsidRPr="00F62A09" w:rsidRDefault="00F62A09" w:rsidP="00F62A09">
      <w:pPr>
        <w:rPr>
          <w:rFonts w:ascii="ATT Aleck Sans" w:hAnsi="ATT Aleck Sans" w:cs="ATT Aleck Sans"/>
        </w:rPr>
      </w:pPr>
      <w:r w:rsidRPr="00F62A09">
        <w:rPr>
          <w:rFonts w:ascii="ATT Aleck Sans" w:hAnsi="ATT Aleck Sans" w:cs="ATT Aleck Sans"/>
        </w:rPr>
        <w:t> </w:t>
      </w:r>
    </w:p>
    <w:p w14:paraId="753E9021" w14:textId="77777777" w:rsidR="00F62A09" w:rsidRPr="00F62A09" w:rsidRDefault="00F62A09" w:rsidP="00F62A09">
      <w:pPr>
        <w:ind w:firstLine="720"/>
        <w:rPr>
          <w:rFonts w:ascii="ATT Aleck Sans" w:hAnsi="ATT Aleck Sans" w:cs="ATT Aleck Sans"/>
        </w:rPr>
      </w:pPr>
      <w:r w:rsidRPr="00F62A09">
        <w:rPr>
          <w:rFonts w:ascii="ATT Aleck Sans" w:hAnsi="ATT Aleck Sans" w:cs="ATT Aleck Sans"/>
          <w:b/>
          <w:bCs/>
        </w:rPr>
        <w:t>Additional Details:</w:t>
      </w:r>
      <w:r w:rsidRPr="00F62A09">
        <w:rPr>
          <w:rFonts w:ascii="ATT Aleck Sans" w:hAnsi="ATT Aleck Sans" w:cs="ATT Aleck Sans"/>
        </w:rPr>
        <w:t> none</w:t>
      </w:r>
    </w:p>
    <w:p w14:paraId="7C2C2856" w14:textId="77777777" w:rsidR="00AE2E85" w:rsidRDefault="00AE2E85" w:rsidP="004848EF">
      <w:pPr>
        <w:rPr>
          <w:rFonts w:ascii="ATT Aleck Sans" w:hAnsi="ATT Aleck Sans" w:cs="ATT Aleck Sans"/>
          <w:b/>
          <w:bCs/>
        </w:rPr>
      </w:pPr>
    </w:p>
    <w:p w14:paraId="45147017" w14:textId="77777777" w:rsidR="00F62A09" w:rsidRDefault="00AE2E85" w:rsidP="00F62A09">
      <w:pPr>
        <w:rPr>
          <w:rFonts w:ascii="ATT Aleck Sans" w:hAnsi="ATT Aleck Sans" w:cs="ATT Aleck Sans"/>
        </w:rPr>
      </w:pPr>
      <w:r w:rsidRPr="00AE2E85">
        <w:rPr>
          <w:rFonts w:ascii="ATT Aleck Sans" w:hAnsi="ATT Aleck Sans" w:cs="ATT Aleck Sans"/>
          <w:b/>
          <w:bCs/>
        </w:rPr>
        <w:t xml:space="preserve">Slide Number &amp; Title. </w:t>
      </w:r>
      <w:r w:rsidR="004848EF" w:rsidRPr="00E549EB">
        <w:rPr>
          <w:rFonts w:ascii="ATT Aleck Sans" w:hAnsi="ATT Aleck Sans" w:cs="ATT Aleck Sans"/>
        </w:rPr>
        <w:t>Slide 5</w:t>
      </w:r>
      <w:r w:rsidR="00FB1A43" w:rsidRPr="00E549EB">
        <w:rPr>
          <w:rFonts w:ascii="ATT Aleck Sans" w:hAnsi="ATT Aleck Sans" w:cs="ATT Aleck Sans"/>
        </w:rPr>
        <w:t>1</w:t>
      </w:r>
      <w:r w:rsidR="00F635BF">
        <w:rPr>
          <w:rFonts w:ascii="ATT Aleck Sans" w:hAnsi="ATT Aleck Sans" w:cs="ATT Aleck Sans"/>
        </w:rPr>
        <w:t>: Does the Email Look Professional?</w:t>
      </w:r>
    </w:p>
    <w:p w14:paraId="3C1CFE25" w14:textId="77777777" w:rsidR="00780491" w:rsidRDefault="00780491" w:rsidP="00F62A09">
      <w:pPr>
        <w:rPr>
          <w:rFonts w:ascii="ATT Aleck Sans" w:hAnsi="ATT Aleck Sans" w:cs="ATT Aleck Sans"/>
          <w:b/>
          <w:bCs/>
        </w:rPr>
      </w:pPr>
    </w:p>
    <w:p w14:paraId="3F4E9879" w14:textId="77777777" w:rsidR="00780491" w:rsidRPr="00780491" w:rsidRDefault="00F62A09" w:rsidP="00780491">
      <w:pPr>
        <w:rPr>
          <w:rFonts w:ascii="ATT Aleck Sans" w:hAnsi="ATT Aleck Sans" w:cs="ATT Aleck Sans"/>
        </w:rPr>
      </w:pPr>
      <w:r w:rsidRPr="00F62A09">
        <w:rPr>
          <w:rFonts w:ascii="ATT Aleck Sans" w:hAnsi="ATT Aleck Sans" w:cs="ATT Aleck Sans"/>
        </w:rPr>
        <w:tab/>
      </w:r>
      <w:r w:rsidRPr="00F62A09">
        <w:rPr>
          <w:rFonts w:ascii="ATT Aleck Sans" w:hAnsi="ATT Aleck Sans" w:cs="ATT Aleck Sans"/>
          <w:b/>
          <w:bCs/>
        </w:rPr>
        <w:t>On Slide Text:</w:t>
      </w:r>
      <w:r w:rsidRPr="00F62A09">
        <w:rPr>
          <w:rFonts w:ascii="ATT Aleck Sans" w:hAnsi="ATT Aleck Sans" w:cs="ATT Aleck Sans"/>
        </w:rPr>
        <w:t> </w:t>
      </w:r>
      <w:r w:rsidR="00F635BF">
        <w:rPr>
          <w:rFonts w:ascii="ATT Aleck Sans" w:hAnsi="ATT Aleck Sans" w:cs="ATT Aleck Sans"/>
        </w:rPr>
        <w:t>Does the email look professional?</w:t>
      </w:r>
    </w:p>
    <w:p w14:paraId="453C3B4A" w14:textId="77777777" w:rsidR="00F62A09" w:rsidRPr="00F62A09" w:rsidRDefault="00F62A09" w:rsidP="00F62A09">
      <w:pPr>
        <w:rPr>
          <w:rFonts w:ascii="ATT Aleck Sans" w:hAnsi="ATT Aleck Sans" w:cs="ATT Aleck Sans"/>
        </w:rPr>
      </w:pPr>
    </w:p>
    <w:p w14:paraId="32BB5DDA" w14:textId="77777777" w:rsidR="00F62A09" w:rsidRPr="00F62A09" w:rsidRDefault="00F62A09" w:rsidP="00F62A09">
      <w:pPr>
        <w:rPr>
          <w:rFonts w:ascii="ATT Aleck Sans" w:hAnsi="ATT Aleck Sans" w:cs="ATT Aleck Sans"/>
        </w:rPr>
      </w:pPr>
      <w:r w:rsidRPr="00F62A09">
        <w:rPr>
          <w:rFonts w:ascii="ATT Aleck Sans" w:hAnsi="ATT Aleck Sans" w:cs="ATT Aleck Sans"/>
        </w:rPr>
        <w:tab/>
      </w:r>
      <w:r w:rsidRPr="00F62A09">
        <w:rPr>
          <w:rFonts w:ascii="ATT Aleck Sans" w:hAnsi="ATT Aleck Sans" w:cs="ATT Aleck Sans"/>
          <w:b/>
          <w:bCs/>
        </w:rPr>
        <w:t>Notes Section</w:t>
      </w:r>
    </w:p>
    <w:p w14:paraId="590C311C" w14:textId="77777777" w:rsidR="00F62A09" w:rsidRPr="00F62A09" w:rsidRDefault="00F62A09" w:rsidP="00F62A09">
      <w:pPr>
        <w:ind w:firstLine="720"/>
        <w:rPr>
          <w:rFonts w:ascii="ATT Aleck Sans" w:hAnsi="ATT Aleck Sans" w:cs="ATT Aleck Sans"/>
          <w:b/>
          <w:bCs/>
        </w:rPr>
      </w:pPr>
    </w:p>
    <w:p w14:paraId="43C4F2DC" w14:textId="77777777" w:rsidR="00F635BF" w:rsidRPr="00F635BF" w:rsidRDefault="00F62A09" w:rsidP="00F635BF">
      <w:pPr>
        <w:ind w:firstLine="720"/>
        <w:rPr>
          <w:rFonts w:ascii="ATT Aleck Sans" w:hAnsi="ATT Aleck Sans" w:cs="ATT Aleck Sans"/>
        </w:rPr>
      </w:pPr>
      <w:r w:rsidRPr="00F62A09">
        <w:rPr>
          <w:rFonts w:ascii="ATT Aleck Sans" w:hAnsi="ATT Aleck Sans" w:cs="ATT Aleck Sans"/>
          <w:b/>
          <w:bCs/>
        </w:rPr>
        <w:t>Talking Points:</w:t>
      </w:r>
      <w:r w:rsidRPr="00F62A09">
        <w:rPr>
          <w:rFonts w:ascii="ATT Aleck Sans" w:hAnsi="ATT Aleck Sans" w:cs="ATT Aleck Sans"/>
        </w:rPr>
        <w:t> </w:t>
      </w:r>
      <w:r w:rsidR="00F635BF" w:rsidRPr="00F635BF">
        <w:rPr>
          <w:rFonts w:ascii="ATT Aleck Sans" w:hAnsi="ATT Aleck Sans" w:cs="ATT Aleck Sans"/>
        </w:rPr>
        <w:t>Is the message professional? Does the email look professional or are there a lot of mistakes? Let’s see if we can find the mistakes.</w:t>
      </w:r>
    </w:p>
    <w:p w14:paraId="75A5CD24" w14:textId="77777777" w:rsidR="00F635BF" w:rsidRDefault="00F635BF" w:rsidP="00F635BF">
      <w:pPr>
        <w:rPr>
          <w:rFonts w:ascii="ATT Aleck Sans" w:hAnsi="ATT Aleck Sans" w:cs="ATT Aleck Sans"/>
          <w:i/>
          <w:iCs/>
        </w:rPr>
      </w:pPr>
    </w:p>
    <w:p w14:paraId="74BBDB81" w14:textId="77777777" w:rsidR="00F635BF" w:rsidRPr="00F635BF" w:rsidRDefault="00F635BF" w:rsidP="00F635BF">
      <w:pPr>
        <w:rPr>
          <w:rFonts w:ascii="ATT Aleck Sans" w:hAnsi="ATT Aleck Sans" w:cs="ATT Aleck Sans"/>
        </w:rPr>
      </w:pPr>
      <w:r w:rsidRPr="00F635BF">
        <w:rPr>
          <w:rFonts w:ascii="ATT Aleck Sans" w:hAnsi="ATT Aleck Sans" w:cs="ATT Aleck Sans"/>
          <w:i/>
          <w:iCs/>
        </w:rPr>
        <w:t xml:space="preserve">INSTRUCTOR NOTE: </w:t>
      </w:r>
      <w:r w:rsidRPr="00F635BF">
        <w:rPr>
          <w:rFonts w:ascii="ATT Aleck Sans" w:hAnsi="ATT Aleck Sans" w:cs="ATT Aleck Sans"/>
        </w:rPr>
        <w:t>Encourage the participants to identify the errors.</w:t>
      </w:r>
    </w:p>
    <w:p w14:paraId="65E0E69C" w14:textId="77777777" w:rsidR="00F635BF" w:rsidRDefault="00F635BF" w:rsidP="00F635BF">
      <w:pPr>
        <w:rPr>
          <w:rFonts w:ascii="ATT Aleck Sans" w:hAnsi="ATT Aleck Sans" w:cs="ATT Aleck Sans"/>
          <w:i/>
          <w:iCs/>
        </w:rPr>
      </w:pPr>
    </w:p>
    <w:p w14:paraId="7FFBED86" w14:textId="77777777" w:rsidR="00F635BF" w:rsidRPr="00F635BF" w:rsidRDefault="00F635BF" w:rsidP="00F635BF">
      <w:pPr>
        <w:rPr>
          <w:rFonts w:ascii="ATT Aleck Sans" w:hAnsi="ATT Aleck Sans" w:cs="ATT Aleck Sans"/>
        </w:rPr>
      </w:pPr>
      <w:r w:rsidRPr="00F635BF">
        <w:rPr>
          <w:rFonts w:ascii="ATT Aleck Sans" w:hAnsi="ATT Aleck Sans" w:cs="ATT Aleck Sans"/>
          <w:i/>
          <w:iCs/>
        </w:rPr>
        <w:t xml:space="preserve">INSTRUCTOR NOTE: </w:t>
      </w:r>
      <w:r w:rsidRPr="00F635BF">
        <w:rPr>
          <w:rFonts w:ascii="ATT Aleck Sans" w:hAnsi="ATT Aleck Sans" w:cs="ATT Aleck Sans"/>
        </w:rPr>
        <w:t xml:space="preserve">Click enter to highlight the errors. </w:t>
      </w:r>
    </w:p>
    <w:p w14:paraId="7ED41B5F" w14:textId="77777777" w:rsidR="00F635BF" w:rsidRPr="00F635BF" w:rsidRDefault="00F635BF" w:rsidP="00F635BF">
      <w:pPr>
        <w:numPr>
          <w:ilvl w:val="0"/>
          <w:numId w:val="72"/>
        </w:numPr>
        <w:rPr>
          <w:rFonts w:ascii="ATT Aleck Sans" w:hAnsi="ATT Aleck Sans" w:cs="ATT Aleck Sans"/>
        </w:rPr>
      </w:pPr>
      <w:r w:rsidRPr="00F635BF">
        <w:rPr>
          <w:rFonts w:ascii="ATT Aleck Sans" w:hAnsi="ATT Aleck Sans" w:cs="ATT Aleck Sans"/>
        </w:rPr>
        <w:t>Albert</w:t>
      </w:r>
      <w:r>
        <w:rPr>
          <w:rFonts w:ascii="ATT Aleck Sans" w:hAnsi="ATT Aleck Sans" w:cs="ATT Aleck Sans"/>
        </w:rPr>
        <w:t>’</w:t>
      </w:r>
      <w:r w:rsidRPr="00F635BF">
        <w:rPr>
          <w:rFonts w:ascii="ATT Aleck Sans" w:hAnsi="ATT Aleck Sans" w:cs="ATT Aleck Sans"/>
        </w:rPr>
        <w:t>s name is misspelled.</w:t>
      </w:r>
    </w:p>
    <w:p w14:paraId="2A2B08B8" w14:textId="77777777" w:rsidR="00F635BF" w:rsidRPr="00F635BF" w:rsidRDefault="00F635BF" w:rsidP="00F635BF">
      <w:pPr>
        <w:numPr>
          <w:ilvl w:val="0"/>
          <w:numId w:val="72"/>
        </w:numPr>
        <w:rPr>
          <w:rFonts w:ascii="ATT Aleck Sans" w:hAnsi="ATT Aleck Sans" w:cs="ATT Aleck Sans"/>
        </w:rPr>
      </w:pPr>
      <w:r w:rsidRPr="00F635BF">
        <w:rPr>
          <w:rFonts w:ascii="ATT Aleck Sans" w:hAnsi="ATT Aleck Sans" w:cs="ATT Aleck Sans"/>
        </w:rPr>
        <w:t>Instead of addressing the recipient by name they use Adorable Member. A company would not address someone that way.</w:t>
      </w:r>
    </w:p>
    <w:p w14:paraId="4FFA4266" w14:textId="77777777" w:rsidR="00F635BF" w:rsidRPr="00F635BF" w:rsidRDefault="00F635BF" w:rsidP="00F635BF">
      <w:pPr>
        <w:numPr>
          <w:ilvl w:val="0"/>
          <w:numId w:val="72"/>
        </w:numPr>
        <w:rPr>
          <w:rFonts w:ascii="ATT Aleck Sans" w:hAnsi="ATT Aleck Sans" w:cs="ATT Aleck Sans"/>
        </w:rPr>
      </w:pPr>
      <w:r w:rsidRPr="00F635BF">
        <w:rPr>
          <w:rFonts w:ascii="ATT Aleck Sans" w:hAnsi="ATT Aleck Sans" w:cs="ATT Aleck Sans"/>
        </w:rPr>
        <w:t xml:space="preserve">The word account is misspelled in different ways throughout the document. </w:t>
      </w:r>
    </w:p>
    <w:p w14:paraId="4ED22ECD" w14:textId="77777777" w:rsidR="00F635BF" w:rsidRPr="00F635BF" w:rsidRDefault="00F635BF" w:rsidP="00F635BF">
      <w:pPr>
        <w:numPr>
          <w:ilvl w:val="0"/>
          <w:numId w:val="72"/>
        </w:numPr>
        <w:rPr>
          <w:rFonts w:ascii="ATT Aleck Sans" w:hAnsi="ATT Aleck Sans" w:cs="ATT Aleck Sans"/>
        </w:rPr>
      </w:pPr>
      <w:r w:rsidRPr="00F635BF">
        <w:rPr>
          <w:rFonts w:ascii="ATT Aleck Sans" w:hAnsi="ATT Aleck Sans" w:cs="ATT Aleck Sans"/>
        </w:rPr>
        <w:t>The word</w:t>
      </w:r>
      <w:r>
        <w:rPr>
          <w:rFonts w:ascii="ATT Aleck Sans" w:hAnsi="ATT Aleck Sans" w:cs="ATT Aleck Sans"/>
        </w:rPr>
        <w:t>s</w:t>
      </w:r>
      <w:r w:rsidRPr="00F635BF">
        <w:rPr>
          <w:rFonts w:ascii="ATT Aleck Sans" w:hAnsi="ATT Aleck Sans" w:cs="ATT Aleck Sans"/>
        </w:rPr>
        <w:t xml:space="preserve"> renewal and hear are also misspelled.</w:t>
      </w:r>
    </w:p>
    <w:p w14:paraId="705A4FF4" w14:textId="77777777" w:rsidR="00F635BF" w:rsidRDefault="00F635BF" w:rsidP="00F635BF">
      <w:pPr>
        <w:numPr>
          <w:ilvl w:val="0"/>
          <w:numId w:val="72"/>
        </w:numPr>
        <w:rPr>
          <w:rFonts w:ascii="ATT Aleck Sans" w:hAnsi="ATT Aleck Sans" w:cs="ATT Aleck Sans"/>
        </w:rPr>
      </w:pPr>
      <w:r w:rsidRPr="00F635BF">
        <w:rPr>
          <w:rFonts w:ascii="ATT Aleck Sans" w:hAnsi="ATT Aleck Sans" w:cs="ATT Aleck Sans"/>
        </w:rPr>
        <w:t xml:space="preserve">The word proceeded should be processed. </w:t>
      </w:r>
    </w:p>
    <w:p w14:paraId="53BA298B" w14:textId="77777777" w:rsidR="00F635BF" w:rsidRPr="00F635BF" w:rsidRDefault="00F635BF" w:rsidP="00F635BF">
      <w:pPr>
        <w:rPr>
          <w:rFonts w:ascii="ATT Aleck Sans" w:hAnsi="ATT Aleck Sans" w:cs="ATT Aleck Sans"/>
        </w:rPr>
      </w:pPr>
      <w:r w:rsidRPr="00F635BF">
        <w:rPr>
          <w:rFonts w:ascii="ATT Aleck Sans" w:hAnsi="ATT Aleck Sans" w:cs="ATT Aleck Sans"/>
        </w:rPr>
        <w:t xml:space="preserve">If the email is from a legitimate business, it wouldn’t include those mistakes.  </w:t>
      </w:r>
    </w:p>
    <w:p w14:paraId="27D89489" w14:textId="77777777" w:rsidR="00F62A09" w:rsidRPr="00F62A09" w:rsidRDefault="00F62A09" w:rsidP="00F635BF">
      <w:pPr>
        <w:rPr>
          <w:rFonts w:ascii="ATT Aleck Sans" w:hAnsi="ATT Aleck Sans" w:cs="ATT Aleck Sans"/>
        </w:rPr>
      </w:pPr>
    </w:p>
    <w:p w14:paraId="3AC719D8" w14:textId="77777777" w:rsidR="00F62A09" w:rsidRPr="00F62A09" w:rsidRDefault="00F62A09" w:rsidP="00F62A09">
      <w:pPr>
        <w:ind w:firstLine="720"/>
        <w:rPr>
          <w:rFonts w:ascii="ATT Aleck Sans" w:hAnsi="ATT Aleck Sans" w:cs="ATT Aleck Sans"/>
        </w:rPr>
      </w:pPr>
      <w:r w:rsidRPr="00F62A09">
        <w:rPr>
          <w:rFonts w:ascii="ATT Aleck Sans" w:hAnsi="ATT Aleck Sans" w:cs="ATT Aleck Sans"/>
          <w:b/>
          <w:bCs/>
        </w:rPr>
        <w:t>Instructor Note: </w:t>
      </w:r>
      <w:r w:rsidR="00780491">
        <w:rPr>
          <w:rFonts w:ascii="ATT Aleck Sans" w:hAnsi="ATT Aleck Sans" w:cs="ATT Aleck Sans"/>
        </w:rPr>
        <w:t>none</w:t>
      </w:r>
    </w:p>
    <w:p w14:paraId="033757A7" w14:textId="77777777" w:rsidR="00F62A09" w:rsidRPr="00F62A09" w:rsidRDefault="00F62A09" w:rsidP="00F62A09">
      <w:pPr>
        <w:ind w:firstLine="720"/>
        <w:rPr>
          <w:rFonts w:ascii="ATT Aleck Sans" w:hAnsi="ATT Aleck Sans" w:cs="ATT Aleck Sans"/>
        </w:rPr>
      </w:pPr>
      <w:r w:rsidRPr="00F62A09">
        <w:rPr>
          <w:rFonts w:ascii="ATT Aleck Sans" w:hAnsi="ATT Aleck Sans" w:cs="ATT Aleck Sans"/>
        </w:rPr>
        <w:t> </w:t>
      </w:r>
    </w:p>
    <w:p w14:paraId="7D2A4F85" w14:textId="77777777" w:rsidR="004848EF" w:rsidRPr="004848EF" w:rsidRDefault="00F62A09" w:rsidP="00F62A09">
      <w:pPr>
        <w:ind w:firstLine="720"/>
        <w:rPr>
          <w:rFonts w:ascii="ATT Aleck Sans" w:hAnsi="ATT Aleck Sans" w:cs="ATT Aleck Sans"/>
        </w:rPr>
      </w:pPr>
      <w:r w:rsidRPr="00F62A09">
        <w:rPr>
          <w:rFonts w:ascii="ATT Aleck Sans" w:hAnsi="ATT Aleck Sans" w:cs="ATT Aleck Sans"/>
          <w:b/>
          <w:bCs/>
        </w:rPr>
        <w:t>Additional Details:</w:t>
      </w:r>
      <w:r w:rsidRPr="00F62A09">
        <w:rPr>
          <w:rFonts w:ascii="ATT Aleck Sans" w:hAnsi="ATT Aleck Sans" w:cs="ATT Aleck Sans"/>
        </w:rPr>
        <w:t> none</w:t>
      </w:r>
    </w:p>
    <w:p w14:paraId="5B39A7D0" w14:textId="77777777" w:rsidR="00AE2E85" w:rsidRDefault="00AE2E85" w:rsidP="004848EF">
      <w:pPr>
        <w:rPr>
          <w:rFonts w:ascii="ATT Aleck Sans" w:hAnsi="ATT Aleck Sans" w:cs="ATT Aleck Sans"/>
        </w:rPr>
      </w:pPr>
    </w:p>
    <w:p w14:paraId="4DE7C921" w14:textId="77777777" w:rsidR="00E549EB" w:rsidRPr="00AE2E85" w:rsidRDefault="00AE2E85" w:rsidP="004848EF">
      <w:pPr>
        <w:rPr>
          <w:rFonts w:ascii="ATT Aleck Sans" w:hAnsi="ATT Aleck Sans" w:cs="ATT Aleck Sans"/>
        </w:rPr>
      </w:pPr>
      <w:r w:rsidRPr="00AE2E85">
        <w:rPr>
          <w:rFonts w:ascii="ATT Aleck Sans" w:hAnsi="ATT Aleck Sans" w:cs="ATT Aleck Sans"/>
          <w:b/>
          <w:bCs/>
        </w:rPr>
        <w:t xml:space="preserve">Slide Number &amp; Title. </w:t>
      </w:r>
      <w:r w:rsidRPr="00AE2E85">
        <w:rPr>
          <w:rFonts w:ascii="ATT Aleck Sans" w:hAnsi="ATT Aleck Sans" w:cs="ATT Aleck Sans"/>
        </w:rPr>
        <w:t xml:space="preserve">Slide </w:t>
      </w:r>
      <w:r>
        <w:rPr>
          <w:rFonts w:ascii="ATT Aleck Sans" w:hAnsi="ATT Aleck Sans" w:cs="ATT Aleck Sans"/>
        </w:rPr>
        <w:t xml:space="preserve">52: </w:t>
      </w:r>
      <w:r w:rsidR="00F635BF">
        <w:rPr>
          <w:rFonts w:ascii="ATT Aleck Sans" w:hAnsi="ATT Aleck Sans" w:cs="ATT Aleck Sans"/>
        </w:rPr>
        <w:t>Do They Claim They Can Fix Your Device?</w:t>
      </w:r>
    </w:p>
    <w:p w14:paraId="501BC669" w14:textId="77777777" w:rsidR="00F62A09" w:rsidRDefault="00F62A09" w:rsidP="00F62A09">
      <w:pPr>
        <w:pStyle w:val="NormalWeb"/>
        <w:shd w:val="clear" w:color="auto" w:fill="FFFFFF"/>
        <w:spacing w:before="0" w:beforeAutospacing="0" w:after="0" w:afterAutospacing="0"/>
        <w:rPr>
          <w:rFonts w:ascii="Segoe UI" w:hAnsi="Segoe UI" w:cs="Segoe UI"/>
          <w:sz w:val="22"/>
          <w:szCs w:val="22"/>
        </w:rPr>
      </w:pPr>
      <w:r w:rsidRPr="00E50F47">
        <w:rPr>
          <w:rFonts w:ascii="Segoe UI" w:hAnsi="Segoe UI" w:cs="Segoe UI"/>
          <w:sz w:val="22"/>
          <w:szCs w:val="22"/>
        </w:rPr>
        <w:tab/>
      </w:r>
    </w:p>
    <w:p w14:paraId="549798AA" w14:textId="77777777" w:rsidR="007914B3" w:rsidRPr="007914B3" w:rsidRDefault="007914B3" w:rsidP="0032306B">
      <w:pPr>
        <w:ind w:left="720"/>
        <w:rPr>
          <w:rFonts w:ascii="ATT Aleck Sans" w:hAnsi="ATT Aleck Sans" w:cs="ATT Aleck Sans"/>
        </w:rPr>
      </w:pPr>
      <w:r w:rsidRPr="007914B3">
        <w:rPr>
          <w:rFonts w:ascii="ATT Aleck Sans" w:hAnsi="ATT Aleck Sans" w:cs="ATT Aleck Sans"/>
          <w:b/>
          <w:bCs/>
        </w:rPr>
        <w:t>On Slide Text:</w:t>
      </w:r>
      <w:r w:rsidRPr="007914B3">
        <w:rPr>
          <w:rFonts w:ascii="ATT Aleck Sans" w:hAnsi="ATT Aleck Sans" w:cs="ATT Aleck Sans"/>
        </w:rPr>
        <w:t> </w:t>
      </w:r>
      <w:r w:rsidR="0032306B">
        <w:rPr>
          <w:rFonts w:ascii="ATT Aleck Sans" w:hAnsi="ATT Aleck Sans" w:cs="ATT Aleck Sans"/>
        </w:rPr>
        <w:t>Do</w:t>
      </w:r>
      <w:r w:rsidR="00F635BF">
        <w:rPr>
          <w:rFonts w:ascii="ATT Aleck Sans" w:hAnsi="ATT Aleck Sans" w:cs="ATT Aleck Sans"/>
        </w:rPr>
        <w:t xml:space="preserve"> they claim they can fix your device?</w:t>
      </w:r>
      <w:r w:rsidRPr="007914B3">
        <w:rPr>
          <w:rFonts w:ascii="ATT Aleck Sans" w:hAnsi="ATT Aleck Sans" w:cs="ATT Aleck Sans"/>
          <w:b/>
          <w:bCs/>
        </w:rPr>
        <w:t xml:space="preserve"> </w:t>
      </w:r>
    </w:p>
    <w:p w14:paraId="56C88886" w14:textId="77777777" w:rsidR="007914B3" w:rsidRPr="007914B3" w:rsidRDefault="007914B3" w:rsidP="007914B3">
      <w:pPr>
        <w:ind w:firstLine="720"/>
        <w:rPr>
          <w:rFonts w:ascii="ATT Aleck Sans" w:hAnsi="ATT Aleck Sans" w:cs="ATT Aleck Sans"/>
        </w:rPr>
      </w:pPr>
    </w:p>
    <w:p w14:paraId="662A638E" w14:textId="77777777" w:rsidR="007914B3" w:rsidRPr="007914B3" w:rsidRDefault="007914B3" w:rsidP="007914B3">
      <w:pPr>
        <w:rPr>
          <w:rFonts w:ascii="ATT Aleck Sans" w:hAnsi="ATT Aleck Sans" w:cs="ATT Aleck Sans"/>
        </w:rPr>
      </w:pPr>
      <w:r w:rsidRPr="007914B3">
        <w:rPr>
          <w:rFonts w:ascii="ATT Aleck Sans" w:hAnsi="ATT Aleck Sans" w:cs="ATT Aleck Sans"/>
        </w:rPr>
        <w:tab/>
      </w:r>
      <w:r w:rsidRPr="007914B3">
        <w:rPr>
          <w:rFonts w:ascii="ATT Aleck Sans" w:hAnsi="ATT Aleck Sans" w:cs="ATT Aleck Sans"/>
          <w:b/>
          <w:bCs/>
        </w:rPr>
        <w:t>Notes Section</w:t>
      </w:r>
    </w:p>
    <w:p w14:paraId="033A277D" w14:textId="77777777" w:rsidR="007914B3" w:rsidRPr="007914B3" w:rsidRDefault="007914B3" w:rsidP="007914B3">
      <w:pPr>
        <w:rPr>
          <w:rFonts w:ascii="ATT Aleck Sans" w:hAnsi="ATT Aleck Sans" w:cs="ATT Aleck Sans"/>
          <w:b/>
          <w:bCs/>
        </w:rPr>
      </w:pPr>
    </w:p>
    <w:p w14:paraId="6909A546" w14:textId="77777777" w:rsidR="00F635BF" w:rsidRPr="00F635BF" w:rsidRDefault="15732FA8" w:rsidP="00F635BF">
      <w:pPr>
        <w:ind w:firstLine="720"/>
        <w:rPr>
          <w:rFonts w:ascii="ATT Aleck Sans" w:hAnsi="ATT Aleck Sans" w:cs="ATT Aleck Sans"/>
        </w:rPr>
      </w:pPr>
      <w:r w:rsidRPr="40746793">
        <w:rPr>
          <w:rFonts w:ascii="ATT Aleck Sans" w:hAnsi="ATT Aleck Sans" w:cs="ATT Aleck Sans"/>
          <w:b/>
          <w:bCs/>
        </w:rPr>
        <w:t>Talking Points:</w:t>
      </w:r>
      <w:r w:rsidRPr="40746793">
        <w:rPr>
          <w:rFonts w:ascii="ATT Aleck Sans" w:hAnsi="ATT Aleck Sans" w:cs="ATT Aleck Sans"/>
        </w:rPr>
        <w:t> </w:t>
      </w:r>
      <w:r w:rsidR="00F635BF" w:rsidRPr="00F635BF">
        <w:rPr>
          <w:rFonts w:ascii="ATT Aleck Sans" w:hAnsi="ATT Aleck Sans" w:cs="ATT Aleck Sans"/>
        </w:rPr>
        <w:t xml:space="preserve">Do they claim that they can fix your computer? When you are on a website or playing an online game, a pop-up message may display that claims your computer is infected and that you should click on a link or call a number to fix it. </w:t>
      </w:r>
    </w:p>
    <w:p w14:paraId="3216577C" w14:textId="77777777" w:rsidR="00F635BF" w:rsidRDefault="00F635BF" w:rsidP="00F635BF">
      <w:pPr>
        <w:rPr>
          <w:rFonts w:ascii="ATT Aleck Sans" w:hAnsi="ATT Aleck Sans" w:cs="ATT Aleck Sans"/>
        </w:rPr>
      </w:pPr>
    </w:p>
    <w:p w14:paraId="1E26ED7E" w14:textId="77777777" w:rsidR="00F635BF" w:rsidRPr="00F635BF" w:rsidRDefault="00F635BF" w:rsidP="00F635BF">
      <w:pPr>
        <w:rPr>
          <w:rFonts w:ascii="ATT Aleck Sans" w:hAnsi="ATT Aleck Sans" w:cs="ATT Aleck Sans"/>
        </w:rPr>
      </w:pPr>
      <w:r w:rsidRPr="00F635BF">
        <w:rPr>
          <w:rFonts w:ascii="ATT Aleck Sans" w:hAnsi="ATT Aleck Sans" w:cs="ATT Aleck Sans"/>
        </w:rPr>
        <w:t>Remember, legitimate companies will never ask you to fix your computer this way.</w:t>
      </w:r>
    </w:p>
    <w:p w14:paraId="5671AC26" w14:textId="77777777" w:rsidR="007914B3" w:rsidRPr="007914B3" w:rsidRDefault="007914B3" w:rsidP="00344E05">
      <w:pPr>
        <w:rPr>
          <w:rFonts w:ascii="ATT Aleck Sans" w:hAnsi="ATT Aleck Sans" w:cs="ATT Aleck Sans"/>
        </w:rPr>
      </w:pPr>
    </w:p>
    <w:p w14:paraId="61E6228B" w14:textId="77777777" w:rsidR="007914B3" w:rsidRPr="007914B3" w:rsidRDefault="007914B3" w:rsidP="007914B3">
      <w:pPr>
        <w:ind w:firstLine="720"/>
        <w:rPr>
          <w:rFonts w:ascii="ATT Aleck Sans" w:hAnsi="ATT Aleck Sans" w:cs="ATT Aleck Sans"/>
        </w:rPr>
      </w:pPr>
      <w:r w:rsidRPr="007914B3">
        <w:rPr>
          <w:rFonts w:ascii="ATT Aleck Sans" w:hAnsi="ATT Aleck Sans" w:cs="ATT Aleck Sans"/>
          <w:b/>
          <w:bCs/>
        </w:rPr>
        <w:t>Instructor Note: </w:t>
      </w:r>
      <w:r w:rsidR="0032306B">
        <w:rPr>
          <w:rFonts w:ascii="ATT Aleck Sans" w:hAnsi="ATT Aleck Sans" w:cs="ATT Aleck Sans"/>
        </w:rPr>
        <w:t>none</w:t>
      </w:r>
    </w:p>
    <w:p w14:paraId="54C8082F" w14:textId="77777777" w:rsidR="007914B3" w:rsidRPr="007914B3" w:rsidRDefault="007914B3" w:rsidP="007914B3">
      <w:pPr>
        <w:ind w:firstLine="720"/>
        <w:rPr>
          <w:rFonts w:ascii="ATT Aleck Sans" w:hAnsi="ATT Aleck Sans" w:cs="ATT Aleck Sans"/>
        </w:rPr>
      </w:pPr>
      <w:r>
        <w:rPr>
          <w:rFonts w:ascii="ATT Aleck Sans" w:hAnsi="ATT Aleck Sans" w:cs="ATT Aleck Sans"/>
        </w:rPr>
        <w:tab/>
      </w:r>
      <w:r w:rsidRPr="007914B3">
        <w:rPr>
          <w:rFonts w:ascii="ATT Aleck Sans" w:hAnsi="ATT Aleck Sans" w:cs="ATT Aleck Sans"/>
        </w:rPr>
        <w:t> </w:t>
      </w:r>
    </w:p>
    <w:p w14:paraId="18EEDD2D" w14:textId="77777777" w:rsidR="007914B3" w:rsidRDefault="007914B3" w:rsidP="007914B3">
      <w:pPr>
        <w:ind w:firstLine="720"/>
        <w:rPr>
          <w:rFonts w:ascii="ATT Aleck Sans" w:hAnsi="ATT Aleck Sans" w:cs="ATT Aleck Sans"/>
        </w:rPr>
      </w:pPr>
      <w:r w:rsidRPr="007914B3">
        <w:rPr>
          <w:rFonts w:ascii="ATT Aleck Sans" w:hAnsi="ATT Aleck Sans" w:cs="ATT Aleck Sans"/>
          <w:b/>
          <w:bCs/>
        </w:rPr>
        <w:t>Additional Details:</w:t>
      </w:r>
      <w:r w:rsidRPr="007914B3">
        <w:rPr>
          <w:rFonts w:ascii="ATT Aleck Sans" w:hAnsi="ATT Aleck Sans" w:cs="ATT Aleck Sans"/>
        </w:rPr>
        <w:t> none</w:t>
      </w:r>
    </w:p>
    <w:p w14:paraId="1EA7C29E" w14:textId="77777777" w:rsidR="00467BB2" w:rsidRDefault="00467BB2" w:rsidP="00467BB2">
      <w:pPr>
        <w:rPr>
          <w:rFonts w:ascii="ATT Aleck Sans" w:hAnsi="ATT Aleck Sans" w:cs="ATT Aleck Sans"/>
        </w:rPr>
      </w:pPr>
    </w:p>
    <w:p w14:paraId="24E1F4E0" w14:textId="77777777" w:rsidR="007914B3" w:rsidRDefault="00467BB2" w:rsidP="00467BB2">
      <w:pPr>
        <w:rPr>
          <w:rFonts w:ascii="ATT Aleck Sans" w:hAnsi="ATT Aleck Sans" w:cs="ATT Aleck Sans"/>
        </w:rPr>
      </w:pPr>
      <w:r w:rsidRPr="00AE2E85">
        <w:rPr>
          <w:rFonts w:ascii="ATT Aleck Sans" w:hAnsi="ATT Aleck Sans" w:cs="ATT Aleck Sans"/>
          <w:b/>
          <w:bCs/>
        </w:rPr>
        <w:t xml:space="preserve">Slide Number &amp; Title. </w:t>
      </w:r>
      <w:r w:rsidR="004848EF" w:rsidRPr="00E549EB">
        <w:rPr>
          <w:rFonts w:ascii="ATT Aleck Sans" w:hAnsi="ATT Aleck Sans" w:cs="ATT Aleck Sans"/>
        </w:rPr>
        <w:t>Slide 5</w:t>
      </w:r>
      <w:r w:rsidR="00FB1A43" w:rsidRPr="00E549EB">
        <w:rPr>
          <w:rFonts w:ascii="ATT Aleck Sans" w:hAnsi="ATT Aleck Sans" w:cs="ATT Aleck Sans"/>
        </w:rPr>
        <w:t>3</w:t>
      </w:r>
      <w:r w:rsidR="004848EF" w:rsidRPr="00E549EB">
        <w:rPr>
          <w:rFonts w:ascii="ATT Aleck Sans" w:hAnsi="ATT Aleck Sans" w:cs="ATT Aleck Sans"/>
        </w:rPr>
        <w:t>:</w:t>
      </w:r>
      <w:r w:rsidR="004848EF" w:rsidRPr="00467401">
        <w:rPr>
          <w:rFonts w:ascii="ATT Aleck Sans" w:hAnsi="ATT Aleck Sans" w:cs="ATT Aleck Sans"/>
          <w:b/>
          <w:bCs/>
        </w:rPr>
        <w:t xml:space="preserve"> </w:t>
      </w:r>
      <w:r w:rsidR="00F635BF">
        <w:rPr>
          <w:rFonts w:ascii="ATT Aleck Sans" w:hAnsi="ATT Aleck Sans" w:cs="ATT Aleck Sans"/>
        </w:rPr>
        <w:t>Are They Asking for Money or Information?</w:t>
      </w:r>
    </w:p>
    <w:p w14:paraId="0B7C082D" w14:textId="77777777" w:rsidR="00467BB2" w:rsidRDefault="00467BB2" w:rsidP="00467BB2">
      <w:pPr>
        <w:rPr>
          <w:rFonts w:ascii="ATT Aleck Sans" w:hAnsi="ATT Aleck Sans" w:cs="ATT Aleck Sans"/>
        </w:rPr>
      </w:pPr>
    </w:p>
    <w:p w14:paraId="30524ECF" w14:textId="77777777" w:rsidR="00467BB2" w:rsidRPr="00AE2E85" w:rsidRDefault="00467BB2" w:rsidP="00F635BF">
      <w:pPr>
        <w:ind w:firstLine="720"/>
        <w:rPr>
          <w:rFonts w:ascii="ATT Aleck Sans" w:hAnsi="ATT Aleck Sans" w:cs="ATT Aleck Sans"/>
        </w:rPr>
      </w:pPr>
      <w:r w:rsidRPr="00AE2E85">
        <w:rPr>
          <w:rFonts w:ascii="ATT Aleck Sans" w:hAnsi="ATT Aleck Sans" w:cs="ATT Aleck Sans"/>
          <w:b/>
          <w:bCs/>
        </w:rPr>
        <w:t>On Slide Text:</w:t>
      </w:r>
      <w:r w:rsidRPr="00AE2E85">
        <w:rPr>
          <w:rFonts w:ascii="ATT Aleck Sans" w:hAnsi="ATT Aleck Sans" w:cs="ATT Aleck Sans"/>
        </w:rPr>
        <w:t> </w:t>
      </w:r>
      <w:r w:rsidR="00F635BF" w:rsidRPr="00F635BF">
        <w:rPr>
          <w:rFonts w:ascii="ATT Aleck Sans" w:hAnsi="ATT Aleck Sans" w:cs="ATT Aleck Sans"/>
        </w:rPr>
        <w:t>Are they asking for money or information</w:t>
      </w:r>
      <w:r w:rsidR="00F635BF">
        <w:rPr>
          <w:rFonts w:ascii="ATT Aleck Sans" w:hAnsi="ATT Aleck Sans" w:cs="ATT Aleck Sans"/>
        </w:rPr>
        <w:t>?</w:t>
      </w:r>
      <w:r w:rsidR="0032306B">
        <w:rPr>
          <w:rFonts w:ascii="ATT Aleck Sans" w:hAnsi="ATT Aleck Sans" w:cs="ATT Aleck Sans"/>
        </w:rPr>
        <w:br/>
      </w:r>
    </w:p>
    <w:p w14:paraId="60A63855" w14:textId="77777777" w:rsidR="00467BB2" w:rsidRPr="00AE2E85" w:rsidRDefault="00467BB2" w:rsidP="00467BB2">
      <w:pPr>
        <w:rPr>
          <w:rFonts w:ascii="ATT Aleck Sans" w:hAnsi="ATT Aleck Sans" w:cs="ATT Aleck Sans"/>
        </w:rPr>
      </w:pPr>
      <w:r w:rsidRPr="00AE2E85">
        <w:rPr>
          <w:rFonts w:ascii="ATT Aleck Sans" w:hAnsi="ATT Aleck Sans" w:cs="ATT Aleck Sans"/>
        </w:rPr>
        <w:tab/>
      </w:r>
      <w:r w:rsidRPr="00AE2E85">
        <w:rPr>
          <w:rFonts w:ascii="ATT Aleck Sans" w:hAnsi="ATT Aleck Sans" w:cs="ATT Aleck Sans"/>
          <w:b/>
          <w:bCs/>
        </w:rPr>
        <w:t>Notes Section</w:t>
      </w:r>
    </w:p>
    <w:p w14:paraId="63CC0C9D" w14:textId="77777777" w:rsidR="00467BB2" w:rsidRPr="00AE2E85" w:rsidRDefault="00467BB2" w:rsidP="00467BB2">
      <w:pPr>
        <w:rPr>
          <w:rFonts w:ascii="ATT Aleck Sans" w:hAnsi="ATT Aleck Sans" w:cs="ATT Aleck Sans"/>
          <w:b/>
          <w:bCs/>
        </w:rPr>
      </w:pPr>
    </w:p>
    <w:p w14:paraId="260CC6EB" w14:textId="77777777" w:rsidR="0032306B" w:rsidRPr="0032306B" w:rsidRDefault="00467BB2" w:rsidP="00F635BF">
      <w:pPr>
        <w:ind w:firstLine="720"/>
        <w:rPr>
          <w:rFonts w:ascii="ATT Aleck Sans" w:hAnsi="ATT Aleck Sans" w:cs="ATT Aleck Sans"/>
        </w:rPr>
      </w:pPr>
      <w:r w:rsidRPr="00AE2E85">
        <w:rPr>
          <w:rFonts w:ascii="ATT Aleck Sans" w:hAnsi="ATT Aleck Sans" w:cs="ATT Aleck Sans"/>
          <w:b/>
          <w:bCs/>
        </w:rPr>
        <w:t>Talking Points:</w:t>
      </w:r>
      <w:r w:rsidRPr="00AE2E85">
        <w:rPr>
          <w:rFonts w:ascii="ATT Aleck Sans" w:hAnsi="ATT Aleck Sans" w:cs="ATT Aleck Sans"/>
        </w:rPr>
        <w:t> </w:t>
      </w:r>
      <w:r w:rsidR="00F635BF" w:rsidRPr="00F635BF">
        <w:rPr>
          <w:rFonts w:ascii="ATT Aleck Sans" w:hAnsi="ATT Aleck Sans" w:cs="ATT Aleck Sans"/>
        </w:rPr>
        <w:t xml:space="preserve">Are they asking for your money or information? In this email, the fraudster is asking for his credit card information. Fraudsters may claim that they need to verify or update your information. Some fraudsters will also ask you to wire them money or send a deposit, promising to pay you more in return. </w:t>
      </w:r>
    </w:p>
    <w:p w14:paraId="5337DDB7" w14:textId="77777777" w:rsidR="00467BB2" w:rsidRPr="00AE2E85" w:rsidRDefault="00467BB2" w:rsidP="0032306B">
      <w:pPr>
        <w:ind w:firstLine="720"/>
        <w:rPr>
          <w:rFonts w:ascii="ATT Aleck Sans" w:hAnsi="ATT Aleck Sans" w:cs="ATT Aleck Sans"/>
        </w:rPr>
      </w:pPr>
    </w:p>
    <w:p w14:paraId="2141A61A" w14:textId="77777777" w:rsidR="00467BB2" w:rsidRDefault="00467BB2" w:rsidP="00467BB2">
      <w:pPr>
        <w:ind w:firstLine="720"/>
        <w:rPr>
          <w:rFonts w:ascii="ATT Aleck Sans" w:hAnsi="ATT Aleck Sans" w:cs="ATT Aleck Sans"/>
        </w:rPr>
      </w:pPr>
      <w:r w:rsidRPr="00AE2E85">
        <w:rPr>
          <w:rFonts w:ascii="ATT Aleck Sans" w:hAnsi="ATT Aleck Sans" w:cs="ATT Aleck Sans"/>
          <w:b/>
          <w:bCs/>
        </w:rPr>
        <w:t>Instructor Note: </w:t>
      </w:r>
      <w:r w:rsidR="0032306B">
        <w:rPr>
          <w:rFonts w:ascii="ATT Aleck Sans" w:hAnsi="ATT Aleck Sans" w:cs="ATT Aleck Sans"/>
        </w:rPr>
        <w:t>none</w:t>
      </w:r>
    </w:p>
    <w:p w14:paraId="6E8DE725" w14:textId="77777777" w:rsidR="00467BB2" w:rsidRDefault="00467BB2" w:rsidP="00467BB2">
      <w:pPr>
        <w:ind w:firstLine="720"/>
        <w:rPr>
          <w:rFonts w:ascii="ATT Aleck Sans" w:hAnsi="ATT Aleck Sans" w:cs="ATT Aleck Sans"/>
        </w:rPr>
      </w:pPr>
    </w:p>
    <w:p w14:paraId="54E95D04" w14:textId="77777777" w:rsidR="00467BB2" w:rsidRDefault="00467BB2" w:rsidP="00467BB2">
      <w:pPr>
        <w:ind w:firstLine="720"/>
        <w:rPr>
          <w:rFonts w:ascii="ATT Aleck Sans" w:hAnsi="ATT Aleck Sans" w:cs="ATT Aleck Sans"/>
        </w:rPr>
      </w:pPr>
      <w:r w:rsidRPr="00467BB2">
        <w:rPr>
          <w:rFonts w:ascii="ATT Aleck Sans" w:hAnsi="ATT Aleck Sans" w:cs="ATT Aleck Sans"/>
          <w:b/>
          <w:bCs/>
        </w:rPr>
        <w:t>Additional Notes:</w:t>
      </w:r>
      <w:r>
        <w:rPr>
          <w:rFonts w:ascii="ATT Aleck Sans" w:hAnsi="ATT Aleck Sans" w:cs="ATT Aleck Sans"/>
        </w:rPr>
        <w:t xml:space="preserve"> </w:t>
      </w:r>
      <w:r w:rsidR="0032306B">
        <w:rPr>
          <w:rFonts w:ascii="ATT Aleck Sans" w:hAnsi="ATT Aleck Sans" w:cs="ATT Aleck Sans"/>
        </w:rPr>
        <w:t>none</w:t>
      </w:r>
    </w:p>
    <w:p w14:paraId="17A255EC" w14:textId="77777777" w:rsidR="007914B3" w:rsidRDefault="007914B3" w:rsidP="004848EF">
      <w:pPr>
        <w:rPr>
          <w:rFonts w:ascii="ATT Aleck Sans" w:hAnsi="ATT Aleck Sans" w:cs="ATT Aleck Sans"/>
          <w:b/>
          <w:bCs/>
        </w:rPr>
      </w:pPr>
    </w:p>
    <w:p w14:paraId="49C6EEB0" w14:textId="77777777" w:rsidR="007914B3" w:rsidRDefault="00AE2E85" w:rsidP="007914B3">
      <w:pPr>
        <w:rPr>
          <w:rFonts w:ascii="ATT Aleck Sans" w:hAnsi="ATT Aleck Sans" w:cs="ATT Aleck Sans"/>
        </w:rPr>
      </w:pPr>
      <w:r w:rsidRPr="00AE2E85">
        <w:rPr>
          <w:rFonts w:ascii="ATT Aleck Sans" w:hAnsi="ATT Aleck Sans" w:cs="ATT Aleck Sans"/>
          <w:b/>
          <w:bCs/>
        </w:rPr>
        <w:t xml:space="preserve">Slide Number &amp; Title. </w:t>
      </w:r>
      <w:r w:rsidR="000846F1" w:rsidRPr="00AE2E85">
        <w:rPr>
          <w:rFonts w:ascii="ATT Aleck Sans" w:hAnsi="ATT Aleck Sans" w:cs="ATT Aleck Sans"/>
        </w:rPr>
        <w:t>Slide 5</w:t>
      </w:r>
      <w:r w:rsidR="00FB1A43" w:rsidRPr="00AE2E85">
        <w:rPr>
          <w:rFonts w:ascii="ATT Aleck Sans" w:hAnsi="ATT Aleck Sans" w:cs="ATT Aleck Sans"/>
        </w:rPr>
        <w:t>4</w:t>
      </w:r>
      <w:r w:rsidR="000846F1" w:rsidRPr="00AE2E85">
        <w:rPr>
          <w:rFonts w:ascii="ATT Aleck Sans" w:hAnsi="ATT Aleck Sans" w:cs="ATT Aleck Sans"/>
        </w:rPr>
        <w:t>:</w:t>
      </w:r>
      <w:r w:rsidR="000846F1" w:rsidRPr="00467401">
        <w:rPr>
          <w:rFonts w:ascii="ATT Aleck Sans" w:hAnsi="ATT Aleck Sans" w:cs="ATT Aleck Sans"/>
          <w:b/>
          <w:bCs/>
        </w:rPr>
        <w:t xml:space="preserve"> </w:t>
      </w:r>
      <w:r w:rsidR="00DE5055">
        <w:rPr>
          <w:rFonts w:ascii="ATT Aleck Sans" w:hAnsi="ATT Aleck Sans" w:cs="ATT Aleck Sans"/>
        </w:rPr>
        <w:t xml:space="preserve">Are They Trying to Rush You </w:t>
      </w:r>
      <w:r w:rsidR="00344E05">
        <w:rPr>
          <w:rFonts w:ascii="ATT Aleck Sans" w:hAnsi="ATT Aleck Sans" w:cs="ATT Aleck Sans"/>
        </w:rPr>
        <w:t>into</w:t>
      </w:r>
      <w:r w:rsidR="00DE5055">
        <w:rPr>
          <w:rFonts w:ascii="ATT Aleck Sans" w:hAnsi="ATT Aleck Sans" w:cs="ATT Aleck Sans"/>
        </w:rPr>
        <w:t xml:space="preserve"> Quick Action?</w:t>
      </w:r>
      <w:r w:rsidR="0032306B">
        <w:rPr>
          <w:rFonts w:ascii="ATT Aleck Sans" w:hAnsi="ATT Aleck Sans" w:cs="ATT Aleck Sans"/>
        </w:rPr>
        <w:t xml:space="preserve"> </w:t>
      </w:r>
    </w:p>
    <w:p w14:paraId="6FBFB95D" w14:textId="77777777" w:rsidR="00AE2E85" w:rsidRDefault="00AE2E85" w:rsidP="007914B3">
      <w:pPr>
        <w:rPr>
          <w:rFonts w:ascii="ATT Aleck Sans" w:hAnsi="ATT Aleck Sans" w:cs="ATT Aleck Sans"/>
        </w:rPr>
      </w:pPr>
    </w:p>
    <w:p w14:paraId="2937266A" w14:textId="77777777" w:rsidR="0032306B" w:rsidRPr="0032306B" w:rsidRDefault="00AE2E85" w:rsidP="00DE5055">
      <w:pPr>
        <w:ind w:firstLine="720"/>
        <w:rPr>
          <w:rFonts w:ascii="ATT Aleck Sans" w:hAnsi="ATT Aleck Sans" w:cs="ATT Aleck Sans"/>
        </w:rPr>
      </w:pPr>
      <w:r w:rsidRPr="00AE2E85">
        <w:rPr>
          <w:rFonts w:ascii="ATT Aleck Sans" w:hAnsi="ATT Aleck Sans" w:cs="ATT Aleck Sans"/>
          <w:b/>
          <w:bCs/>
        </w:rPr>
        <w:t>On Slide Text:</w:t>
      </w:r>
      <w:r w:rsidRPr="00AE2E85">
        <w:rPr>
          <w:rFonts w:ascii="ATT Aleck Sans" w:hAnsi="ATT Aleck Sans" w:cs="ATT Aleck Sans"/>
        </w:rPr>
        <w:t> </w:t>
      </w:r>
      <w:r w:rsidR="00DE5055" w:rsidRPr="00DE5055">
        <w:rPr>
          <w:rFonts w:ascii="ATT Aleck Sans" w:hAnsi="ATT Aleck Sans" w:cs="ATT Aleck Sans"/>
        </w:rPr>
        <w:t>Are they trying to rush you into quick action</w:t>
      </w:r>
      <w:r w:rsidR="00DE5055">
        <w:rPr>
          <w:rFonts w:ascii="ATT Aleck Sans" w:hAnsi="ATT Aleck Sans" w:cs="ATT Aleck Sans"/>
        </w:rPr>
        <w:t>?</w:t>
      </w:r>
    </w:p>
    <w:p w14:paraId="43C96D20" w14:textId="77777777" w:rsidR="00AE2E85" w:rsidRPr="00AE2E85" w:rsidRDefault="00AE2E85" w:rsidP="00AE2E85">
      <w:pPr>
        <w:ind w:firstLine="720"/>
        <w:rPr>
          <w:rFonts w:ascii="ATT Aleck Sans" w:hAnsi="ATT Aleck Sans" w:cs="ATT Aleck Sans"/>
        </w:rPr>
      </w:pPr>
    </w:p>
    <w:p w14:paraId="216C3C71" w14:textId="77777777" w:rsidR="00AE2E85" w:rsidRPr="00AE2E85" w:rsidRDefault="00AE2E85" w:rsidP="00AE2E85">
      <w:pPr>
        <w:rPr>
          <w:rFonts w:ascii="ATT Aleck Sans" w:hAnsi="ATT Aleck Sans" w:cs="ATT Aleck Sans"/>
        </w:rPr>
      </w:pPr>
      <w:r w:rsidRPr="00AE2E85">
        <w:rPr>
          <w:rFonts w:ascii="ATT Aleck Sans" w:hAnsi="ATT Aleck Sans" w:cs="ATT Aleck Sans"/>
        </w:rPr>
        <w:tab/>
      </w:r>
      <w:r w:rsidRPr="00AE2E85">
        <w:rPr>
          <w:rFonts w:ascii="ATT Aleck Sans" w:hAnsi="ATT Aleck Sans" w:cs="ATT Aleck Sans"/>
          <w:b/>
          <w:bCs/>
        </w:rPr>
        <w:t>Notes Section</w:t>
      </w:r>
    </w:p>
    <w:p w14:paraId="50579065" w14:textId="77777777" w:rsidR="00AE2E85" w:rsidRPr="00AE2E85" w:rsidRDefault="00AE2E85" w:rsidP="00AE2E85">
      <w:pPr>
        <w:rPr>
          <w:rFonts w:ascii="ATT Aleck Sans" w:hAnsi="ATT Aleck Sans" w:cs="ATT Aleck Sans"/>
          <w:b/>
          <w:bCs/>
        </w:rPr>
      </w:pPr>
    </w:p>
    <w:p w14:paraId="4A4B4842" w14:textId="77777777" w:rsidR="0032306B" w:rsidRPr="00DE5055" w:rsidRDefault="00AE2E85" w:rsidP="00DE5055">
      <w:pPr>
        <w:ind w:firstLine="720"/>
        <w:rPr>
          <w:rFonts w:ascii="ATT Aleck Sans" w:hAnsi="ATT Aleck Sans" w:cs="ATT Aleck Sans"/>
        </w:rPr>
      </w:pPr>
      <w:r w:rsidRPr="03CF56D2">
        <w:rPr>
          <w:rFonts w:ascii="ATT Aleck Sans" w:hAnsi="ATT Aleck Sans" w:cs="ATT Aleck Sans"/>
          <w:b/>
          <w:bCs/>
        </w:rPr>
        <w:t>Talking Points:</w:t>
      </w:r>
      <w:r w:rsidR="001128F8">
        <w:rPr>
          <w:rFonts w:ascii="ATT Aleck Sans" w:hAnsi="ATT Aleck Sans" w:cs="ATT Aleck Sans"/>
          <w:b/>
          <w:bCs/>
        </w:rPr>
        <w:t xml:space="preserve"> </w:t>
      </w:r>
      <w:r w:rsidR="00DE5055" w:rsidRPr="00DE5055">
        <w:rPr>
          <w:rFonts w:ascii="ATT Aleck Sans" w:hAnsi="ATT Aleck Sans" w:cs="ATT Aleck Sans"/>
        </w:rPr>
        <w:t xml:space="preserve">Are they trying to rush you into a quick action before you have time to think about it? This message is trying to get you to ACT NOW so you don’t lose your pharmacy points. Fraudsters try to scare you into acting fast, threatening that something bad will happen, like an account will be closed or you will lose </w:t>
      </w:r>
      <w:proofErr w:type="gramStart"/>
      <w:r w:rsidR="00DE5055" w:rsidRPr="00DE5055">
        <w:rPr>
          <w:rFonts w:ascii="ATT Aleck Sans" w:hAnsi="ATT Aleck Sans" w:cs="ATT Aleck Sans"/>
        </w:rPr>
        <w:t>all of</w:t>
      </w:r>
      <w:proofErr w:type="gramEnd"/>
      <w:r w:rsidR="00DE5055" w:rsidRPr="00DE5055">
        <w:rPr>
          <w:rFonts w:ascii="ATT Aleck Sans" w:hAnsi="ATT Aleck Sans" w:cs="ATT Aleck Sans"/>
        </w:rPr>
        <w:t xml:space="preserve"> your points if you don’t act now. Or something good will happen if you act now! Take the time you need to verify that it is true!</w:t>
      </w:r>
    </w:p>
    <w:p w14:paraId="451FF673" w14:textId="77777777" w:rsidR="00AE2E85" w:rsidRPr="00AE2E85" w:rsidRDefault="00AE2E85" w:rsidP="0032306B">
      <w:pPr>
        <w:ind w:firstLine="720"/>
        <w:rPr>
          <w:rFonts w:ascii="ATT Aleck Sans" w:hAnsi="ATT Aleck Sans" w:cs="ATT Aleck Sans"/>
        </w:rPr>
      </w:pPr>
    </w:p>
    <w:p w14:paraId="763E77E2" w14:textId="77777777" w:rsidR="00AE2E85" w:rsidRPr="00AE2E85" w:rsidRDefault="00AE2E85" w:rsidP="00AE2E85">
      <w:pPr>
        <w:ind w:firstLine="720"/>
        <w:rPr>
          <w:rFonts w:ascii="ATT Aleck Sans" w:hAnsi="ATT Aleck Sans" w:cs="ATT Aleck Sans"/>
        </w:rPr>
      </w:pPr>
      <w:r w:rsidRPr="00AE2E85">
        <w:rPr>
          <w:rFonts w:ascii="ATT Aleck Sans" w:hAnsi="ATT Aleck Sans" w:cs="ATT Aleck Sans"/>
          <w:b/>
          <w:bCs/>
        </w:rPr>
        <w:t>Instructor Note: </w:t>
      </w:r>
      <w:r w:rsidR="0032306B">
        <w:rPr>
          <w:rFonts w:ascii="ATT Aleck Sans" w:hAnsi="ATT Aleck Sans" w:cs="ATT Aleck Sans"/>
        </w:rPr>
        <w:t>none</w:t>
      </w:r>
    </w:p>
    <w:p w14:paraId="558A1EB3" w14:textId="77777777" w:rsidR="00AE2E85" w:rsidRPr="00AE2E85" w:rsidRDefault="00AE2E85" w:rsidP="00AE2E85">
      <w:pPr>
        <w:rPr>
          <w:rFonts w:ascii="ATT Aleck Sans" w:hAnsi="ATT Aleck Sans" w:cs="ATT Aleck Sans"/>
        </w:rPr>
      </w:pPr>
      <w:r w:rsidRPr="00AE2E85">
        <w:rPr>
          <w:rFonts w:ascii="ATT Aleck Sans" w:hAnsi="ATT Aleck Sans" w:cs="ATT Aleck Sans"/>
        </w:rPr>
        <w:t> </w:t>
      </w:r>
    </w:p>
    <w:p w14:paraId="2EC88DC6" w14:textId="77777777" w:rsidR="00AE2E85" w:rsidRPr="00AE2E85" w:rsidRDefault="00AE2E85" w:rsidP="00AE2E85">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5EF3A91D" w14:textId="77777777" w:rsidR="007F49C3" w:rsidRDefault="007F49C3" w:rsidP="004848EF">
      <w:pPr>
        <w:rPr>
          <w:rFonts w:ascii="ATT Aleck Sans" w:hAnsi="ATT Aleck Sans" w:cs="ATT Aleck Sans"/>
          <w:b/>
          <w:bCs/>
        </w:rPr>
      </w:pPr>
    </w:p>
    <w:p w14:paraId="44ABA29D" w14:textId="77777777" w:rsidR="00AE2E85" w:rsidRDefault="00AE2E85" w:rsidP="0032306B">
      <w:pPr>
        <w:rPr>
          <w:rFonts w:ascii="ATT Aleck Sans" w:hAnsi="ATT Aleck Sans" w:cs="ATT Aleck Sans"/>
          <w:b/>
          <w:bCs/>
        </w:rPr>
      </w:pPr>
      <w:r w:rsidRPr="00AE2E85">
        <w:rPr>
          <w:rFonts w:ascii="ATT Aleck Sans" w:hAnsi="ATT Aleck Sans" w:cs="ATT Aleck Sans"/>
          <w:b/>
          <w:bCs/>
        </w:rPr>
        <w:t xml:space="preserve">Slide Number &amp; Title. </w:t>
      </w:r>
      <w:r w:rsidR="004848EF" w:rsidRPr="00AE2E85">
        <w:rPr>
          <w:rFonts w:ascii="ATT Aleck Sans" w:hAnsi="ATT Aleck Sans" w:cs="ATT Aleck Sans"/>
        </w:rPr>
        <w:t>Slide 5</w:t>
      </w:r>
      <w:r w:rsidR="00FB1A43" w:rsidRPr="00AE2E85">
        <w:rPr>
          <w:rFonts w:ascii="ATT Aleck Sans" w:hAnsi="ATT Aleck Sans" w:cs="ATT Aleck Sans"/>
        </w:rPr>
        <w:t>5</w:t>
      </w:r>
      <w:r w:rsidR="004848EF" w:rsidRPr="00AE2E85">
        <w:rPr>
          <w:rFonts w:ascii="ATT Aleck Sans" w:hAnsi="ATT Aleck Sans" w:cs="ATT Aleck Sans"/>
        </w:rPr>
        <w:t>:</w:t>
      </w:r>
      <w:r w:rsidR="004848EF" w:rsidRPr="00467401">
        <w:rPr>
          <w:rFonts w:ascii="ATT Aleck Sans" w:hAnsi="ATT Aleck Sans" w:cs="ATT Aleck Sans"/>
          <w:b/>
          <w:bCs/>
        </w:rPr>
        <w:t xml:space="preserve"> </w:t>
      </w:r>
      <w:r w:rsidR="00DE5055">
        <w:rPr>
          <w:rFonts w:ascii="ATT Aleck Sans" w:hAnsi="ATT Aleck Sans" w:cs="ATT Aleck Sans"/>
        </w:rPr>
        <w:t xml:space="preserve">Is It </w:t>
      </w:r>
      <w:r w:rsidR="00344E05">
        <w:rPr>
          <w:rFonts w:ascii="ATT Aleck Sans" w:hAnsi="ATT Aleck Sans" w:cs="ATT Aleck Sans"/>
        </w:rPr>
        <w:t>Too</w:t>
      </w:r>
      <w:r w:rsidR="00DE5055">
        <w:rPr>
          <w:rFonts w:ascii="ATT Aleck Sans" w:hAnsi="ATT Aleck Sans" w:cs="ATT Aleck Sans"/>
        </w:rPr>
        <w:t xml:space="preserve"> Good </w:t>
      </w:r>
      <w:r w:rsidR="00344E05">
        <w:rPr>
          <w:rFonts w:ascii="ATT Aleck Sans" w:hAnsi="ATT Aleck Sans" w:cs="ATT Aleck Sans"/>
        </w:rPr>
        <w:t>to</w:t>
      </w:r>
      <w:r w:rsidR="00DE5055">
        <w:rPr>
          <w:rFonts w:ascii="ATT Aleck Sans" w:hAnsi="ATT Aleck Sans" w:cs="ATT Aleck Sans"/>
        </w:rPr>
        <w:t xml:space="preserve"> Be True?</w:t>
      </w:r>
      <w:r w:rsidR="0032306B">
        <w:rPr>
          <w:rFonts w:ascii="ATT Aleck Sans" w:hAnsi="ATT Aleck Sans" w:cs="ATT Aleck Sans"/>
        </w:rPr>
        <w:br/>
      </w:r>
    </w:p>
    <w:p w14:paraId="078A3C27" w14:textId="77777777" w:rsidR="00AE2E85" w:rsidRPr="00AE2E85" w:rsidRDefault="00AE2E85" w:rsidP="00DE5055">
      <w:pPr>
        <w:ind w:firstLine="720"/>
        <w:rPr>
          <w:rFonts w:ascii="ATT Aleck Sans" w:hAnsi="ATT Aleck Sans" w:cs="ATT Aleck Sans"/>
        </w:rPr>
      </w:pPr>
      <w:r w:rsidRPr="00AE2E85">
        <w:rPr>
          <w:rFonts w:ascii="ATT Aleck Sans" w:hAnsi="ATT Aleck Sans" w:cs="ATT Aleck Sans"/>
          <w:b/>
          <w:bCs/>
        </w:rPr>
        <w:t>On Slide Text:</w:t>
      </w:r>
      <w:r w:rsidRPr="00AE2E85">
        <w:rPr>
          <w:rFonts w:ascii="ATT Aleck Sans" w:hAnsi="ATT Aleck Sans" w:cs="ATT Aleck Sans"/>
        </w:rPr>
        <w:t> </w:t>
      </w:r>
      <w:r w:rsidR="00DE5055" w:rsidRPr="00DE5055">
        <w:rPr>
          <w:rFonts w:ascii="ATT Aleck Sans" w:hAnsi="ATT Aleck Sans" w:cs="ATT Aleck Sans"/>
        </w:rPr>
        <w:t>Is it too good to be true?</w:t>
      </w:r>
      <w:r w:rsidRPr="00AE2E85">
        <w:rPr>
          <w:rFonts w:ascii="ATT Aleck Sans" w:hAnsi="ATT Aleck Sans" w:cs="ATT Aleck Sans"/>
        </w:rPr>
        <w:br/>
      </w:r>
    </w:p>
    <w:p w14:paraId="5D3252D9" w14:textId="77777777" w:rsidR="00AE2E85" w:rsidRPr="00AE2E85" w:rsidRDefault="00AE2E85" w:rsidP="00AE2E85">
      <w:pPr>
        <w:rPr>
          <w:rFonts w:ascii="ATT Aleck Sans" w:hAnsi="ATT Aleck Sans" w:cs="ATT Aleck Sans"/>
        </w:rPr>
      </w:pPr>
      <w:r w:rsidRPr="00AE2E85">
        <w:rPr>
          <w:rFonts w:ascii="ATT Aleck Sans" w:hAnsi="ATT Aleck Sans" w:cs="ATT Aleck Sans"/>
        </w:rPr>
        <w:tab/>
      </w:r>
      <w:r w:rsidRPr="00AE2E85">
        <w:rPr>
          <w:rFonts w:ascii="ATT Aleck Sans" w:hAnsi="ATT Aleck Sans" w:cs="ATT Aleck Sans"/>
          <w:b/>
          <w:bCs/>
        </w:rPr>
        <w:t>Notes Section</w:t>
      </w:r>
    </w:p>
    <w:p w14:paraId="6EA12EE3" w14:textId="77777777" w:rsidR="00AE2E85" w:rsidRPr="00AE2E85" w:rsidRDefault="00AE2E85" w:rsidP="00AE2E85">
      <w:pPr>
        <w:rPr>
          <w:rFonts w:ascii="ATT Aleck Sans" w:hAnsi="ATT Aleck Sans" w:cs="ATT Aleck Sans"/>
          <w:b/>
          <w:bCs/>
        </w:rPr>
      </w:pPr>
    </w:p>
    <w:p w14:paraId="3890B56C" w14:textId="77777777" w:rsidR="00DE5055" w:rsidRPr="00DE5055" w:rsidRDefault="00AE2E85" w:rsidP="00DE5055">
      <w:pPr>
        <w:ind w:firstLine="720"/>
        <w:rPr>
          <w:rFonts w:ascii="ATT Aleck Sans" w:hAnsi="ATT Aleck Sans" w:cs="ATT Aleck Sans"/>
        </w:rPr>
      </w:pPr>
      <w:r w:rsidRPr="00AE2E85">
        <w:rPr>
          <w:rFonts w:ascii="ATT Aleck Sans" w:hAnsi="ATT Aleck Sans" w:cs="ATT Aleck Sans"/>
          <w:b/>
          <w:bCs/>
        </w:rPr>
        <w:t>Talking Points:</w:t>
      </w:r>
      <w:r w:rsidRPr="00AE2E85">
        <w:rPr>
          <w:rFonts w:ascii="ATT Aleck Sans" w:hAnsi="ATT Aleck Sans" w:cs="ATT Aleck Sans"/>
        </w:rPr>
        <w:t> </w:t>
      </w:r>
      <w:r w:rsidR="00DE5055" w:rsidRPr="00DE5055">
        <w:rPr>
          <w:rFonts w:ascii="ATT Aleck Sans" w:hAnsi="ATT Aleck Sans" w:cs="ATT Aleck Sans"/>
        </w:rPr>
        <w:t>What sounds "too good to be true" in this example?</w:t>
      </w:r>
    </w:p>
    <w:p w14:paraId="228CCCEC" w14:textId="77777777" w:rsidR="00DE5055" w:rsidRPr="00DE5055" w:rsidRDefault="00DE5055" w:rsidP="00DE5055">
      <w:pPr>
        <w:rPr>
          <w:rFonts w:ascii="ATT Aleck Sans" w:hAnsi="ATT Aleck Sans" w:cs="ATT Aleck Sans"/>
        </w:rPr>
      </w:pPr>
      <w:r w:rsidRPr="00DE5055">
        <w:rPr>
          <w:rFonts w:ascii="ATT Aleck Sans" w:hAnsi="ATT Aleck Sans" w:cs="ATT Aleck Sans"/>
          <w:i/>
          <w:iCs/>
        </w:rPr>
        <w:t xml:space="preserve">INSTRUCTOR NOTE: </w:t>
      </w:r>
      <w:r w:rsidRPr="00DE5055">
        <w:rPr>
          <w:rFonts w:ascii="ATT Aleck Sans" w:hAnsi="ATT Aleck Sans" w:cs="ATT Aleck Sans"/>
        </w:rPr>
        <w:t>Encourage the participants to answer the question.</w:t>
      </w:r>
    </w:p>
    <w:p w14:paraId="0E9E47AA" w14:textId="2C884CD1" w:rsidR="00DE5055" w:rsidRPr="00DE5055" w:rsidRDefault="00DE5055" w:rsidP="00DE5055">
      <w:pPr>
        <w:rPr>
          <w:rFonts w:ascii="ATT Aleck Sans" w:hAnsi="ATT Aleck Sans" w:cs="ATT Aleck Sans"/>
        </w:rPr>
      </w:pPr>
      <w:r w:rsidRPr="00DE5055">
        <w:rPr>
          <w:rFonts w:ascii="ATT Aleck Sans" w:hAnsi="ATT Aleck Sans" w:cs="ATT Aleck Sans"/>
        </w:rPr>
        <w:t>In this example, the recipient is being offered a $100</w:t>
      </w:r>
      <w:r w:rsidR="005201B8">
        <w:rPr>
          <w:rFonts w:ascii="ATT Aleck Sans" w:hAnsi="ATT Aleck Sans" w:cs="ATT Aleck Sans"/>
        </w:rPr>
        <w:t>0</w:t>
      </w:r>
      <w:r w:rsidRPr="00DE5055">
        <w:rPr>
          <w:rFonts w:ascii="ATT Aleck Sans" w:hAnsi="ATT Aleck Sans" w:cs="ATT Aleck Sans"/>
        </w:rPr>
        <w:t xml:space="preserve"> gift card.</w:t>
      </w:r>
    </w:p>
    <w:p w14:paraId="692FF4A3" w14:textId="77777777" w:rsidR="00DE5055" w:rsidRPr="00DE5055" w:rsidRDefault="00DE5055" w:rsidP="00DE5055">
      <w:pPr>
        <w:ind w:firstLine="720"/>
        <w:rPr>
          <w:rFonts w:ascii="ATT Aleck Sans" w:hAnsi="ATT Aleck Sans" w:cs="ATT Aleck Sans"/>
        </w:rPr>
      </w:pPr>
      <w:r w:rsidRPr="00DE5055">
        <w:rPr>
          <w:rFonts w:ascii="ATT Aleck Sans" w:hAnsi="ATT Aleck Sans" w:cs="ATT Aleck Sans"/>
        </w:rPr>
        <w:t> </w:t>
      </w:r>
    </w:p>
    <w:p w14:paraId="6FC8EDAC" w14:textId="77777777" w:rsidR="00DE5055" w:rsidRPr="00DE5055" w:rsidRDefault="00DE5055" w:rsidP="00DE5055">
      <w:pPr>
        <w:rPr>
          <w:rFonts w:ascii="ATT Aleck Sans" w:hAnsi="ATT Aleck Sans" w:cs="ATT Aleck Sans"/>
        </w:rPr>
      </w:pPr>
      <w:r w:rsidRPr="00DE5055">
        <w:rPr>
          <w:rFonts w:ascii="ATT Aleck Sans" w:hAnsi="ATT Aleck Sans" w:cs="ATT Aleck Sans"/>
        </w:rPr>
        <w:t xml:space="preserve">Remember, if it sounds too good to be true, it probably is. </w:t>
      </w:r>
    </w:p>
    <w:p w14:paraId="0A52E53C" w14:textId="77777777" w:rsidR="00AE2E85" w:rsidRPr="00AE2E85" w:rsidRDefault="00AE2E85" w:rsidP="0032306B">
      <w:pPr>
        <w:ind w:firstLine="720"/>
        <w:rPr>
          <w:rFonts w:ascii="ATT Aleck Sans" w:hAnsi="ATT Aleck Sans" w:cs="ATT Aleck Sans"/>
        </w:rPr>
      </w:pPr>
    </w:p>
    <w:p w14:paraId="2930EB1E" w14:textId="77777777" w:rsidR="00AE2E85" w:rsidRPr="00AE2E85" w:rsidRDefault="00AE2E85" w:rsidP="00AE2E85">
      <w:pPr>
        <w:ind w:firstLine="720"/>
        <w:rPr>
          <w:rFonts w:ascii="ATT Aleck Sans" w:hAnsi="ATT Aleck Sans" w:cs="ATT Aleck Sans"/>
        </w:rPr>
      </w:pPr>
      <w:r w:rsidRPr="00AE2E85">
        <w:rPr>
          <w:rFonts w:ascii="ATT Aleck Sans" w:hAnsi="ATT Aleck Sans" w:cs="ATT Aleck Sans"/>
          <w:b/>
          <w:bCs/>
        </w:rPr>
        <w:t>Instructor Note: </w:t>
      </w:r>
      <w:r w:rsidR="0032306B">
        <w:rPr>
          <w:rFonts w:ascii="ATT Aleck Sans" w:hAnsi="ATT Aleck Sans" w:cs="ATT Aleck Sans"/>
        </w:rPr>
        <w:t>none</w:t>
      </w:r>
    </w:p>
    <w:p w14:paraId="54B899D7" w14:textId="77777777" w:rsidR="00AE2E85" w:rsidRPr="00AE2E85" w:rsidRDefault="00AE2E85" w:rsidP="00AE2E85">
      <w:pPr>
        <w:rPr>
          <w:rFonts w:ascii="ATT Aleck Sans" w:hAnsi="ATT Aleck Sans" w:cs="ATT Aleck Sans"/>
        </w:rPr>
      </w:pPr>
      <w:r w:rsidRPr="00AE2E85">
        <w:rPr>
          <w:rFonts w:ascii="ATT Aleck Sans" w:hAnsi="ATT Aleck Sans" w:cs="ATT Aleck Sans"/>
        </w:rPr>
        <w:t> </w:t>
      </w:r>
    </w:p>
    <w:p w14:paraId="48F2B2EF" w14:textId="77777777" w:rsidR="00132642" w:rsidRDefault="00132642" w:rsidP="00132642">
      <w:pPr>
        <w:ind w:firstLine="720"/>
        <w:rPr>
          <w:rFonts w:ascii="ATT Aleck Sans" w:hAnsi="ATT Aleck Sans" w:cs="ATT Aleck Sans"/>
        </w:rPr>
      </w:pPr>
      <w:r w:rsidRPr="00467BB2">
        <w:rPr>
          <w:rFonts w:ascii="ATT Aleck Sans" w:hAnsi="ATT Aleck Sans" w:cs="ATT Aleck Sans"/>
          <w:b/>
          <w:bCs/>
        </w:rPr>
        <w:t>Additional Notes:</w:t>
      </w:r>
      <w:r>
        <w:rPr>
          <w:rFonts w:ascii="ATT Aleck Sans" w:hAnsi="ATT Aleck Sans" w:cs="ATT Aleck Sans"/>
        </w:rPr>
        <w:t xml:space="preserve"> </w:t>
      </w:r>
      <w:r w:rsidR="0032306B">
        <w:rPr>
          <w:rFonts w:ascii="ATT Aleck Sans" w:hAnsi="ATT Aleck Sans" w:cs="ATT Aleck Sans"/>
        </w:rPr>
        <w:t>none</w:t>
      </w:r>
    </w:p>
    <w:p w14:paraId="21C74EE5" w14:textId="77777777" w:rsidR="004848EF" w:rsidRDefault="004848EF" w:rsidP="004848EF">
      <w:pPr>
        <w:rPr>
          <w:rFonts w:ascii="ATT Aleck Sans" w:hAnsi="ATT Aleck Sans" w:cs="ATT Aleck Sans"/>
          <w:b/>
          <w:bCs/>
        </w:rPr>
      </w:pPr>
    </w:p>
    <w:p w14:paraId="762A7962" w14:textId="77777777" w:rsidR="00AE2E85" w:rsidRDefault="00AE2E85" w:rsidP="0032306B">
      <w:pPr>
        <w:rPr>
          <w:rFonts w:ascii="ATT Aleck Sans" w:hAnsi="ATT Aleck Sans" w:cs="ATT Aleck Sans"/>
        </w:rPr>
      </w:pPr>
      <w:r w:rsidRPr="00AE2E85">
        <w:rPr>
          <w:rFonts w:ascii="ATT Aleck Sans" w:hAnsi="ATT Aleck Sans" w:cs="ATT Aleck Sans"/>
          <w:b/>
          <w:bCs/>
        </w:rPr>
        <w:t xml:space="preserve">Slide Number &amp; Title. </w:t>
      </w:r>
      <w:r w:rsidR="004848EF" w:rsidRPr="00AE2E85">
        <w:rPr>
          <w:rFonts w:ascii="ATT Aleck Sans" w:hAnsi="ATT Aleck Sans" w:cs="ATT Aleck Sans"/>
        </w:rPr>
        <w:t>Slide 5</w:t>
      </w:r>
      <w:r w:rsidR="00FB1A43" w:rsidRPr="00AE2E85">
        <w:rPr>
          <w:rFonts w:ascii="ATT Aleck Sans" w:hAnsi="ATT Aleck Sans" w:cs="ATT Aleck Sans"/>
        </w:rPr>
        <w:t>6</w:t>
      </w:r>
      <w:r w:rsidR="004848EF" w:rsidRPr="00AE2E85">
        <w:rPr>
          <w:rFonts w:ascii="ATT Aleck Sans" w:hAnsi="ATT Aleck Sans" w:cs="ATT Aleck Sans"/>
        </w:rPr>
        <w:t>:</w:t>
      </w:r>
      <w:r w:rsidR="004848EF" w:rsidRPr="00467401">
        <w:rPr>
          <w:rFonts w:ascii="ATT Aleck Sans" w:hAnsi="ATT Aleck Sans" w:cs="ATT Aleck Sans"/>
          <w:b/>
          <w:bCs/>
        </w:rPr>
        <w:t xml:space="preserve"> </w:t>
      </w:r>
      <w:r w:rsidR="00DE5055">
        <w:rPr>
          <w:rFonts w:ascii="ATT Aleck Sans" w:hAnsi="ATT Aleck Sans" w:cs="ATT Aleck Sans"/>
        </w:rPr>
        <w:t xml:space="preserve">Are They Asking You </w:t>
      </w:r>
      <w:r w:rsidR="00344E05">
        <w:rPr>
          <w:rFonts w:ascii="ATT Aleck Sans" w:hAnsi="ATT Aleck Sans" w:cs="ATT Aleck Sans"/>
        </w:rPr>
        <w:t>to</w:t>
      </w:r>
      <w:r w:rsidR="00DE5055">
        <w:rPr>
          <w:rFonts w:ascii="ATT Aleck Sans" w:hAnsi="ATT Aleck Sans" w:cs="ATT Aleck Sans"/>
        </w:rPr>
        <w:t xml:space="preserve"> Keep a Secret?</w:t>
      </w:r>
    </w:p>
    <w:p w14:paraId="567FAEC5" w14:textId="77777777" w:rsidR="0032306B" w:rsidRDefault="0032306B" w:rsidP="0032306B">
      <w:pPr>
        <w:rPr>
          <w:rFonts w:ascii="ATT Aleck Sans" w:hAnsi="ATT Aleck Sans" w:cs="ATT Aleck Sans"/>
          <w:b/>
          <w:bCs/>
        </w:rPr>
      </w:pPr>
    </w:p>
    <w:p w14:paraId="7B60934E" w14:textId="77777777" w:rsidR="00DE5055" w:rsidRPr="00DE5055" w:rsidRDefault="00AE2E85" w:rsidP="00DE5055">
      <w:pPr>
        <w:ind w:firstLine="720"/>
        <w:rPr>
          <w:rFonts w:ascii="ATT Aleck Sans" w:hAnsi="ATT Aleck Sans" w:cs="ATT Aleck Sans"/>
        </w:rPr>
      </w:pPr>
      <w:r w:rsidRPr="00AE2E85">
        <w:rPr>
          <w:rFonts w:ascii="ATT Aleck Sans" w:hAnsi="ATT Aleck Sans" w:cs="ATT Aleck Sans"/>
          <w:b/>
          <w:bCs/>
        </w:rPr>
        <w:t>On Slide Text:</w:t>
      </w:r>
      <w:r w:rsidRPr="00AE2E85">
        <w:rPr>
          <w:rFonts w:ascii="ATT Aleck Sans" w:hAnsi="ATT Aleck Sans" w:cs="ATT Aleck Sans"/>
        </w:rPr>
        <w:t> </w:t>
      </w:r>
      <w:r w:rsidR="00DE5055" w:rsidRPr="00DE5055">
        <w:rPr>
          <w:rFonts w:ascii="ATT Aleck Sans" w:hAnsi="ATT Aleck Sans" w:cs="ATT Aleck Sans"/>
        </w:rPr>
        <w:t>Are they asking you to keep a secret?</w:t>
      </w:r>
    </w:p>
    <w:p w14:paraId="43000C13" w14:textId="77777777" w:rsidR="0032306B" w:rsidRPr="0032306B" w:rsidRDefault="0032306B" w:rsidP="00DE5055">
      <w:pPr>
        <w:ind w:firstLine="720"/>
        <w:rPr>
          <w:rFonts w:ascii="ATT Aleck Sans" w:hAnsi="ATT Aleck Sans" w:cs="ATT Aleck Sans"/>
        </w:rPr>
      </w:pPr>
    </w:p>
    <w:p w14:paraId="73DC0E97" w14:textId="77777777" w:rsidR="00AE2E85" w:rsidRPr="00AE2E85" w:rsidRDefault="00AE2E85" w:rsidP="00AE2E85">
      <w:pPr>
        <w:rPr>
          <w:rFonts w:ascii="ATT Aleck Sans" w:hAnsi="ATT Aleck Sans" w:cs="ATT Aleck Sans"/>
        </w:rPr>
      </w:pPr>
      <w:r w:rsidRPr="00AE2E85">
        <w:rPr>
          <w:rFonts w:ascii="ATT Aleck Sans" w:hAnsi="ATT Aleck Sans" w:cs="ATT Aleck Sans"/>
        </w:rPr>
        <w:tab/>
      </w:r>
      <w:r w:rsidRPr="00AE2E85">
        <w:rPr>
          <w:rFonts w:ascii="ATT Aleck Sans" w:hAnsi="ATT Aleck Sans" w:cs="ATT Aleck Sans"/>
          <w:b/>
          <w:bCs/>
        </w:rPr>
        <w:t>Notes Section</w:t>
      </w:r>
    </w:p>
    <w:p w14:paraId="5C28A0F4" w14:textId="77777777" w:rsidR="00AE2E85" w:rsidRPr="00AE2E85" w:rsidRDefault="00AE2E85" w:rsidP="00AE2E85">
      <w:pPr>
        <w:rPr>
          <w:rFonts w:ascii="ATT Aleck Sans" w:hAnsi="ATT Aleck Sans" w:cs="ATT Aleck Sans"/>
          <w:b/>
          <w:bCs/>
        </w:rPr>
      </w:pPr>
    </w:p>
    <w:p w14:paraId="1DB39246" w14:textId="77777777" w:rsidR="00DE5055" w:rsidRPr="00DE5055" w:rsidRDefault="00AE2E85" w:rsidP="00DE5055">
      <w:pPr>
        <w:ind w:firstLine="720"/>
        <w:rPr>
          <w:rFonts w:ascii="ATT Aleck Sans" w:hAnsi="ATT Aleck Sans" w:cs="ATT Aleck Sans"/>
        </w:rPr>
      </w:pPr>
      <w:r w:rsidRPr="00AE2E85">
        <w:rPr>
          <w:rFonts w:ascii="ATT Aleck Sans" w:hAnsi="ATT Aleck Sans" w:cs="ATT Aleck Sans"/>
          <w:b/>
          <w:bCs/>
        </w:rPr>
        <w:t>Talking Points:</w:t>
      </w:r>
      <w:r w:rsidRPr="00AE2E85">
        <w:rPr>
          <w:rFonts w:ascii="ATT Aleck Sans" w:hAnsi="ATT Aleck Sans" w:cs="ATT Aleck Sans"/>
        </w:rPr>
        <w:t> </w:t>
      </w:r>
      <w:r w:rsidR="00DE5055" w:rsidRPr="00DE5055">
        <w:rPr>
          <w:rFonts w:ascii="ATT Aleck Sans" w:hAnsi="ATT Aleck Sans" w:cs="ATT Aleck Sans"/>
        </w:rPr>
        <w:t>Is the sender asking you to keep it secret? In this text</w:t>
      </w:r>
      <w:r w:rsidR="00DE5055">
        <w:rPr>
          <w:rFonts w:ascii="ATT Aleck Sans" w:hAnsi="ATT Aleck Sans" w:cs="ATT Aleck Sans"/>
        </w:rPr>
        <w:t>,</w:t>
      </w:r>
      <w:r w:rsidR="00DE5055" w:rsidRPr="00DE5055">
        <w:rPr>
          <w:rFonts w:ascii="ATT Aleck Sans" w:hAnsi="ATT Aleck Sans" w:cs="ATT Aleck Sans"/>
        </w:rPr>
        <w:t xml:space="preserve"> a fraudster claims to be a family member who needs help and does not want their parents to know. </w:t>
      </w:r>
    </w:p>
    <w:p w14:paraId="0CFF54E9" w14:textId="77777777" w:rsidR="00DE5055" w:rsidRDefault="00DE5055" w:rsidP="00DE5055">
      <w:pPr>
        <w:rPr>
          <w:rFonts w:ascii="ATT Aleck Sans" w:hAnsi="ATT Aleck Sans" w:cs="ATT Aleck Sans"/>
        </w:rPr>
      </w:pPr>
    </w:p>
    <w:p w14:paraId="3A691B14" w14:textId="77777777" w:rsidR="00DE5055" w:rsidRPr="00DE5055" w:rsidRDefault="00DE5055" w:rsidP="00DE5055">
      <w:pPr>
        <w:rPr>
          <w:rFonts w:ascii="ATT Aleck Sans" w:hAnsi="ATT Aleck Sans" w:cs="ATT Aleck Sans"/>
        </w:rPr>
      </w:pPr>
      <w:r w:rsidRPr="00DE5055">
        <w:rPr>
          <w:rFonts w:ascii="ATT Aleck Sans" w:hAnsi="ATT Aleck Sans" w:cs="ATT Aleck Sans"/>
        </w:rPr>
        <w:t xml:space="preserve">Another variation on this scam is that the person claims they are using a friend’s phone. </w:t>
      </w:r>
    </w:p>
    <w:p w14:paraId="6D409D16" w14:textId="77777777" w:rsidR="00DE5055" w:rsidRDefault="00DE5055" w:rsidP="00DE5055">
      <w:pPr>
        <w:rPr>
          <w:rFonts w:ascii="ATT Aleck Sans" w:hAnsi="ATT Aleck Sans" w:cs="ATT Aleck Sans"/>
        </w:rPr>
      </w:pPr>
    </w:p>
    <w:p w14:paraId="62D7587D" w14:textId="77777777" w:rsidR="00DE5055" w:rsidRPr="00DE5055" w:rsidRDefault="00DE5055" w:rsidP="00DE5055">
      <w:pPr>
        <w:rPr>
          <w:rFonts w:ascii="ATT Aleck Sans" w:hAnsi="ATT Aleck Sans" w:cs="ATT Aleck Sans"/>
        </w:rPr>
      </w:pPr>
      <w:r w:rsidRPr="00DE5055">
        <w:rPr>
          <w:rFonts w:ascii="ATT Aleck Sans" w:hAnsi="ATT Aleck Sans" w:cs="ATT Aleck Sans"/>
        </w:rPr>
        <w:t xml:space="preserve">Scammers try to pressure you into sending money or information before you have time </w:t>
      </w:r>
      <w:r w:rsidR="00344E05">
        <w:rPr>
          <w:rFonts w:ascii="ATT Aleck Sans" w:hAnsi="ATT Aleck Sans" w:cs="ATT Aleck Sans"/>
        </w:rPr>
        <w:t xml:space="preserve">to </w:t>
      </w:r>
      <w:r w:rsidRPr="00DE5055">
        <w:rPr>
          <w:rFonts w:ascii="ATT Aleck Sans" w:hAnsi="ATT Aleck Sans" w:cs="ATT Aleck Sans"/>
        </w:rPr>
        <w:t xml:space="preserve">check if the emergency is real. If someone you know says they are in trouble, contact them using the information you have, not the contact information or link from the person who reaches out to you. </w:t>
      </w:r>
    </w:p>
    <w:p w14:paraId="7A6AAB38" w14:textId="77777777" w:rsidR="0032306B" w:rsidRPr="00AE2E85" w:rsidRDefault="0032306B" w:rsidP="00DE5055">
      <w:pPr>
        <w:ind w:firstLine="720"/>
        <w:rPr>
          <w:rFonts w:ascii="ATT Aleck Sans" w:hAnsi="ATT Aleck Sans" w:cs="ATT Aleck Sans"/>
        </w:rPr>
      </w:pPr>
    </w:p>
    <w:p w14:paraId="69376E30" w14:textId="77777777" w:rsidR="00AE2E85" w:rsidRPr="00AE2E85" w:rsidRDefault="00AE2E85" w:rsidP="00AE2E85">
      <w:pPr>
        <w:ind w:firstLine="720"/>
        <w:rPr>
          <w:rFonts w:ascii="ATT Aleck Sans" w:hAnsi="ATT Aleck Sans" w:cs="ATT Aleck Sans"/>
        </w:rPr>
      </w:pPr>
      <w:r w:rsidRPr="00AE2E85">
        <w:rPr>
          <w:rFonts w:ascii="ATT Aleck Sans" w:hAnsi="ATT Aleck Sans" w:cs="ATT Aleck Sans"/>
          <w:b/>
          <w:bCs/>
        </w:rPr>
        <w:t>Instructor Note: </w:t>
      </w:r>
      <w:r w:rsidR="0032306B">
        <w:rPr>
          <w:rFonts w:ascii="ATT Aleck Sans" w:hAnsi="ATT Aleck Sans" w:cs="ATT Aleck Sans"/>
        </w:rPr>
        <w:t>none</w:t>
      </w:r>
    </w:p>
    <w:p w14:paraId="0E8B2864" w14:textId="77777777" w:rsidR="00AE2E85" w:rsidRPr="00AE2E85" w:rsidRDefault="00AE2E85" w:rsidP="00AE2E85">
      <w:pPr>
        <w:rPr>
          <w:rFonts w:ascii="ATT Aleck Sans" w:hAnsi="ATT Aleck Sans" w:cs="ATT Aleck Sans"/>
        </w:rPr>
      </w:pPr>
      <w:r w:rsidRPr="00AE2E85">
        <w:rPr>
          <w:rFonts w:ascii="ATT Aleck Sans" w:hAnsi="ATT Aleck Sans" w:cs="ATT Aleck Sans"/>
        </w:rPr>
        <w:t> </w:t>
      </w:r>
    </w:p>
    <w:p w14:paraId="0B994EF6" w14:textId="77777777" w:rsidR="00265600" w:rsidRPr="0032306B" w:rsidRDefault="00AE2E85" w:rsidP="0032306B">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1376E38D" w14:textId="77777777" w:rsidR="00AE2E85" w:rsidRDefault="00AE2E85" w:rsidP="007914B3">
      <w:pPr>
        <w:rPr>
          <w:rFonts w:ascii="ATT Aleck Sans" w:hAnsi="ATT Aleck Sans" w:cs="ATT Aleck Sans"/>
          <w:b/>
          <w:bCs/>
        </w:rPr>
      </w:pPr>
    </w:p>
    <w:p w14:paraId="530443D5" w14:textId="77777777" w:rsidR="007914B3" w:rsidRDefault="00AE2E85" w:rsidP="007914B3">
      <w:pPr>
        <w:rPr>
          <w:rFonts w:ascii="ATT Aleck Sans" w:hAnsi="ATT Aleck Sans" w:cs="ATT Aleck Sans"/>
        </w:rPr>
      </w:pPr>
      <w:r w:rsidRPr="03CF56D2">
        <w:rPr>
          <w:rFonts w:ascii="ATT Aleck Sans" w:hAnsi="ATT Aleck Sans" w:cs="ATT Aleck Sans"/>
          <w:b/>
          <w:bCs/>
        </w:rPr>
        <w:t xml:space="preserve">Slide Number &amp; Title. </w:t>
      </w:r>
      <w:r w:rsidR="004848EF" w:rsidRPr="03CF56D2">
        <w:rPr>
          <w:rFonts w:ascii="ATT Aleck Sans" w:hAnsi="ATT Aleck Sans" w:cs="ATT Aleck Sans"/>
        </w:rPr>
        <w:t>Slide 5</w:t>
      </w:r>
      <w:r w:rsidR="00FB1A43" w:rsidRPr="03CF56D2">
        <w:rPr>
          <w:rFonts w:ascii="ATT Aleck Sans" w:hAnsi="ATT Aleck Sans" w:cs="ATT Aleck Sans"/>
        </w:rPr>
        <w:t>7</w:t>
      </w:r>
      <w:r w:rsidR="004848EF" w:rsidRPr="03CF56D2">
        <w:rPr>
          <w:rFonts w:ascii="ATT Aleck Sans" w:hAnsi="ATT Aleck Sans" w:cs="ATT Aleck Sans"/>
        </w:rPr>
        <w:t>:</w:t>
      </w:r>
      <w:r w:rsidR="004848EF" w:rsidRPr="03CF56D2">
        <w:rPr>
          <w:rFonts w:ascii="ATT Aleck Sans" w:hAnsi="ATT Aleck Sans" w:cs="ATT Aleck Sans"/>
          <w:b/>
          <w:bCs/>
        </w:rPr>
        <w:t xml:space="preserve"> </w:t>
      </w:r>
      <w:r w:rsidR="00DE5055">
        <w:rPr>
          <w:rFonts w:ascii="ATT Aleck Sans" w:hAnsi="ATT Aleck Sans" w:cs="ATT Aleck Sans"/>
        </w:rPr>
        <w:t>Are They Eager to Connect Romantically?</w:t>
      </w:r>
    </w:p>
    <w:p w14:paraId="65AB1147" w14:textId="77777777" w:rsidR="00B875D1" w:rsidRDefault="00B875D1" w:rsidP="00AE2E85">
      <w:pPr>
        <w:ind w:firstLine="720"/>
        <w:rPr>
          <w:rFonts w:ascii="ATT Aleck Sans" w:hAnsi="ATT Aleck Sans" w:cs="ATT Aleck Sans"/>
          <w:b/>
          <w:bCs/>
        </w:rPr>
      </w:pPr>
    </w:p>
    <w:p w14:paraId="6EC2B4E5" w14:textId="77777777" w:rsidR="00AE2E85" w:rsidRPr="00AE2E85" w:rsidRDefault="00AE2E85" w:rsidP="00DE5055">
      <w:pPr>
        <w:ind w:firstLine="720"/>
        <w:rPr>
          <w:rFonts w:ascii="ATT Aleck Sans" w:hAnsi="ATT Aleck Sans" w:cs="ATT Aleck Sans"/>
        </w:rPr>
      </w:pPr>
      <w:r w:rsidRPr="00AE2E85">
        <w:rPr>
          <w:rFonts w:ascii="ATT Aleck Sans" w:hAnsi="ATT Aleck Sans" w:cs="ATT Aleck Sans"/>
          <w:b/>
          <w:bCs/>
        </w:rPr>
        <w:t>On Slide Text:</w:t>
      </w:r>
      <w:r w:rsidRPr="00AE2E85">
        <w:rPr>
          <w:rFonts w:ascii="ATT Aleck Sans" w:hAnsi="ATT Aleck Sans" w:cs="ATT Aleck Sans"/>
        </w:rPr>
        <w:t> </w:t>
      </w:r>
      <w:r w:rsidR="00DE5055" w:rsidRPr="00DE5055">
        <w:rPr>
          <w:rFonts w:ascii="ATT Aleck Sans" w:hAnsi="ATT Aleck Sans" w:cs="ATT Aleck Sans"/>
        </w:rPr>
        <w:t>Are they eager to connect romantically?</w:t>
      </w:r>
      <w:r w:rsidRPr="00AE2E85">
        <w:rPr>
          <w:rFonts w:ascii="ATT Aleck Sans" w:hAnsi="ATT Aleck Sans" w:cs="ATT Aleck Sans"/>
        </w:rPr>
        <w:br/>
      </w:r>
    </w:p>
    <w:p w14:paraId="3EA2A8CE" w14:textId="77777777" w:rsidR="00AE2E85" w:rsidRPr="00AE2E85" w:rsidRDefault="00AE2E85" w:rsidP="00AE2E85">
      <w:pPr>
        <w:rPr>
          <w:rFonts w:ascii="ATT Aleck Sans" w:hAnsi="ATT Aleck Sans" w:cs="ATT Aleck Sans"/>
        </w:rPr>
      </w:pPr>
      <w:r w:rsidRPr="00AE2E85">
        <w:rPr>
          <w:rFonts w:ascii="ATT Aleck Sans" w:hAnsi="ATT Aleck Sans" w:cs="ATT Aleck Sans"/>
        </w:rPr>
        <w:tab/>
      </w:r>
      <w:r w:rsidRPr="00AE2E85">
        <w:rPr>
          <w:rFonts w:ascii="ATT Aleck Sans" w:hAnsi="ATT Aleck Sans" w:cs="ATT Aleck Sans"/>
          <w:b/>
          <w:bCs/>
        </w:rPr>
        <w:t>Notes Section</w:t>
      </w:r>
    </w:p>
    <w:p w14:paraId="0132CB2B" w14:textId="77777777" w:rsidR="00AE2E85" w:rsidRPr="00AE2E85" w:rsidRDefault="00AE2E85" w:rsidP="00AE2E85">
      <w:pPr>
        <w:rPr>
          <w:rFonts w:ascii="ATT Aleck Sans" w:hAnsi="ATT Aleck Sans" w:cs="ATT Aleck Sans"/>
          <w:b/>
          <w:bCs/>
        </w:rPr>
      </w:pPr>
    </w:p>
    <w:p w14:paraId="14A8EC6B" w14:textId="77777777" w:rsidR="00DE5055" w:rsidRPr="00DE5055" w:rsidRDefault="00AE2E85" w:rsidP="00DE5055">
      <w:pPr>
        <w:ind w:firstLine="720"/>
        <w:rPr>
          <w:rFonts w:ascii="ATT Aleck Sans" w:hAnsi="ATT Aleck Sans" w:cs="ATT Aleck Sans"/>
        </w:rPr>
      </w:pPr>
      <w:r w:rsidRPr="00AE2E85">
        <w:rPr>
          <w:rFonts w:ascii="ATT Aleck Sans" w:hAnsi="ATT Aleck Sans" w:cs="ATT Aleck Sans"/>
          <w:b/>
          <w:bCs/>
        </w:rPr>
        <w:lastRenderedPageBreak/>
        <w:t>Talking Points:</w:t>
      </w:r>
      <w:r w:rsidRPr="00AE2E85">
        <w:rPr>
          <w:rFonts w:ascii="ATT Aleck Sans" w:hAnsi="ATT Aleck Sans" w:cs="ATT Aleck Sans"/>
        </w:rPr>
        <w:t> </w:t>
      </w:r>
      <w:r w:rsidR="00DE5055" w:rsidRPr="00DE5055">
        <w:rPr>
          <w:rFonts w:ascii="ATT Aleck Sans" w:hAnsi="ATT Aleck Sans" w:cs="ATT Aleck Sans"/>
        </w:rPr>
        <w:t>Has someone tried to connect with you romantically online? You may have met them on a dating app or your favorite social media platform. It starts slow, but over time, the conversation becomes more personal. Then they start asking for money or gifts, or they need help with an unexpected bill, or they would love to come see you, but they need you to pay for the plane ticket. Scammers create fake profiles using stolen photos to build personal relationships.</w:t>
      </w:r>
    </w:p>
    <w:p w14:paraId="3B050EDE" w14:textId="77777777" w:rsidR="00AE2E85" w:rsidRPr="00AE2E85" w:rsidRDefault="00AE2E85" w:rsidP="005201B8">
      <w:pPr>
        <w:rPr>
          <w:rFonts w:ascii="ATT Aleck Sans" w:hAnsi="ATT Aleck Sans" w:cs="ATT Aleck Sans"/>
        </w:rPr>
      </w:pPr>
    </w:p>
    <w:p w14:paraId="4C183ABE" w14:textId="77777777" w:rsidR="00AE2E85" w:rsidRPr="00AE2E85" w:rsidRDefault="00AE2E85" w:rsidP="00AE2E85">
      <w:pPr>
        <w:ind w:firstLine="720"/>
        <w:rPr>
          <w:rFonts w:ascii="ATT Aleck Sans" w:hAnsi="ATT Aleck Sans" w:cs="ATT Aleck Sans"/>
        </w:rPr>
      </w:pPr>
      <w:r w:rsidRPr="00AE2E85">
        <w:rPr>
          <w:rFonts w:ascii="ATT Aleck Sans" w:hAnsi="ATT Aleck Sans" w:cs="ATT Aleck Sans"/>
          <w:b/>
          <w:bCs/>
        </w:rPr>
        <w:t>Instructor Note: </w:t>
      </w:r>
      <w:r w:rsidRPr="00AE2E85">
        <w:rPr>
          <w:rFonts w:ascii="ATT Aleck Sans" w:hAnsi="ATT Aleck Sans" w:cs="ATT Aleck Sans"/>
        </w:rPr>
        <w:t>none</w:t>
      </w:r>
    </w:p>
    <w:p w14:paraId="58927652" w14:textId="77777777" w:rsidR="00AE2E85" w:rsidRPr="00AE2E85" w:rsidRDefault="00AE2E85" w:rsidP="00AE2E85">
      <w:pPr>
        <w:rPr>
          <w:rFonts w:ascii="ATT Aleck Sans" w:hAnsi="ATT Aleck Sans" w:cs="ATT Aleck Sans"/>
        </w:rPr>
      </w:pPr>
      <w:r w:rsidRPr="00AE2E85">
        <w:rPr>
          <w:rFonts w:ascii="ATT Aleck Sans" w:hAnsi="ATT Aleck Sans" w:cs="ATT Aleck Sans"/>
        </w:rPr>
        <w:t> </w:t>
      </w:r>
    </w:p>
    <w:p w14:paraId="05D205D4" w14:textId="77777777" w:rsidR="00E22136" w:rsidRPr="00E22136" w:rsidRDefault="00AE2E85" w:rsidP="00E22136">
      <w:pPr>
        <w:ind w:firstLine="720"/>
        <w:rPr>
          <w:rFonts w:ascii="ATT Aleck Sans" w:hAnsi="ATT Aleck Sans" w:cs="ATT Aleck Sans"/>
          <w:bCs/>
        </w:rPr>
      </w:pPr>
      <w:r w:rsidRPr="00AE2E85">
        <w:rPr>
          <w:rFonts w:ascii="ATT Aleck Sans" w:hAnsi="ATT Aleck Sans" w:cs="ATT Aleck Sans"/>
          <w:b/>
          <w:bCs/>
        </w:rPr>
        <w:t>Additional Details:</w:t>
      </w:r>
      <w:r w:rsidRPr="00AE2E85">
        <w:rPr>
          <w:rFonts w:ascii="ATT Aleck Sans" w:hAnsi="ATT Aleck Sans" w:cs="ATT Aleck Sans"/>
        </w:rPr>
        <w:t> </w:t>
      </w:r>
      <w:r w:rsidR="0032306B">
        <w:rPr>
          <w:rFonts w:ascii="ATT Aleck Sans" w:hAnsi="ATT Aleck Sans" w:cs="ATT Aleck Sans"/>
          <w:bCs/>
        </w:rPr>
        <w:t>none</w:t>
      </w:r>
    </w:p>
    <w:p w14:paraId="653647EA" w14:textId="77777777" w:rsidR="004848EF" w:rsidRDefault="004848EF" w:rsidP="00E22136">
      <w:pPr>
        <w:ind w:firstLine="720"/>
        <w:rPr>
          <w:rFonts w:ascii="ATT Aleck Sans" w:hAnsi="ATT Aleck Sans" w:cs="ATT Aleck Sans"/>
        </w:rPr>
      </w:pPr>
    </w:p>
    <w:p w14:paraId="6E71DB29" w14:textId="77777777" w:rsidR="00DE5055" w:rsidRPr="00B875D1" w:rsidRDefault="00DE5055" w:rsidP="00DE5055">
      <w:pPr>
        <w:rPr>
          <w:rFonts w:ascii="ATT Aleck Sans" w:hAnsi="ATT Aleck Sans" w:cs="ATT Aleck Sans"/>
        </w:rPr>
      </w:pPr>
      <w:r w:rsidRPr="00AE2E85">
        <w:rPr>
          <w:rFonts w:ascii="ATT Aleck Sans" w:hAnsi="ATT Aleck Sans" w:cs="ATT Aleck Sans"/>
          <w:b/>
          <w:bCs/>
        </w:rPr>
        <w:t xml:space="preserve">Slide Number &amp; Title. </w:t>
      </w:r>
      <w:r w:rsidRPr="00AE2E85">
        <w:rPr>
          <w:rFonts w:ascii="ATT Aleck Sans" w:hAnsi="ATT Aleck Sans" w:cs="ATT Aleck Sans"/>
        </w:rPr>
        <w:t>Slide 5</w:t>
      </w:r>
      <w:r>
        <w:rPr>
          <w:rFonts w:ascii="ATT Aleck Sans" w:hAnsi="ATT Aleck Sans" w:cs="ATT Aleck Sans"/>
        </w:rPr>
        <w:t>8</w:t>
      </w:r>
      <w:r w:rsidRPr="00AE2E85">
        <w:rPr>
          <w:rFonts w:ascii="ATT Aleck Sans" w:hAnsi="ATT Aleck Sans" w:cs="ATT Aleck Sans"/>
        </w:rPr>
        <w:t>:</w:t>
      </w:r>
      <w:r w:rsidRPr="00467401">
        <w:rPr>
          <w:rFonts w:ascii="ATT Aleck Sans" w:hAnsi="ATT Aleck Sans" w:cs="ATT Aleck Sans"/>
          <w:b/>
          <w:bCs/>
        </w:rPr>
        <w:t xml:space="preserve"> </w:t>
      </w:r>
      <w:r>
        <w:rPr>
          <w:rFonts w:ascii="ATT Aleck Sans" w:hAnsi="ATT Aleck Sans" w:cs="ATT Aleck Sans"/>
        </w:rPr>
        <w:t>Is This the Official Organization?</w:t>
      </w:r>
    </w:p>
    <w:p w14:paraId="20F1971A" w14:textId="77777777" w:rsidR="00DE5055" w:rsidRDefault="00DE5055" w:rsidP="00DE5055">
      <w:pPr>
        <w:rPr>
          <w:rFonts w:ascii="ATT Aleck Sans" w:hAnsi="ATT Aleck Sans" w:cs="ATT Aleck Sans"/>
          <w:b/>
          <w:bCs/>
        </w:rPr>
      </w:pPr>
    </w:p>
    <w:p w14:paraId="6F3E86CD" w14:textId="77777777" w:rsidR="00DE5055" w:rsidRPr="00DE5055" w:rsidRDefault="00DE5055" w:rsidP="00DE5055">
      <w:pPr>
        <w:ind w:left="720"/>
        <w:rPr>
          <w:rFonts w:ascii="ATT Aleck Sans" w:hAnsi="ATT Aleck Sans" w:cs="ATT Aleck Sans"/>
        </w:rPr>
      </w:pPr>
      <w:r w:rsidRPr="00AE2E85">
        <w:rPr>
          <w:rFonts w:ascii="ATT Aleck Sans" w:hAnsi="ATT Aleck Sans" w:cs="ATT Aleck Sans"/>
          <w:b/>
          <w:bCs/>
        </w:rPr>
        <w:t>On Slide Text:</w:t>
      </w:r>
      <w:r w:rsidRPr="00AE2E85">
        <w:rPr>
          <w:rFonts w:ascii="ATT Aleck Sans" w:hAnsi="ATT Aleck Sans" w:cs="ATT Aleck Sans"/>
        </w:rPr>
        <w:t> </w:t>
      </w:r>
      <w:r w:rsidRPr="00DE5055">
        <w:rPr>
          <w:rFonts w:ascii="ATT Aleck Sans" w:hAnsi="ATT Aleck Sans" w:cs="ATT Aleck Sans"/>
        </w:rPr>
        <w:t>Is it the official organization?</w:t>
      </w:r>
    </w:p>
    <w:p w14:paraId="4CC655D1" w14:textId="77777777" w:rsidR="00DE5055" w:rsidRPr="00AE2E85" w:rsidRDefault="00DE5055" w:rsidP="00DE5055">
      <w:pPr>
        <w:ind w:left="720"/>
        <w:rPr>
          <w:rFonts w:ascii="ATT Aleck Sans" w:hAnsi="ATT Aleck Sans" w:cs="ATT Aleck Sans"/>
        </w:rPr>
      </w:pPr>
    </w:p>
    <w:p w14:paraId="6FD7099D" w14:textId="77777777" w:rsidR="00DE5055" w:rsidRPr="00AE2E85" w:rsidRDefault="00DE5055" w:rsidP="00DE5055">
      <w:pPr>
        <w:rPr>
          <w:rFonts w:ascii="ATT Aleck Sans" w:hAnsi="ATT Aleck Sans" w:cs="ATT Aleck Sans"/>
        </w:rPr>
      </w:pPr>
      <w:r w:rsidRPr="00AE2E85">
        <w:rPr>
          <w:rFonts w:ascii="ATT Aleck Sans" w:hAnsi="ATT Aleck Sans" w:cs="ATT Aleck Sans"/>
        </w:rPr>
        <w:tab/>
      </w:r>
      <w:r w:rsidRPr="00AE2E85">
        <w:rPr>
          <w:rFonts w:ascii="ATT Aleck Sans" w:hAnsi="ATT Aleck Sans" w:cs="ATT Aleck Sans"/>
          <w:b/>
          <w:bCs/>
        </w:rPr>
        <w:t>Notes Section</w:t>
      </w:r>
    </w:p>
    <w:p w14:paraId="2798D24F" w14:textId="77777777" w:rsidR="00DE5055" w:rsidRPr="00AE2E85" w:rsidRDefault="00DE5055" w:rsidP="00DE5055">
      <w:pPr>
        <w:rPr>
          <w:rFonts w:ascii="ATT Aleck Sans" w:hAnsi="ATT Aleck Sans" w:cs="ATT Aleck Sans"/>
          <w:b/>
          <w:bCs/>
        </w:rPr>
      </w:pPr>
    </w:p>
    <w:p w14:paraId="2CC8E75C" w14:textId="77777777" w:rsidR="00DE5055" w:rsidRPr="00DE5055" w:rsidRDefault="00DE5055" w:rsidP="00DE5055">
      <w:pPr>
        <w:ind w:firstLine="720"/>
        <w:rPr>
          <w:rFonts w:ascii="ATT Aleck Sans" w:hAnsi="ATT Aleck Sans" w:cs="ATT Aleck Sans"/>
        </w:rPr>
      </w:pPr>
      <w:r w:rsidRPr="00AE2E85">
        <w:rPr>
          <w:rFonts w:ascii="ATT Aleck Sans" w:hAnsi="ATT Aleck Sans" w:cs="ATT Aleck Sans"/>
          <w:b/>
          <w:bCs/>
        </w:rPr>
        <w:t>Talking Points:</w:t>
      </w:r>
      <w:r w:rsidRPr="00AE2E85">
        <w:rPr>
          <w:rFonts w:ascii="ATT Aleck Sans" w:hAnsi="ATT Aleck Sans" w:cs="ATT Aleck Sans"/>
        </w:rPr>
        <w:t> </w:t>
      </w:r>
      <w:r w:rsidRPr="00DE5055">
        <w:rPr>
          <w:rFonts w:ascii="ATT Aleck Sans" w:hAnsi="ATT Aleck Sans" w:cs="ATT Aleck Sans"/>
        </w:rPr>
        <w:t>Are you working with the organization you thought you were? Some organizations will provide the goods or service you requested but will charge large service fees – fees that you would not have paid if you had purchased from the original provider.</w:t>
      </w:r>
    </w:p>
    <w:p w14:paraId="326072EA" w14:textId="77777777" w:rsidR="00DE5055" w:rsidRDefault="00DE5055" w:rsidP="00DE5055">
      <w:pPr>
        <w:rPr>
          <w:rFonts w:ascii="ATT Aleck Sans" w:hAnsi="ATT Aleck Sans" w:cs="ATT Aleck Sans"/>
        </w:rPr>
      </w:pPr>
    </w:p>
    <w:p w14:paraId="39254137" w14:textId="77777777" w:rsidR="00DE5055" w:rsidRPr="00DE5055" w:rsidRDefault="00DE5055" w:rsidP="00DE5055">
      <w:pPr>
        <w:rPr>
          <w:rFonts w:ascii="ATT Aleck Sans" w:hAnsi="ATT Aleck Sans" w:cs="ATT Aleck Sans"/>
        </w:rPr>
      </w:pPr>
      <w:r w:rsidRPr="00DE5055">
        <w:rPr>
          <w:rFonts w:ascii="ATT Aleck Sans" w:hAnsi="ATT Aleck Sans" w:cs="ATT Aleck Sans"/>
        </w:rPr>
        <w:t xml:space="preserve">You may encounter this when searching for a product or service online. If you click one of the Sponsored links in the search results or on the advertisement on a webpage, it may not be the official organization but a reseller who charges you additional fees you would not have paid if you paid the organization directly. </w:t>
      </w:r>
    </w:p>
    <w:p w14:paraId="6543BC63" w14:textId="77777777" w:rsidR="00DE5055" w:rsidRDefault="00DE5055" w:rsidP="00DE5055">
      <w:pPr>
        <w:rPr>
          <w:rFonts w:ascii="ATT Aleck Sans" w:hAnsi="ATT Aleck Sans" w:cs="ATT Aleck Sans"/>
        </w:rPr>
      </w:pPr>
    </w:p>
    <w:p w14:paraId="729F00E5" w14:textId="77777777" w:rsidR="00DE5055" w:rsidRPr="00DE5055" w:rsidRDefault="00DE5055" w:rsidP="00DE5055">
      <w:pPr>
        <w:rPr>
          <w:rFonts w:ascii="ATT Aleck Sans" w:hAnsi="ATT Aleck Sans" w:cs="ATT Aleck Sans"/>
        </w:rPr>
      </w:pPr>
      <w:r w:rsidRPr="00DE5055">
        <w:rPr>
          <w:rFonts w:ascii="ATT Aleck Sans" w:hAnsi="ATT Aleck Sans" w:cs="ATT Aleck Sans"/>
        </w:rPr>
        <w:t>If you are not sure if the link is an advertisement, look for the word SPONSORED in your search results. Sponsored indicates the link in the result list is a paid advertisement.</w:t>
      </w:r>
    </w:p>
    <w:p w14:paraId="58F256B6" w14:textId="77777777" w:rsidR="00DE5055" w:rsidRPr="00AE2E85" w:rsidRDefault="00DE5055" w:rsidP="00DE5055">
      <w:pPr>
        <w:ind w:firstLine="720"/>
        <w:rPr>
          <w:rFonts w:ascii="ATT Aleck Sans" w:hAnsi="ATT Aleck Sans" w:cs="ATT Aleck Sans"/>
        </w:rPr>
      </w:pPr>
    </w:p>
    <w:p w14:paraId="63F5782E" w14:textId="2B8DE286" w:rsidR="00DE5055" w:rsidRDefault="00DE5055" w:rsidP="00DE5055">
      <w:pPr>
        <w:ind w:left="720"/>
        <w:rPr>
          <w:rFonts w:ascii="ATT Aleck Sans" w:hAnsi="ATT Aleck Sans" w:cs="ATT Aleck Sans"/>
          <w:b/>
          <w:bCs/>
        </w:rPr>
      </w:pPr>
      <w:r w:rsidRPr="56A96901">
        <w:rPr>
          <w:rFonts w:ascii="ATT Aleck Sans" w:hAnsi="ATT Aleck Sans" w:cs="ATT Aleck Sans"/>
          <w:b/>
          <w:bCs/>
        </w:rPr>
        <w:t>Instructor Note: </w:t>
      </w:r>
      <w:r w:rsidR="3001000B" w:rsidRPr="56A96901">
        <w:rPr>
          <w:rFonts w:ascii="ATT Aleck Sans" w:hAnsi="ATT Aleck Sans" w:cs="ATT Aleck Sans"/>
        </w:rPr>
        <w:t>none</w:t>
      </w:r>
      <w:r>
        <w:br/>
      </w:r>
    </w:p>
    <w:p w14:paraId="5B106469" w14:textId="77777777" w:rsidR="00DE5055" w:rsidRPr="004848EF" w:rsidRDefault="00DE5055" w:rsidP="00DE5055">
      <w:pPr>
        <w:ind w:left="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1EE8F8F9" w14:textId="77777777" w:rsidR="00DE5055" w:rsidRDefault="00DE5055" w:rsidP="00B875D1">
      <w:pPr>
        <w:rPr>
          <w:rFonts w:ascii="ATT Aleck Sans" w:hAnsi="ATT Aleck Sans" w:cs="ATT Aleck Sans"/>
          <w:b/>
          <w:bCs/>
        </w:rPr>
      </w:pPr>
    </w:p>
    <w:p w14:paraId="6AA4205A" w14:textId="77777777" w:rsidR="00B875D1" w:rsidRPr="00B875D1" w:rsidRDefault="00B875D1" w:rsidP="00B875D1">
      <w:pPr>
        <w:rPr>
          <w:rFonts w:ascii="ATT Aleck Sans" w:hAnsi="ATT Aleck Sans" w:cs="ATT Aleck Sans"/>
        </w:rPr>
      </w:pPr>
      <w:r w:rsidRPr="00AE2E85">
        <w:rPr>
          <w:rFonts w:ascii="ATT Aleck Sans" w:hAnsi="ATT Aleck Sans" w:cs="ATT Aleck Sans"/>
          <w:b/>
          <w:bCs/>
        </w:rPr>
        <w:t xml:space="preserve">Slide Number &amp; Title. </w:t>
      </w:r>
      <w:r w:rsidRPr="00AE2E85">
        <w:rPr>
          <w:rFonts w:ascii="ATT Aleck Sans" w:hAnsi="ATT Aleck Sans" w:cs="ATT Aleck Sans"/>
        </w:rPr>
        <w:t>Slide 5</w:t>
      </w:r>
      <w:r w:rsidR="00DE5055">
        <w:rPr>
          <w:rFonts w:ascii="ATT Aleck Sans" w:hAnsi="ATT Aleck Sans" w:cs="ATT Aleck Sans"/>
        </w:rPr>
        <w:t>9</w:t>
      </w:r>
      <w:r w:rsidRPr="00AE2E85">
        <w:rPr>
          <w:rFonts w:ascii="ATT Aleck Sans" w:hAnsi="ATT Aleck Sans" w:cs="ATT Aleck Sans"/>
        </w:rPr>
        <w:t>:</w:t>
      </w:r>
      <w:r w:rsidRPr="00467401">
        <w:rPr>
          <w:rFonts w:ascii="ATT Aleck Sans" w:hAnsi="ATT Aleck Sans" w:cs="ATT Aleck Sans"/>
          <w:b/>
          <w:bCs/>
        </w:rPr>
        <w:t xml:space="preserve"> </w:t>
      </w:r>
      <w:r w:rsidR="0032306B">
        <w:rPr>
          <w:rFonts w:ascii="ATT Aleck Sans" w:hAnsi="ATT Aleck Sans" w:cs="ATT Aleck Sans"/>
        </w:rPr>
        <w:t>Activity #3</w:t>
      </w:r>
    </w:p>
    <w:p w14:paraId="357A09DE" w14:textId="77777777" w:rsidR="00B875D1" w:rsidRDefault="00B875D1" w:rsidP="00B875D1">
      <w:pPr>
        <w:rPr>
          <w:rFonts w:ascii="ATT Aleck Sans" w:hAnsi="ATT Aleck Sans" w:cs="ATT Aleck Sans"/>
          <w:b/>
          <w:bCs/>
        </w:rPr>
      </w:pPr>
    </w:p>
    <w:p w14:paraId="25D95614" w14:textId="77777777" w:rsidR="00B875D1" w:rsidRPr="00B875D1" w:rsidRDefault="00B875D1" w:rsidP="00B875D1">
      <w:pPr>
        <w:ind w:left="720"/>
        <w:rPr>
          <w:rFonts w:ascii="ATT Aleck Sans" w:hAnsi="ATT Aleck Sans" w:cs="ATT Aleck Sans"/>
        </w:rPr>
      </w:pPr>
      <w:r w:rsidRPr="00AE2E85">
        <w:rPr>
          <w:rFonts w:ascii="ATT Aleck Sans" w:hAnsi="ATT Aleck Sans" w:cs="ATT Aleck Sans"/>
          <w:b/>
          <w:bCs/>
        </w:rPr>
        <w:t>On Slide Text:</w:t>
      </w:r>
      <w:r w:rsidRPr="00AE2E85">
        <w:rPr>
          <w:rFonts w:ascii="ATT Aleck Sans" w:hAnsi="ATT Aleck Sans" w:cs="ATT Aleck Sans"/>
        </w:rPr>
        <w:t> </w:t>
      </w:r>
      <w:r w:rsidR="0032306B">
        <w:rPr>
          <w:rFonts w:ascii="ATT Aleck Sans" w:hAnsi="ATT Aleck Sans" w:cs="ATT Aleck Sans"/>
        </w:rPr>
        <w:t>Activity #3</w:t>
      </w:r>
      <w:r w:rsidRPr="00B875D1">
        <w:rPr>
          <w:rFonts w:ascii="ATT Aleck Sans" w:hAnsi="ATT Aleck Sans" w:cs="ATT Aleck Sans"/>
        </w:rPr>
        <w:t xml:space="preserve"> </w:t>
      </w:r>
    </w:p>
    <w:p w14:paraId="1DC7FB3C" w14:textId="77777777" w:rsidR="00B875D1" w:rsidRPr="00AE2E85" w:rsidRDefault="00B875D1" w:rsidP="00B875D1">
      <w:pPr>
        <w:ind w:firstLine="720"/>
        <w:rPr>
          <w:rFonts w:ascii="ATT Aleck Sans" w:hAnsi="ATT Aleck Sans" w:cs="ATT Aleck Sans"/>
        </w:rPr>
      </w:pPr>
    </w:p>
    <w:p w14:paraId="1BFDE898" w14:textId="77777777" w:rsidR="00B875D1" w:rsidRPr="00AE2E85" w:rsidRDefault="00B875D1" w:rsidP="00B875D1">
      <w:pPr>
        <w:rPr>
          <w:rFonts w:ascii="ATT Aleck Sans" w:hAnsi="ATT Aleck Sans" w:cs="ATT Aleck Sans"/>
        </w:rPr>
      </w:pPr>
      <w:r w:rsidRPr="00AE2E85">
        <w:rPr>
          <w:rFonts w:ascii="ATT Aleck Sans" w:hAnsi="ATT Aleck Sans" w:cs="ATT Aleck Sans"/>
        </w:rPr>
        <w:tab/>
      </w:r>
      <w:r w:rsidRPr="00AE2E85">
        <w:rPr>
          <w:rFonts w:ascii="ATT Aleck Sans" w:hAnsi="ATT Aleck Sans" w:cs="ATT Aleck Sans"/>
          <w:b/>
          <w:bCs/>
        </w:rPr>
        <w:t>Notes Section</w:t>
      </w:r>
    </w:p>
    <w:p w14:paraId="76D0C0BE" w14:textId="77777777" w:rsidR="00B875D1" w:rsidRPr="00AE2E85" w:rsidRDefault="00B875D1" w:rsidP="00B875D1">
      <w:pPr>
        <w:rPr>
          <w:rFonts w:ascii="ATT Aleck Sans" w:hAnsi="ATT Aleck Sans" w:cs="ATT Aleck Sans"/>
          <w:b/>
          <w:bCs/>
        </w:rPr>
      </w:pPr>
    </w:p>
    <w:p w14:paraId="417F3BB3" w14:textId="7F65C057" w:rsidR="00260C68" w:rsidRPr="00260C68" w:rsidRDefault="00B875D1" w:rsidP="00260C68">
      <w:pPr>
        <w:ind w:firstLine="720"/>
        <w:rPr>
          <w:rFonts w:ascii="ATT Aleck Sans" w:hAnsi="ATT Aleck Sans" w:cs="ATT Aleck Sans"/>
        </w:rPr>
      </w:pPr>
      <w:r w:rsidRPr="47727720">
        <w:rPr>
          <w:rFonts w:ascii="ATT Aleck Sans" w:hAnsi="ATT Aleck Sans" w:cs="ATT Aleck Sans"/>
          <w:b/>
          <w:bCs/>
        </w:rPr>
        <w:t>Talking Points:</w:t>
      </w:r>
      <w:r w:rsidRPr="47727720">
        <w:rPr>
          <w:rFonts w:ascii="ATT Aleck Sans" w:hAnsi="ATT Aleck Sans" w:cs="ATT Aleck Sans"/>
        </w:rPr>
        <w:t> </w:t>
      </w:r>
      <w:r w:rsidR="00260C68" w:rsidRPr="47727720">
        <w:rPr>
          <w:rFonts w:ascii="ATT Aleck Sans" w:hAnsi="ATT Aleck Sans" w:cs="ATT Aleck Sans"/>
        </w:rPr>
        <w:t>In this lesson, we learned how to identify scams while browsing a website, receiving a phone call, in an email, text message, online game, or even in a pop-up window on your computer.</w:t>
      </w:r>
    </w:p>
    <w:p w14:paraId="49221379" w14:textId="77777777" w:rsidR="00260C68" w:rsidRPr="00260C68" w:rsidRDefault="00260C68" w:rsidP="00260C68">
      <w:pPr>
        <w:ind w:firstLine="720"/>
        <w:rPr>
          <w:rFonts w:ascii="ATT Aleck Sans" w:hAnsi="ATT Aleck Sans" w:cs="ATT Aleck Sans"/>
        </w:rPr>
      </w:pPr>
      <w:r w:rsidRPr="00260C68">
        <w:rPr>
          <w:rFonts w:ascii="ATT Aleck Sans" w:hAnsi="ATT Aleck Sans" w:cs="ATT Aleck Sans"/>
        </w:rPr>
        <w:t xml:space="preserve"> </w:t>
      </w:r>
    </w:p>
    <w:p w14:paraId="3B51F3CE" w14:textId="77777777" w:rsidR="00260C68" w:rsidRPr="00260C68" w:rsidRDefault="00260C68" w:rsidP="00260C68">
      <w:pPr>
        <w:rPr>
          <w:rFonts w:ascii="ATT Aleck Sans" w:hAnsi="ATT Aleck Sans" w:cs="ATT Aleck Sans"/>
        </w:rPr>
      </w:pPr>
      <w:r w:rsidRPr="00260C68">
        <w:rPr>
          <w:rFonts w:ascii="ATT Aleck Sans" w:hAnsi="ATT Aleck Sans" w:cs="ATT Aleck Sans"/>
        </w:rPr>
        <w:lastRenderedPageBreak/>
        <w:t xml:space="preserve">Let’s practice what we learned. </w:t>
      </w:r>
    </w:p>
    <w:p w14:paraId="5203006C" w14:textId="77777777" w:rsidR="00B875D1" w:rsidRPr="00AE2E85" w:rsidRDefault="00B875D1" w:rsidP="00260C68">
      <w:pPr>
        <w:rPr>
          <w:rFonts w:ascii="ATT Aleck Sans" w:hAnsi="ATT Aleck Sans" w:cs="ATT Aleck Sans"/>
        </w:rPr>
      </w:pPr>
    </w:p>
    <w:p w14:paraId="5834203A" w14:textId="2830E27D" w:rsidR="00BD3E39" w:rsidRDefault="00B875D1" w:rsidP="00BD3E39">
      <w:pPr>
        <w:ind w:left="720"/>
        <w:rPr>
          <w:rFonts w:ascii="ATT Aleck Sans" w:hAnsi="ATT Aleck Sans" w:cs="ATT Aleck Sans"/>
          <w:b/>
          <w:bCs/>
        </w:rPr>
      </w:pPr>
      <w:r w:rsidRPr="56A96901">
        <w:rPr>
          <w:rFonts w:ascii="ATT Aleck Sans" w:hAnsi="ATT Aleck Sans" w:cs="ATT Aleck Sans"/>
          <w:b/>
          <w:bCs/>
        </w:rPr>
        <w:t>Instructor Note: </w:t>
      </w:r>
      <w:r w:rsidR="00BD3E39" w:rsidRPr="56A96901">
        <w:rPr>
          <w:rFonts w:ascii="ATT Aleck Sans" w:hAnsi="ATT Aleck Sans" w:cs="ATT Aleck Sans"/>
        </w:rPr>
        <w:t xml:space="preserve">Point attendees to Activity 3 on </w:t>
      </w:r>
      <w:r w:rsidR="001128F8" w:rsidRPr="56A96901">
        <w:rPr>
          <w:rFonts w:ascii="ATT Aleck Sans" w:hAnsi="ATT Aleck Sans" w:cs="ATT Aleck Sans"/>
        </w:rPr>
        <w:t xml:space="preserve">the </w:t>
      </w:r>
      <w:r w:rsidR="00BD3E39" w:rsidRPr="56A96901">
        <w:rPr>
          <w:rFonts w:ascii="ATT Aleck Sans" w:hAnsi="ATT Aleck Sans" w:cs="ATT Aleck Sans"/>
        </w:rPr>
        <w:t>Activity Sheet</w:t>
      </w:r>
      <w:r w:rsidR="001128F8" w:rsidRPr="56A96901">
        <w:rPr>
          <w:rFonts w:ascii="ATT Aleck Sans" w:hAnsi="ATT Aleck Sans" w:cs="ATT Aleck Sans"/>
        </w:rPr>
        <w:t>,</w:t>
      </w:r>
      <w:r w:rsidR="00BD3E39" w:rsidRPr="56A96901">
        <w:rPr>
          <w:rFonts w:ascii="ATT Aleck Sans" w:hAnsi="ATT Aleck Sans" w:cs="ATT Aleck Sans"/>
        </w:rPr>
        <w:t xml:space="preserve"> page </w:t>
      </w:r>
      <w:r w:rsidR="0E8A6E3D" w:rsidRPr="56A96901">
        <w:rPr>
          <w:rFonts w:ascii="ATT Aleck Sans" w:hAnsi="ATT Aleck Sans" w:cs="ATT Aleck Sans"/>
        </w:rPr>
        <w:t>3</w:t>
      </w:r>
      <w:r w:rsidR="00BD3E39" w:rsidRPr="56A96901">
        <w:rPr>
          <w:rFonts w:ascii="ATT Aleck Sans" w:hAnsi="ATT Aleck Sans" w:cs="ATT Aleck Sans"/>
        </w:rPr>
        <w:t>.</w:t>
      </w:r>
      <w:r>
        <w:br/>
      </w:r>
    </w:p>
    <w:p w14:paraId="62C5279C" w14:textId="77777777" w:rsidR="00B875D1" w:rsidRPr="004848EF" w:rsidRDefault="00B875D1" w:rsidP="00BD3E39">
      <w:pPr>
        <w:ind w:left="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408D8402" w14:textId="77777777" w:rsidR="00B875D1" w:rsidRDefault="00B875D1" w:rsidP="004848EF">
      <w:pPr>
        <w:rPr>
          <w:rFonts w:ascii="ATT Aleck Sans" w:hAnsi="ATT Aleck Sans" w:cs="ATT Aleck Sans"/>
          <w:b/>
          <w:bCs/>
        </w:rPr>
      </w:pPr>
    </w:p>
    <w:p w14:paraId="100E0FA1" w14:textId="77777777" w:rsidR="00BD3E39" w:rsidRPr="00B875D1" w:rsidRDefault="00AE2E85" w:rsidP="00BD3E39">
      <w:pPr>
        <w:rPr>
          <w:rFonts w:ascii="ATT Aleck Sans" w:hAnsi="ATT Aleck Sans" w:cs="ATT Aleck Sans"/>
        </w:rPr>
      </w:pPr>
      <w:r w:rsidRPr="00AE2E85">
        <w:rPr>
          <w:rFonts w:ascii="ATT Aleck Sans" w:hAnsi="ATT Aleck Sans" w:cs="ATT Aleck Sans"/>
          <w:b/>
          <w:bCs/>
        </w:rPr>
        <w:t xml:space="preserve">Slide Number &amp; Title. </w:t>
      </w:r>
      <w:r w:rsidR="004848EF" w:rsidRPr="00AE2E85">
        <w:rPr>
          <w:rFonts w:ascii="ATT Aleck Sans" w:hAnsi="ATT Aleck Sans" w:cs="ATT Aleck Sans"/>
        </w:rPr>
        <w:t xml:space="preserve">Slide </w:t>
      </w:r>
      <w:r w:rsidR="00260C68">
        <w:rPr>
          <w:rFonts w:ascii="ATT Aleck Sans" w:hAnsi="ATT Aleck Sans" w:cs="ATT Aleck Sans"/>
        </w:rPr>
        <w:t>60</w:t>
      </w:r>
      <w:r w:rsidR="004848EF" w:rsidRPr="00AE2E85">
        <w:rPr>
          <w:rFonts w:ascii="ATT Aleck Sans" w:hAnsi="ATT Aleck Sans" w:cs="ATT Aleck Sans"/>
        </w:rPr>
        <w:t>:</w:t>
      </w:r>
      <w:r w:rsidR="004848EF" w:rsidRPr="00467401">
        <w:rPr>
          <w:rFonts w:ascii="ATT Aleck Sans" w:hAnsi="ATT Aleck Sans" w:cs="ATT Aleck Sans"/>
          <w:b/>
          <w:bCs/>
        </w:rPr>
        <w:t xml:space="preserve"> </w:t>
      </w:r>
      <w:r w:rsidR="00BD3E39">
        <w:rPr>
          <w:rFonts w:ascii="ATT Aleck Sans" w:hAnsi="ATT Aleck Sans" w:cs="ATT Aleck Sans"/>
        </w:rPr>
        <w:t>Activity #3</w:t>
      </w:r>
    </w:p>
    <w:p w14:paraId="067A513C" w14:textId="77777777" w:rsidR="00B875D1" w:rsidRDefault="00B875D1" w:rsidP="00B875D1">
      <w:pPr>
        <w:rPr>
          <w:rFonts w:ascii="ATT Aleck Sans" w:hAnsi="ATT Aleck Sans" w:cs="ATT Aleck Sans"/>
          <w:b/>
          <w:bCs/>
        </w:rPr>
      </w:pPr>
    </w:p>
    <w:p w14:paraId="1D8B11B0" w14:textId="3D610C2B" w:rsidR="00260C68" w:rsidRDefault="00AE2E85" w:rsidP="00BD3E39">
      <w:pPr>
        <w:ind w:firstLine="720"/>
        <w:rPr>
          <w:rFonts w:ascii="ATT Aleck Sans" w:hAnsi="ATT Aleck Sans" w:cs="ATT Aleck Sans"/>
        </w:rPr>
      </w:pPr>
      <w:r w:rsidRPr="56A96901">
        <w:rPr>
          <w:rFonts w:ascii="ATT Aleck Sans" w:hAnsi="ATT Aleck Sans" w:cs="ATT Aleck Sans"/>
          <w:b/>
          <w:bCs/>
        </w:rPr>
        <w:t>On Slide Text:</w:t>
      </w:r>
      <w:r w:rsidRPr="56A96901">
        <w:rPr>
          <w:rFonts w:ascii="ATT Aleck Sans" w:hAnsi="ATT Aleck Sans" w:cs="ATT Aleck Sans"/>
        </w:rPr>
        <w:t> </w:t>
      </w:r>
      <w:r w:rsidR="00BD3E39" w:rsidRPr="56A96901">
        <w:rPr>
          <w:rFonts w:ascii="ATT Aleck Sans" w:hAnsi="ATT Aleck Sans" w:cs="ATT Aleck Sans"/>
        </w:rPr>
        <w:t xml:space="preserve">Activity #3: </w:t>
      </w:r>
      <w:r w:rsidR="00260C68" w:rsidRPr="56A96901">
        <w:rPr>
          <w:rFonts w:ascii="ATT Aleck Sans" w:hAnsi="ATT Aleck Sans" w:cs="ATT Aleck Sans"/>
        </w:rPr>
        <w:t xml:space="preserve">How can you tell </w:t>
      </w:r>
      <w:r w:rsidR="104A8B42" w:rsidRPr="56A96901">
        <w:rPr>
          <w:rFonts w:ascii="ATT Aleck Sans" w:hAnsi="ATT Aleck Sans" w:cs="ATT Aleck Sans"/>
        </w:rPr>
        <w:t>if a</w:t>
      </w:r>
      <w:r w:rsidR="00260C68" w:rsidRPr="56A96901">
        <w:rPr>
          <w:rFonts w:ascii="ATT Aleck Sans" w:hAnsi="ATT Aleck Sans" w:cs="ATT Aleck Sans"/>
        </w:rPr>
        <w:t xml:space="preserve"> text message is a scam?</w:t>
      </w:r>
    </w:p>
    <w:p w14:paraId="7B324AD3" w14:textId="77777777" w:rsidR="00260C68" w:rsidRDefault="00260C68" w:rsidP="00260C68">
      <w:pPr>
        <w:pStyle w:val="ListParagraph"/>
        <w:numPr>
          <w:ilvl w:val="0"/>
          <w:numId w:val="73"/>
        </w:numPr>
        <w:rPr>
          <w:rFonts w:ascii="ATT Aleck Sans" w:hAnsi="ATT Aleck Sans" w:cs="ATT Aleck Sans"/>
        </w:rPr>
      </w:pPr>
      <w:r>
        <w:rPr>
          <w:rFonts w:ascii="ATT Aleck Sans" w:hAnsi="ATT Aleck Sans" w:cs="ATT Aleck Sans"/>
        </w:rPr>
        <w:t>Tries to rush you into an action</w:t>
      </w:r>
    </w:p>
    <w:p w14:paraId="536D8234" w14:textId="77777777" w:rsidR="00260C68" w:rsidRDefault="00260C68" w:rsidP="00260C68">
      <w:pPr>
        <w:pStyle w:val="ListParagraph"/>
        <w:numPr>
          <w:ilvl w:val="0"/>
          <w:numId w:val="73"/>
        </w:numPr>
        <w:rPr>
          <w:rFonts w:ascii="ATT Aleck Sans" w:hAnsi="ATT Aleck Sans" w:cs="ATT Aleck Sans"/>
        </w:rPr>
      </w:pPr>
      <w:r>
        <w:rPr>
          <w:rFonts w:ascii="ATT Aleck Sans" w:hAnsi="ATT Aleck Sans" w:cs="ATT Aleck Sans"/>
        </w:rPr>
        <w:t>Asks you for your information</w:t>
      </w:r>
    </w:p>
    <w:p w14:paraId="2B28E0FB" w14:textId="77777777" w:rsidR="00260C68" w:rsidRDefault="00260C68" w:rsidP="00260C68">
      <w:pPr>
        <w:pStyle w:val="ListParagraph"/>
        <w:numPr>
          <w:ilvl w:val="0"/>
          <w:numId w:val="73"/>
        </w:numPr>
        <w:rPr>
          <w:rFonts w:ascii="ATT Aleck Sans" w:hAnsi="ATT Aleck Sans" w:cs="ATT Aleck Sans"/>
        </w:rPr>
      </w:pPr>
      <w:r>
        <w:rPr>
          <w:rFonts w:ascii="ATT Aleck Sans" w:hAnsi="ATT Aleck Sans" w:cs="ATT Aleck Sans"/>
        </w:rPr>
        <w:t>Too good to be true</w:t>
      </w:r>
    </w:p>
    <w:p w14:paraId="5A4BB9B9" w14:textId="77777777" w:rsidR="00AE2E85" w:rsidRPr="00260C68" w:rsidRDefault="00260C68" w:rsidP="00260C68">
      <w:pPr>
        <w:pStyle w:val="ListParagraph"/>
        <w:numPr>
          <w:ilvl w:val="0"/>
          <w:numId w:val="73"/>
        </w:numPr>
        <w:rPr>
          <w:rFonts w:ascii="ATT Aleck Sans" w:hAnsi="ATT Aleck Sans" w:cs="ATT Aleck Sans"/>
        </w:rPr>
      </w:pPr>
      <w:proofErr w:type="gramStart"/>
      <w:r>
        <w:rPr>
          <w:rFonts w:ascii="ATT Aleck Sans" w:hAnsi="ATT Aleck Sans" w:cs="ATT Aleck Sans"/>
        </w:rPr>
        <w:t>All of</w:t>
      </w:r>
      <w:proofErr w:type="gramEnd"/>
      <w:r>
        <w:rPr>
          <w:rFonts w:ascii="ATT Aleck Sans" w:hAnsi="ATT Aleck Sans" w:cs="ATT Aleck Sans"/>
        </w:rPr>
        <w:t xml:space="preserve"> the above</w:t>
      </w:r>
      <w:r w:rsidR="00BD3E39" w:rsidRPr="00260C68">
        <w:rPr>
          <w:rFonts w:ascii="ATT Aleck Sans" w:hAnsi="ATT Aleck Sans" w:cs="ATT Aleck Sans"/>
        </w:rPr>
        <w:br/>
      </w:r>
    </w:p>
    <w:p w14:paraId="2620E56B" w14:textId="77777777" w:rsidR="00AE2E85" w:rsidRPr="00AE2E85" w:rsidRDefault="77D5AC65" w:rsidP="00AE2E85">
      <w:pPr>
        <w:rPr>
          <w:rFonts w:ascii="ATT Aleck Sans" w:hAnsi="ATT Aleck Sans" w:cs="ATT Aleck Sans"/>
        </w:rPr>
      </w:pPr>
      <w:r w:rsidRPr="40746793">
        <w:rPr>
          <w:rFonts w:ascii="ATT Aleck Sans" w:hAnsi="ATT Aleck Sans" w:cs="ATT Aleck Sans"/>
          <w:b/>
          <w:bCs/>
        </w:rPr>
        <w:t>Notes Section</w:t>
      </w:r>
    </w:p>
    <w:p w14:paraId="570E1356" w14:textId="77777777" w:rsidR="00260C68" w:rsidRPr="00260C68" w:rsidRDefault="00260C68" w:rsidP="00260C68">
      <w:pPr>
        <w:rPr>
          <w:rFonts w:ascii="ATT Aleck Sans" w:hAnsi="ATT Aleck Sans" w:cs="ATT Aleck Sans"/>
        </w:rPr>
      </w:pPr>
      <w:r w:rsidRPr="00260C68">
        <w:rPr>
          <w:rFonts w:ascii="ATT Aleck Sans" w:hAnsi="ATT Aleck Sans" w:cs="ATT Aleck Sans"/>
          <w:i/>
          <w:iCs/>
        </w:rPr>
        <w:t xml:space="preserve">INSTRUCTOR NOTE: </w:t>
      </w:r>
      <w:r w:rsidR="005E5B1E" w:rsidRPr="005E5B1E">
        <w:rPr>
          <w:rFonts w:ascii="ATT Aleck Sans" w:hAnsi="ATT Aleck Sans" w:cs="ATT Aleck Sans"/>
        </w:rPr>
        <w:t xml:space="preserve">After the attendees have time to complete the activity, review the question and ask the learners to call out the correct answers. </w:t>
      </w:r>
    </w:p>
    <w:p w14:paraId="52089F6F" w14:textId="77777777" w:rsidR="00260C68" w:rsidRDefault="00260C68" w:rsidP="00260C68">
      <w:pPr>
        <w:rPr>
          <w:rFonts w:ascii="ATT Aleck Sans" w:hAnsi="ATT Aleck Sans" w:cs="ATT Aleck Sans"/>
        </w:rPr>
      </w:pPr>
    </w:p>
    <w:p w14:paraId="2FD95352" w14:textId="77777777" w:rsidR="00BD3E39" w:rsidRDefault="00260C68" w:rsidP="00260C68">
      <w:pPr>
        <w:rPr>
          <w:rFonts w:ascii="ATT Aleck Sans" w:hAnsi="ATT Aleck Sans" w:cs="ATT Aleck Sans"/>
        </w:rPr>
      </w:pPr>
      <w:r w:rsidRPr="00260C68">
        <w:rPr>
          <w:rFonts w:ascii="ATT Aleck Sans" w:hAnsi="ATT Aleck Sans" w:cs="ATT Aleck Sans"/>
          <w:b/>
          <w:bCs/>
        </w:rPr>
        <w:t>Answer:</w:t>
      </w:r>
      <w:r w:rsidRPr="00260C68">
        <w:rPr>
          <w:rFonts w:ascii="ATT Aleck Sans" w:hAnsi="ATT Aleck Sans" w:cs="ATT Aleck Sans"/>
        </w:rPr>
        <w:t xml:space="preserve"> The correct answer is </w:t>
      </w:r>
      <w:proofErr w:type="gramStart"/>
      <w:r w:rsidRPr="00260C68">
        <w:rPr>
          <w:rFonts w:ascii="ATT Aleck Sans" w:hAnsi="ATT Aleck Sans" w:cs="ATT Aleck Sans"/>
        </w:rPr>
        <w:t>all of</w:t>
      </w:r>
      <w:proofErr w:type="gramEnd"/>
      <w:r w:rsidRPr="00260C68">
        <w:rPr>
          <w:rFonts w:ascii="ATT Aleck Sans" w:hAnsi="ATT Aleck Sans" w:cs="ATT Aleck Sans"/>
        </w:rPr>
        <w:t xml:space="preserve"> the above. There are a variety of ways to determine if a text message, website or email is a scam. Knowing how to identify a scam can help you protect yourself from fraud and keep your accounts and devices safe</w:t>
      </w:r>
      <w:r>
        <w:rPr>
          <w:rFonts w:ascii="ATT Aleck Sans" w:hAnsi="ATT Aleck Sans" w:cs="ATT Aleck Sans"/>
        </w:rPr>
        <w:t>.</w:t>
      </w:r>
    </w:p>
    <w:p w14:paraId="3F5E3D24" w14:textId="77777777" w:rsidR="00260C68" w:rsidRPr="00260C68" w:rsidRDefault="00260C68" w:rsidP="00260C68">
      <w:pPr>
        <w:rPr>
          <w:rFonts w:ascii="ATT Aleck Sans" w:hAnsi="ATT Aleck Sans" w:cs="ATT Aleck Sans"/>
        </w:rPr>
      </w:pPr>
    </w:p>
    <w:p w14:paraId="1D5C6B71" w14:textId="77777777" w:rsidR="005E5B1E" w:rsidRPr="005E5B1E" w:rsidRDefault="00BD3E39" w:rsidP="005E5B1E">
      <w:pPr>
        <w:ind w:firstLine="720"/>
        <w:rPr>
          <w:rFonts w:ascii="ATT Aleck Sans" w:hAnsi="ATT Aleck Sans" w:cs="ATT Aleck Sans"/>
        </w:rPr>
      </w:pPr>
      <w:r w:rsidRPr="00BD3E39">
        <w:rPr>
          <w:rFonts w:ascii="ATT Aleck Sans" w:hAnsi="ATT Aleck Sans" w:cs="ATT Aleck Sans"/>
          <w:b/>
          <w:bCs/>
        </w:rPr>
        <w:t xml:space="preserve">After learners complete Activity 3: </w:t>
      </w:r>
      <w:r w:rsidRPr="00BD3E39">
        <w:rPr>
          <w:rFonts w:ascii="ATT Aleck Sans" w:hAnsi="ATT Aleck Sans" w:cs="ATT Aleck Sans"/>
        </w:rPr>
        <w:t>Great job, everyone!</w:t>
      </w:r>
      <w:r w:rsidR="005E5B1E">
        <w:rPr>
          <w:rFonts w:ascii="ATT Aleck Sans" w:hAnsi="ATT Aleck Sans" w:cs="ATT Aleck Sans"/>
        </w:rPr>
        <w:t xml:space="preserve"> </w:t>
      </w:r>
      <w:r w:rsidR="005E5B1E" w:rsidRPr="005E5B1E">
        <w:rPr>
          <w:rFonts w:ascii="ATT Aleck Sans" w:hAnsi="ATT Aleck Sans" w:cs="ATT Aleck Sans"/>
        </w:rPr>
        <w:t>Before we move to the next section, do you have any questions?</w:t>
      </w:r>
    </w:p>
    <w:p w14:paraId="7D928DF6" w14:textId="77777777" w:rsidR="00AE2E85" w:rsidRPr="00AE2E85" w:rsidRDefault="00AE2E85" w:rsidP="005E5B1E">
      <w:pPr>
        <w:rPr>
          <w:rFonts w:ascii="ATT Aleck Sans" w:hAnsi="ATT Aleck Sans" w:cs="ATT Aleck Sans"/>
        </w:rPr>
      </w:pPr>
    </w:p>
    <w:p w14:paraId="7A5D143E" w14:textId="77777777" w:rsidR="00AE2E85" w:rsidRPr="00AE2E85" w:rsidRDefault="00AE2E85" w:rsidP="005E5B1E">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sidR="005E5B1E" w:rsidRPr="005E5B1E">
        <w:rPr>
          <w:rFonts w:ascii="ATT Aleck Sans" w:hAnsi="ATT Aleck Sans" w:cs="ATT Aleck Sans"/>
        </w:rPr>
        <w:t>Review and address items in the “parking lot”.</w:t>
      </w:r>
    </w:p>
    <w:p w14:paraId="5FDE94B8" w14:textId="77777777" w:rsidR="005E5B1E" w:rsidRDefault="005E5B1E" w:rsidP="00AE2E85">
      <w:pPr>
        <w:ind w:firstLine="720"/>
        <w:rPr>
          <w:rFonts w:ascii="ATT Aleck Sans" w:hAnsi="ATT Aleck Sans" w:cs="ATT Aleck Sans"/>
          <w:b/>
          <w:bCs/>
        </w:rPr>
      </w:pPr>
    </w:p>
    <w:p w14:paraId="78FC3CF8" w14:textId="77777777" w:rsidR="00AE2E85" w:rsidRPr="00AE2E85" w:rsidRDefault="00AE2E85" w:rsidP="005E5B1E">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w:t>
      </w:r>
      <w:r w:rsidR="005E5B1E" w:rsidRPr="005E5B1E">
        <w:rPr>
          <w:rFonts w:ascii="ATT Aleck Sans" w:hAnsi="ATT Aleck Sans" w:cs="ATT Aleck Sans"/>
        </w:rPr>
        <w:t xml:space="preserve">For information about what the parking lot is, see the “Before the Workshop Begins” section of the Instructor Guide. </w:t>
      </w:r>
    </w:p>
    <w:p w14:paraId="7FBBE608" w14:textId="77777777" w:rsidR="001C5AAA" w:rsidRDefault="001C5AAA" w:rsidP="00D321B6">
      <w:pPr>
        <w:rPr>
          <w:rFonts w:ascii="ATT Aleck Sans" w:hAnsi="ATT Aleck Sans" w:cs="ATT Aleck Sans"/>
          <w:b/>
          <w:bCs/>
          <w:sz w:val="26"/>
          <w:szCs w:val="26"/>
        </w:rPr>
      </w:pPr>
    </w:p>
    <w:p w14:paraId="6674CF58" w14:textId="77777777" w:rsidR="00D321B6" w:rsidRPr="001C5AAA" w:rsidRDefault="001C5AAA" w:rsidP="00D321B6">
      <w:pPr>
        <w:rPr>
          <w:rFonts w:ascii="ATT Aleck Sans" w:hAnsi="ATT Aleck Sans" w:cs="ATT Aleck Sans"/>
          <w:b/>
          <w:bCs/>
          <w:sz w:val="26"/>
          <w:szCs w:val="26"/>
        </w:rPr>
      </w:pPr>
      <w:r w:rsidRPr="001C5AAA">
        <w:rPr>
          <w:rFonts w:ascii="ATT Aleck Sans" w:hAnsi="ATT Aleck Sans" w:cs="ATT Aleck Sans"/>
          <w:b/>
          <w:bCs/>
          <w:sz w:val="26"/>
          <w:szCs w:val="26"/>
        </w:rPr>
        <w:t>Dos and Don’ts to Avoid Scams</w:t>
      </w:r>
    </w:p>
    <w:p w14:paraId="2A434859" w14:textId="77777777" w:rsidR="001C5AAA" w:rsidRDefault="001C5AAA" w:rsidP="00260C68">
      <w:pPr>
        <w:rPr>
          <w:rFonts w:ascii="ATT Aleck Sans" w:hAnsi="ATT Aleck Sans" w:cs="ATT Aleck Sans"/>
          <w:b/>
          <w:bCs/>
          <w:highlight w:val="yellow"/>
        </w:rPr>
      </w:pPr>
    </w:p>
    <w:p w14:paraId="723B4EF4" w14:textId="77777777" w:rsidR="00260C68" w:rsidRPr="001C5AAA" w:rsidRDefault="00260C68" w:rsidP="00260C68">
      <w:pPr>
        <w:rPr>
          <w:rFonts w:ascii="ATT Aleck Sans" w:hAnsi="ATT Aleck Sans" w:cs="ATT Aleck Sans"/>
          <w:b/>
          <w:bCs/>
        </w:rPr>
      </w:pPr>
      <w:r w:rsidRPr="001C5AAA">
        <w:rPr>
          <w:rFonts w:ascii="ATT Aleck Sans" w:hAnsi="ATT Aleck Sans" w:cs="ATT Aleck Sans"/>
          <w:b/>
          <w:bCs/>
        </w:rPr>
        <w:t>Slide Number &amp; Title</w:t>
      </w:r>
      <w:r w:rsidRPr="001C5AAA">
        <w:rPr>
          <w:rFonts w:ascii="ATT Aleck Sans" w:hAnsi="ATT Aleck Sans" w:cs="ATT Aleck Sans"/>
        </w:rPr>
        <w:t>. Slide 61:</w:t>
      </w:r>
      <w:r w:rsidRPr="00FC361A">
        <w:rPr>
          <w:rFonts w:ascii="ATT Aleck Sans" w:hAnsi="ATT Aleck Sans" w:cs="ATT Aleck Sans"/>
        </w:rPr>
        <w:t xml:space="preserve"> </w:t>
      </w:r>
      <w:r w:rsidR="001C5AAA" w:rsidRPr="001C5AAA">
        <w:rPr>
          <w:rFonts w:ascii="ATT Aleck Sans" w:hAnsi="ATT Aleck Sans" w:cs="ATT Aleck Sans"/>
        </w:rPr>
        <w:t>Dos and Don’ts to Avoid Scams</w:t>
      </w:r>
    </w:p>
    <w:p w14:paraId="6850D190" w14:textId="77777777" w:rsidR="00260C68" w:rsidRDefault="00260C68" w:rsidP="00260C68">
      <w:pPr>
        <w:ind w:firstLine="360"/>
        <w:rPr>
          <w:rFonts w:ascii="ATT Aleck Sans" w:hAnsi="ATT Aleck Sans" w:cs="ATT Aleck Sans"/>
          <w:b/>
          <w:bCs/>
        </w:rPr>
      </w:pPr>
    </w:p>
    <w:p w14:paraId="7F8462F1" w14:textId="77777777" w:rsidR="00260C68" w:rsidRDefault="00260C68" w:rsidP="00260C68">
      <w:pPr>
        <w:ind w:firstLine="720"/>
        <w:rPr>
          <w:rFonts w:ascii="ATT Aleck Sans" w:hAnsi="ATT Aleck Sans" w:cs="ATT Aleck Sans"/>
          <w:b/>
          <w:bCs/>
        </w:rPr>
      </w:pPr>
      <w:r w:rsidRPr="00F34370">
        <w:rPr>
          <w:rFonts w:ascii="ATT Aleck Sans" w:hAnsi="ATT Aleck Sans" w:cs="ATT Aleck Sans"/>
          <w:b/>
          <w:bCs/>
        </w:rPr>
        <w:t>On Slide Text:</w:t>
      </w:r>
      <w:r w:rsidR="001C5AAA">
        <w:rPr>
          <w:rFonts w:ascii="ATT Aleck Sans" w:hAnsi="ATT Aleck Sans" w:cs="ATT Aleck Sans"/>
          <w:b/>
          <w:bCs/>
        </w:rPr>
        <w:t xml:space="preserve"> </w:t>
      </w:r>
    </w:p>
    <w:p w14:paraId="14D4AB65" w14:textId="77777777" w:rsidR="00260C68" w:rsidRDefault="00260C68" w:rsidP="00422A80">
      <w:pPr>
        <w:rPr>
          <w:rFonts w:ascii="ATT Aleck Sans" w:hAnsi="ATT Aleck Sans" w:cs="ATT Aleck Sans"/>
          <w:b/>
          <w:bCs/>
          <w:color w:val="000000" w:themeColor="text1"/>
        </w:rPr>
      </w:pPr>
    </w:p>
    <w:p w14:paraId="3DBFEE20" w14:textId="77777777" w:rsidR="001C5AAA" w:rsidRPr="001C5AAA" w:rsidRDefault="00260C68" w:rsidP="001C5AAA">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1C5AAA" w:rsidRPr="001C5AAA">
        <w:rPr>
          <w:rFonts w:ascii="ATT Aleck Sans" w:hAnsi="ATT Aleck Sans" w:cs="ATT Aleck Sans"/>
          <w:color w:val="000000" w:themeColor="text1"/>
        </w:rPr>
        <w:t xml:space="preserve">In the previous lesson, we learned about common types of fraud and scams, including phishing and social engineering. </w:t>
      </w:r>
    </w:p>
    <w:p w14:paraId="071F1074" w14:textId="77777777" w:rsidR="001C5AAA" w:rsidRDefault="001C5AAA" w:rsidP="001C5AAA">
      <w:pPr>
        <w:rPr>
          <w:rFonts w:ascii="ATT Aleck Sans" w:hAnsi="ATT Aleck Sans" w:cs="ATT Aleck Sans"/>
          <w:color w:val="000000" w:themeColor="text1"/>
        </w:rPr>
      </w:pPr>
    </w:p>
    <w:p w14:paraId="4DC6E8EA" w14:textId="77777777" w:rsidR="001C5AAA" w:rsidRPr="001C5AAA" w:rsidRDefault="001C5AAA" w:rsidP="001C5AAA">
      <w:pPr>
        <w:rPr>
          <w:rFonts w:ascii="ATT Aleck Sans" w:hAnsi="ATT Aleck Sans" w:cs="ATT Aleck Sans"/>
          <w:color w:val="000000" w:themeColor="text1"/>
        </w:rPr>
      </w:pPr>
      <w:r w:rsidRPr="001C5AAA">
        <w:rPr>
          <w:rFonts w:ascii="ATT Aleck Sans" w:hAnsi="ATT Aleck Sans" w:cs="ATT Aleck Sans"/>
          <w:color w:val="000000" w:themeColor="text1"/>
        </w:rPr>
        <w:t>Now that we have learned how to recognize common frauds and scams, let's explore what you should and should not do when you encounter a scam on a website, in an email, text message, or phone call.</w:t>
      </w:r>
      <w:r w:rsidR="00B629CA">
        <w:rPr>
          <w:rFonts w:ascii="ATT Aleck Sans" w:hAnsi="ATT Aleck Sans" w:cs="ATT Aleck Sans"/>
          <w:color w:val="000000" w:themeColor="text1"/>
        </w:rPr>
        <w:t xml:space="preserve"> </w:t>
      </w:r>
      <w:r w:rsidR="00B629CA" w:rsidRPr="00B629CA">
        <w:rPr>
          <w:rFonts w:ascii="ATT Aleck Sans" w:hAnsi="ATT Aleck Sans" w:cs="ATT Aleck Sans"/>
          <w:color w:val="000000" w:themeColor="text1"/>
        </w:rPr>
        <w:t>These tips can also be found in the Learner Handout.</w:t>
      </w:r>
    </w:p>
    <w:p w14:paraId="62E22A61" w14:textId="77777777" w:rsidR="00260C68" w:rsidRDefault="00260C68" w:rsidP="001C5AAA">
      <w:pPr>
        <w:rPr>
          <w:rFonts w:ascii="ATT Aleck Sans" w:hAnsi="ATT Aleck Sans" w:cs="ATT Aleck Sans"/>
          <w:color w:val="000000" w:themeColor="text1"/>
        </w:rPr>
      </w:pPr>
    </w:p>
    <w:p w14:paraId="1980AF1F" w14:textId="77777777" w:rsidR="00260C68" w:rsidRDefault="00260C68" w:rsidP="00260C6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78CAF09B" w14:textId="77777777" w:rsidR="00260C68" w:rsidRDefault="00260C68" w:rsidP="00260C68">
      <w:pPr>
        <w:ind w:firstLine="720"/>
        <w:rPr>
          <w:rFonts w:ascii="ATT Aleck Sans" w:hAnsi="ATT Aleck Sans" w:cs="ATT Aleck Sans"/>
        </w:rPr>
      </w:pPr>
    </w:p>
    <w:p w14:paraId="1C7D5AEE" w14:textId="77777777" w:rsidR="00260C68" w:rsidRPr="001C5AAA" w:rsidRDefault="00260C68" w:rsidP="001C5AAA">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1016103D" w14:textId="77777777" w:rsidR="00260C68" w:rsidRDefault="00260C68" w:rsidP="00422A80">
      <w:pPr>
        <w:rPr>
          <w:rFonts w:ascii="ATT Aleck Sans" w:hAnsi="ATT Aleck Sans" w:cs="ATT Aleck Sans"/>
          <w:b/>
          <w:bCs/>
        </w:rPr>
      </w:pPr>
    </w:p>
    <w:p w14:paraId="3979BB58" w14:textId="77777777" w:rsidR="001C5AAA" w:rsidRPr="00FC361A" w:rsidRDefault="001C5AAA" w:rsidP="001C5AAA">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Slide 6</w:t>
      </w:r>
      <w:r>
        <w:rPr>
          <w:rFonts w:ascii="ATT Aleck Sans" w:hAnsi="ATT Aleck Sans" w:cs="ATT Aleck Sans"/>
        </w:rPr>
        <w:t>2</w:t>
      </w:r>
      <w:r w:rsidRPr="001C5AAA">
        <w:rPr>
          <w:rFonts w:ascii="ATT Aleck Sans" w:hAnsi="ATT Aleck Sans" w:cs="ATT Aleck Sans"/>
        </w:rPr>
        <w:t>:</w:t>
      </w:r>
      <w:r w:rsidRPr="00FC361A">
        <w:rPr>
          <w:rFonts w:ascii="ATT Aleck Sans" w:hAnsi="ATT Aleck Sans" w:cs="ATT Aleck Sans"/>
        </w:rPr>
        <w:t xml:space="preserve"> </w:t>
      </w:r>
      <w:r>
        <w:rPr>
          <w:rFonts w:ascii="ATT Aleck Sans" w:hAnsi="ATT Aleck Sans" w:cs="ATT Aleck Sans"/>
        </w:rPr>
        <w:t>Don’t Give Out Personal Information</w:t>
      </w:r>
    </w:p>
    <w:p w14:paraId="0E14E7E1" w14:textId="77777777" w:rsidR="001C5AAA" w:rsidRDefault="001C5AAA" w:rsidP="001C5AAA">
      <w:pPr>
        <w:ind w:firstLine="360"/>
        <w:rPr>
          <w:rFonts w:ascii="ATT Aleck Sans" w:hAnsi="ATT Aleck Sans" w:cs="ATT Aleck Sans"/>
          <w:b/>
          <w:bCs/>
        </w:rPr>
      </w:pPr>
    </w:p>
    <w:p w14:paraId="53104C19" w14:textId="77777777" w:rsidR="001C5AAA" w:rsidRDefault="001C5AAA" w:rsidP="001C5AAA">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r>
        <w:rPr>
          <w:rFonts w:ascii="ATT Aleck Sans" w:hAnsi="ATT Aleck Sans" w:cs="ATT Aleck Sans"/>
        </w:rPr>
        <w:t>Don’t give out personal information.</w:t>
      </w:r>
    </w:p>
    <w:p w14:paraId="33443F1D" w14:textId="77777777" w:rsidR="001C5AAA" w:rsidRDefault="001C5AAA" w:rsidP="001C5AAA">
      <w:pPr>
        <w:rPr>
          <w:rFonts w:ascii="ATT Aleck Sans" w:hAnsi="ATT Aleck Sans" w:cs="ATT Aleck Sans"/>
          <w:b/>
          <w:bCs/>
          <w:color w:val="000000" w:themeColor="text1"/>
        </w:rPr>
      </w:pPr>
    </w:p>
    <w:p w14:paraId="5C3601D1" w14:textId="77777777" w:rsidR="001C5AAA" w:rsidRDefault="001C5AAA" w:rsidP="001C5AAA">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1C5AAA">
        <w:rPr>
          <w:rFonts w:ascii="ATT Aleck Sans" w:hAnsi="ATT Aleck Sans" w:cs="ATT Aleck Sans"/>
          <w:color w:val="000000" w:themeColor="text1"/>
        </w:rPr>
        <w:t xml:space="preserve">Don’t give out personal information to something that could be a scam. This includes name, email address, credit card number, or password. </w:t>
      </w:r>
    </w:p>
    <w:p w14:paraId="1EF0974E" w14:textId="77777777" w:rsidR="001C5AAA" w:rsidRDefault="001C5AAA" w:rsidP="001C5AAA">
      <w:pPr>
        <w:ind w:firstLine="720"/>
        <w:rPr>
          <w:rFonts w:ascii="ATT Aleck Sans" w:hAnsi="ATT Aleck Sans" w:cs="ATT Aleck Sans"/>
          <w:color w:val="000000" w:themeColor="text1"/>
        </w:rPr>
      </w:pPr>
    </w:p>
    <w:p w14:paraId="0EE93FCA" w14:textId="77777777" w:rsidR="001C5AAA" w:rsidRDefault="001C5AAA" w:rsidP="001C5AAA">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2540E18E" w14:textId="77777777" w:rsidR="001C5AAA" w:rsidRDefault="001C5AAA" w:rsidP="001C5AAA">
      <w:pPr>
        <w:ind w:firstLine="720"/>
        <w:rPr>
          <w:rFonts w:ascii="ATT Aleck Sans" w:hAnsi="ATT Aleck Sans" w:cs="ATT Aleck Sans"/>
        </w:rPr>
      </w:pPr>
    </w:p>
    <w:p w14:paraId="4519CEC4" w14:textId="77777777" w:rsidR="001C5AAA" w:rsidRPr="00AE2E85" w:rsidRDefault="001C5AAA" w:rsidP="001C5AAA">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0A1E084D" w14:textId="77777777" w:rsidR="001C5AAA" w:rsidRDefault="001C5AAA" w:rsidP="00422A80">
      <w:pPr>
        <w:rPr>
          <w:rFonts w:ascii="ATT Aleck Sans" w:hAnsi="ATT Aleck Sans" w:cs="ATT Aleck Sans"/>
          <w:b/>
          <w:bCs/>
        </w:rPr>
      </w:pPr>
    </w:p>
    <w:p w14:paraId="3D31364F" w14:textId="77777777" w:rsidR="001C5AAA" w:rsidRPr="00FC361A" w:rsidRDefault="001C5AAA" w:rsidP="001C5AAA">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Slide 6</w:t>
      </w:r>
      <w:r>
        <w:rPr>
          <w:rFonts w:ascii="ATT Aleck Sans" w:hAnsi="ATT Aleck Sans" w:cs="ATT Aleck Sans"/>
        </w:rPr>
        <w:t>3</w:t>
      </w:r>
      <w:r w:rsidRPr="001C5AAA">
        <w:rPr>
          <w:rFonts w:ascii="ATT Aleck Sans" w:hAnsi="ATT Aleck Sans" w:cs="ATT Aleck Sans"/>
        </w:rPr>
        <w:t>:</w:t>
      </w:r>
      <w:r w:rsidRPr="00FC361A">
        <w:rPr>
          <w:rFonts w:ascii="ATT Aleck Sans" w:hAnsi="ATT Aleck Sans" w:cs="ATT Aleck Sans"/>
        </w:rPr>
        <w:t xml:space="preserve"> </w:t>
      </w:r>
      <w:r w:rsidRPr="001C5AAA">
        <w:rPr>
          <w:rFonts w:ascii="ATT Aleck Sans" w:hAnsi="ATT Aleck Sans" w:cs="ATT Aleck Sans"/>
        </w:rPr>
        <w:t xml:space="preserve">Don’t </w:t>
      </w:r>
      <w:r>
        <w:rPr>
          <w:rFonts w:ascii="ATT Aleck Sans" w:hAnsi="ATT Aleck Sans" w:cs="ATT Aleck Sans"/>
        </w:rPr>
        <w:t>S</w:t>
      </w:r>
      <w:r w:rsidRPr="001C5AAA">
        <w:rPr>
          <w:rFonts w:ascii="ATT Aleck Sans" w:hAnsi="ATT Aleck Sans" w:cs="ATT Aleck Sans"/>
        </w:rPr>
        <w:t xml:space="preserve">hare </w:t>
      </w:r>
      <w:r>
        <w:rPr>
          <w:rFonts w:ascii="ATT Aleck Sans" w:hAnsi="ATT Aleck Sans" w:cs="ATT Aleck Sans"/>
        </w:rPr>
        <w:t>Y</w:t>
      </w:r>
      <w:r w:rsidRPr="001C5AAA">
        <w:rPr>
          <w:rFonts w:ascii="ATT Aleck Sans" w:hAnsi="ATT Aleck Sans" w:cs="ATT Aleck Sans"/>
        </w:rPr>
        <w:t xml:space="preserve">our PIN, </w:t>
      </w:r>
      <w:r>
        <w:rPr>
          <w:rFonts w:ascii="ATT Aleck Sans" w:hAnsi="ATT Aleck Sans" w:cs="ATT Aleck Sans"/>
        </w:rPr>
        <w:t>P</w:t>
      </w:r>
      <w:r w:rsidRPr="001C5AAA">
        <w:rPr>
          <w:rFonts w:ascii="ATT Aleck Sans" w:hAnsi="ATT Aleck Sans" w:cs="ATT Aleck Sans"/>
        </w:rPr>
        <w:t xml:space="preserve">assword, or </w:t>
      </w:r>
      <w:r>
        <w:rPr>
          <w:rFonts w:ascii="ATT Aleck Sans" w:hAnsi="ATT Aleck Sans" w:cs="ATT Aleck Sans"/>
        </w:rPr>
        <w:t>P</w:t>
      </w:r>
      <w:r w:rsidRPr="001C5AAA">
        <w:rPr>
          <w:rFonts w:ascii="ATT Aleck Sans" w:hAnsi="ATT Aleck Sans" w:cs="ATT Aleck Sans"/>
        </w:rPr>
        <w:t>asscode</w:t>
      </w:r>
    </w:p>
    <w:p w14:paraId="23FD415A" w14:textId="77777777" w:rsidR="001C5AAA" w:rsidRDefault="001C5AAA" w:rsidP="001C5AAA">
      <w:pPr>
        <w:ind w:firstLine="360"/>
        <w:rPr>
          <w:rFonts w:ascii="ATT Aleck Sans" w:hAnsi="ATT Aleck Sans" w:cs="ATT Aleck Sans"/>
          <w:b/>
          <w:bCs/>
        </w:rPr>
      </w:pPr>
    </w:p>
    <w:p w14:paraId="45C0EC91" w14:textId="77777777" w:rsidR="001C5AAA" w:rsidRPr="001C5AAA" w:rsidRDefault="001C5AAA" w:rsidP="001C5AAA">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r w:rsidRPr="001C5AAA">
        <w:rPr>
          <w:rFonts w:ascii="ATT Aleck Sans" w:hAnsi="ATT Aleck Sans" w:cs="ATT Aleck Sans"/>
        </w:rPr>
        <w:t>Don’t share your PIN, password, or passcode</w:t>
      </w:r>
      <w:r>
        <w:rPr>
          <w:rFonts w:ascii="ATT Aleck Sans" w:hAnsi="ATT Aleck Sans" w:cs="ATT Aleck Sans"/>
        </w:rPr>
        <w:t>.</w:t>
      </w:r>
    </w:p>
    <w:p w14:paraId="15404C79" w14:textId="77777777" w:rsidR="001C5AAA" w:rsidRDefault="001C5AAA" w:rsidP="001C5AAA">
      <w:pPr>
        <w:rPr>
          <w:rFonts w:ascii="ATT Aleck Sans" w:hAnsi="ATT Aleck Sans" w:cs="ATT Aleck Sans"/>
          <w:b/>
          <w:bCs/>
          <w:color w:val="000000" w:themeColor="text1"/>
        </w:rPr>
      </w:pPr>
    </w:p>
    <w:p w14:paraId="5EC2709B" w14:textId="77777777" w:rsidR="001C5AAA" w:rsidRDefault="001C5AAA" w:rsidP="001C5AAA">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1C5AAA">
        <w:rPr>
          <w:rFonts w:ascii="ATT Aleck Sans" w:hAnsi="ATT Aleck Sans" w:cs="ATT Aleck Sans"/>
          <w:color w:val="000000" w:themeColor="text1"/>
        </w:rPr>
        <w:t xml:space="preserve">Never share the PIN, passwords, or passcodes associated with your accounts. </w:t>
      </w:r>
    </w:p>
    <w:p w14:paraId="6466E26B" w14:textId="77777777" w:rsidR="001C5AAA" w:rsidRDefault="001C5AAA" w:rsidP="001C5AAA">
      <w:pPr>
        <w:ind w:firstLine="720"/>
        <w:rPr>
          <w:rFonts w:ascii="ATT Aleck Sans" w:hAnsi="ATT Aleck Sans" w:cs="ATT Aleck Sans"/>
          <w:color w:val="000000" w:themeColor="text1"/>
        </w:rPr>
      </w:pPr>
    </w:p>
    <w:p w14:paraId="5A09033A" w14:textId="77777777" w:rsidR="001C5AAA" w:rsidRDefault="001C5AAA" w:rsidP="001C5AAA">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26CDB88A" w14:textId="77777777" w:rsidR="001C5AAA" w:rsidRDefault="001C5AAA" w:rsidP="001C5AAA">
      <w:pPr>
        <w:ind w:firstLine="720"/>
        <w:rPr>
          <w:rFonts w:ascii="ATT Aleck Sans" w:hAnsi="ATT Aleck Sans" w:cs="ATT Aleck Sans"/>
        </w:rPr>
      </w:pPr>
    </w:p>
    <w:p w14:paraId="3D2D5243" w14:textId="77777777" w:rsidR="001C5AAA" w:rsidRPr="00AE2E85" w:rsidRDefault="001C5AAA" w:rsidP="001C5AAA">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0EB99CCD" w14:textId="77777777" w:rsidR="001C5AAA" w:rsidRDefault="001C5AAA" w:rsidP="00422A80">
      <w:pPr>
        <w:rPr>
          <w:rFonts w:ascii="ATT Aleck Sans" w:hAnsi="ATT Aleck Sans" w:cs="ATT Aleck Sans"/>
          <w:b/>
          <w:bCs/>
        </w:rPr>
      </w:pPr>
    </w:p>
    <w:p w14:paraId="01C10A64" w14:textId="77777777" w:rsidR="001C5AAA" w:rsidRPr="00FC361A" w:rsidRDefault="001C5AAA" w:rsidP="001C5AAA">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Slide 6</w:t>
      </w:r>
      <w:r>
        <w:rPr>
          <w:rFonts w:ascii="ATT Aleck Sans" w:hAnsi="ATT Aleck Sans" w:cs="ATT Aleck Sans"/>
        </w:rPr>
        <w:t>4</w:t>
      </w:r>
      <w:r w:rsidRPr="001C5AAA">
        <w:rPr>
          <w:rFonts w:ascii="ATT Aleck Sans" w:hAnsi="ATT Aleck Sans" w:cs="ATT Aleck Sans"/>
        </w:rPr>
        <w:t>:</w:t>
      </w:r>
      <w:r w:rsidRPr="00FC361A">
        <w:rPr>
          <w:rFonts w:ascii="ATT Aleck Sans" w:hAnsi="ATT Aleck Sans" w:cs="ATT Aleck Sans"/>
        </w:rPr>
        <w:t xml:space="preserve"> </w:t>
      </w:r>
      <w:r>
        <w:rPr>
          <w:rFonts w:ascii="ATT Aleck Sans" w:hAnsi="ATT Aleck Sans" w:cs="ATT Aleck Sans"/>
        </w:rPr>
        <w:t>Don’t Give Them Money</w:t>
      </w:r>
    </w:p>
    <w:p w14:paraId="65B84E5B" w14:textId="77777777" w:rsidR="001C5AAA" w:rsidRDefault="001C5AAA" w:rsidP="001C5AAA">
      <w:pPr>
        <w:ind w:firstLine="360"/>
        <w:rPr>
          <w:rFonts w:ascii="ATT Aleck Sans" w:hAnsi="ATT Aleck Sans" w:cs="ATT Aleck Sans"/>
          <w:b/>
          <w:bCs/>
        </w:rPr>
      </w:pPr>
    </w:p>
    <w:p w14:paraId="6AA2E375" w14:textId="77777777" w:rsidR="001C5AAA" w:rsidRPr="001C5AAA" w:rsidRDefault="001C5AAA" w:rsidP="001C5AAA">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Pr="001C5AAA">
        <w:rPr>
          <w:rFonts w:ascii="ATT Aleck Sans" w:hAnsi="ATT Aleck Sans" w:cs="ATT Aleck Sans"/>
        </w:rPr>
        <w:t>Don’t give them money.</w:t>
      </w:r>
    </w:p>
    <w:p w14:paraId="05FCEDA7" w14:textId="77777777" w:rsidR="001C5AAA" w:rsidRDefault="001C5AAA" w:rsidP="001C5AAA">
      <w:pPr>
        <w:rPr>
          <w:rFonts w:ascii="ATT Aleck Sans" w:hAnsi="ATT Aleck Sans" w:cs="ATT Aleck Sans"/>
          <w:b/>
          <w:bCs/>
          <w:color w:val="000000" w:themeColor="text1"/>
        </w:rPr>
      </w:pPr>
    </w:p>
    <w:p w14:paraId="5335D398" w14:textId="3DC32C70" w:rsidR="001C5AAA" w:rsidRPr="001C5AAA" w:rsidRDefault="001C5AAA" w:rsidP="001C5AAA">
      <w:pPr>
        <w:ind w:firstLine="720"/>
        <w:rPr>
          <w:rFonts w:ascii="ATT Aleck Sans" w:hAnsi="ATT Aleck Sans" w:cs="ATT Aleck Sans"/>
          <w:color w:val="000000" w:themeColor="text1"/>
        </w:rPr>
      </w:pPr>
      <w:r w:rsidRPr="56A96901">
        <w:rPr>
          <w:rFonts w:ascii="ATT Aleck Sans" w:hAnsi="ATT Aleck Sans" w:cs="ATT Aleck Sans"/>
          <w:b/>
          <w:bCs/>
          <w:color w:val="000000" w:themeColor="text1"/>
        </w:rPr>
        <w:t>Talking Points:</w:t>
      </w:r>
      <w:r w:rsidRPr="56A96901">
        <w:rPr>
          <w:rFonts w:ascii="ATT Aleck Sans" w:hAnsi="ATT Aleck Sans" w:cs="ATT Aleck Sans"/>
          <w:color w:val="000000" w:themeColor="text1"/>
        </w:rPr>
        <w:t xml:space="preserve"> Do not send money, gift cards, prepaid debit cards, or transfer money to someone you have not met in person. </w:t>
      </w:r>
    </w:p>
    <w:p w14:paraId="53034356" w14:textId="77777777" w:rsidR="001C5AAA" w:rsidRDefault="001C5AAA" w:rsidP="001C5AAA">
      <w:pPr>
        <w:rPr>
          <w:rFonts w:ascii="ATT Aleck Sans" w:hAnsi="ATT Aleck Sans" w:cs="ATT Aleck Sans"/>
          <w:color w:val="000000" w:themeColor="text1"/>
        </w:rPr>
      </w:pPr>
    </w:p>
    <w:p w14:paraId="3F3B2145" w14:textId="77777777" w:rsidR="001C5AAA" w:rsidRDefault="001C5AAA" w:rsidP="001C5AAA">
      <w:pPr>
        <w:rPr>
          <w:rFonts w:ascii="ATT Aleck Sans" w:hAnsi="ATT Aleck Sans" w:cs="ATT Aleck Sans"/>
          <w:color w:val="000000" w:themeColor="text1"/>
        </w:rPr>
      </w:pPr>
      <w:r w:rsidRPr="001C5AAA">
        <w:rPr>
          <w:rFonts w:ascii="ATT Aleck Sans" w:hAnsi="ATT Aleck Sans" w:cs="ATT Aleck Sans"/>
          <w:color w:val="000000" w:themeColor="text1"/>
        </w:rPr>
        <w:t>If you’re shopping on a social media marketplace or another local buy and sell marketplace, don’t send money before you see the item in person.</w:t>
      </w:r>
    </w:p>
    <w:p w14:paraId="5A78248A" w14:textId="77777777" w:rsidR="001C5AAA" w:rsidRDefault="001C5AAA" w:rsidP="001C5AAA">
      <w:pPr>
        <w:ind w:firstLine="720"/>
        <w:rPr>
          <w:rFonts w:ascii="ATT Aleck Sans" w:hAnsi="ATT Aleck Sans" w:cs="ATT Aleck Sans"/>
          <w:color w:val="000000" w:themeColor="text1"/>
        </w:rPr>
      </w:pPr>
    </w:p>
    <w:p w14:paraId="4E1E9F1E" w14:textId="77777777" w:rsidR="001C5AAA" w:rsidRDefault="001C5AAA" w:rsidP="001C5AAA">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07CB2BB3" w14:textId="77777777" w:rsidR="001C5AAA" w:rsidRDefault="001C5AAA" w:rsidP="001C5AAA">
      <w:pPr>
        <w:ind w:firstLine="720"/>
        <w:rPr>
          <w:rFonts w:ascii="ATT Aleck Sans" w:hAnsi="ATT Aleck Sans" w:cs="ATT Aleck Sans"/>
        </w:rPr>
      </w:pPr>
    </w:p>
    <w:p w14:paraId="185837CA" w14:textId="77777777" w:rsidR="001C5AAA" w:rsidRPr="00AE2E85" w:rsidRDefault="001C5AAA" w:rsidP="001C5AAA">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0B60F7FC" w14:textId="77777777" w:rsidR="001C5AAA" w:rsidRDefault="001C5AAA" w:rsidP="00422A80">
      <w:pPr>
        <w:rPr>
          <w:rFonts w:ascii="ATT Aleck Sans" w:hAnsi="ATT Aleck Sans" w:cs="ATT Aleck Sans"/>
          <w:b/>
          <w:bCs/>
        </w:rPr>
      </w:pPr>
    </w:p>
    <w:p w14:paraId="2216297C" w14:textId="77777777" w:rsidR="001C5AAA" w:rsidRPr="00FC361A" w:rsidRDefault="001C5AAA" w:rsidP="001C5AAA">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Slide 6</w:t>
      </w:r>
      <w:r>
        <w:rPr>
          <w:rFonts w:ascii="ATT Aleck Sans" w:hAnsi="ATT Aleck Sans" w:cs="ATT Aleck Sans"/>
        </w:rPr>
        <w:t>5</w:t>
      </w:r>
      <w:r w:rsidRPr="001C5AAA">
        <w:rPr>
          <w:rFonts w:ascii="ATT Aleck Sans" w:hAnsi="ATT Aleck Sans" w:cs="ATT Aleck Sans"/>
        </w:rPr>
        <w:t>:</w:t>
      </w:r>
      <w:r w:rsidRPr="00FC361A">
        <w:rPr>
          <w:rFonts w:ascii="ATT Aleck Sans" w:hAnsi="ATT Aleck Sans" w:cs="ATT Aleck Sans"/>
        </w:rPr>
        <w:t xml:space="preserve"> </w:t>
      </w:r>
      <w:r w:rsidRPr="001C5AAA">
        <w:rPr>
          <w:rFonts w:ascii="ATT Aleck Sans" w:hAnsi="ATT Aleck Sans" w:cs="ATT Aleck Sans"/>
        </w:rPr>
        <w:t xml:space="preserve">Don’t </w:t>
      </w:r>
      <w:r>
        <w:rPr>
          <w:rFonts w:ascii="ATT Aleck Sans" w:hAnsi="ATT Aleck Sans" w:cs="ATT Aleck Sans"/>
        </w:rPr>
        <w:t>G</w:t>
      </w:r>
      <w:r w:rsidRPr="001C5AAA">
        <w:rPr>
          <w:rFonts w:ascii="ATT Aleck Sans" w:hAnsi="ATT Aleck Sans" w:cs="ATT Aleck Sans"/>
        </w:rPr>
        <w:t xml:space="preserve">ive in to the </w:t>
      </w:r>
      <w:r>
        <w:rPr>
          <w:rFonts w:ascii="ATT Aleck Sans" w:hAnsi="ATT Aleck Sans" w:cs="ATT Aleck Sans"/>
        </w:rPr>
        <w:t>P</w:t>
      </w:r>
      <w:r w:rsidRPr="001C5AAA">
        <w:rPr>
          <w:rFonts w:ascii="ATT Aleck Sans" w:hAnsi="ATT Aleck Sans" w:cs="ATT Aleck Sans"/>
        </w:rPr>
        <w:t xml:space="preserve">ressure to </w:t>
      </w:r>
      <w:r>
        <w:rPr>
          <w:rFonts w:ascii="ATT Aleck Sans" w:hAnsi="ATT Aleck Sans" w:cs="ATT Aleck Sans"/>
        </w:rPr>
        <w:t>A</w:t>
      </w:r>
      <w:r w:rsidRPr="001C5AAA">
        <w:rPr>
          <w:rFonts w:ascii="ATT Aleck Sans" w:hAnsi="ATT Aleck Sans" w:cs="ATT Aleck Sans"/>
        </w:rPr>
        <w:t xml:space="preserve">ct </w:t>
      </w:r>
      <w:r>
        <w:rPr>
          <w:rFonts w:ascii="ATT Aleck Sans" w:hAnsi="ATT Aleck Sans" w:cs="ATT Aleck Sans"/>
        </w:rPr>
        <w:t>N</w:t>
      </w:r>
      <w:r w:rsidRPr="001C5AAA">
        <w:rPr>
          <w:rFonts w:ascii="ATT Aleck Sans" w:hAnsi="ATT Aleck Sans" w:cs="ATT Aleck Sans"/>
        </w:rPr>
        <w:t>ow!</w:t>
      </w:r>
    </w:p>
    <w:p w14:paraId="47423098" w14:textId="77777777" w:rsidR="001C5AAA" w:rsidRDefault="001C5AAA" w:rsidP="001C5AAA">
      <w:pPr>
        <w:ind w:firstLine="360"/>
        <w:rPr>
          <w:rFonts w:ascii="ATT Aleck Sans" w:hAnsi="ATT Aleck Sans" w:cs="ATT Aleck Sans"/>
          <w:b/>
          <w:bCs/>
        </w:rPr>
      </w:pPr>
    </w:p>
    <w:p w14:paraId="514F1A0C" w14:textId="77777777" w:rsidR="001C5AAA" w:rsidRDefault="001C5AAA" w:rsidP="001C5AAA">
      <w:pPr>
        <w:ind w:firstLine="720"/>
        <w:rPr>
          <w:rFonts w:ascii="ATT Aleck Sans" w:hAnsi="ATT Aleck Sans" w:cs="ATT Aleck Sans"/>
          <w:b/>
          <w:bCs/>
        </w:rPr>
      </w:pPr>
      <w:r w:rsidRPr="00F34370">
        <w:rPr>
          <w:rFonts w:ascii="ATT Aleck Sans" w:hAnsi="ATT Aleck Sans" w:cs="ATT Aleck Sans"/>
          <w:b/>
          <w:bCs/>
        </w:rPr>
        <w:lastRenderedPageBreak/>
        <w:t>On Slide Text:</w:t>
      </w:r>
      <w:r>
        <w:rPr>
          <w:rFonts w:ascii="ATT Aleck Sans" w:hAnsi="ATT Aleck Sans" w:cs="ATT Aleck Sans"/>
          <w:b/>
          <w:bCs/>
        </w:rPr>
        <w:t xml:space="preserve"> </w:t>
      </w:r>
      <w:r w:rsidRPr="001C5AAA">
        <w:rPr>
          <w:rFonts w:ascii="ATT Aleck Sans" w:hAnsi="ATT Aleck Sans" w:cs="ATT Aleck Sans"/>
        </w:rPr>
        <w:t>Don’t give in to the pressure to act now!</w:t>
      </w:r>
    </w:p>
    <w:p w14:paraId="62A72E9A" w14:textId="77777777" w:rsidR="001C5AAA" w:rsidRDefault="001C5AAA" w:rsidP="001C5AAA">
      <w:pPr>
        <w:rPr>
          <w:rFonts w:ascii="ATT Aleck Sans" w:hAnsi="ATT Aleck Sans" w:cs="ATT Aleck Sans"/>
          <w:b/>
          <w:bCs/>
          <w:color w:val="000000" w:themeColor="text1"/>
        </w:rPr>
      </w:pPr>
    </w:p>
    <w:p w14:paraId="42B3A788" w14:textId="77777777" w:rsidR="00212668" w:rsidRPr="00212668" w:rsidRDefault="001C5AAA" w:rsidP="00212668">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212668" w:rsidRPr="00212668">
        <w:rPr>
          <w:rFonts w:ascii="ATT Aleck Sans" w:hAnsi="ATT Aleck Sans" w:cs="ATT Aleck Sans"/>
          <w:color w:val="000000" w:themeColor="text1"/>
        </w:rPr>
        <w:t xml:space="preserve">Don’t give in to the pressure to act now. Scammers try to create a sense of urgency so that you act quickly. Take the time you need to verify the request. </w:t>
      </w:r>
    </w:p>
    <w:p w14:paraId="012EE13B" w14:textId="77777777" w:rsidR="001C5AAA" w:rsidRDefault="001C5AAA" w:rsidP="001C5AAA">
      <w:pPr>
        <w:ind w:firstLine="720"/>
        <w:rPr>
          <w:rFonts w:ascii="ATT Aleck Sans" w:hAnsi="ATT Aleck Sans" w:cs="ATT Aleck Sans"/>
          <w:color w:val="000000" w:themeColor="text1"/>
        </w:rPr>
      </w:pPr>
    </w:p>
    <w:p w14:paraId="7E833938" w14:textId="77777777" w:rsidR="001C5AAA" w:rsidRDefault="001C5AAA" w:rsidP="001C5AAA">
      <w:pPr>
        <w:ind w:firstLine="720"/>
        <w:rPr>
          <w:rFonts w:ascii="ATT Aleck Sans" w:hAnsi="ATT Aleck Sans" w:cs="ATT Aleck Sans"/>
          <w:color w:val="000000" w:themeColor="text1"/>
        </w:rPr>
      </w:pPr>
    </w:p>
    <w:p w14:paraId="0B3720AB" w14:textId="77777777" w:rsidR="001C5AAA" w:rsidRDefault="001C5AAA" w:rsidP="001C5AAA">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5CED00C8" w14:textId="77777777" w:rsidR="001C5AAA" w:rsidRDefault="001C5AAA" w:rsidP="001C5AAA">
      <w:pPr>
        <w:ind w:firstLine="720"/>
        <w:rPr>
          <w:rFonts w:ascii="ATT Aleck Sans" w:hAnsi="ATT Aleck Sans" w:cs="ATT Aleck Sans"/>
        </w:rPr>
      </w:pPr>
    </w:p>
    <w:p w14:paraId="0B43EF7F" w14:textId="77777777" w:rsidR="001C5AAA" w:rsidRPr="00AE2E85" w:rsidRDefault="001C5AAA" w:rsidP="001C5AAA">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484791C2" w14:textId="77777777" w:rsidR="001C5AAA" w:rsidRDefault="001C5AAA" w:rsidP="00422A80">
      <w:pPr>
        <w:rPr>
          <w:rFonts w:ascii="ATT Aleck Sans" w:hAnsi="ATT Aleck Sans" w:cs="ATT Aleck Sans"/>
          <w:b/>
          <w:bCs/>
        </w:rPr>
      </w:pPr>
    </w:p>
    <w:p w14:paraId="7CAFA946" w14:textId="77777777" w:rsidR="001C5AAA" w:rsidRPr="001C5AAA" w:rsidRDefault="001C5AAA" w:rsidP="001C5AAA">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Slide 6</w:t>
      </w:r>
      <w:r>
        <w:rPr>
          <w:rFonts w:ascii="ATT Aleck Sans" w:hAnsi="ATT Aleck Sans" w:cs="ATT Aleck Sans"/>
        </w:rPr>
        <w:t>6</w:t>
      </w:r>
      <w:r w:rsidRPr="001C5AAA">
        <w:rPr>
          <w:rFonts w:ascii="ATT Aleck Sans" w:hAnsi="ATT Aleck Sans" w:cs="ATT Aleck Sans"/>
        </w:rPr>
        <w:t>:</w:t>
      </w:r>
      <w:r w:rsidRPr="00FC361A">
        <w:rPr>
          <w:rFonts w:ascii="ATT Aleck Sans" w:hAnsi="ATT Aleck Sans" w:cs="ATT Aleck Sans"/>
        </w:rPr>
        <w:t xml:space="preserve"> </w:t>
      </w:r>
      <w:r w:rsidRPr="001C5AAA">
        <w:rPr>
          <w:rFonts w:ascii="ATT Aleck Sans" w:hAnsi="ATT Aleck Sans" w:cs="ATT Aleck Sans"/>
        </w:rPr>
        <w:t xml:space="preserve">Don’t </w:t>
      </w:r>
      <w:r>
        <w:rPr>
          <w:rFonts w:ascii="ATT Aleck Sans" w:hAnsi="ATT Aleck Sans" w:cs="ATT Aleck Sans"/>
        </w:rPr>
        <w:t>R</w:t>
      </w:r>
      <w:r w:rsidRPr="001C5AAA">
        <w:rPr>
          <w:rFonts w:ascii="ATT Aleck Sans" w:hAnsi="ATT Aleck Sans" w:cs="ATT Aleck Sans"/>
        </w:rPr>
        <w:t xml:space="preserve">eply to or </w:t>
      </w:r>
      <w:r>
        <w:rPr>
          <w:rFonts w:ascii="ATT Aleck Sans" w:hAnsi="ATT Aleck Sans" w:cs="ATT Aleck Sans"/>
        </w:rPr>
        <w:t>E</w:t>
      </w:r>
      <w:r w:rsidRPr="001C5AAA">
        <w:rPr>
          <w:rFonts w:ascii="ATT Aleck Sans" w:hAnsi="ATT Aleck Sans" w:cs="ATT Aleck Sans"/>
        </w:rPr>
        <w:t xml:space="preserve">ngage with the </w:t>
      </w:r>
      <w:r>
        <w:rPr>
          <w:rFonts w:ascii="ATT Aleck Sans" w:hAnsi="ATT Aleck Sans" w:cs="ATT Aleck Sans"/>
        </w:rPr>
        <w:t>F</w:t>
      </w:r>
      <w:r w:rsidRPr="001C5AAA">
        <w:rPr>
          <w:rFonts w:ascii="ATT Aleck Sans" w:hAnsi="ATT Aleck Sans" w:cs="ATT Aleck Sans"/>
        </w:rPr>
        <w:t>raudster</w:t>
      </w:r>
    </w:p>
    <w:p w14:paraId="79FDCE8C" w14:textId="77777777" w:rsidR="001C5AAA" w:rsidRDefault="001C5AAA" w:rsidP="001C5AAA">
      <w:pPr>
        <w:rPr>
          <w:rFonts w:ascii="ATT Aleck Sans" w:hAnsi="ATT Aleck Sans" w:cs="ATT Aleck Sans"/>
          <w:b/>
          <w:bCs/>
        </w:rPr>
      </w:pPr>
    </w:p>
    <w:p w14:paraId="18E9D543" w14:textId="77777777" w:rsidR="001C5AAA" w:rsidRPr="001C5AAA" w:rsidRDefault="001C5AAA" w:rsidP="001C5AAA">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r w:rsidRPr="001C5AAA">
        <w:rPr>
          <w:rFonts w:ascii="ATT Aleck Sans" w:hAnsi="ATT Aleck Sans" w:cs="ATT Aleck Sans"/>
        </w:rPr>
        <w:t>Don’t reply to or engage with the fraudster.</w:t>
      </w:r>
    </w:p>
    <w:p w14:paraId="5DA71D51" w14:textId="77777777" w:rsidR="001C5AAA" w:rsidRDefault="001C5AAA" w:rsidP="001C5AAA">
      <w:pPr>
        <w:rPr>
          <w:rFonts w:ascii="ATT Aleck Sans" w:hAnsi="ATT Aleck Sans" w:cs="ATT Aleck Sans"/>
          <w:b/>
          <w:bCs/>
          <w:color w:val="000000" w:themeColor="text1"/>
        </w:rPr>
      </w:pPr>
    </w:p>
    <w:p w14:paraId="6F1C8C2E" w14:textId="77777777" w:rsidR="001C5AAA" w:rsidRDefault="001C5AAA" w:rsidP="001C5AAA">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1C5AAA">
        <w:rPr>
          <w:rFonts w:ascii="ATT Aleck Sans" w:hAnsi="ATT Aleck Sans" w:cs="ATT Aleck Sans"/>
          <w:color w:val="000000" w:themeColor="text1"/>
        </w:rPr>
        <w:t>Don’t reply or engage with them. Doing so can notify the scammer that they’ve reached a real person, which can result in more scam emails, phone calls, or text messages.</w:t>
      </w:r>
    </w:p>
    <w:p w14:paraId="353AC629" w14:textId="77777777" w:rsidR="001C5AAA" w:rsidRDefault="001C5AAA" w:rsidP="001C5AAA">
      <w:pPr>
        <w:ind w:firstLine="720"/>
        <w:rPr>
          <w:rFonts w:ascii="ATT Aleck Sans" w:hAnsi="ATT Aleck Sans" w:cs="ATT Aleck Sans"/>
          <w:color w:val="000000" w:themeColor="text1"/>
        </w:rPr>
      </w:pPr>
    </w:p>
    <w:p w14:paraId="2AD0D9B4" w14:textId="77777777" w:rsidR="001C5AAA" w:rsidRDefault="001C5AAA" w:rsidP="001C5AAA">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293C9AD2" w14:textId="77777777" w:rsidR="001C5AAA" w:rsidRDefault="001C5AAA" w:rsidP="001C5AAA">
      <w:pPr>
        <w:ind w:firstLine="720"/>
        <w:rPr>
          <w:rFonts w:ascii="ATT Aleck Sans" w:hAnsi="ATT Aleck Sans" w:cs="ATT Aleck Sans"/>
        </w:rPr>
      </w:pPr>
    </w:p>
    <w:p w14:paraId="150C2842" w14:textId="77777777" w:rsidR="001C5AAA" w:rsidRPr="00AE2E85" w:rsidRDefault="001C5AAA" w:rsidP="001C5AAA">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0E7127C6" w14:textId="77777777" w:rsidR="001C5AAA" w:rsidRDefault="001C5AAA" w:rsidP="00422A80">
      <w:pPr>
        <w:rPr>
          <w:rFonts w:ascii="ATT Aleck Sans" w:hAnsi="ATT Aleck Sans" w:cs="ATT Aleck Sans"/>
          <w:b/>
          <w:bCs/>
        </w:rPr>
      </w:pPr>
    </w:p>
    <w:p w14:paraId="260F8876" w14:textId="77777777" w:rsidR="001C5AAA" w:rsidRDefault="001C5AAA" w:rsidP="001C5AAA">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Slide 6</w:t>
      </w:r>
      <w:r w:rsidR="00035C08">
        <w:rPr>
          <w:rFonts w:ascii="ATT Aleck Sans" w:hAnsi="ATT Aleck Sans" w:cs="ATT Aleck Sans"/>
        </w:rPr>
        <w:t>7</w:t>
      </w:r>
      <w:r w:rsidRPr="001C5AAA">
        <w:rPr>
          <w:rFonts w:ascii="ATT Aleck Sans" w:hAnsi="ATT Aleck Sans" w:cs="ATT Aleck Sans"/>
        </w:rPr>
        <w:t>:</w:t>
      </w:r>
      <w:r w:rsidR="00035C08">
        <w:rPr>
          <w:rFonts w:ascii="ATT Aleck Sans" w:hAnsi="ATT Aleck Sans" w:cs="ATT Aleck Sans"/>
        </w:rPr>
        <w:t xml:space="preserve"> Don’t Click Any Links</w:t>
      </w:r>
      <w:r w:rsidRPr="00FC361A">
        <w:rPr>
          <w:rFonts w:ascii="ATT Aleck Sans" w:hAnsi="ATT Aleck Sans" w:cs="ATT Aleck Sans"/>
        </w:rPr>
        <w:t xml:space="preserve"> </w:t>
      </w:r>
    </w:p>
    <w:p w14:paraId="3CF2CCD1" w14:textId="77777777" w:rsidR="001C5AAA" w:rsidRDefault="001C5AAA" w:rsidP="001C5AAA">
      <w:pPr>
        <w:rPr>
          <w:rFonts w:ascii="ATT Aleck Sans" w:hAnsi="ATT Aleck Sans" w:cs="ATT Aleck Sans"/>
          <w:b/>
          <w:bCs/>
        </w:rPr>
      </w:pPr>
    </w:p>
    <w:p w14:paraId="49A83F5F" w14:textId="77777777" w:rsidR="001C5AAA" w:rsidRPr="00035C08" w:rsidRDefault="001C5AAA" w:rsidP="00035C08">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035C08" w:rsidRPr="00035C08">
        <w:rPr>
          <w:rFonts w:ascii="ATT Aleck Sans" w:hAnsi="ATT Aleck Sans" w:cs="ATT Aleck Sans"/>
        </w:rPr>
        <w:t>Don’t click any links.</w:t>
      </w:r>
    </w:p>
    <w:p w14:paraId="56940A5C" w14:textId="77777777" w:rsidR="001C5AAA" w:rsidRDefault="001C5AAA" w:rsidP="001C5AAA">
      <w:pPr>
        <w:rPr>
          <w:rFonts w:ascii="ATT Aleck Sans" w:hAnsi="ATT Aleck Sans" w:cs="ATT Aleck Sans"/>
          <w:b/>
          <w:bCs/>
          <w:color w:val="000000" w:themeColor="text1"/>
        </w:rPr>
      </w:pPr>
    </w:p>
    <w:p w14:paraId="085E4604" w14:textId="77777777" w:rsidR="001C5AAA" w:rsidRDefault="001C5AAA" w:rsidP="00035C08">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035C08" w:rsidRPr="00035C08">
        <w:rPr>
          <w:rFonts w:ascii="ATT Aleck Sans" w:hAnsi="ATT Aleck Sans" w:cs="ATT Aleck Sans"/>
          <w:color w:val="000000" w:themeColor="text1"/>
        </w:rPr>
        <w:t xml:space="preserve">Don’t click on any links in a scam email or text message. This can take you to untrustworthy websites. </w:t>
      </w:r>
    </w:p>
    <w:p w14:paraId="23B0ABB8" w14:textId="77777777" w:rsidR="001C5AAA" w:rsidRDefault="001C5AAA" w:rsidP="001C5AAA">
      <w:pPr>
        <w:ind w:firstLine="720"/>
        <w:rPr>
          <w:rFonts w:ascii="ATT Aleck Sans" w:hAnsi="ATT Aleck Sans" w:cs="ATT Aleck Sans"/>
          <w:color w:val="000000" w:themeColor="text1"/>
        </w:rPr>
      </w:pPr>
    </w:p>
    <w:p w14:paraId="4BB88863" w14:textId="77777777" w:rsidR="001C5AAA" w:rsidRDefault="001C5AAA" w:rsidP="001C5AAA">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01550FF1" w14:textId="77777777" w:rsidR="001C5AAA" w:rsidRDefault="001C5AAA" w:rsidP="001C5AAA">
      <w:pPr>
        <w:ind w:firstLine="720"/>
        <w:rPr>
          <w:rFonts w:ascii="ATT Aleck Sans" w:hAnsi="ATT Aleck Sans" w:cs="ATT Aleck Sans"/>
        </w:rPr>
      </w:pPr>
    </w:p>
    <w:p w14:paraId="37513916" w14:textId="77777777" w:rsidR="001C5AAA" w:rsidRPr="00AE2E85" w:rsidRDefault="001C5AAA" w:rsidP="001C5AAA">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4207E519" w14:textId="77777777" w:rsidR="001C5AAA" w:rsidRDefault="001C5AAA" w:rsidP="00422A80">
      <w:pPr>
        <w:rPr>
          <w:rFonts w:ascii="ATT Aleck Sans" w:hAnsi="ATT Aleck Sans" w:cs="ATT Aleck Sans"/>
          <w:b/>
          <w:bCs/>
        </w:rPr>
      </w:pPr>
    </w:p>
    <w:p w14:paraId="43ECC8CC" w14:textId="77777777" w:rsidR="001C5AAA" w:rsidRDefault="001C5AAA" w:rsidP="001C5AAA">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Slide 6</w:t>
      </w:r>
      <w:r w:rsidR="00035C08">
        <w:rPr>
          <w:rFonts w:ascii="ATT Aleck Sans" w:hAnsi="ATT Aleck Sans" w:cs="ATT Aleck Sans"/>
        </w:rPr>
        <w:t>8</w:t>
      </w:r>
      <w:r w:rsidRPr="001C5AAA">
        <w:rPr>
          <w:rFonts w:ascii="ATT Aleck Sans" w:hAnsi="ATT Aleck Sans" w:cs="ATT Aleck Sans"/>
        </w:rPr>
        <w:t>:</w:t>
      </w:r>
      <w:r w:rsidRPr="00FC361A">
        <w:rPr>
          <w:rFonts w:ascii="ATT Aleck Sans" w:hAnsi="ATT Aleck Sans" w:cs="ATT Aleck Sans"/>
        </w:rPr>
        <w:t xml:space="preserve"> </w:t>
      </w:r>
      <w:r w:rsidR="00035C08" w:rsidRPr="00035C08">
        <w:rPr>
          <w:rFonts w:ascii="ATT Aleck Sans" w:hAnsi="ATT Aleck Sans" w:cs="ATT Aleck Sans"/>
        </w:rPr>
        <w:t xml:space="preserve">Don’t </w:t>
      </w:r>
      <w:r w:rsidR="00035C08">
        <w:rPr>
          <w:rFonts w:ascii="ATT Aleck Sans" w:hAnsi="ATT Aleck Sans" w:cs="ATT Aleck Sans"/>
        </w:rPr>
        <w:t>P</w:t>
      </w:r>
      <w:r w:rsidR="00035C08" w:rsidRPr="00035C08">
        <w:rPr>
          <w:rFonts w:ascii="ATT Aleck Sans" w:hAnsi="ATT Aleck Sans" w:cs="ATT Aleck Sans"/>
        </w:rPr>
        <w:t xml:space="preserve">rovide </w:t>
      </w:r>
      <w:r w:rsidR="00035C08">
        <w:rPr>
          <w:rFonts w:ascii="ATT Aleck Sans" w:hAnsi="ATT Aleck Sans" w:cs="ATT Aleck Sans"/>
        </w:rPr>
        <w:t>R</w:t>
      </w:r>
      <w:r w:rsidR="00035C08" w:rsidRPr="00035C08">
        <w:rPr>
          <w:rFonts w:ascii="ATT Aleck Sans" w:hAnsi="ATT Aleck Sans" w:cs="ATT Aleck Sans"/>
        </w:rPr>
        <w:t xml:space="preserve">emote </w:t>
      </w:r>
      <w:r w:rsidR="00035C08">
        <w:rPr>
          <w:rFonts w:ascii="ATT Aleck Sans" w:hAnsi="ATT Aleck Sans" w:cs="ATT Aleck Sans"/>
        </w:rPr>
        <w:t>A</w:t>
      </w:r>
      <w:r w:rsidR="00035C08" w:rsidRPr="00035C08">
        <w:rPr>
          <w:rFonts w:ascii="ATT Aleck Sans" w:hAnsi="ATT Aleck Sans" w:cs="ATT Aleck Sans"/>
        </w:rPr>
        <w:t xml:space="preserve">ccess to </w:t>
      </w:r>
      <w:r w:rsidR="00035C08">
        <w:rPr>
          <w:rFonts w:ascii="ATT Aleck Sans" w:hAnsi="ATT Aleck Sans" w:cs="ATT Aleck Sans"/>
        </w:rPr>
        <w:t>Y</w:t>
      </w:r>
      <w:r w:rsidR="00035C08" w:rsidRPr="00035C08">
        <w:rPr>
          <w:rFonts w:ascii="ATT Aleck Sans" w:hAnsi="ATT Aleck Sans" w:cs="ATT Aleck Sans"/>
        </w:rPr>
        <w:t xml:space="preserve">our </w:t>
      </w:r>
      <w:r w:rsidR="00035C08">
        <w:rPr>
          <w:rFonts w:ascii="ATT Aleck Sans" w:hAnsi="ATT Aleck Sans" w:cs="ATT Aleck Sans"/>
        </w:rPr>
        <w:t>D</w:t>
      </w:r>
      <w:r w:rsidR="00035C08" w:rsidRPr="00035C08">
        <w:rPr>
          <w:rFonts w:ascii="ATT Aleck Sans" w:hAnsi="ATT Aleck Sans" w:cs="ATT Aleck Sans"/>
        </w:rPr>
        <w:t>evice</w:t>
      </w:r>
    </w:p>
    <w:p w14:paraId="6DE01658" w14:textId="77777777" w:rsidR="001C5AAA" w:rsidRDefault="001C5AAA" w:rsidP="001C5AAA">
      <w:pPr>
        <w:rPr>
          <w:rFonts w:ascii="ATT Aleck Sans" w:hAnsi="ATT Aleck Sans" w:cs="ATT Aleck Sans"/>
          <w:b/>
          <w:bCs/>
        </w:rPr>
      </w:pPr>
    </w:p>
    <w:p w14:paraId="48C61ECF" w14:textId="77777777" w:rsidR="001C5AAA" w:rsidRPr="00035C08" w:rsidRDefault="001C5AAA" w:rsidP="00035C08">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035C08" w:rsidRPr="00035C08">
        <w:rPr>
          <w:rFonts w:ascii="ATT Aleck Sans" w:hAnsi="ATT Aleck Sans" w:cs="ATT Aleck Sans"/>
        </w:rPr>
        <w:t>Don’t provide remote access to your device.</w:t>
      </w:r>
    </w:p>
    <w:p w14:paraId="7398DA2A" w14:textId="77777777" w:rsidR="001C5AAA" w:rsidRDefault="001C5AAA" w:rsidP="001C5AAA">
      <w:pPr>
        <w:rPr>
          <w:rFonts w:ascii="ATT Aleck Sans" w:hAnsi="ATT Aleck Sans" w:cs="ATT Aleck Sans"/>
          <w:b/>
          <w:bCs/>
          <w:color w:val="000000" w:themeColor="text1"/>
        </w:rPr>
      </w:pPr>
    </w:p>
    <w:p w14:paraId="49F67DD6" w14:textId="00A83F5F" w:rsidR="001C5AAA" w:rsidRDefault="001C5AAA" w:rsidP="00035C08">
      <w:pPr>
        <w:ind w:firstLine="720"/>
        <w:rPr>
          <w:rFonts w:ascii="ATT Aleck Sans" w:hAnsi="ATT Aleck Sans" w:cs="ATT Aleck Sans"/>
          <w:color w:val="000000" w:themeColor="text1"/>
        </w:rPr>
      </w:pPr>
      <w:r w:rsidRPr="6EC7E154">
        <w:rPr>
          <w:rFonts w:ascii="ATT Aleck Sans" w:hAnsi="ATT Aleck Sans" w:cs="ATT Aleck Sans"/>
          <w:b/>
          <w:bCs/>
          <w:color w:val="000000" w:themeColor="text1"/>
        </w:rPr>
        <w:t>Talking Points:</w:t>
      </w:r>
      <w:r w:rsidRPr="6EC7E154">
        <w:rPr>
          <w:rFonts w:ascii="ATT Aleck Sans" w:hAnsi="ATT Aleck Sans" w:cs="ATT Aleck Sans"/>
          <w:color w:val="000000" w:themeColor="text1"/>
        </w:rPr>
        <w:t> </w:t>
      </w:r>
      <w:r w:rsidR="00035C08" w:rsidRPr="6EC7E154">
        <w:rPr>
          <w:rFonts w:ascii="ATT Aleck Sans" w:hAnsi="ATT Aleck Sans" w:cs="ATT Aleck Sans"/>
          <w:color w:val="000000" w:themeColor="text1"/>
        </w:rPr>
        <w:t>Never give anyone you don’t trust access to your device. Just by installing software, you can give someone remote access to your device.</w:t>
      </w:r>
      <w:r w:rsidR="1199D55E" w:rsidRPr="6EC7E154">
        <w:rPr>
          <w:rFonts w:ascii="ATT Aleck Sans" w:hAnsi="ATT Aleck Sans" w:cs="ATT Aleck Sans"/>
          <w:color w:val="000000" w:themeColor="text1"/>
        </w:rPr>
        <w:t xml:space="preserve"> This means that someone with remote access can control your device as if they were sitting in front of it. This would give them access to your personal information, allowing them to install malware or steal your data.  </w:t>
      </w:r>
    </w:p>
    <w:p w14:paraId="104648E5" w14:textId="77777777" w:rsidR="001C5AAA" w:rsidRDefault="001C5AAA" w:rsidP="001C5AAA">
      <w:pPr>
        <w:ind w:firstLine="720"/>
        <w:rPr>
          <w:rFonts w:ascii="ATT Aleck Sans" w:hAnsi="ATT Aleck Sans" w:cs="ATT Aleck Sans"/>
          <w:color w:val="000000" w:themeColor="text1"/>
        </w:rPr>
      </w:pPr>
    </w:p>
    <w:p w14:paraId="73673DF9" w14:textId="77777777" w:rsidR="001C5AAA" w:rsidRDefault="001C5AAA" w:rsidP="001C5AAA">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5AC16FEB" w14:textId="77777777" w:rsidR="001C5AAA" w:rsidRDefault="001C5AAA" w:rsidP="001C5AAA">
      <w:pPr>
        <w:ind w:firstLine="720"/>
        <w:rPr>
          <w:rFonts w:ascii="ATT Aleck Sans" w:hAnsi="ATT Aleck Sans" w:cs="ATT Aleck Sans"/>
        </w:rPr>
      </w:pPr>
    </w:p>
    <w:p w14:paraId="49EF6AF4" w14:textId="77777777" w:rsidR="001C5AAA" w:rsidRPr="00AE2E85" w:rsidRDefault="001C5AAA" w:rsidP="001C5AAA">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00E6F1A7" w14:textId="77777777" w:rsidR="001C5AAA" w:rsidRDefault="001C5AAA" w:rsidP="00422A80">
      <w:pPr>
        <w:rPr>
          <w:rFonts w:ascii="ATT Aleck Sans" w:hAnsi="ATT Aleck Sans" w:cs="ATT Aleck Sans"/>
          <w:b/>
          <w:bCs/>
        </w:rPr>
      </w:pPr>
    </w:p>
    <w:p w14:paraId="36D1536F" w14:textId="77777777" w:rsidR="001C5AAA" w:rsidRDefault="001C5AAA" w:rsidP="001C5AAA">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Slide 6</w:t>
      </w:r>
      <w:r w:rsidR="00035C08">
        <w:rPr>
          <w:rFonts w:ascii="ATT Aleck Sans" w:hAnsi="ATT Aleck Sans" w:cs="ATT Aleck Sans"/>
        </w:rPr>
        <w:t>9</w:t>
      </w:r>
      <w:r w:rsidRPr="001C5AAA">
        <w:rPr>
          <w:rFonts w:ascii="ATT Aleck Sans" w:hAnsi="ATT Aleck Sans" w:cs="ATT Aleck Sans"/>
        </w:rPr>
        <w:t>:</w:t>
      </w:r>
      <w:r w:rsidRPr="00FC361A">
        <w:rPr>
          <w:rFonts w:ascii="ATT Aleck Sans" w:hAnsi="ATT Aleck Sans" w:cs="ATT Aleck Sans"/>
        </w:rPr>
        <w:t xml:space="preserve"> </w:t>
      </w:r>
      <w:r w:rsidR="00035C08" w:rsidRPr="00035C08">
        <w:rPr>
          <w:rFonts w:ascii="ATT Aleck Sans" w:hAnsi="ATT Aleck Sans" w:cs="ATT Aleck Sans"/>
        </w:rPr>
        <w:t xml:space="preserve">Don’t </w:t>
      </w:r>
      <w:r w:rsidR="00035C08">
        <w:rPr>
          <w:rFonts w:ascii="ATT Aleck Sans" w:hAnsi="ATT Aleck Sans" w:cs="ATT Aleck Sans"/>
        </w:rPr>
        <w:t>D</w:t>
      </w:r>
      <w:r w:rsidR="00035C08" w:rsidRPr="00035C08">
        <w:rPr>
          <w:rFonts w:ascii="ATT Aleck Sans" w:hAnsi="ATT Aleck Sans" w:cs="ATT Aleck Sans"/>
        </w:rPr>
        <w:t xml:space="preserve">ownload </w:t>
      </w:r>
      <w:r w:rsidR="00035C08">
        <w:rPr>
          <w:rFonts w:ascii="ATT Aleck Sans" w:hAnsi="ATT Aleck Sans" w:cs="ATT Aleck Sans"/>
        </w:rPr>
        <w:t>A</w:t>
      </w:r>
      <w:r w:rsidR="00035C08" w:rsidRPr="00035C08">
        <w:rPr>
          <w:rFonts w:ascii="ATT Aleck Sans" w:hAnsi="ATT Aleck Sans" w:cs="ATT Aleck Sans"/>
        </w:rPr>
        <w:t xml:space="preserve">ny </w:t>
      </w:r>
      <w:r w:rsidR="00035C08">
        <w:rPr>
          <w:rFonts w:ascii="ATT Aleck Sans" w:hAnsi="ATT Aleck Sans" w:cs="ATT Aleck Sans"/>
        </w:rPr>
        <w:t>F</w:t>
      </w:r>
      <w:r w:rsidR="00035C08" w:rsidRPr="00035C08">
        <w:rPr>
          <w:rFonts w:ascii="ATT Aleck Sans" w:hAnsi="ATT Aleck Sans" w:cs="ATT Aleck Sans"/>
        </w:rPr>
        <w:t xml:space="preserve">iles or </w:t>
      </w:r>
      <w:r w:rsidR="00035C08">
        <w:rPr>
          <w:rFonts w:ascii="ATT Aleck Sans" w:hAnsi="ATT Aleck Sans" w:cs="ATT Aleck Sans"/>
        </w:rPr>
        <w:t>A</w:t>
      </w:r>
      <w:r w:rsidR="00035C08" w:rsidRPr="00035C08">
        <w:rPr>
          <w:rFonts w:ascii="ATT Aleck Sans" w:hAnsi="ATT Aleck Sans" w:cs="ATT Aleck Sans"/>
        </w:rPr>
        <w:t>ttachments</w:t>
      </w:r>
    </w:p>
    <w:p w14:paraId="177A92E8" w14:textId="77777777" w:rsidR="001C5AAA" w:rsidRDefault="001C5AAA" w:rsidP="001C5AAA">
      <w:pPr>
        <w:rPr>
          <w:rFonts w:ascii="ATT Aleck Sans" w:hAnsi="ATT Aleck Sans" w:cs="ATT Aleck Sans"/>
          <w:b/>
          <w:bCs/>
        </w:rPr>
      </w:pPr>
    </w:p>
    <w:p w14:paraId="54629B75" w14:textId="77777777" w:rsidR="001C5AAA" w:rsidRPr="00035C08" w:rsidRDefault="001C5AAA" w:rsidP="00035C08">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035C08" w:rsidRPr="00035C08">
        <w:rPr>
          <w:rFonts w:ascii="ATT Aleck Sans" w:hAnsi="ATT Aleck Sans" w:cs="ATT Aleck Sans"/>
        </w:rPr>
        <w:t>Don’t download any files or attachments.</w:t>
      </w:r>
    </w:p>
    <w:p w14:paraId="65F2B4CA" w14:textId="77777777" w:rsidR="001C5AAA" w:rsidRDefault="001C5AAA" w:rsidP="001C5AAA">
      <w:pPr>
        <w:rPr>
          <w:rFonts w:ascii="ATT Aleck Sans" w:hAnsi="ATT Aleck Sans" w:cs="ATT Aleck Sans"/>
          <w:b/>
          <w:bCs/>
          <w:color w:val="000000" w:themeColor="text1"/>
        </w:rPr>
      </w:pPr>
    </w:p>
    <w:p w14:paraId="2B0E88B1" w14:textId="77777777" w:rsidR="00035C08" w:rsidRPr="00035C08" w:rsidRDefault="001C5AAA" w:rsidP="00035C08">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035C08" w:rsidRPr="00035C08">
        <w:rPr>
          <w:rFonts w:ascii="ATT Aleck Sans" w:hAnsi="ATT Aleck Sans" w:cs="ATT Aleck Sans"/>
          <w:color w:val="000000" w:themeColor="text1"/>
        </w:rPr>
        <w:t xml:space="preserve">Don’t download attachments from emails, text messages, or files on an untrustworthy website. They could contain viruses or malware that could harm your computer or collect your personal information. </w:t>
      </w:r>
    </w:p>
    <w:p w14:paraId="679EC9F0" w14:textId="77777777" w:rsidR="001C5AAA" w:rsidRDefault="001C5AAA" w:rsidP="00212668">
      <w:pPr>
        <w:rPr>
          <w:rFonts w:ascii="ATT Aleck Sans" w:hAnsi="ATT Aleck Sans" w:cs="ATT Aleck Sans"/>
          <w:color w:val="000000" w:themeColor="text1"/>
        </w:rPr>
      </w:pPr>
    </w:p>
    <w:p w14:paraId="51B5DBA5" w14:textId="77777777" w:rsidR="001C5AAA" w:rsidRDefault="001C5AAA" w:rsidP="001C5AAA">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48B83284" w14:textId="77777777" w:rsidR="001C5AAA" w:rsidRDefault="001C5AAA" w:rsidP="001C5AAA">
      <w:pPr>
        <w:ind w:firstLine="720"/>
        <w:rPr>
          <w:rFonts w:ascii="ATT Aleck Sans" w:hAnsi="ATT Aleck Sans" w:cs="ATT Aleck Sans"/>
        </w:rPr>
      </w:pPr>
    </w:p>
    <w:p w14:paraId="5D76C92B" w14:textId="77777777" w:rsidR="001C5AAA" w:rsidRPr="00AE2E85" w:rsidRDefault="001C5AAA" w:rsidP="001C5AAA">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311060F2" w14:textId="77777777" w:rsidR="001C5AAA" w:rsidRDefault="001C5AAA" w:rsidP="00422A80">
      <w:pPr>
        <w:rPr>
          <w:rFonts w:ascii="ATT Aleck Sans" w:hAnsi="ATT Aleck Sans" w:cs="ATT Aleck Sans"/>
          <w:b/>
          <w:bCs/>
        </w:rPr>
      </w:pPr>
    </w:p>
    <w:p w14:paraId="5C63F416" w14:textId="77777777" w:rsidR="001C5AAA" w:rsidRPr="00035C08" w:rsidRDefault="001C5AAA" w:rsidP="001C5AAA">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sidR="00035C08">
        <w:rPr>
          <w:rFonts w:ascii="ATT Aleck Sans" w:hAnsi="ATT Aleck Sans" w:cs="ATT Aleck Sans"/>
        </w:rPr>
        <w:t>70</w:t>
      </w:r>
      <w:r w:rsidRPr="001C5AAA">
        <w:rPr>
          <w:rFonts w:ascii="ATT Aleck Sans" w:hAnsi="ATT Aleck Sans" w:cs="ATT Aleck Sans"/>
        </w:rPr>
        <w:t>:</w:t>
      </w:r>
      <w:r w:rsidR="00035C08">
        <w:rPr>
          <w:rFonts w:ascii="ATT Aleck Sans" w:eastAsiaTheme="minorEastAsia" w:hAnsi="ATT Aleck Sans" w:cstheme="minorBidi"/>
          <w:color w:val="000000"/>
          <w:kern w:val="24"/>
          <w:sz w:val="48"/>
          <w:szCs w:val="48"/>
        </w:rPr>
        <w:t xml:space="preserve"> </w:t>
      </w:r>
      <w:r w:rsidR="00035C08" w:rsidRPr="00035C08">
        <w:rPr>
          <w:rFonts w:ascii="ATT Aleck Sans" w:hAnsi="ATT Aleck Sans" w:cs="ATT Aleck Sans"/>
        </w:rPr>
        <w:t xml:space="preserve">Do </w:t>
      </w:r>
      <w:r w:rsidR="00035C08">
        <w:rPr>
          <w:rFonts w:ascii="ATT Aleck Sans" w:hAnsi="ATT Aleck Sans" w:cs="ATT Aleck Sans"/>
        </w:rPr>
        <w:t>T</w:t>
      </w:r>
      <w:r w:rsidR="00035C08" w:rsidRPr="00035C08">
        <w:rPr>
          <w:rFonts w:ascii="ATT Aleck Sans" w:hAnsi="ATT Aleck Sans" w:cs="ATT Aleck Sans"/>
        </w:rPr>
        <w:t xml:space="preserve">ake </w:t>
      </w:r>
      <w:r w:rsidR="00035C08">
        <w:rPr>
          <w:rFonts w:ascii="ATT Aleck Sans" w:hAnsi="ATT Aleck Sans" w:cs="ATT Aleck Sans"/>
        </w:rPr>
        <w:t>T</w:t>
      </w:r>
      <w:r w:rsidR="00035C08" w:rsidRPr="00035C08">
        <w:rPr>
          <w:rFonts w:ascii="ATT Aleck Sans" w:hAnsi="ATT Aleck Sans" w:cs="ATT Aleck Sans"/>
        </w:rPr>
        <w:t xml:space="preserve">ime to </w:t>
      </w:r>
      <w:r w:rsidR="00035C08">
        <w:rPr>
          <w:rFonts w:ascii="ATT Aleck Sans" w:hAnsi="ATT Aleck Sans" w:cs="ATT Aleck Sans"/>
        </w:rPr>
        <w:t>I</w:t>
      </w:r>
      <w:r w:rsidR="00035C08" w:rsidRPr="00035C08">
        <w:rPr>
          <w:rFonts w:ascii="ATT Aleck Sans" w:hAnsi="ATT Aleck Sans" w:cs="ATT Aleck Sans"/>
        </w:rPr>
        <w:t xml:space="preserve">nvestigate </w:t>
      </w:r>
      <w:r w:rsidR="00035C08">
        <w:rPr>
          <w:rFonts w:ascii="ATT Aleck Sans" w:hAnsi="ATT Aleck Sans" w:cs="ATT Aleck Sans"/>
        </w:rPr>
        <w:t>t</w:t>
      </w:r>
      <w:r w:rsidR="00035C08" w:rsidRPr="00035C08">
        <w:rPr>
          <w:rFonts w:ascii="ATT Aleck Sans" w:hAnsi="ATT Aleck Sans" w:cs="ATT Aleck Sans"/>
        </w:rPr>
        <w:t xml:space="preserve">he </w:t>
      </w:r>
      <w:r w:rsidR="00035C08">
        <w:rPr>
          <w:rFonts w:ascii="ATT Aleck Sans" w:hAnsi="ATT Aleck Sans" w:cs="ATT Aleck Sans"/>
        </w:rPr>
        <w:t>R</w:t>
      </w:r>
      <w:r w:rsidR="00035C08" w:rsidRPr="00035C08">
        <w:rPr>
          <w:rFonts w:ascii="ATT Aleck Sans" w:hAnsi="ATT Aleck Sans" w:cs="ATT Aleck Sans"/>
        </w:rPr>
        <w:t>equest</w:t>
      </w:r>
      <w:r w:rsidR="00035C08">
        <w:rPr>
          <w:rFonts w:ascii="ATT Aleck Sans" w:hAnsi="ATT Aleck Sans" w:cs="ATT Aleck Sans"/>
        </w:rPr>
        <w:br/>
      </w:r>
    </w:p>
    <w:p w14:paraId="0197D779" w14:textId="77777777" w:rsidR="001C5AAA" w:rsidRPr="001C5AAA" w:rsidRDefault="001C5AAA" w:rsidP="001C5AAA">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p>
    <w:p w14:paraId="3931EA84" w14:textId="77777777" w:rsidR="001C5AAA" w:rsidRDefault="001C5AAA" w:rsidP="001C5AAA">
      <w:pPr>
        <w:rPr>
          <w:rFonts w:ascii="ATT Aleck Sans" w:hAnsi="ATT Aleck Sans" w:cs="ATT Aleck Sans"/>
          <w:b/>
          <w:bCs/>
          <w:color w:val="000000" w:themeColor="text1"/>
        </w:rPr>
      </w:pPr>
    </w:p>
    <w:p w14:paraId="4AFE8E37" w14:textId="77777777" w:rsidR="001C5AAA" w:rsidRDefault="001C5AAA" w:rsidP="00035C08">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035C08" w:rsidRPr="00035C08">
        <w:rPr>
          <w:rFonts w:ascii="ATT Aleck Sans" w:hAnsi="ATT Aleck Sans" w:cs="ATT Aleck Sans"/>
          <w:color w:val="000000" w:themeColor="text1"/>
        </w:rPr>
        <w:t>If you think something might be a scam, check with a trusted person to verify if it's safe. If someone reports that a family member is in trouble, contact that person to check. If someone reports a problem with your bank account, contact your bank using information from their official website or bank statement – do not use the contact information or link from the person who contacts you.</w:t>
      </w:r>
    </w:p>
    <w:p w14:paraId="22A2A521" w14:textId="77777777" w:rsidR="001C5AAA" w:rsidRDefault="001C5AAA" w:rsidP="001C5AAA">
      <w:pPr>
        <w:ind w:firstLine="720"/>
        <w:rPr>
          <w:rFonts w:ascii="ATT Aleck Sans" w:hAnsi="ATT Aleck Sans" w:cs="ATT Aleck Sans"/>
          <w:color w:val="000000" w:themeColor="text1"/>
        </w:rPr>
      </w:pPr>
    </w:p>
    <w:p w14:paraId="54A5B1F6" w14:textId="77777777" w:rsidR="001C5AAA" w:rsidRDefault="001C5AAA" w:rsidP="001C5AAA">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73A91570" w14:textId="77777777" w:rsidR="001C5AAA" w:rsidRDefault="001C5AAA" w:rsidP="001C5AAA">
      <w:pPr>
        <w:ind w:firstLine="720"/>
        <w:rPr>
          <w:rFonts w:ascii="ATT Aleck Sans" w:hAnsi="ATT Aleck Sans" w:cs="ATT Aleck Sans"/>
        </w:rPr>
      </w:pPr>
    </w:p>
    <w:p w14:paraId="38A8592E" w14:textId="77777777" w:rsidR="001C5AAA" w:rsidRPr="00AE2E85" w:rsidRDefault="001C5AAA" w:rsidP="001C5AAA">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2D721E57" w14:textId="77777777" w:rsidR="001C5AAA" w:rsidRDefault="001C5AAA" w:rsidP="00422A80">
      <w:pPr>
        <w:rPr>
          <w:rFonts w:ascii="ATT Aleck Sans" w:hAnsi="ATT Aleck Sans" w:cs="ATT Aleck Sans"/>
          <w:b/>
          <w:bCs/>
        </w:rPr>
      </w:pPr>
    </w:p>
    <w:p w14:paraId="0E02C746" w14:textId="77777777" w:rsidR="00035C08" w:rsidRDefault="00035C08" w:rsidP="00035C08">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71</w:t>
      </w:r>
      <w:r w:rsidRPr="001C5AAA">
        <w:rPr>
          <w:rFonts w:ascii="ATT Aleck Sans" w:hAnsi="ATT Aleck Sans" w:cs="ATT Aleck Sans"/>
        </w:rPr>
        <w:t>:</w:t>
      </w:r>
      <w:r w:rsidRPr="00FC361A">
        <w:rPr>
          <w:rFonts w:ascii="ATT Aleck Sans" w:hAnsi="ATT Aleck Sans" w:cs="ATT Aleck Sans"/>
        </w:rPr>
        <w:t xml:space="preserve"> </w:t>
      </w:r>
      <w:r w:rsidRPr="00035C08">
        <w:rPr>
          <w:rFonts w:ascii="ATT Aleck Sans" w:hAnsi="ATT Aleck Sans" w:cs="ATT Aleck Sans"/>
        </w:rPr>
        <w:t xml:space="preserve">Do </w:t>
      </w:r>
      <w:r>
        <w:rPr>
          <w:rFonts w:ascii="ATT Aleck Sans" w:hAnsi="ATT Aleck Sans" w:cs="ATT Aleck Sans"/>
        </w:rPr>
        <w:t>P</w:t>
      </w:r>
      <w:r w:rsidRPr="00035C08">
        <w:rPr>
          <w:rFonts w:ascii="ATT Aleck Sans" w:hAnsi="ATT Aleck Sans" w:cs="ATT Aleck Sans"/>
        </w:rPr>
        <w:t xml:space="preserve">ut </w:t>
      </w:r>
      <w:r>
        <w:rPr>
          <w:rFonts w:ascii="ATT Aleck Sans" w:hAnsi="ATT Aleck Sans" w:cs="ATT Aleck Sans"/>
        </w:rPr>
        <w:t>E</w:t>
      </w:r>
      <w:r w:rsidRPr="00035C08">
        <w:rPr>
          <w:rFonts w:ascii="ATT Aleck Sans" w:hAnsi="ATT Aleck Sans" w:cs="ATT Aleck Sans"/>
        </w:rPr>
        <w:t xml:space="preserve">mail in </w:t>
      </w:r>
      <w:r>
        <w:rPr>
          <w:rFonts w:ascii="ATT Aleck Sans" w:hAnsi="ATT Aleck Sans" w:cs="ATT Aleck Sans"/>
        </w:rPr>
        <w:t>Y</w:t>
      </w:r>
      <w:r w:rsidRPr="00035C08">
        <w:rPr>
          <w:rFonts w:ascii="ATT Aleck Sans" w:hAnsi="ATT Aleck Sans" w:cs="ATT Aleck Sans"/>
        </w:rPr>
        <w:t xml:space="preserve">our </w:t>
      </w:r>
      <w:r>
        <w:rPr>
          <w:rFonts w:ascii="ATT Aleck Sans" w:hAnsi="ATT Aleck Sans" w:cs="ATT Aleck Sans"/>
        </w:rPr>
        <w:t>S</w:t>
      </w:r>
      <w:r w:rsidRPr="00035C08">
        <w:rPr>
          <w:rFonts w:ascii="ATT Aleck Sans" w:hAnsi="ATT Aleck Sans" w:cs="ATT Aleck Sans"/>
        </w:rPr>
        <w:t xml:space="preserve">pam </w:t>
      </w:r>
      <w:r>
        <w:rPr>
          <w:rFonts w:ascii="ATT Aleck Sans" w:hAnsi="ATT Aleck Sans" w:cs="ATT Aleck Sans"/>
        </w:rPr>
        <w:t>F</w:t>
      </w:r>
      <w:r w:rsidRPr="00035C08">
        <w:rPr>
          <w:rFonts w:ascii="ATT Aleck Sans" w:hAnsi="ATT Aleck Sans" w:cs="ATT Aleck Sans"/>
        </w:rPr>
        <w:t>older</w:t>
      </w:r>
    </w:p>
    <w:p w14:paraId="1BA38FD7" w14:textId="77777777" w:rsidR="00035C08" w:rsidRPr="00035C08" w:rsidRDefault="00035C08" w:rsidP="00035C08">
      <w:pPr>
        <w:rPr>
          <w:rFonts w:ascii="ATT Aleck Sans" w:hAnsi="ATT Aleck Sans" w:cs="ATT Aleck Sans"/>
        </w:rPr>
      </w:pPr>
    </w:p>
    <w:p w14:paraId="6CD1E28D" w14:textId="77777777" w:rsidR="00035C08" w:rsidRPr="001C5AAA" w:rsidRDefault="00035C08" w:rsidP="00035C08">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r w:rsidRPr="00035C08">
        <w:rPr>
          <w:rFonts w:ascii="ATT Aleck Sans" w:hAnsi="ATT Aleck Sans" w:cs="ATT Aleck Sans"/>
        </w:rPr>
        <w:t>Do put email in your spam folder</w:t>
      </w:r>
      <w:r w:rsidRPr="00035C08">
        <w:rPr>
          <w:rFonts w:ascii="ATT Aleck Sans" w:hAnsi="ATT Aleck Sans" w:cs="ATT Aleck Sans"/>
          <w:b/>
          <w:bCs/>
        </w:rPr>
        <w:t>.</w:t>
      </w:r>
    </w:p>
    <w:p w14:paraId="4AED24F2" w14:textId="77777777" w:rsidR="00035C08" w:rsidRDefault="00035C08" w:rsidP="00035C08">
      <w:pPr>
        <w:rPr>
          <w:rFonts w:ascii="ATT Aleck Sans" w:hAnsi="ATT Aleck Sans" w:cs="ATT Aleck Sans"/>
          <w:b/>
          <w:bCs/>
          <w:color w:val="000000" w:themeColor="text1"/>
        </w:rPr>
      </w:pPr>
    </w:p>
    <w:p w14:paraId="06AF3D25" w14:textId="77777777" w:rsidR="00035C08" w:rsidRDefault="00035C08" w:rsidP="00035C08">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035C08">
        <w:rPr>
          <w:rFonts w:ascii="ATT Aleck Sans" w:hAnsi="ATT Aleck Sans" w:cs="ATT Aleck Sans"/>
          <w:color w:val="000000" w:themeColor="text1"/>
        </w:rPr>
        <w:t xml:space="preserve">Most email flagged as spam is automatically moved to a spam folder, so you don’t see it in the Inbox. This is an example of the spam folder in Gmail. If you do see a spam email in your Inbox, mark the item as spam. Avoid opening the message, clicking on any links, or viewing any pictures in the message. </w:t>
      </w:r>
    </w:p>
    <w:p w14:paraId="0BC97722" w14:textId="77777777" w:rsidR="00035C08" w:rsidRDefault="00035C08" w:rsidP="00035C08">
      <w:pPr>
        <w:ind w:firstLine="720"/>
        <w:rPr>
          <w:rFonts w:ascii="ATT Aleck Sans" w:hAnsi="ATT Aleck Sans" w:cs="ATT Aleck Sans"/>
          <w:color w:val="000000" w:themeColor="text1"/>
        </w:rPr>
      </w:pPr>
    </w:p>
    <w:p w14:paraId="4AEBF9CA" w14:textId="77777777" w:rsidR="00035C08" w:rsidRDefault="00035C08" w:rsidP="00035C0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59DA9B30" w14:textId="77777777" w:rsidR="00035C08" w:rsidRDefault="00035C08" w:rsidP="00035C08">
      <w:pPr>
        <w:ind w:firstLine="720"/>
        <w:rPr>
          <w:rFonts w:ascii="ATT Aleck Sans" w:hAnsi="ATT Aleck Sans" w:cs="ATT Aleck Sans"/>
        </w:rPr>
      </w:pPr>
    </w:p>
    <w:p w14:paraId="3280745A" w14:textId="77777777" w:rsidR="00035C08" w:rsidRPr="00AE2E85" w:rsidRDefault="00035C08" w:rsidP="00035C0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04FC7A77" w14:textId="77777777" w:rsidR="001C5AAA" w:rsidRDefault="001C5AAA" w:rsidP="00422A80">
      <w:pPr>
        <w:rPr>
          <w:rFonts w:ascii="ATT Aleck Sans" w:hAnsi="ATT Aleck Sans" w:cs="ATT Aleck Sans"/>
          <w:b/>
          <w:bCs/>
        </w:rPr>
      </w:pPr>
    </w:p>
    <w:p w14:paraId="64F2CB92" w14:textId="77777777" w:rsidR="00035C08" w:rsidRPr="00035C08" w:rsidRDefault="00035C08" w:rsidP="00035C08">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72</w:t>
      </w:r>
      <w:r w:rsidRPr="001C5AAA">
        <w:rPr>
          <w:rFonts w:ascii="ATT Aleck Sans" w:hAnsi="ATT Aleck Sans" w:cs="ATT Aleck Sans"/>
        </w:rPr>
        <w:t>:</w:t>
      </w:r>
      <w:r w:rsidRPr="00FC361A">
        <w:rPr>
          <w:rFonts w:ascii="ATT Aleck Sans" w:hAnsi="ATT Aleck Sans" w:cs="ATT Aleck Sans"/>
        </w:rPr>
        <w:t xml:space="preserve"> </w:t>
      </w:r>
      <w:r w:rsidRPr="00035C08">
        <w:rPr>
          <w:rFonts w:ascii="ATT Aleck Sans" w:hAnsi="ATT Aleck Sans" w:cs="ATT Aleck Sans"/>
        </w:rPr>
        <w:t xml:space="preserve">Do </w:t>
      </w:r>
      <w:r>
        <w:rPr>
          <w:rFonts w:ascii="ATT Aleck Sans" w:hAnsi="ATT Aleck Sans" w:cs="ATT Aleck Sans"/>
        </w:rPr>
        <w:t>L</w:t>
      </w:r>
      <w:r w:rsidRPr="00035C08">
        <w:rPr>
          <w:rFonts w:ascii="ATT Aleck Sans" w:hAnsi="ATT Aleck Sans" w:cs="ATT Aleck Sans"/>
        </w:rPr>
        <w:t xml:space="preserve">ook </w:t>
      </w:r>
      <w:r>
        <w:rPr>
          <w:rFonts w:ascii="ATT Aleck Sans" w:hAnsi="ATT Aleck Sans" w:cs="ATT Aleck Sans"/>
        </w:rPr>
        <w:t>U</w:t>
      </w:r>
      <w:r w:rsidRPr="00035C08">
        <w:rPr>
          <w:rFonts w:ascii="ATT Aleck Sans" w:hAnsi="ATT Aleck Sans" w:cs="ATT Aleck Sans"/>
        </w:rPr>
        <w:t xml:space="preserve">p </w:t>
      </w:r>
      <w:r>
        <w:rPr>
          <w:rFonts w:ascii="ATT Aleck Sans" w:hAnsi="ATT Aleck Sans" w:cs="ATT Aleck Sans"/>
        </w:rPr>
        <w:t>I</w:t>
      </w:r>
      <w:r w:rsidRPr="00035C08">
        <w:rPr>
          <w:rFonts w:ascii="ATT Aleck Sans" w:hAnsi="ATT Aleck Sans" w:cs="ATT Aleck Sans"/>
        </w:rPr>
        <w:t xml:space="preserve">nformation on </w:t>
      </w:r>
      <w:r>
        <w:rPr>
          <w:rFonts w:ascii="ATT Aleck Sans" w:hAnsi="ATT Aleck Sans" w:cs="ATT Aleck Sans"/>
        </w:rPr>
        <w:t>Y</w:t>
      </w:r>
      <w:r w:rsidRPr="00035C08">
        <w:rPr>
          <w:rFonts w:ascii="ATT Aleck Sans" w:hAnsi="ATT Aleck Sans" w:cs="ATT Aleck Sans"/>
        </w:rPr>
        <w:t xml:space="preserve">our </w:t>
      </w:r>
      <w:r>
        <w:rPr>
          <w:rFonts w:ascii="ATT Aleck Sans" w:hAnsi="ATT Aleck Sans" w:cs="ATT Aleck Sans"/>
        </w:rPr>
        <w:t>O</w:t>
      </w:r>
      <w:r w:rsidRPr="00035C08">
        <w:rPr>
          <w:rFonts w:ascii="ATT Aleck Sans" w:hAnsi="ATT Aleck Sans" w:cs="ATT Aleck Sans"/>
        </w:rPr>
        <w:t>wn</w:t>
      </w:r>
    </w:p>
    <w:p w14:paraId="51787D8D" w14:textId="77777777" w:rsidR="00035C08" w:rsidRDefault="00035C08" w:rsidP="00035C08">
      <w:pPr>
        <w:rPr>
          <w:rFonts w:ascii="ATT Aleck Sans" w:hAnsi="ATT Aleck Sans" w:cs="ATT Aleck Sans"/>
          <w:b/>
          <w:bCs/>
        </w:rPr>
      </w:pPr>
    </w:p>
    <w:p w14:paraId="16755813" w14:textId="77777777" w:rsidR="00035C08" w:rsidRPr="001C5AAA" w:rsidRDefault="00035C08" w:rsidP="00035C08">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r w:rsidRPr="00035C08">
        <w:rPr>
          <w:rFonts w:ascii="ATT Aleck Sans" w:hAnsi="ATT Aleck Sans" w:cs="ATT Aleck Sans"/>
        </w:rPr>
        <w:t>Do look up information on your own.</w:t>
      </w:r>
    </w:p>
    <w:p w14:paraId="2EC0A02E" w14:textId="77777777" w:rsidR="00035C08" w:rsidRDefault="00035C08" w:rsidP="00035C08">
      <w:pPr>
        <w:rPr>
          <w:rFonts w:ascii="ATT Aleck Sans" w:hAnsi="ATT Aleck Sans" w:cs="ATT Aleck Sans"/>
          <w:b/>
          <w:bCs/>
          <w:color w:val="000000" w:themeColor="text1"/>
        </w:rPr>
      </w:pPr>
    </w:p>
    <w:p w14:paraId="2ECDBEEE" w14:textId="77777777" w:rsidR="00035C08" w:rsidRDefault="00035C08" w:rsidP="00035C08">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035C08">
        <w:rPr>
          <w:rFonts w:ascii="ATT Aleck Sans" w:hAnsi="ATT Aleck Sans" w:cs="ATT Aleck Sans"/>
          <w:color w:val="000000" w:themeColor="text1"/>
        </w:rPr>
        <w:t>Do confirm the contact information is correct by checking a statement you received in the mail or the official website of the company</w:t>
      </w:r>
      <w:r>
        <w:rPr>
          <w:rFonts w:ascii="ATT Aleck Sans" w:hAnsi="ATT Aleck Sans" w:cs="ATT Aleck Sans"/>
          <w:color w:val="000000" w:themeColor="text1"/>
        </w:rPr>
        <w:t>.</w:t>
      </w:r>
    </w:p>
    <w:p w14:paraId="26228F79" w14:textId="77777777" w:rsidR="00035C08" w:rsidRDefault="00035C08" w:rsidP="00035C08">
      <w:pPr>
        <w:ind w:firstLine="720"/>
        <w:rPr>
          <w:rFonts w:ascii="ATT Aleck Sans" w:hAnsi="ATT Aleck Sans" w:cs="ATT Aleck Sans"/>
          <w:color w:val="000000" w:themeColor="text1"/>
        </w:rPr>
      </w:pPr>
    </w:p>
    <w:p w14:paraId="16E6D4B9" w14:textId="77777777" w:rsidR="00035C08" w:rsidRDefault="00035C08" w:rsidP="00035C0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307B86CA" w14:textId="77777777" w:rsidR="00035C08" w:rsidRDefault="00035C08" w:rsidP="00035C08">
      <w:pPr>
        <w:ind w:firstLine="720"/>
        <w:rPr>
          <w:rFonts w:ascii="ATT Aleck Sans" w:hAnsi="ATT Aleck Sans" w:cs="ATT Aleck Sans"/>
        </w:rPr>
      </w:pPr>
    </w:p>
    <w:p w14:paraId="0DEEB519" w14:textId="77777777" w:rsidR="00035C08" w:rsidRPr="00AE2E85" w:rsidRDefault="00035C08" w:rsidP="00035C0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19A63F06" w14:textId="77777777" w:rsidR="00035C08" w:rsidRDefault="00035C08" w:rsidP="00422A80">
      <w:pPr>
        <w:rPr>
          <w:rFonts w:ascii="ATT Aleck Sans" w:hAnsi="ATT Aleck Sans" w:cs="ATT Aleck Sans"/>
          <w:b/>
          <w:bCs/>
        </w:rPr>
      </w:pPr>
    </w:p>
    <w:p w14:paraId="19CC92D6" w14:textId="77777777" w:rsidR="00035C08" w:rsidRDefault="00035C08" w:rsidP="00035C08">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73</w:t>
      </w:r>
      <w:r w:rsidRPr="001C5AAA">
        <w:rPr>
          <w:rFonts w:ascii="ATT Aleck Sans" w:hAnsi="ATT Aleck Sans" w:cs="ATT Aleck Sans"/>
        </w:rPr>
        <w:t>:</w:t>
      </w:r>
      <w:r w:rsidRPr="00FC361A">
        <w:rPr>
          <w:rFonts w:ascii="ATT Aleck Sans" w:hAnsi="ATT Aleck Sans" w:cs="ATT Aleck Sans"/>
        </w:rPr>
        <w:t xml:space="preserve"> </w:t>
      </w:r>
      <w:r w:rsidRPr="00035C08">
        <w:rPr>
          <w:rFonts w:ascii="ATT Aleck Sans" w:hAnsi="ATT Aleck Sans" w:cs="ATT Aleck Sans"/>
        </w:rPr>
        <w:t xml:space="preserve">Do </w:t>
      </w:r>
      <w:r>
        <w:rPr>
          <w:rFonts w:ascii="ATT Aleck Sans" w:hAnsi="ATT Aleck Sans" w:cs="ATT Aleck Sans"/>
        </w:rPr>
        <w:t>O</w:t>
      </w:r>
      <w:r w:rsidRPr="00035C08">
        <w:rPr>
          <w:rFonts w:ascii="ATT Aleck Sans" w:hAnsi="ATT Aleck Sans" w:cs="ATT Aleck Sans"/>
        </w:rPr>
        <w:t xml:space="preserve">nly </w:t>
      </w:r>
      <w:r>
        <w:rPr>
          <w:rFonts w:ascii="ATT Aleck Sans" w:hAnsi="ATT Aleck Sans" w:cs="ATT Aleck Sans"/>
        </w:rPr>
        <w:t>A</w:t>
      </w:r>
      <w:r w:rsidRPr="00035C08">
        <w:rPr>
          <w:rFonts w:ascii="ATT Aleck Sans" w:hAnsi="ATT Aleck Sans" w:cs="ATT Aleck Sans"/>
        </w:rPr>
        <w:t xml:space="preserve">ccess </w:t>
      </w:r>
      <w:r>
        <w:rPr>
          <w:rFonts w:ascii="ATT Aleck Sans" w:hAnsi="ATT Aleck Sans" w:cs="ATT Aleck Sans"/>
        </w:rPr>
        <w:t>W</w:t>
      </w:r>
      <w:r w:rsidRPr="00035C08">
        <w:rPr>
          <w:rFonts w:ascii="ATT Aleck Sans" w:hAnsi="ATT Aleck Sans" w:cs="ATT Aleck Sans"/>
        </w:rPr>
        <w:t xml:space="preserve">ebsites </w:t>
      </w:r>
      <w:r>
        <w:rPr>
          <w:rFonts w:ascii="ATT Aleck Sans" w:hAnsi="ATT Aleck Sans" w:cs="ATT Aleck Sans"/>
        </w:rPr>
        <w:t>T</w:t>
      </w:r>
      <w:r w:rsidRPr="00035C08">
        <w:rPr>
          <w:rFonts w:ascii="ATT Aleck Sans" w:hAnsi="ATT Aleck Sans" w:cs="ATT Aleck Sans"/>
        </w:rPr>
        <w:t xml:space="preserve">hat </w:t>
      </w:r>
      <w:r>
        <w:rPr>
          <w:rFonts w:ascii="ATT Aleck Sans" w:hAnsi="ATT Aleck Sans" w:cs="ATT Aleck Sans"/>
        </w:rPr>
        <w:t>B</w:t>
      </w:r>
      <w:r w:rsidRPr="00035C08">
        <w:rPr>
          <w:rFonts w:ascii="ATT Aleck Sans" w:hAnsi="ATT Aleck Sans" w:cs="ATT Aleck Sans"/>
        </w:rPr>
        <w:t>egin with HTTPS</w:t>
      </w:r>
    </w:p>
    <w:p w14:paraId="5829E46C" w14:textId="77777777" w:rsidR="00035C08" w:rsidRDefault="00035C08" w:rsidP="00035C08">
      <w:pPr>
        <w:rPr>
          <w:rFonts w:ascii="ATT Aleck Sans" w:hAnsi="ATT Aleck Sans" w:cs="ATT Aleck Sans"/>
          <w:b/>
          <w:bCs/>
        </w:rPr>
      </w:pPr>
    </w:p>
    <w:p w14:paraId="5A2CE46A" w14:textId="77777777" w:rsidR="00035C08" w:rsidRPr="001C5AAA" w:rsidRDefault="00035C08" w:rsidP="00035C08">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r w:rsidRPr="00035C08">
        <w:rPr>
          <w:rFonts w:ascii="ATT Aleck Sans" w:hAnsi="ATT Aleck Sans" w:cs="ATT Aleck Sans"/>
        </w:rPr>
        <w:t>Do only access websites that begin with HTTPS.</w:t>
      </w:r>
    </w:p>
    <w:p w14:paraId="0743A6E7" w14:textId="77777777" w:rsidR="00035C08" w:rsidRDefault="00035C08" w:rsidP="00035C08">
      <w:pPr>
        <w:rPr>
          <w:rFonts w:ascii="ATT Aleck Sans" w:hAnsi="ATT Aleck Sans" w:cs="ATT Aleck Sans"/>
          <w:b/>
          <w:bCs/>
          <w:color w:val="000000" w:themeColor="text1"/>
        </w:rPr>
      </w:pPr>
    </w:p>
    <w:p w14:paraId="4966B114" w14:textId="77777777" w:rsidR="00035C08" w:rsidRDefault="00035C08" w:rsidP="00035C08">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035C08">
        <w:rPr>
          <w:rFonts w:ascii="ATT Aleck Sans" w:hAnsi="ATT Aleck Sans" w:cs="ATT Aleck Sans"/>
          <w:color w:val="000000" w:themeColor="text1"/>
        </w:rPr>
        <w:t>Only click on links to websites that begin with HTTPS.</w:t>
      </w:r>
    </w:p>
    <w:p w14:paraId="03A418D9" w14:textId="77777777" w:rsidR="00035C08" w:rsidRDefault="00035C08" w:rsidP="00035C08">
      <w:pPr>
        <w:ind w:firstLine="720"/>
        <w:rPr>
          <w:rFonts w:ascii="ATT Aleck Sans" w:hAnsi="ATT Aleck Sans" w:cs="ATT Aleck Sans"/>
          <w:color w:val="000000" w:themeColor="text1"/>
        </w:rPr>
      </w:pPr>
    </w:p>
    <w:p w14:paraId="4959E25F" w14:textId="77777777" w:rsidR="00035C08" w:rsidRDefault="00035C08" w:rsidP="00035C0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184E306E" w14:textId="77777777" w:rsidR="00035C08" w:rsidRDefault="00035C08" w:rsidP="00035C08">
      <w:pPr>
        <w:ind w:firstLine="720"/>
        <w:rPr>
          <w:rFonts w:ascii="ATT Aleck Sans" w:hAnsi="ATT Aleck Sans" w:cs="ATT Aleck Sans"/>
        </w:rPr>
      </w:pPr>
    </w:p>
    <w:p w14:paraId="0AA49E3E" w14:textId="77777777" w:rsidR="00035C08" w:rsidRPr="00AE2E85" w:rsidRDefault="00035C08" w:rsidP="00035C0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68575F6D" w14:textId="77777777" w:rsidR="00035C08" w:rsidRDefault="00035C08" w:rsidP="00422A80">
      <w:pPr>
        <w:rPr>
          <w:rFonts w:ascii="ATT Aleck Sans" w:hAnsi="ATT Aleck Sans" w:cs="ATT Aleck Sans"/>
          <w:b/>
          <w:bCs/>
        </w:rPr>
      </w:pPr>
    </w:p>
    <w:p w14:paraId="7AF4CD8F" w14:textId="77777777" w:rsidR="00035C08" w:rsidRPr="00035C08" w:rsidRDefault="00035C08" w:rsidP="00035C08">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74</w:t>
      </w:r>
      <w:r w:rsidRPr="001C5AAA">
        <w:rPr>
          <w:rFonts w:ascii="ATT Aleck Sans" w:hAnsi="ATT Aleck Sans" w:cs="ATT Aleck Sans"/>
        </w:rPr>
        <w:t>:</w:t>
      </w:r>
      <w:r w:rsidRPr="00FC361A">
        <w:rPr>
          <w:rFonts w:ascii="ATT Aleck Sans" w:hAnsi="ATT Aleck Sans" w:cs="ATT Aleck Sans"/>
        </w:rPr>
        <w:t xml:space="preserve"> </w:t>
      </w:r>
      <w:r w:rsidRPr="00035C08">
        <w:rPr>
          <w:rFonts w:ascii="ATT Aleck Sans" w:hAnsi="ATT Aleck Sans" w:cs="ATT Aleck Sans"/>
        </w:rPr>
        <w:t xml:space="preserve">Do </w:t>
      </w:r>
      <w:r>
        <w:rPr>
          <w:rFonts w:ascii="ATT Aleck Sans" w:hAnsi="ATT Aleck Sans" w:cs="ATT Aleck Sans"/>
        </w:rPr>
        <w:t>D</w:t>
      </w:r>
      <w:r w:rsidRPr="00035C08">
        <w:rPr>
          <w:rFonts w:ascii="ATT Aleck Sans" w:hAnsi="ATT Aleck Sans" w:cs="ATT Aleck Sans"/>
        </w:rPr>
        <w:t xml:space="preserve">iscuss with a </w:t>
      </w:r>
      <w:r>
        <w:rPr>
          <w:rFonts w:ascii="ATT Aleck Sans" w:hAnsi="ATT Aleck Sans" w:cs="ATT Aleck Sans"/>
        </w:rPr>
        <w:t>T</w:t>
      </w:r>
      <w:r w:rsidRPr="00035C08">
        <w:rPr>
          <w:rFonts w:ascii="ATT Aleck Sans" w:hAnsi="ATT Aleck Sans" w:cs="ATT Aleck Sans"/>
        </w:rPr>
        <w:t xml:space="preserve">rusted </w:t>
      </w:r>
      <w:r>
        <w:rPr>
          <w:rFonts w:ascii="ATT Aleck Sans" w:hAnsi="ATT Aleck Sans" w:cs="ATT Aleck Sans"/>
        </w:rPr>
        <w:t>P</w:t>
      </w:r>
      <w:r w:rsidRPr="00035C08">
        <w:rPr>
          <w:rFonts w:ascii="ATT Aleck Sans" w:hAnsi="ATT Aleck Sans" w:cs="ATT Aleck Sans"/>
        </w:rPr>
        <w:t>erson</w:t>
      </w:r>
    </w:p>
    <w:p w14:paraId="1C7ED58C" w14:textId="77777777" w:rsidR="00035C08" w:rsidRDefault="00035C08" w:rsidP="00035C08">
      <w:pPr>
        <w:rPr>
          <w:rFonts w:ascii="ATT Aleck Sans" w:hAnsi="ATT Aleck Sans" w:cs="ATT Aleck Sans"/>
          <w:b/>
          <w:bCs/>
        </w:rPr>
      </w:pPr>
    </w:p>
    <w:p w14:paraId="48D3133B" w14:textId="77777777" w:rsidR="00035C08" w:rsidRDefault="00035C08" w:rsidP="00035C08">
      <w:pPr>
        <w:ind w:firstLine="720"/>
        <w:rPr>
          <w:rFonts w:ascii="ATT Aleck Sans" w:hAnsi="ATT Aleck Sans" w:cs="ATT Aleck Sans"/>
          <w:b/>
          <w:bCs/>
        </w:rPr>
      </w:pPr>
      <w:r w:rsidRPr="56A96901">
        <w:rPr>
          <w:rFonts w:ascii="ATT Aleck Sans" w:hAnsi="ATT Aleck Sans" w:cs="ATT Aleck Sans"/>
          <w:b/>
          <w:bCs/>
        </w:rPr>
        <w:t xml:space="preserve">On Slide Text: </w:t>
      </w:r>
      <w:r w:rsidRPr="56A96901">
        <w:rPr>
          <w:rFonts w:ascii="ATT Aleck Sans" w:hAnsi="ATT Aleck Sans" w:cs="ATT Aleck Sans"/>
        </w:rPr>
        <w:t>Do discuss with a trusted person.</w:t>
      </w:r>
    </w:p>
    <w:p w14:paraId="6495A130" w14:textId="77777777" w:rsidR="00035C08" w:rsidRPr="00035C08" w:rsidRDefault="00035C08" w:rsidP="00035C08">
      <w:pPr>
        <w:ind w:firstLine="720"/>
        <w:rPr>
          <w:rFonts w:ascii="ATT Aleck Sans" w:hAnsi="ATT Aleck Sans" w:cs="ATT Aleck Sans"/>
          <w:b/>
          <w:bCs/>
        </w:rPr>
      </w:pPr>
    </w:p>
    <w:p w14:paraId="5B5597B6" w14:textId="77777777" w:rsidR="00035C08" w:rsidRDefault="00035C08" w:rsidP="00035C08">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035C08">
        <w:rPr>
          <w:rFonts w:ascii="ATT Aleck Sans" w:hAnsi="ATT Aleck Sans" w:cs="ATT Aleck Sans"/>
          <w:color w:val="000000" w:themeColor="text1"/>
        </w:rPr>
        <w:t xml:space="preserve">If you are unsure about the request you receive in a text, email, phone call, or online, talk to someone you trust, like a friend or family member. Scammers are trying to get you to act quickly – don’t let them rush you into making a quick decision. </w:t>
      </w:r>
    </w:p>
    <w:p w14:paraId="7DAA02D2" w14:textId="77777777" w:rsidR="00035C08" w:rsidRDefault="00035C08" w:rsidP="00035C08">
      <w:pPr>
        <w:ind w:firstLine="720"/>
        <w:rPr>
          <w:rFonts w:ascii="ATT Aleck Sans" w:hAnsi="ATT Aleck Sans" w:cs="ATT Aleck Sans"/>
          <w:color w:val="000000" w:themeColor="text1"/>
        </w:rPr>
      </w:pPr>
    </w:p>
    <w:p w14:paraId="7E3B2D18" w14:textId="77777777" w:rsidR="00035C08" w:rsidRDefault="00035C08" w:rsidP="00035C0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3F3DE6D5" w14:textId="77777777" w:rsidR="00035C08" w:rsidRDefault="00035C08" w:rsidP="00035C08">
      <w:pPr>
        <w:ind w:firstLine="720"/>
        <w:rPr>
          <w:rFonts w:ascii="ATT Aleck Sans" w:hAnsi="ATT Aleck Sans" w:cs="ATT Aleck Sans"/>
        </w:rPr>
      </w:pPr>
    </w:p>
    <w:p w14:paraId="44CD4F9F" w14:textId="77777777" w:rsidR="00035C08" w:rsidRPr="00AE2E85" w:rsidRDefault="00035C08" w:rsidP="00035C0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1374633A" w14:textId="77777777" w:rsidR="00035C08" w:rsidRDefault="00035C08" w:rsidP="00422A80">
      <w:pPr>
        <w:rPr>
          <w:rFonts w:ascii="ATT Aleck Sans" w:hAnsi="ATT Aleck Sans" w:cs="ATT Aleck Sans"/>
          <w:b/>
          <w:bCs/>
        </w:rPr>
      </w:pPr>
    </w:p>
    <w:p w14:paraId="730F6117" w14:textId="77777777" w:rsidR="00035C08" w:rsidRDefault="00035C08" w:rsidP="00035C08">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75</w:t>
      </w:r>
      <w:r w:rsidRPr="001C5AAA">
        <w:rPr>
          <w:rFonts w:ascii="ATT Aleck Sans" w:hAnsi="ATT Aleck Sans" w:cs="ATT Aleck Sans"/>
        </w:rPr>
        <w:t>:</w:t>
      </w:r>
      <w:r w:rsidRPr="00FC361A">
        <w:rPr>
          <w:rFonts w:ascii="ATT Aleck Sans" w:hAnsi="ATT Aleck Sans" w:cs="ATT Aleck Sans"/>
        </w:rPr>
        <w:t xml:space="preserve"> </w:t>
      </w:r>
      <w:r w:rsidRPr="00035C08">
        <w:rPr>
          <w:rFonts w:ascii="ATT Aleck Sans" w:hAnsi="ATT Aleck Sans" w:cs="ATT Aleck Sans"/>
        </w:rPr>
        <w:t xml:space="preserve">Do </w:t>
      </w:r>
      <w:r>
        <w:rPr>
          <w:rFonts w:ascii="ATT Aleck Sans" w:hAnsi="ATT Aleck Sans" w:cs="ATT Aleck Sans"/>
        </w:rPr>
        <w:t>R</w:t>
      </w:r>
      <w:r w:rsidRPr="00035C08">
        <w:rPr>
          <w:rFonts w:ascii="ATT Aleck Sans" w:hAnsi="ATT Aleck Sans" w:cs="ATT Aleck Sans"/>
        </w:rPr>
        <w:t xml:space="preserve">egister </w:t>
      </w:r>
      <w:r>
        <w:rPr>
          <w:rFonts w:ascii="ATT Aleck Sans" w:hAnsi="ATT Aleck Sans" w:cs="ATT Aleck Sans"/>
        </w:rPr>
        <w:t>Y</w:t>
      </w:r>
      <w:r w:rsidRPr="00035C08">
        <w:rPr>
          <w:rFonts w:ascii="ATT Aleck Sans" w:hAnsi="ATT Aleck Sans" w:cs="ATT Aleck Sans"/>
        </w:rPr>
        <w:t xml:space="preserve">our </w:t>
      </w:r>
      <w:r>
        <w:rPr>
          <w:rFonts w:ascii="ATT Aleck Sans" w:hAnsi="ATT Aleck Sans" w:cs="ATT Aleck Sans"/>
        </w:rPr>
        <w:t>P</w:t>
      </w:r>
      <w:r w:rsidRPr="00035C08">
        <w:rPr>
          <w:rFonts w:ascii="ATT Aleck Sans" w:hAnsi="ATT Aleck Sans" w:cs="ATT Aleck Sans"/>
        </w:rPr>
        <w:t xml:space="preserve">hone </w:t>
      </w:r>
      <w:r>
        <w:rPr>
          <w:rFonts w:ascii="ATT Aleck Sans" w:hAnsi="ATT Aleck Sans" w:cs="ATT Aleck Sans"/>
        </w:rPr>
        <w:t>N</w:t>
      </w:r>
      <w:r w:rsidRPr="00035C08">
        <w:rPr>
          <w:rFonts w:ascii="ATT Aleck Sans" w:hAnsi="ATT Aleck Sans" w:cs="ATT Aleck Sans"/>
        </w:rPr>
        <w:t>umber with DoNotCall.gov.</w:t>
      </w:r>
    </w:p>
    <w:p w14:paraId="300C91F6" w14:textId="77777777" w:rsidR="00035C08" w:rsidRDefault="00035C08" w:rsidP="00035C08">
      <w:pPr>
        <w:rPr>
          <w:rFonts w:ascii="ATT Aleck Sans" w:hAnsi="ATT Aleck Sans" w:cs="ATT Aleck Sans"/>
          <w:b/>
          <w:bCs/>
        </w:rPr>
      </w:pPr>
    </w:p>
    <w:p w14:paraId="6D4865B4" w14:textId="77777777" w:rsidR="00035C08" w:rsidRPr="00035C08" w:rsidRDefault="00035C08" w:rsidP="00035C08">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Pr="00035C08">
        <w:rPr>
          <w:rFonts w:ascii="ATT Aleck Sans" w:hAnsi="ATT Aleck Sans" w:cs="ATT Aleck Sans"/>
        </w:rPr>
        <w:t>Do register your phone number with DoNotCall.gov.</w:t>
      </w:r>
    </w:p>
    <w:p w14:paraId="0D729458" w14:textId="77777777" w:rsidR="00035C08" w:rsidRDefault="00035C08" w:rsidP="00035C08">
      <w:pPr>
        <w:rPr>
          <w:rFonts w:ascii="ATT Aleck Sans" w:hAnsi="ATT Aleck Sans" w:cs="ATT Aleck Sans"/>
          <w:b/>
          <w:bCs/>
          <w:color w:val="000000" w:themeColor="text1"/>
        </w:rPr>
      </w:pPr>
    </w:p>
    <w:p w14:paraId="7FB1A14C" w14:textId="77777777" w:rsidR="00035C08" w:rsidRPr="00035C08" w:rsidRDefault="00035C08" w:rsidP="00035C08">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035C08">
        <w:rPr>
          <w:rFonts w:ascii="ATT Aleck Sans" w:hAnsi="ATT Aleck Sans" w:cs="ATT Aleck Sans"/>
          <w:color w:val="000000" w:themeColor="text1"/>
        </w:rPr>
        <w:t>Register your phone number with the National Do Not Call Registry and request that telemarketers not call you.</w:t>
      </w:r>
    </w:p>
    <w:p w14:paraId="5C85DCB0" w14:textId="77777777" w:rsidR="00035C08" w:rsidRDefault="00035C08" w:rsidP="00035C08">
      <w:pPr>
        <w:ind w:firstLine="720"/>
        <w:rPr>
          <w:rFonts w:ascii="ATT Aleck Sans" w:hAnsi="ATT Aleck Sans" w:cs="ATT Aleck Sans"/>
          <w:color w:val="000000" w:themeColor="text1"/>
        </w:rPr>
      </w:pPr>
    </w:p>
    <w:p w14:paraId="1670445A" w14:textId="77777777" w:rsidR="00035C08" w:rsidRDefault="00035C08" w:rsidP="00035C0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6BFAE033" w14:textId="77777777" w:rsidR="00035C08" w:rsidRDefault="00035C08" w:rsidP="00035C08">
      <w:pPr>
        <w:ind w:firstLine="720"/>
        <w:rPr>
          <w:rFonts w:ascii="ATT Aleck Sans" w:hAnsi="ATT Aleck Sans" w:cs="ATT Aleck Sans"/>
        </w:rPr>
      </w:pPr>
    </w:p>
    <w:p w14:paraId="1277E483" w14:textId="77777777" w:rsidR="00035C08" w:rsidRPr="00AE2E85" w:rsidRDefault="00035C08" w:rsidP="00035C0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1C86434B" w14:textId="77777777" w:rsidR="00035C08" w:rsidRDefault="00035C08" w:rsidP="00422A80">
      <w:pPr>
        <w:rPr>
          <w:rFonts w:ascii="ATT Aleck Sans" w:hAnsi="ATT Aleck Sans" w:cs="ATT Aleck Sans"/>
          <w:b/>
          <w:bCs/>
        </w:rPr>
      </w:pPr>
    </w:p>
    <w:p w14:paraId="65D05595" w14:textId="77777777" w:rsidR="00035C08" w:rsidRDefault="00035C08" w:rsidP="00035C08">
      <w:pPr>
        <w:rPr>
          <w:rFonts w:ascii="ATT Aleck Sans" w:hAnsi="ATT Aleck Sans" w:cs="ATT Aleck Sans"/>
        </w:rPr>
      </w:pPr>
      <w:r w:rsidRPr="001C5AAA">
        <w:rPr>
          <w:rFonts w:ascii="ATT Aleck Sans" w:hAnsi="ATT Aleck Sans" w:cs="ATT Aleck Sans"/>
          <w:b/>
          <w:bCs/>
        </w:rPr>
        <w:lastRenderedPageBreak/>
        <w:t>Slide Number &amp; Title</w:t>
      </w:r>
      <w:r w:rsidRPr="001C5AAA">
        <w:rPr>
          <w:rFonts w:ascii="ATT Aleck Sans" w:hAnsi="ATT Aleck Sans" w:cs="ATT Aleck Sans"/>
        </w:rPr>
        <w:t xml:space="preserve">. Slide </w:t>
      </w:r>
      <w:r>
        <w:rPr>
          <w:rFonts w:ascii="ATT Aleck Sans" w:hAnsi="ATT Aleck Sans" w:cs="ATT Aleck Sans"/>
        </w:rPr>
        <w:t>7</w:t>
      </w:r>
      <w:r w:rsidR="00812868">
        <w:rPr>
          <w:rFonts w:ascii="ATT Aleck Sans" w:hAnsi="ATT Aleck Sans" w:cs="ATT Aleck Sans"/>
        </w:rPr>
        <w:t>6</w:t>
      </w:r>
      <w:r w:rsidRPr="001C5AAA">
        <w:rPr>
          <w:rFonts w:ascii="ATT Aleck Sans" w:hAnsi="ATT Aleck Sans" w:cs="ATT Aleck Sans"/>
        </w:rPr>
        <w:t>:</w:t>
      </w:r>
      <w:r w:rsidRPr="00FC361A">
        <w:rPr>
          <w:rFonts w:ascii="ATT Aleck Sans" w:hAnsi="ATT Aleck Sans" w:cs="ATT Aleck Sans"/>
        </w:rPr>
        <w:t xml:space="preserve"> </w:t>
      </w:r>
      <w:r w:rsidRPr="00035C08">
        <w:rPr>
          <w:rFonts w:ascii="ATT Aleck Sans" w:hAnsi="ATT Aleck Sans" w:cs="ATT Aleck Sans"/>
        </w:rPr>
        <w:t xml:space="preserve">Do </w:t>
      </w:r>
      <w:r>
        <w:rPr>
          <w:rFonts w:ascii="ATT Aleck Sans" w:hAnsi="ATT Aleck Sans" w:cs="ATT Aleck Sans"/>
        </w:rPr>
        <w:t>C</w:t>
      </w:r>
      <w:r w:rsidRPr="00035C08">
        <w:rPr>
          <w:rFonts w:ascii="ATT Aleck Sans" w:hAnsi="ATT Aleck Sans" w:cs="ATT Aleck Sans"/>
        </w:rPr>
        <w:t xml:space="preserve">lose </w:t>
      </w:r>
      <w:r>
        <w:rPr>
          <w:rFonts w:ascii="ATT Aleck Sans" w:hAnsi="ATT Aleck Sans" w:cs="ATT Aleck Sans"/>
        </w:rPr>
        <w:t>P</w:t>
      </w:r>
      <w:r w:rsidRPr="00035C08">
        <w:rPr>
          <w:rFonts w:ascii="ATT Aleck Sans" w:hAnsi="ATT Aleck Sans" w:cs="ATT Aleck Sans"/>
        </w:rPr>
        <w:t>op-</w:t>
      </w:r>
      <w:r>
        <w:rPr>
          <w:rFonts w:ascii="ATT Aleck Sans" w:hAnsi="ATT Aleck Sans" w:cs="ATT Aleck Sans"/>
        </w:rPr>
        <w:t>U</w:t>
      </w:r>
      <w:r w:rsidRPr="00035C08">
        <w:rPr>
          <w:rFonts w:ascii="ATT Aleck Sans" w:hAnsi="ATT Aleck Sans" w:cs="ATT Aleck Sans"/>
        </w:rPr>
        <w:t>ps with ALT+F4</w:t>
      </w:r>
    </w:p>
    <w:p w14:paraId="04701DF5" w14:textId="77777777" w:rsidR="00035C08" w:rsidRDefault="00035C08" w:rsidP="00035C08">
      <w:pPr>
        <w:rPr>
          <w:rFonts w:ascii="ATT Aleck Sans" w:hAnsi="ATT Aleck Sans" w:cs="ATT Aleck Sans"/>
          <w:b/>
          <w:bCs/>
        </w:rPr>
      </w:pPr>
    </w:p>
    <w:p w14:paraId="5C39F7E6" w14:textId="77777777" w:rsidR="00035C08" w:rsidRPr="00035C08" w:rsidRDefault="00035C08" w:rsidP="00035C08">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Pr="00035C08">
        <w:rPr>
          <w:rFonts w:ascii="ATT Aleck Sans" w:hAnsi="ATT Aleck Sans" w:cs="ATT Aleck Sans"/>
        </w:rPr>
        <w:t>Do close pop-ups with ALT+F4</w:t>
      </w:r>
    </w:p>
    <w:p w14:paraId="36E81FBA" w14:textId="77777777" w:rsidR="00035C08" w:rsidRDefault="00035C08" w:rsidP="00035C08">
      <w:pPr>
        <w:rPr>
          <w:rFonts w:ascii="ATT Aleck Sans" w:hAnsi="ATT Aleck Sans" w:cs="ATT Aleck Sans"/>
          <w:b/>
          <w:bCs/>
          <w:color w:val="000000" w:themeColor="text1"/>
        </w:rPr>
      </w:pPr>
    </w:p>
    <w:p w14:paraId="0215EF00" w14:textId="77777777" w:rsidR="00035C08" w:rsidRDefault="00035C08" w:rsidP="00035C08">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035C08">
        <w:rPr>
          <w:rFonts w:ascii="ATT Aleck Sans" w:hAnsi="ATT Aleck Sans" w:cs="ATT Aleck Sans"/>
          <w:color w:val="000000" w:themeColor="text1"/>
        </w:rPr>
        <w:t xml:space="preserve">When a pop-up window opens, don’t click on any buttons. Sometimes, even the X will not close a scam pop-up window and may trigger more pop-ups to open instead. </w:t>
      </w:r>
    </w:p>
    <w:p w14:paraId="1E7E90F8" w14:textId="77777777" w:rsidR="00035C08" w:rsidRDefault="00035C08" w:rsidP="00035C08">
      <w:pPr>
        <w:ind w:firstLine="720"/>
        <w:rPr>
          <w:rFonts w:ascii="ATT Aleck Sans" w:hAnsi="ATT Aleck Sans" w:cs="ATT Aleck Sans"/>
          <w:color w:val="000000" w:themeColor="text1"/>
        </w:rPr>
      </w:pPr>
    </w:p>
    <w:p w14:paraId="788C35E3" w14:textId="77777777" w:rsidR="00035C08" w:rsidRDefault="00035C08" w:rsidP="00035C0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35FC345C" w14:textId="77777777" w:rsidR="00035C08" w:rsidRDefault="00035C08" w:rsidP="00035C08">
      <w:pPr>
        <w:ind w:firstLine="720"/>
        <w:rPr>
          <w:rFonts w:ascii="ATT Aleck Sans" w:hAnsi="ATT Aleck Sans" w:cs="ATT Aleck Sans"/>
        </w:rPr>
      </w:pPr>
    </w:p>
    <w:p w14:paraId="277180AB" w14:textId="77777777" w:rsidR="00035C08" w:rsidRPr="00AE2E85" w:rsidRDefault="00035C08" w:rsidP="00035C0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4861F264" w14:textId="77777777" w:rsidR="00035C08" w:rsidRDefault="00035C08" w:rsidP="00422A80">
      <w:pPr>
        <w:rPr>
          <w:rFonts w:ascii="ATT Aleck Sans" w:hAnsi="ATT Aleck Sans" w:cs="ATT Aleck Sans"/>
          <w:b/>
          <w:bCs/>
        </w:rPr>
      </w:pPr>
    </w:p>
    <w:p w14:paraId="709CD119" w14:textId="480061C0" w:rsidR="00035C08" w:rsidRDefault="00035C08" w:rsidP="00035C08">
      <w:pPr>
        <w:rPr>
          <w:rFonts w:ascii="ATT Aleck Sans" w:hAnsi="ATT Aleck Sans" w:cs="ATT Aleck Sans"/>
        </w:rPr>
      </w:pPr>
      <w:r w:rsidRPr="56A96901">
        <w:rPr>
          <w:rFonts w:ascii="ATT Aleck Sans" w:hAnsi="ATT Aleck Sans" w:cs="ATT Aleck Sans"/>
          <w:b/>
          <w:bCs/>
        </w:rPr>
        <w:t>Slide Number &amp; Title</w:t>
      </w:r>
      <w:r w:rsidRPr="56A96901">
        <w:rPr>
          <w:rFonts w:ascii="ATT Aleck Sans" w:hAnsi="ATT Aleck Sans" w:cs="ATT Aleck Sans"/>
        </w:rPr>
        <w:t>. Slide 7</w:t>
      </w:r>
      <w:r w:rsidR="00812868" w:rsidRPr="56A96901">
        <w:rPr>
          <w:rFonts w:ascii="ATT Aleck Sans" w:hAnsi="ATT Aleck Sans" w:cs="ATT Aleck Sans"/>
        </w:rPr>
        <w:t>7</w:t>
      </w:r>
      <w:r w:rsidRPr="56A96901">
        <w:rPr>
          <w:rFonts w:ascii="ATT Aleck Sans" w:hAnsi="ATT Aleck Sans" w:cs="ATT Aleck Sans"/>
        </w:rPr>
        <w:t xml:space="preserve">: </w:t>
      </w:r>
      <w:r w:rsidR="00812868" w:rsidRPr="56A96901">
        <w:rPr>
          <w:rFonts w:ascii="ATT Aleck Sans" w:hAnsi="ATT Aleck Sans" w:cs="ATT Aleck Sans"/>
        </w:rPr>
        <w:t xml:space="preserve">Do Close Pop-Ups with ALT+F4 </w:t>
      </w:r>
      <w:r w:rsidR="47A70869" w:rsidRPr="56A96901">
        <w:rPr>
          <w:rFonts w:ascii="ATT Aleck Sans" w:hAnsi="ATT Aleck Sans" w:cs="ATT Aleck Sans"/>
        </w:rPr>
        <w:t>Continue</w:t>
      </w:r>
      <w:r w:rsidR="00812868" w:rsidRPr="56A96901">
        <w:rPr>
          <w:rFonts w:ascii="ATT Aleck Sans" w:hAnsi="ATT Aleck Sans" w:cs="ATT Aleck Sans"/>
        </w:rPr>
        <w:t>d</w:t>
      </w:r>
    </w:p>
    <w:p w14:paraId="4B0EA611" w14:textId="77777777" w:rsidR="00035C08" w:rsidRDefault="00035C08" w:rsidP="00035C08">
      <w:pPr>
        <w:rPr>
          <w:rFonts w:ascii="ATT Aleck Sans" w:hAnsi="ATT Aleck Sans" w:cs="ATT Aleck Sans"/>
          <w:b/>
          <w:bCs/>
        </w:rPr>
      </w:pPr>
    </w:p>
    <w:p w14:paraId="0C05A8EE" w14:textId="77777777" w:rsidR="00035C08" w:rsidRPr="00812868" w:rsidRDefault="00035C08" w:rsidP="00812868">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812868" w:rsidRPr="00812868">
        <w:rPr>
          <w:rFonts w:ascii="ATT Aleck Sans" w:hAnsi="ATT Aleck Sans" w:cs="ATT Aleck Sans"/>
        </w:rPr>
        <w:t>Do close pop-ups with ALT+F4</w:t>
      </w:r>
      <w:r w:rsidR="00812868">
        <w:rPr>
          <w:rFonts w:ascii="ATT Aleck Sans" w:hAnsi="ATT Aleck Sans" w:cs="ATT Aleck Sans"/>
        </w:rPr>
        <w:t>.</w:t>
      </w:r>
    </w:p>
    <w:p w14:paraId="502E6244" w14:textId="77777777" w:rsidR="00035C08" w:rsidRDefault="00035C08" w:rsidP="00035C08">
      <w:pPr>
        <w:rPr>
          <w:rFonts w:ascii="ATT Aleck Sans" w:hAnsi="ATT Aleck Sans" w:cs="ATT Aleck Sans"/>
          <w:b/>
          <w:bCs/>
          <w:color w:val="000000" w:themeColor="text1"/>
        </w:rPr>
      </w:pPr>
    </w:p>
    <w:p w14:paraId="1E7CA033" w14:textId="77777777" w:rsidR="00812868" w:rsidRPr="00812868" w:rsidRDefault="00035C08" w:rsidP="00812868">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812868" w:rsidRPr="00812868">
        <w:rPr>
          <w:rFonts w:ascii="ATT Aleck Sans" w:hAnsi="ATT Aleck Sans" w:cs="ATT Aleck Sans"/>
          <w:color w:val="000000" w:themeColor="text1"/>
        </w:rPr>
        <w:t xml:space="preserve">Do try using another method to close the pop-up window. One way to close it is to hold down the Alt key while you press F4 on a PC and Command-W on a Mac. This will close the window. If all else fails, restart your computer, or turn it off and back on again. This is better than being stuck inside a scam. </w:t>
      </w:r>
    </w:p>
    <w:p w14:paraId="2E1A81AC" w14:textId="77777777" w:rsidR="00035C08" w:rsidRDefault="00035C08" w:rsidP="00812868">
      <w:pPr>
        <w:ind w:firstLine="720"/>
        <w:rPr>
          <w:rFonts w:ascii="ATT Aleck Sans" w:hAnsi="ATT Aleck Sans" w:cs="ATT Aleck Sans"/>
          <w:color w:val="000000" w:themeColor="text1"/>
        </w:rPr>
      </w:pPr>
    </w:p>
    <w:p w14:paraId="49ED5F5A" w14:textId="77777777" w:rsidR="00035C08" w:rsidRDefault="00035C08" w:rsidP="00035C0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326FDE8E" w14:textId="77777777" w:rsidR="00035C08" w:rsidRDefault="00035C08" w:rsidP="00035C08">
      <w:pPr>
        <w:ind w:firstLine="720"/>
        <w:rPr>
          <w:rFonts w:ascii="ATT Aleck Sans" w:hAnsi="ATT Aleck Sans" w:cs="ATT Aleck Sans"/>
        </w:rPr>
      </w:pPr>
    </w:p>
    <w:p w14:paraId="08B9C5C8" w14:textId="77777777" w:rsidR="00035C08" w:rsidRPr="00AE2E85" w:rsidRDefault="00035C08" w:rsidP="00035C0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59E5351D" w14:textId="77777777" w:rsidR="00035C08" w:rsidRDefault="00035C08" w:rsidP="00422A80">
      <w:pPr>
        <w:rPr>
          <w:rFonts w:ascii="ATT Aleck Sans" w:hAnsi="ATT Aleck Sans" w:cs="ATT Aleck Sans"/>
          <w:b/>
          <w:bCs/>
        </w:rPr>
      </w:pPr>
    </w:p>
    <w:p w14:paraId="493380DC" w14:textId="77777777" w:rsidR="00035C08" w:rsidRDefault="00035C08" w:rsidP="00035C08">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7</w:t>
      </w:r>
      <w:r w:rsidR="00812868">
        <w:rPr>
          <w:rFonts w:ascii="ATT Aleck Sans" w:hAnsi="ATT Aleck Sans" w:cs="ATT Aleck Sans"/>
        </w:rPr>
        <w:t>8</w:t>
      </w:r>
      <w:r w:rsidRPr="001C5AAA">
        <w:rPr>
          <w:rFonts w:ascii="ATT Aleck Sans" w:hAnsi="ATT Aleck Sans" w:cs="ATT Aleck Sans"/>
        </w:rPr>
        <w:t>:</w:t>
      </w:r>
      <w:r w:rsidRPr="00FC361A">
        <w:rPr>
          <w:rFonts w:ascii="ATT Aleck Sans" w:hAnsi="ATT Aleck Sans" w:cs="ATT Aleck Sans"/>
        </w:rPr>
        <w:t xml:space="preserve"> </w:t>
      </w:r>
      <w:r w:rsidR="00812868" w:rsidRPr="00812868">
        <w:rPr>
          <w:rFonts w:ascii="ATT Aleck Sans" w:hAnsi="ATT Aleck Sans" w:cs="ATT Aleck Sans"/>
        </w:rPr>
        <w:t xml:space="preserve">Do </w:t>
      </w:r>
      <w:r w:rsidR="00812868">
        <w:rPr>
          <w:rFonts w:ascii="ATT Aleck Sans" w:hAnsi="ATT Aleck Sans" w:cs="ATT Aleck Sans"/>
        </w:rPr>
        <w:t>Re</w:t>
      </w:r>
      <w:r w:rsidR="00812868" w:rsidRPr="00812868">
        <w:rPr>
          <w:rFonts w:ascii="ATT Aleck Sans" w:hAnsi="ATT Aleck Sans" w:cs="ATT Aleck Sans"/>
        </w:rPr>
        <w:t xml:space="preserve">gularly </w:t>
      </w:r>
      <w:r w:rsidR="00812868">
        <w:rPr>
          <w:rFonts w:ascii="ATT Aleck Sans" w:hAnsi="ATT Aleck Sans" w:cs="ATT Aleck Sans"/>
        </w:rPr>
        <w:t>U</w:t>
      </w:r>
      <w:r w:rsidR="00812868" w:rsidRPr="00812868">
        <w:rPr>
          <w:rFonts w:ascii="ATT Aleck Sans" w:hAnsi="ATT Aleck Sans" w:cs="ATT Aleck Sans"/>
        </w:rPr>
        <w:t xml:space="preserve">pdate and </w:t>
      </w:r>
      <w:r w:rsidR="00812868">
        <w:rPr>
          <w:rFonts w:ascii="ATT Aleck Sans" w:hAnsi="ATT Aleck Sans" w:cs="ATT Aleck Sans"/>
        </w:rPr>
        <w:t>P</w:t>
      </w:r>
      <w:r w:rsidR="00812868" w:rsidRPr="00812868">
        <w:rPr>
          <w:rFonts w:ascii="ATT Aleck Sans" w:hAnsi="ATT Aleck Sans" w:cs="ATT Aleck Sans"/>
        </w:rPr>
        <w:t xml:space="preserve">atch </w:t>
      </w:r>
      <w:r w:rsidR="00812868">
        <w:rPr>
          <w:rFonts w:ascii="ATT Aleck Sans" w:hAnsi="ATT Aleck Sans" w:cs="ATT Aleck Sans"/>
        </w:rPr>
        <w:t>Y</w:t>
      </w:r>
      <w:r w:rsidR="00812868" w:rsidRPr="00812868">
        <w:rPr>
          <w:rFonts w:ascii="ATT Aleck Sans" w:hAnsi="ATT Aleck Sans" w:cs="ATT Aleck Sans"/>
        </w:rPr>
        <w:t xml:space="preserve">our </w:t>
      </w:r>
      <w:r w:rsidR="00812868">
        <w:rPr>
          <w:rFonts w:ascii="ATT Aleck Sans" w:hAnsi="ATT Aleck Sans" w:cs="ATT Aleck Sans"/>
        </w:rPr>
        <w:t>D</w:t>
      </w:r>
      <w:r w:rsidR="00812868" w:rsidRPr="00812868">
        <w:rPr>
          <w:rFonts w:ascii="ATT Aleck Sans" w:hAnsi="ATT Aleck Sans" w:cs="ATT Aleck Sans"/>
        </w:rPr>
        <w:t>evices</w:t>
      </w:r>
    </w:p>
    <w:p w14:paraId="57E36444" w14:textId="77777777" w:rsidR="00035C08" w:rsidRDefault="00035C08" w:rsidP="00035C08">
      <w:pPr>
        <w:rPr>
          <w:rFonts w:ascii="ATT Aleck Sans" w:hAnsi="ATT Aleck Sans" w:cs="ATT Aleck Sans"/>
          <w:b/>
          <w:bCs/>
        </w:rPr>
      </w:pPr>
    </w:p>
    <w:p w14:paraId="498A7791" w14:textId="77777777" w:rsidR="00035C08" w:rsidRPr="00812868" w:rsidRDefault="00035C08" w:rsidP="00812868">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812868" w:rsidRPr="00812868">
        <w:rPr>
          <w:rFonts w:ascii="ATT Aleck Sans" w:hAnsi="ATT Aleck Sans" w:cs="ATT Aleck Sans"/>
        </w:rPr>
        <w:t>Do regularly update and patch your devices.</w:t>
      </w:r>
    </w:p>
    <w:p w14:paraId="6019E0F9" w14:textId="77777777" w:rsidR="00035C08" w:rsidRDefault="00035C08" w:rsidP="00035C08">
      <w:pPr>
        <w:rPr>
          <w:rFonts w:ascii="ATT Aleck Sans" w:hAnsi="ATT Aleck Sans" w:cs="ATT Aleck Sans"/>
          <w:b/>
          <w:bCs/>
          <w:color w:val="000000" w:themeColor="text1"/>
        </w:rPr>
      </w:pPr>
    </w:p>
    <w:p w14:paraId="5BD88E7E" w14:textId="5129672A" w:rsidR="00035C08" w:rsidRDefault="00035C08" w:rsidP="00812868">
      <w:pPr>
        <w:ind w:firstLine="720"/>
        <w:rPr>
          <w:rFonts w:ascii="ATT Aleck Sans" w:hAnsi="ATT Aleck Sans" w:cs="ATT Aleck Sans"/>
          <w:color w:val="000000" w:themeColor="text1"/>
        </w:rPr>
      </w:pPr>
      <w:r w:rsidRPr="4DC916F4">
        <w:rPr>
          <w:rFonts w:ascii="ATT Aleck Sans" w:hAnsi="ATT Aleck Sans" w:cs="ATT Aleck Sans"/>
          <w:b/>
          <w:bCs/>
          <w:color w:val="000000" w:themeColor="text1"/>
        </w:rPr>
        <w:t>Talking Points:</w:t>
      </w:r>
      <w:r w:rsidRPr="4DC916F4">
        <w:rPr>
          <w:rFonts w:ascii="ATT Aleck Sans" w:hAnsi="ATT Aleck Sans" w:cs="ATT Aleck Sans"/>
          <w:color w:val="000000" w:themeColor="text1"/>
        </w:rPr>
        <w:t> </w:t>
      </w:r>
      <w:r w:rsidR="00812868" w:rsidRPr="4DC916F4">
        <w:rPr>
          <w:rFonts w:ascii="ATT Aleck Sans" w:hAnsi="ATT Aleck Sans" w:cs="ATT Aleck Sans"/>
          <w:color w:val="000000" w:themeColor="text1"/>
        </w:rPr>
        <w:t>Do regularly update and patch your devices.</w:t>
      </w:r>
      <w:r w:rsidR="00D5BDD6" w:rsidRPr="4DC916F4">
        <w:rPr>
          <w:rFonts w:ascii="ATT Aleck Sans" w:hAnsi="ATT Aleck Sans" w:cs="ATT Aleck Sans"/>
          <w:color w:val="000000" w:themeColor="text1"/>
        </w:rPr>
        <w:t xml:space="preserve"> Check with your device manufacturer to learn more about how to secure your device.</w:t>
      </w:r>
    </w:p>
    <w:p w14:paraId="1DDF500B" w14:textId="77777777" w:rsidR="00035C08" w:rsidRDefault="00035C08" w:rsidP="00035C08">
      <w:pPr>
        <w:ind w:firstLine="720"/>
        <w:rPr>
          <w:rFonts w:ascii="ATT Aleck Sans" w:hAnsi="ATT Aleck Sans" w:cs="ATT Aleck Sans"/>
          <w:color w:val="000000" w:themeColor="text1"/>
        </w:rPr>
      </w:pPr>
    </w:p>
    <w:p w14:paraId="1B0E686D" w14:textId="77777777" w:rsidR="00035C08" w:rsidRDefault="00035C08" w:rsidP="00035C0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12C8DA71" w14:textId="77777777" w:rsidR="00035C08" w:rsidRDefault="00035C08" w:rsidP="00035C08">
      <w:pPr>
        <w:ind w:firstLine="720"/>
        <w:rPr>
          <w:rFonts w:ascii="ATT Aleck Sans" w:hAnsi="ATT Aleck Sans" w:cs="ATT Aleck Sans"/>
        </w:rPr>
      </w:pPr>
    </w:p>
    <w:p w14:paraId="3E70E769" w14:textId="77777777" w:rsidR="00035C08" w:rsidRPr="00AE2E85" w:rsidRDefault="00035C08" w:rsidP="00035C0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0C6A7021" w14:textId="77777777" w:rsidR="001C5AAA" w:rsidRDefault="001C5AAA" w:rsidP="00422A80">
      <w:pPr>
        <w:rPr>
          <w:rFonts w:ascii="ATT Aleck Sans" w:hAnsi="ATT Aleck Sans" w:cs="ATT Aleck Sans"/>
          <w:b/>
          <w:bCs/>
        </w:rPr>
      </w:pPr>
    </w:p>
    <w:p w14:paraId="6A5C5251" w14:textId="77777777" w:rsidR="00035C08" w:rsidRDefault="00035C08" w:rsidP="00035C08">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7</w:t>
      </w:r>
      <w:r w:rsidR="00812868">
        <w:rPr>
          <w:rFonts w:ascii="ATT Aleck Sans" w:hAnsi="ATT Aleck Sans" w:cs="ATT Aleck Sans"/>
        </w:rPr>
        <w:t>9</w:t>
      </w:r>
      <w:r w:rsidRPr="001C5AAA">
        <w:rPr>
          <w:rFonts w:ascii="ATT Aleck Sans" w:hAnsi="ATT Aleck Sans" w:cs="ATT Aleck Sans"/>
        </w:rPr>
        <w:t>:</w:t>
      </w:r>
      <w:r w:rsidRPr="00FC361A">
        <w:rPr>
          <w:rFonts w:ascii="ATT Aleck Sans" w:hAnsi="ATT Aleck Sans" w:cs="ATT Aleck Sans"/>
        </w:rPr>
        <w:t xml:space="preserve"> </w:t>
      </w:r>
      <w:r w:rsidR="00812868" w:rsidRPr="00812868">
        <w:rPr>
          <w:rFonts w:ascii="ATT Aleck Sans" w:hAnsi="ATT Aleck Sans" w:cs="ATT Aleck Sans"/>
        </w:rPr>
        <w:t xml:space="preserve">Do </w:t>
      </w:r>
      <w:r w:rsidR="00812868">
        <w:rPr>
          <w:rFonts w:ascii="ATT Aleck Sans" w:hAnsi="ATT Aleck Sans" w:cs="ATT Aleck Sans"/>
        </w:rPr>
        <w:t>U</w:t>
      </w:r>
      <w:r w:rsidR="00812868" w:rsidRPr="00812868">
        <w:rPr>
          <w:rFonts w:ascii="ATT Aleck Sans" w:hAnsi="ATT Aleck Sans" w:cs="ATT Aleck Sans"/>
        </w:rPr>
        <w:t xml:space="preserve">se </w:t>
      </w:r>
      <w:r w:rsidR="00812868">
        <w:rPr>
          <w:rFonts w:ascii="ATT Aleck Sans" w:hAnsi="ATT Aleck Sans" w:cs="ATT Aleck Sans"/>
        </w:rPr>
        <w:t>M</w:t>
      </w:r>
      <w:r w:rsidR="00812868" w:rsidRPr="00812868">
        <w:rPr>
          <w:rFonts w:ascii="ATT Aleck Sans" w:hAnsi="ATT Aleck Sans" w:cs="ATT Aleck Sans"/>
        </w:rPr>
        <w:t>ulti-</w:t>
      </w:r>
      <w:r w:rsidR="00212668" w:rsidRPr="00812868">
        <w:rPr>
          <w:rFonts w:ascii="ATT Aleck Sans" w:hAnsi="ATT Aleck Sans" w:cs="ATT Aleck Sans"/>
        </w:rPr>
        <w:t>Factor</w:t>
      </w:r>
      <w:r w:rsidR="00812868" w:rsidRPr="00812868">
        <w:rPr>
          <w:rFonts w:ascii="ATT Aleck Sans" w:hAnsi="ATT Aleck Sans" w:cs="ATT Aleck Sans"/>
        </w:rPr>
        <w:t xml:space="preserve"> </w:t>
      </w:r>
      <w:r w:rsidR="00812868">
        <w:rPr>
          <w:rFonts w:ascii="ATT Aleck Sans" w:hAnsi="ATT Aleck Sans" w:cs="ATT Aleck Sans"/>
        </w:rPr>
        <w:t>A</w:t>
      </w:r>
      <w:r w:rsidR="00812868" w:rsidRPr="00812868">
        <w:rPr>
          <w:rFonts w:ascii="ATT Aleck Sans" w:hAnsi="ATT Aleck Sans" w:cs="ATT Aleck Sans"/>
        </w:rPr>
        <w:t>uthentication</w:t>
      </w:r>
    </w:p>
    <w:p w14:paraId="72CECD55" w14:textId="77777777" w:rsidR="00035C08" w:rsidRDefault="00035C08" w:rsidP="00035C08">
      <w:pPr>
        <w:rPr>
          <w:rFonts w:ascii="ATT Aleck Sans" w:hAnsi="ATT Aleck Sans" w:cs="ATT Aleck Sans"/>
          <w:b/>
          <w:bCs/>
        </w:rPr>
      </w:pPr>
    </w:p>
    <w:p w14:paraId="02A822E7" w14:textId="77777777" w:rsidR="00035C08" w:rsidRPr="00812868" w:rsidRDefault="00035C08" w:rsidP="00812868">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812868" w:rsidRPr="00812868">
        <w:rPr>
          <w:rFonts w:ascii="ATT Aleck Sans" w:hAnsi="ATT Aleck Sans" w:cs="ATT Aleck Sans"/>
        </w:rPr>
        <w:t>Do use multi-factor authentication.</w:t>
      </w:r>
    </w:p>
    <w:p w14:paraId="074FB67D" w14:textId="77777777" w:rsidR="00035C08" w:rsidRDefault="00035C08" w:rsidP="00035C08">
      <w:pPr>
        <w:rPr>
          <w:rFonts w:ascii="ATT Aleck Sans" w:hAnsi="ATT Aleck Sans" w:cs="ATT Aleck Sans"/>
          <w:b/>
          <w:bCs/>
          <w:color w:val="000000" w:themeColor="text1"/>
        </w:rPr>
      </w:pPr>
    </w:p>
    <w:p w14:paraId="1818803A" w14:textId="77777777" w:rsidR="00035C08" w:rsidRDefault="00035C08" w:rsidP="00812868">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812868" w:rsidRPr="00812868">
        <w:rPr>
          <w:rFonts w:ascii="ATT Aleck Sans" w:hAnsi="ATT Aleck Sans" w:cs="ATT Aleck Sans"/>
          <w:color w:val="000000" w:themeColor="text1"/>
        </w:rPr>
        <w:t xml:space="preserve">Do use multi-factor authentication, which uses two methods to verify access to your account. It usually includes entering a username and password and one other method, which could be a code sent to your email or phone, or your fingerprint. Multi-factor authentication is not always available, but </w:t>
      </w:r>
      <w:r w:rsidR="00212668">
        <w:rPr>
          <w:rFonts w:ascii="ATT Aleck Sans" w:hAnsi="ATT Aleck Sans" w:cs="ATT Aleck Sans"/>
          <w:color w:val="000000" w:themeColor="text1"/>
        </w:rPr>
        <w:t xml:space="preserve">it </w:t>
      </w:r>
      <w:r w:rsidR="00812868" w:rsidRPr="00812868">
        <w:rPr>
          <w:rFonts w:ascii="ATT Aleck Sans" w:hAnsi="ATT Aleck Sans" w:cs="ATT Aleck Sans"/>
          <w:color w:val="000000" w:themeColor="text1"/>
        </w:rPr>
        <w:t>is quickly becoming an option on websites and apps.</w:t>
      </w:r>
    </w:p>
    <w:p w14:paraId="7EFBFEFC" w14:textId="77777777" w:rsidR="00035C08" w:rsidRDefault="00035C08" w:rsidP="00035C08">
      <w:pPr>
        <w:ind w:firstLine="720"/>
        <w:rPr>
          <w:rFonts w:ascii="ATT Aleck Sans" w:hAnsi="ATT Aleck Sans" w:cs="ATT Aleck Sans"/>
          <w:color w:val="000000" w:themeColor="text1"/>
        </w:rPr>
      </w:pPr>
    </w:p>
    <w:p w14:paraId="2471F6E8" w14:textId="77777777" w:rsidR="00035C08" w:rsidRDefault="00035C08" w:rsidP="00035C0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4319ECFC" w14:textId="77777777" w:rsidR="00035C08" w:rsidRDefault="00035C08" w:rsidP="00035C08">
      <w:pPr>
        <w:ind w:firstLine="720"/>
        <w:rPr>
          <w:rFonts w:ascii="ATT Aleck Sans" w:hAnsi="ATT Aleck Sans" w:cs="ATT Aleck Sans"/>
        </w:rPr>
      </w:pPr>
    </w:p>
    <w:p w14:paraId="54A55D0E" w14:textId="77777777" w:rsidR="00035C08" w:rsidRPr="00AE2E85" w:rsidRDefault="00035C08" w:rsidP="00035C0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66EFD64C" w14:textId="77777777" w:rsidR="00035C08" w:rsidRDefault="00035C08" w:rsidP="00422A80">
      <w:pPr>
        <w:rPr>
          <w:rFonts w:ascii="ATT Aleck Sans" w:hAnsi="ATT Aleck Sans" w:cs="ATT Aleck Sans"/>
          <w:b/>
          <w:bCs/>
        </w:rPr>
      </w:pPr>
    </w:p>
    <w:p w14:paraId="19FD1740" w14:textId="77777777" w:rsidR="00035C08" w:rsidRDefault="00035C08" w:rsidP="00035C08">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sidR="00812868">
        <w:rPr>
          <w:rFonts w:ascii="ATT Aleck Sans" w:hAnsi="ATT Aleck Sans" w:cs="ATT Aleck Sans"/>
        </w:rPr>
        <w:t>80</w:t>
      </w:r>
      <w:r w:rsidRPr="001C5AAA">
        <w:rPr>
          <w:rFonts w:ascii="ATT Aleck Sans" w:hAnsi="ATT Aleck Sans" w:cs="ATT Aleck Sans"/>
        </w:rPr>
        <w:t>:</w:t>
      </w:r>
      <w:r w:rsidRPr="00FC361A">
        <w:rPr>
          <w:rFonts w:ascii="ATT Aleck Sans" w:hAnsi="ATT Aleck Sans" w:cs="ATT Aleck Sans"/>
        </w:rPr>
        <w:t xml:space="preserve"> </w:t>
      </w:r>
      <w:r w:rsidR="00812868">
        <w:rPr>
          <w:rFonts w:ascii="ATT Aleck Sans" w:hAnsi="ATT Aleck Sans" w:cs="ATT Aleck Sans"/>
        </w:rPr>
        <w:t>Activity #4</w:t>
      </w:r>
    </w:p>
    <w:p w14:paraId="1D71AC79" w14:textId="77777777" w:rsidR="00035C08" w:rsidRDefault="00035C08" w:rsidP="00035C08">
      <w:pPr>
        <w:rPr>
          <w:rFonts w:ascii="ATT Aleck Sans" w:hAnsi="ATT Aleck Sans" w:cs="ATT Aleck Sans"/>
          <w:b/>
          <w:bCs/>
        </w:rPr>
      </w:pPr>
    </w:p>
    <w:p w14:paraId="2CF2569B" w14:textId="77777777" w:rsidR="00035C08" w:rsidRPr="00812868" w:rsidRDefault="00035C08" w:rsidP="00035C08">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812868" w:rsidRPr="00812868">
        <w:rPr>
          <w:rFonts w:ascii="ATT Aleck Sans" w:hAnsi="ATT Aleck Sans" w:cs="ATT Aleck Sans"/>
        </w:rPr>
        <w:t>Activity #4</w:t>
      </w:r>
    </w:p>
    <w:p w14:paraId="67F13812" w14:textId="77777777" w:rsidR="00035C08" w:rsidRDefault="00035C08" w:rsidP="00035C08">
      <w:pPr>
        <w:rPr>
          <w:rFonts w:ascii="ATT Aleck Sans" w:hAnsi="ATT Aleck Sans" w:cs="ATT Aleck Sans"/>
          <w:b/>
          <w:bCs/>
          <w:color w:val="000000" w:themeColor="text1"/>
        </w:rPr>
      </w:pPr>
    </w:p>
    <w:p w14:paraId="2C00FA7C" w14:textId="78B7BB56" w:rsidR="00812868" w:rsidRPr="00812868" w:rsidRDefault="00035C08" w:rsidP="00812868">
      <w:pPr>
        <w:ind w:firstLine="720"/>
        <w:rPr>
          <w:rFonts w:ascii="ATT Aleck Sans" w:hAnsi="ATT Aleck Sans" w:cs="ATT Aleck Sans"/>
          <w:color w:val="000000" w:themeColor="text1"/>
        </w:rPr>
      </w:pPr>
      <w:r w:rsidRPr="56A96901">
        <w:rPr>
          <w:rFonts w:ascii="ATT Aleck Sans" w:hAnsi="ATT Aleck Sans" w:cs="ATT Aleck Sans"/>
          <w:b/>
          <w:bCs/>
          <w:color w:val="000000" w:themeColor="text1"/>
        </w:rPr>
        <w:t>Talking Points:</w:t>
      </w:r>
      <w:r w:rsidRPr="56A96901">
        <w:rPr>
          <w:rFonts w:ascii="ATT Aleck Sans" w:hAnsi="ATT Aleck Sans" w:cs="ATT Aleck Sans"/>
          <w:color w:val="000000" w:themeColor="text1"/>
        </w:rPr>
        <w:t> </w:t>
      </w:r>
      <w:r w:rsidR="00812868" w:rsidRPr="56A96901">
        <w:rPr>
          <w:rFonts w:ascii="ATT Aleck Sans" w:hAnsi="ATT Aleck Sans" w:cs="ATT Aleck Sans"/>
          <w:color w:val="000000" w:themeColor="text1"/>
        </w:rPr>
        <w:t xml:space="preserve">In this lesson, we </w:t>
      </w:r>
      <w:r w:rsidR="1D32C61E" w:rsidRPr="56A96901">
        <w:rPr>
          <w:rFonts w:ascii="ATT Aleck Sans" w:hAnsi="ATT Aleck Sans" w:cs="ATT Aleck Sans"/>
          <w:color w:val="000000" w:themeColor="text1"/>
        </w:rPr>
        <w:t xml:space="preserve">explored </w:t>
      </w:r>
      <w:r w:rsidR="00812868" w:rsidRPr="56A96901">
        <w:rPr>
          <w:rFonts w:ascii="ATT Aleck Sans" w:hAnsi="ATT Aleck Sans" w:cs="ATT Aleck Sans"/>
          <w:color w:val="000000" w:themeColor="text1"/>
        </w:rPr>
        <w:t xml:space="preserve">what you should and should not do while browsing a website, receiving a phone call, email, or text message, playing an online game, or even in a pop-up window on your computer. </w:t>
      </w:r>
    </w:p>
    <w:p w14:paraId="3C9628C2" w14:textId="77777777" w:rsidR="00812868" w:rsidRPr="00812868" w:rsidRDefault="00812868" w:rsidP="00812868">
      <w:pPr>
        <w:ind w:firstLine="720"/>
        <w:rPr>
          <w:rFonts w:ascii="ATT Aleck Sans" w:hAnsi="ATT Aleck Sans" w:cs="ATT Aleck Sans"/>
          <w:color w:val="000000" w:themeColor="text1"/>
        </w:rPr>
      </w:pPr>
      <w:r w:rsidRPr="00812868">
        <w:rPr>
          <w:rFonts w:ascii="ATT Aleck Sans" w:hAnsi="ATT Aleck Sans" w:cs="ATT Aleck Sans"/>
          <w:color w:val="000000" w:themeColor="text1"/>
        </w:rPr>
        <w:t xml:space="preserve"> </w:t>
      </w:r>
    </w:p>
    <w:p w14:paraId="67A67FC7" w14:textId="77777777" w:rsidR="00035C08" w:rsidRDefault="00812868" w:rsidP="00812868">
      <w:pPr>
        <w:rPr>
          <w:rFonts w:ascii="ATT Aleck Sans" w:hAnsi="ATT Aleck Sans" w:cs="ATT Aleck Sans"/>
          <w:color w:val="000000" w:themeColor="text1"/>
        </w:rPr>
      </w:pPr>
      <w:r w:rsidRPr="00812868">
        <w:rPr>
          <w:rFonts w:ascii="ATT Aleck Sans" w:hAnsi="ATT Aleck Sans" w:cs="ATT Aleck Sans"/>
          <w:color w:val="000000" w:themeColor="text1"/>
        </w:rPr>
        <w:t xml:space="preserve">Let’s practice what we learned. </w:t>
      </w:r>
    </w:p>
    <w:p w14:paraId="7980E54F" w14:textId="77777777" w:rsidR="00035C08" w:rsidRDefault="00035C08" w:rsidP="00812868">
      <w:pPr>
        <w:rPr>
          <w:rFonts w:ascii="ATT Aleck Sans" w:hAnsi="ATT Aleck Sans" w:cs="ATT Aleck Sans"/>
          <w:color w:val="000000" w:themeColor="text1"/>
        </w:rPr>
      </w:pPr>
    </w:p>
    <w:p w14:paraId="60E9F6BE" w14:textId="77777777" w:rsidR="00035C08" w:rsidRDefault="00035C08" w:rsidP="00035C0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sidR="00812868" w:rsidRPr="00812868">
        <w:rPr>
          <w:rFonts w:ascii="ATT Aleck Sans" w:hAnsi="ATT Aleck Sans" w:cs="ATT Aleck Sans"/>
        </w:rPr>
        <w:t xml:space="preserve">Point attendees to Activity 4 on Activity Sheet page </w:t>
      </w:r>
      <w:r w:rsidR="005E5B1E">
        <w:rPr>
          <w:rFonts w:ascii="ATT Aleck Sans" w:hAnsi="ATT Aleck Sans" w:cs="ATT Aleck Sans"/>
        </w:rPr>
        <w:t>3</w:t>
      </w:r>
      <w:r w:rsidR="00812868" w:rsidRPr="00812868">
        <w:rPr>
          <w:rFonts w:ascii="ATT Aleck Sans" w:hAnsi="ATT Aleck Sans" w:cs="ATT Aleck Sans"/>
        </w:rPr>
        <w:t>.</w:t>
      </w:r>
    </w:p>
    <w:p w14:paraId="0AABB836" w14:textId="77777777" w:rsidR="00035C08" w:rsidRDefault="00035C08" w:rsidP="00035C08">
      <w:pPr>
        <w:ind w:firstLine="720"/>
        <w:rPr>
          <w:rFonts w:ascii="ATT Aleck Sans" w:hAnsi="ATT Aleck Sans" w:cs="ATT Aleck Sans"/>
        </w:rPr>
      </w:pPr>
    </w:p>
    <w:p w14:paraId="78C69348" w14:textId="77777777" w:rsidR="00035C08" w:rsidRPr="00AE2E85" w:rsidRDefault="00035C08" w:rsidP="00035C0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750D1CAD" w14:textId="77777777" w:rsidR="00035C08" w:rsidRDefault="00035C08" w:rsidP="00422A80">
      <w:pPr>
        <w:rPr>
          <w:rFonts w:ascii="ATT Aleck Sans" w:hAnsi="ATT Aleck Sans" w:cs="ATT Aleck Sans"/>
          <w:b/>
          <w:bCs/>
        </w:rPr>
      </w:pPr>
    </w:p>
    <w:p w14:paraId="13120BDE" w14:textId="77777777" w:rsidR="00035C08" w:rsidRDefault="00035C08" w:rsidP="00035C08">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8</w:t>
      </w:r>
      <w:r w:rsidR="00D31F32">
        <w:rPr>
          <w:rFonts w:ascii="ATT Aleck Sans" w:hAnsi="ATT Aleck Sans" w:cs="ATT Aleck Sans"/>
        </w:rPr>
        <w:t>1</w:t>
      </w:r>
      <w:r w:rsidRPr="001C5AAA">
        <w:rPr>
          <w:rFonts w:ascii="ATT Aleck Sans" w:hAnsi="ATT Aleck Sans" w:cs="ATT Aleck Sans"/>
        </w:rPr>
        <w:t>:</w:t>
      </w:r>
      <w:r w:rsidRPr="00FC361A">
        <w:rPr>
          <w:rFonts w:ascii="ATT Aleck Sans" w:hAnsi="ATT Aleck Sans" w:cs="ATT Aleck Sans"/>
        </w:rPr>
        <w:t xml:space="preserve"> </w:t>
      </w:r>
      <w:r w:rsidR="00BE6177">
        <w:rPr>
          <w:rFonts w:ascii="ATT Aleck Sans" w:hAnsi="ATT Aleck Sans" w:cs="ATT Aleck Sans"/>
        </w:rPr>
        <w:t>Activity 4</w:t>
      </w:r>
    </w:p>
    <w:p w14:paraId="365DF03B" w14:textId="77777777" w:rsidR="00035C08" w:rsidRDefault="00035C08" w:rsidP="00035C08">
      <w:pPr>
        <w:rPr>
          <w:rFonts w:ascii="ATT Aleck Sans" w:hAnsi="ATT Aleck Sans" w:cs="ATT Aleck Sans"/>
          <w:b/>
          <w:bCs/>
        </w:rPr>
      </w:pPr>
    </w:p>
    <w:p w14:paraId="4CD5E432" w14:textId="77777777" w:rsidR="00BE6177" w:rsidRDefault="00035C08" w:rsidP="00BE6177">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BE6177" w:rsidRPr="00BE6177">
        <w:rPr>
          <w:rFonts w:ascii="ATT Aleck Sans" w:hAnsi="ATT Aleck Sans" w:cs="ATT Aleck Sans"/>
        </w:rPr>
        <w:t>You receive an email that claims you have won a prize. You think it is spam? What should you do?</w:t>
      </w:r>
    </w:p>
    <w:p w14:paraId="44A0270F" w14:textId="77777777" w:rsidR="00BE6177" w:rsidRDefault="00BE6177" w:rsidP="00BE6177">
      <w:pPr>
        <w:pStyle w:val="ListParagraph"/>
        <w:numPr>
          <w:ilvl w:val="0"/>
          <w:numId w:val="74"/>
        </w:numPr>
        <w:rPr>
          <w:rFonts w:ascii="ATT Aleck Sans" w:hAnsi="ATT Aleck Sans" w:cs="ATT Aleck Sans"/>
        </w:rPr>
      </w:pPr>
      <w:r>
        <w:rPr>
          <w:rFonts w:ascii="ATT Aleck Sans" w:hAnsi="ATT Aleck Sans" w:cs="ATT Aleck Sans"/>
        </w:rPr>
        <w:t>Reply and tell the sender to stop emailing</w:t>
      </w:r>
    </w:p>
    <w:p w14:paraId="4F073C92" w14:textId="77777777" w:rsidR="00BE6177" w:rsidRDefault="00BE6177" w:rsidP="00BE6177">
      <w:pPr>
        <w:pStyle w:val="ListParagraph"/>
        <w:numPr>
          <w:ilvl w:val="0"/>
          <w:numId w:val="74"/>
        </w:numPr>
        <w:rPr>
          <w:rFonts w:ascii="ATT Aleck Sans" w:hAnsi="ATT Aleck Sans" w:cs="ATT Aleck Sans"/>
        </w:rPr>
      </w:pPr>
      <w:r>
        <w:rPr>
          <w:rFonts w:ascii="ATT Aleck Sans" w:hAnsi="ATT Aleck Sans" w:cs="ATT Aleck Sans"/>
        </w:rPr>
        <w:t>Click the link to visit the website to see if it’s untrustworthy</w:t>
      </w:r>
    </w:p>
    <w:p w14:paraId="63AB89E0" w14:textId="77777777" w:rsidR="00BE6177" w:rsidRDefault="00BE6177" w:rsidP="00BE6177">
      <w:pPr>
        <w:pStyle w:val="ListParagraph"/>
        <w:numPr>
          <w:ilvl w:val="0"/>
          <w:numId w:val="74"/>
        </w:numPr>
        <w:rPr>
          <w:rFonts w:ascii="ATT Aleck Sans" w:hAnsi="ATT Aleck Sans" w:cs="ATT Aleck Sans"/>
        </w:rPr>
      </w:pPr>
      <w:r>
        <w:rPr>
          <w:rFonts w:ascii="ATT Aleck Sans" w:hAnsi="ATT Aleck Sans" w:cs="ATT Aleck Sans"/>
        </w:rPr>
        <w:t>Click “Unsubscribe”</w:t>
      </w:r>
    </w:p>
    <w:p w14:paraId="46D5323D" w14:textId="77777777" w:rsidR="00BE6177" w:rsidRPr="00BE6177" w:rsidRDefault="00BE6177" w:rsidP="00BE6177">
      <w:pPr>
        <w:pStyle w:val="ListParagraph"/>
        <w:numPr>
          <w:ilvl w:val="0"/>
          <w:numId w:val="74"/>
        </w:numPr>
        <w:rPr>
          <w:rFonts w:ascii="ATT Aleck Sans" w:hAnsi="ATT Aleck Sans" w:cs="ATT Aleck Sans"/>
        </w:rPr>
      </w:pPr>
      <w:r>
        <w:rPr>
          <w:rFonts w:ascii="ATT Aleck Sans" w:hAnsi="ATT Aleck Sans" w:cs="ATT Aleck Sans"/>
        </w:rPr>
        <w:t xml:space="preserve">Put it in the spam folder or ignore it. </w:t>
      </w:r>
    </w:p>
    <w:p w14:paraId="7BF51C28" w14:textId="77777777" w:rsidR="00035C08" w:rsidRDefault="00035C08" w:rsidP="00035C08">
      <w:pPr>
        <w:rPr>
          <w:rFonts w:ascii="ATT Aleck Sans" w:hAnsi="ATT Aleck Sans" w:cs="ATT Aleck Sans"/>
          <w:b/>
          <w:bCs/>
          <w:color w:val="000000" w:themeColor="text1"/>
        </w:rPr>
      </w:pPr>
    </w:p>
    <w:p w14:paraId="05462E1C" w14:textId="77777777" w:rsidR="00BE6177" w:rsidRDefault="00035C08" w:rsidP="00BE6177">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p>
    <w:p w14:paraId="70639A25" w14:textId="77777777" w:rsidR="00BE6177" w:rsidRPr="00BE6177" w:rsidRDefault="00BE6177" w:rsidP="00BE6177">
      <w:pPr>
        <w:rPr>
          <w:rFonts w:ascii="ATT Aleck Sans" w:hAnsi="ATT Aleck Sans" w:cs="ATT Aleck Sans"/>
          <w:color w:val="000000" w:themeColor="text1"/>
        </w:rPr>
      </w:pPr>
      <w:r w:rsidRPr="00BE6177">
        <w:rPr>
          <w:rFonts w:ascii="ATT Aleck Sans" w:hAnsi="ATT Aleck Sans" w:cs="ATT Aleck Sans"/>
          <w:i/>
          <w:iCs/>
          <w:color w:val="000000" w:themeColor="text1"/>
        </w:rPr>
        <w:t xml:space="preserve">INSTRUCTOR NOTE: </w:t>
      </w:r>
      <w:r w:rsidRPr="00BE6177">
        <w:rPr>
          <w:rFonts w:ascii="ATT Aleck Sans" w:hAnsi="ATT Aleck Sans" w:cs="ATT Aleck Sans"/>
          <w:color w:val="000000" w:themeColor="text1"/>
        </w:rPr>
        <w:t xml:space="preserve">Read the question and </w:t>
      </w:r>
      <w:proofErr w:type="gramStart"/>
      <w:r w:rsidRPr="00BE6177">
        <w:rPr>
          <w:rFonts w:ascii="ATT Aleck Sans" w:hAnsi="ATT Aleck Sans" w:cs="ATT Aleck Sans"/>
          <w:color w:val="000000" w:themeColor="text1"/>
        </w:rPr>
        <w:t>answers, and</w:t>
      </w:r>
      <w:proofErr w:type="gramEnd"/>
      <w:r w:rsidRPr="00BE6177">
        <w:rPr>
          <w:rFonts w:ascii="ATT Aleck Sans" w:hAnsi="ATT Aleck Sans" w:cs="ATT Aleck Sans"/>
          <w:color w:val="000000" w:themeColor="text1"/>
        </w:rPr>
        <w:t xml:space="preserve"> ask the learners to call out the answer.</w:t>
      </w:r>
    </w:p>
    <w:p w14:paraId="381D8390" w14:textId="77777777" w:rsidR="00BE6177" w:rsidRPr="00BE6177" w:rsidRDefault="00BE6177" w:rsidP="00BE6177">
      <w:pPr>
        <w:rPr>
          <w:rFonts w:ascii="ATT Aleck Sans" w:hAnsi="ATT Aleck Sans" w:cs="ATT Aleck Sans"/>
        </w:rPr>
      </w:pPr>
      <w:r w:rsidRPr="00BE6177">
        <w:rPr>
          <w:rFonts w:ascii="ATT Aleck Sans" w:hAnsi="ATT Aleck Sans" w:cs="ATT Aleck Sans"/>
          <w:b/>
          <w:bCs/>
          <w:color w:val="000000" w:themeColor="text1"/>
        </w:rPr>
        <w:t xml:space="preserve">Answer: </w:t>
      </w:r>
      <w:r w:rsidRPr="00BE6177">
        <w:rPr>
          <w:rFonts w:ascii="ATT Aleck Sans" w:hAnsi="ATT Aleck Sans" w:cs="ATT Aleck Sans"/>
          <w:color w:val="000000" w:themeColor="text1"/>
        </w:rPr>
        <w:t>The correct answer is</w:t>
      </w:r>
      <w:r w:rsidRPr="00BE6177">
        <w:rPr>
          <w:rFonts w:ascii="ATT Aleck Sans" w:hAnsi="ATT Aleck Sans" w:cs="ATT Aleck Sans"/>
          <w:b/>
          <w:bCs/>
          <w:color w:val="000000" w:themeColor="text1"/>
        </w:rPr>
        <w:t xml:space="preserve"> </w:t>
      </w:r>
      <w:r>
        <w:rPr>
          <w:rFonts w:ascii="ATT Aleck Sans" w:hAnsi="ATT Aleck Sans" w:cs="ATT Aleck Sans"/>
          <w:b/>
          <w:bCs/>
          <w:color w:val="000000" w:themeColor="text1"/>
        </w:rPr>
        <w:t>“</w:t>
      </w:r>
      <w:r w:rsidRPr="00BE6177">
        <w:rPr>
          <w:rFonts w:ascii="ATT Aleck Sans" w:hAnsi="ATT Aleck Sans" w:cs="ATT Aleck Sans"/>
        </w:rPr>
        <w:t>Put it in the spam folder or ignore it.</w:t>
      </w:r>
      <w:r>
        <w:rPr>
          <w:rFonts w:ascii="ATT Aleck Sans" w:hAnsi="ATT Aleck Sans" w:cs="ATT Aleck Sans"/>
        </w:rPr>
        <w:t>”</w:t>
      </w:r>
    </w:p>
    <w:p w14:paraId="5F4D0A65" w14:textId="77777777" w:rsidR="00DC6694" w:rsidRDefault="00BE6177" w:rsidP="00BE6177">
      <w:pPr>
        <w:rPr>
          <w:rFonts w:ascii="ATT Aleck Sans" w:hAnsi="ATT Aleck Sans" w:cs="ATT Aleck Sans"/>
          <w:i/>
          <w:iCs/>
          <w:color w:val="000000" w:themeColor="text1"/>
        </w:rPr>
      </w:pPr>
      <w:r>
        <w:rPr>
          <w:rFonts w:ascii="ATT Aleck Sans" w:hAnsi="ATT Aleck Sans" w:cs="ATT Aleck Sans"/>
          <w:color w:val="000000" w:themeColor="text1"/>
        </w:rPr>
        <w:br/>
      </w:r>
      <w:r w:rsidRPr="00BE6177">
        <w:rPr>
          <w:rFonts w:ascii="ATT Aleck Sans" w:hAnsi="ATT Aleck Sans" w:cs="ATT Aleck Sans"/>
          <w:i/>
          <w:iCs/>
          <w:color w:val="000000" w:themeColor="text1"/>
        </w:rPr>
        <w:t>INSTRUCTOR NOTE</w:t>
      </w:r>
      <w:r w:rsidR="00DC6694">
        <w:rPr>
          <w:rFonts w:ascii="ATT Aleck Sans" w:hAnsi="ATT Aleck Sans" w:cs="ATT Aleck Sans"/>
          <w:i/>
          <w:iCs/>
          <w:color w:val="000000" w:themeColor="text1"/>
        </w:rPr>
        <w:t>:</w:t>
      </w:r>
      <w:r w:rsidR="00DC6694" w:rsidRPr="00DC6694">
        <w:rPr>
          <w:rFonts w:ascii="ATT Aleck Sans" w:eastAsiaTheme="minorEastAsia" w:hAnsi="ATT Aleck Sans" w:cstheme="minorBidi"/>
          <w:color w:val="000000"/>
          <w:kern w:val="24"/>
        </w:rPr>
        <w:t xml:space="preserve"> </w:t>
      </w:r>
      <w:r w:rsidR="00DC6694" w:rsidRPr="00DC6694">
        <w:rPr>
          <w:rFonts w:ascii="ATT Aleck Sans" w:hAnsi="ATT Aleck Sans" w:cs="ATT Aleck Sans"/>
          <w:color w:val="000000" w:themeColor="text1"/>
        </w:rPr>
        <w:t>Press ENTER to display the next question</w:t>
      </w:r>
      <w:r w:rsidR="00DC6694" w:rsidRPr="00DC6694">
        <w:rPr>
          <w:rFonts w:ascii="ATT Aleck Sans" w:hAnsi="ATT Aleck Sans" w:cs="ATT Aleck Sans"/>
          <w:i/>
          <w:iCs/>
          <w:color w:val="000000" w:themeColor="text1"/>
        </w:rPr>
        <w:t>.</w:t>
      </w:r>
    </w:p>
    <w:p w14:paraId="2994B1CA" w14:textId="77777777" w:rsidR="00DC6694" w:rsidRPr="00DC6694" w:rsidRDefault="00DC6694" w:rsidP="00DC6694">
      <w:pPr>
        <w:rPr>
          <w:rFonts w:ascii="ATT Aleck Sans" w:hAnsi="ATT Aleck Sans" w:cs="ATT Aleck Sans"/>
          <w:color w:val="000000" w:themeColor="text1"/>
        </w:rPr>
      </w:pPr>
      <w:r w:rsidRPr="00DC6694">
        <w:rPr>
          <w:rFonts w:ascii="ATT Aleck Sans" w:hAnsi="ATT Aleck Sans" w:cs="ATT Aleck Sans"/>
          <w:color w:val="000000" w:themeColor="text1"/>
        </w:rPr>
        <w:t xml:space="preserve">Why </w:t>
      </w:r>
      <w:r>
        <w:rPr>
          <w:rFonts w:ascii="ATT Aleck Sans" w:hAnsi="ATT Aleck Sans" w:cs="ATT Aleck Sans"/>
          <w:color w:val="000000" w:themeColor="text1"/>
        </w:rPr>
        <w:t xml:space="preserve">are </w:t>
      </w:r>
      <w:r w:rsidRPr="00DC6694">
        <w:rPr>
          <w:rFonts w:ascii="ATT Aleck Sans" w:hAnsi="ATT Aleck Sans" w:cs="ATT Aleck Sans"/>
          <w:color w:val="000000" w:themeColor="text1"/>
        </w:rPr>
        <w:t xml:space="preserve">the other answers not </w:t>
      </w:r>
      <w:proofErr w:type="gramStart"/>
      <w:r w:rsidRPr="00DC6694">
        <w:rPr>
          <w:rFonts w:ascii="ATT Aleck Sans" w:hAnsi="ATT Aleck Sans" w:cs="ATT Aleck Sans"/>
          <w:color w:val="000000" w:themeColor="text1"/>
        </w:rPr>
        <w:t>correct</w:t>
      </w:r>
      <w:proofErr w:type="gramEnd"/>
      <w:r w:rsidRPr="00DC6694">
        <w:rPr>
          <w:rFonts w:ascii="ATT Aleck Sans" w:hAnsi="ATT Aleck Sans" w:cs="ATT Aleck Sans"/>
          <w:color w:val="000000" w:themeColor="text1"/>
        </w:rPr>
        <w:t>?</w:t>
      </w:r>
    </w:p>
    <w:p w14:paraId="487557D7" w14:textId="77777777" w:rsidR="00DC6694" w:rsidRDefault="00DC6694" w:rsidP="00BE6177">
      <w:pPr>
        <w:rPr>
          <w:rFonts w:ascii="ATT Aleck Sans" w:hAnsi="ATT Aleck Sans" w:cs="ATT Aleck Sans"/>
          <w:i/>
          <w:iCs/>
          <w:color w:val="000000" w:themeColor="text1"/>
        </w:rPr>
      </w:pPr>
    </w:p>
    <w:p w14:paraId="58B7BB8E" w14:textId="77777777" w:rsidR="00BE6177" w:rsidRDefault="00D31F32" w:rsidP="00BE6177">
      <w:pPr>
        <w:rPr>
          <w:rFonts w:ascii="ATT Aleck Sans" w:hAnsi="ATT Aleck Sans" w:cs="ATT Aleck Sans"/>
          <w:color w:val="000000" w:themeColor="text1"/>
        </w:rPr>
      </w:pPr>
      <w:r>
        <w:rPr>
          <w:rFonts w:ascii="ATT Aleck Sans" w:hAnsi="ATT Aleck Sans" w:cs="ATT Aleck Sans"/>
          <w:color w:val="000000" w:themeColor="text1"/>
        </w:rPr>
        <w:t>A possible answer for the first and third choices is that you should not let the fraudster know the email account is valid. If they realize someone is checking the email, they will keep contacting you. </w:t>
      </w:r>
    </w:p>
    <w:p w14:paraId="1BA3185F" w14:textId="77777777" w:rsidR="00BE6177" w:rsidRDefault="00BE6177" w:rsidP="00BE6177">
      <w:pPr>
        <w:rPr>
          <w:rFonts w:ascii="ATT Aleck Sans" w:hAnsi="ATT Aleck Sans" w:cs="ATT Aleck Sans"/>
          <w:color w:val="000000" w:themeColor="text1"/>
        </w:rPr>
      </w:pPr>
    </w:p>
    <w:p w14:paraId="5AEAA98F" w14:textId="77777777" w:rsidR="00BE6177" w:rsidRDefault="00BE6177" w:rsidP="00BE6177">
      <w:pPr>
        <w:rPr>
          <w:rFonts w:ascii="ATT Aleck Sans" w:hAnsi="ATT Aleck Sans" w:cs="ATT Aleck Sans"/>
        </w:rPr>
      </w:pPr>
      <w:bookmarkStart w:id="8" w:name="OLE_LINK10"/>
      <w:r>
        <w:rPr>
          <w:rFonts w:ascii="ATT Aleck Sans" w:hAnsi="ATT Aleck Sans" w:cs="ATT Aleck Sans"/>
          <w:color w:val="000000" w:themeColor="text1"/>
        </w:rPr>
        <w:t>Possible answer for the second choice</w:t>
      </w:r>
      <w:bookmarkEnd w:id="8"/>
      <w:r>
        <w:rPr>
          <w:rFonts w:ascii="ATT Aleck Sans" w:hAnsi="ATT Aleck Sans" w:cs="ATT Aleck Sans"/>
          <w:color w:val="000000" w:themeColor="text1"/>
        </w:rPr>
        <w:t xml:space="preserve">. The link will most likely </w:t>
      </w:r>
      <w:r w:rsidR="00D31F32">
        <w:rPr>
          <w:rFonts w:ascii="ATT Aleck Sans" w:hAnsi="ATT Aleck Sans" w:cs="ATT Aleck Sans"/>
          <w:color w:val="000000" w:themeColor="text1"/>
        </w:rPr>
        <w:t>open</w:t>
      </w:r>
      <w:r>
        <w:rPr>
          <w:rFonts w:ascii="ATT Aleck Sans" w:hAnsi="ATT Aleck Sans" w:cs="ATT Aleck Sans"/>
          <w:color w:val="000000" w:themeColor="text1"/>
        </w:rPr>
        <w:t xml:space="preserve"> </w:t>
      </w:r>
      <w:r w:rsidR="00D31F32">
        <w:rPr>
          <w:rFonts w:ascii="ATT Aleck Sans" w:hAnsi="ATT Aleck Sans" w:cs="ATT Aleck Sans"/>
          <w:color w:val="000000" w:themeColor="text1"/>
        </w:rPr>
        <w:t>a fraudulent</w:t>
      </w:r>
      <w:r>
        <w:rPr>
          <w:rFonts w:ascii="ATT Aleck Sans" w:hAnsi="ATT Aleck Sans" w:cs="ATT Aleck Sans"/>
          <w:color w:val="000000" w:themeColor="text1"/>
        </w:rPr>
        <w:t xml:space="preserve"> </w:t>
      </w:r>
      <w:r w:rsidR="00D31F32">
        <w:rPr>
          <w:rFonts w:ascii="ATT Aleck Sans" w:hAnsi="ATT Aleck Sans" w:cs="ATT Aleck Sans"/>
          <w:color w:val="000000" w:themeColor="text1"/>
        </w:rPr>
        <w:t>web</w:t>
      </w:r>
      <w:r>
        <w:rPr>
          <w:rFonts w:ascii="ATT Aleck Sans" w:hAnsi="ATT Aleck Sans" w:cs="ATT Aleck Sans"/>
          <w:color w:val="000000" w:themeColor="text1"/>
        </w:rPr>
        <w:t xml:space="preserve">site. They may try to trick you into installing malware on your device or try </w:t>
      </w:r>
      <w:r w:rsidR="00D31F32">
        <w:rPr>
          <w:rFonts w:ascii="ATT Aleck Sans" w:hAnsi="ATT Aleck Sans" w:cs="ATT Aleck Sans"/>
          <w:color w:val="000000" w:themeColor="text1"/>
        </w:rPr>
        <w:t>to</w:t>
      </w:r>
      <w:r>
        <w:rPr>
          <w:rFonts w:ascii="ATT Aleck Sans" w:hAnsi="ATT Aleck Sans" w:cs="ATT Aleck Sans"/>
          <w:color w:val="000000" w:themeColor="text1"/>
        </w:rPr>
        <w:t xml:space="preserve"> get you to share personal information. </w:t>
      </w:r>
    </w:p>
    <w:p w14:paraId="7777C3DD" w14:textId="77777777" w:rsidR="00D31F32" w:rsidRDefault="00D31F32" w:rsidP="00BE6177">
      <w:pPr>
        <w:rPr>
          <w:rFonts w:ascii="ATT Aleck Sans" w:hAnsi="ATT Aleck Sans" w:cs="ATT Aleck Sans"/>
        </w:rPr>
      </w:pPr>
    </w:p>
    <w:p w14:paraId="48A1EB39" w14:textId="77777777" w:rsidR="00D31F32" w:rsidRPr="00D31F32" w:rsidRDefault="00D31F32" w:rsidP="00BE6177">
      <w:pPr>
        <w:rPr>
          <w:rFonts w:ascii="ATT Aleck Sans" w:hAnsi="ATT Aleck Sans" w:cs="ATT Aleck Sans"/>
        </w:rPr>
      </w:pPr>
      <w:r w:rsidRPr="00D31F32">
        <w:rPr>
          <w:rFonts w:ascii="ATT Aleck Sans" w:hAnsi="ATT Aleck Sans" w:cs="ATT Aleck Sans"/>
          <w:b/>
          <w:bCs/>
        </w:rPr>
        <w:lastRenderedPageBreak/>
        <w:t xml:space="preserve">After learners complete Activity </w:t>
      </w:r>
      <w:r>
        <w:rPr>
          <w:rFonts w:ascii="ATT Aleck Sans" w:hAnsi="ATT Aleck Sans" w:cs="ATT Aleck Sans"/>
          <w:b/>
          <w:bCs/>
        </w:rPr>
        <w:t>4</w:t>
      </w:r>
      <w:r w:rsidRPr="00D31F32">
        <w:rPr>
          <w:rFonts w:ascii="ATT Aleck Sans" w:hAnsi="ATT Aleck Sans" w:cs="ATT Aleck Sans"/>
          <w:b/>
          <w:bCs/>
        </w:rPr>
        <w:t xml:space="preserve">: </w:t>
      </w:r>
      <w:r w:rsidRPr="00D31F32">
        <w:rPr>
          <w:rFonts w:ascii="ATT Aleck Sans" w:hAnsi="ATT Aleck Sans" w:cs="ATT Aleck Sans"/>
        </w:rPr>
        <w:t>Great job, everyone! Before we move to the next section, do you have any questions?</w:t>
      </w:r>
    </w:p>
    <w:p w14:paraId="06C9BFCE" w14:textId="77777777" w:rsidR="00035C08" w:rsidRDefault="00035C08" w:rsidP="00035C08">
      <w:pPr>
        <w:ind w:firstLine="720"/>
        <w:rPr>
          <w:rFonts w:ascii="ATT Aleck Sans" w:hAnsi="ATT Aleck Sans" w:cs="ATT Aleck Sans"/>
          <w:color w:val="000000" w:themeColor="text1"/>
        </w:rPr>
      </w:pPr>
    </w:p>
    <w:p w14:paraId="04CFEA00" w14:textId="77777777" w:rsidR="00035C08" w:rsidRDefault="00035C08" w:rsidP="00035C0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sidR="00D31F32" w:rsidRPr="00D31F32">
        <w:rPr>
          <w:rFonts w:ascii="ATT Aleck Sans" w:hAnsi="ATT Aleck Sans" w:cs="ATT Aleck Sans"/>
        </w:rPr>
        <w:t>Review and address items in the “parking lot”.</w:t>
      </w:r>
    </w:p>
    <w:p w14:paraId="3750C343" w14:textId="77777777" w:rsidR="00035C08" w:rsidRDefault="00035C08" w:rsidP="00035C08">
      <w:pPr>
        <w:ind w:firstLine="720"/>
        <w:rPr>
          <w:rFonts w:ascii="ATT Aleck Sans" w:hAnsi="ATT Aleck Sans" w:cs="ATT Aleck Sans"/>
        </w:rPr>
      </w:pPr>
    </w:p>
    <w:p w14:paraId="305FC333" w14:textId="77777777" w:rsidR="00D31F32" w:rsidRPr="00D31F32" w:rsidRDefault="00035C08" w:rsidP="00D31F32">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w:t>
      </w:r>
      <w:r w:rsidR="00D31F32" w:rsidRPr="00D31F32">
        <w:rPr>
          <w:rFonts w:ascii="ATT Aleck Sans" w:hAnsi="ATT Aleck Sans" w:cs="ATT Aleck Sans"/>
        </w:rPr>
        <w:t xml:space="preserve">For information about what the parking lot is, see the “Before the Workshop Begins” section of the Instructor Guide. </w:t>
      </w:r>
    </w:p>
    <w:p w14:paraId="64D0378B" w14:textId="77777777" w:rsidR="00035C08" w:rsidRDefault="00035C08" w:rsidP="00035C08">
      <w:pPr>
        <w:ind w:firstLine="720"/>
        <w:rPr>
          <w:rFonts w:ascii="ATT Aleck Sans" w:hAnsi="ATT Aleck Sans" w:cs="ATT Aleck Sans"/>
        </w:rPr>
      </w:pPr>
    </w:p>
    <w:p w14:paraId="22EFBC4B" w14:textId="77777777" w:rsidR="00812868" w:rsidRPr="00D31F32" w:rsidRDefault="00D31F32" w:rsidP="00812868">
      <w:pPr>
        <w:rPr>
          <w:rFonts w:ascii="ATT Aleck Sans" w:hAnsi="ATT Aleck Sans" w:cs="ATT Aleck Sans"/>
          <w:b/>
          <w:bCs/>
          <w:sz w:val="26"/>
          <w:szCs w:val="26"/>
        </w:rPr>
      </w:pPr>
      <w:r w:rsidRPr="00D31F32">
        <w:rPr>
          <w:rFonts w:ascii="ATT Aleck Sans" w:hAnsi="ATT Aleck Sans" w:cs="ATT Aleck Sans"/>
          <w:b/>
          <w:bCs/>
          <w:sz w:val="26"/>
          <w:szCs w:val="26"/>
        </w:rPr>
        <w:t>Have I Been Scammed?</w:t>
      </w:r>
    </w:p>
    <w:p w14:paraId="62175931" w14:textId="77777777" w:rsidR="00D31F32" w:rsidRDefault="00D31F32" w:rsidP="00812868">
      <w:pPr>
        <w:rPr>
          <w:rFonts w:ascii="ATT Aleck Sans" w:hAnsi="ATT Aleck Sans" w:cs="ATT Aleck Sans"/>
        </w:rPr>
      </w:pPr>
    </w:p>
    <w:p w14:paraId="34C5A5BC" w14:textId="77777777" w:rsidR="00812868" w:rsidRDefault="00812868" w:rsidP="00812868">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82:</w:t>
      </w:r>
      <w:r w:rsidRPr="00FC361A">
        <w:rPr>
          <w:rFonts w:ascii="ATT Aleck Sans" w:hAnsi="ATT Aleck Sans" w:cs="ATT Aleck Sans"/>
        </w:rPr>
        <w:t xml:space="preserve"> </w:t>
      </w:r>
      <w:r w:rsidR="00212668">
        <w:rPr>
          <w:rFonts w:ascii="ATT Aleck Sans" w:hAnsi="ATT Aleck Sans" w:cs="ATT Aleck Sans"/>
        </w:rPr>
        <w:t>Have I Been Scammed?</w:t>
      </w:r>
    </w:p>
    <w:p w14:paraId="1D73FD95" w14:textId="77777777" w:rsidR="00812868" w:rsidRDefault="00812868" w:rsidP="00812868">
      <w:pPr>
        <w:rPr>
          <w:rFonts w:ascii="ATT Aleck Sans" w:hAnsi="ATT Aleck Sans" w:cs="ATT Aleck Sans"/>
          <w:b/>
          <w:bCs/>
        </w:rPr>
      </w:pPr>
    </w:p>
    <w:p w14:paraId="05D40045" w14:textId="77777777" w:rsidR="00812868" w:rsidRPr="001C5AAA" w:rsidRDefault="00812868" w:rsidP="00812868">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p>
    <w:p w14:paraId="311B00F4" w14:textId="77777777" w:rsidR="00812868" w:rsidRDefault="00812868" w:rsidP="00812868">
      <w:pPr>
        <w:rPr>
          <w:rFonts w:ascii="ATT Aleck Sans" w:hAnsi="ATT Aleck Sans" w:cs="ATT Aleck Sans"/>
          <w:b/>
          <w:bCs/>
          <w:color w:val="000000" w:themeColor="text1"/>
        </w:rPr>
      </w:pPr>
    </w:p>
    <w:p w14:paraId="740058B8" w14:textId="77777777" w:rsidR="00D31F32" w:rsidRPr="00D31F32" w:rsidRDefault="00812868" w:rsidP="00D31F32">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D31F32" w:rsidRPr="00D31F32">
        <w:rPr>
          <w:rFonts w:ascii="ATT Aleck Sans" w:hAnsi="ATT Aleck Sans" w:cs="ATT Aleck Sans"/>
          <w:color w:val="000000" w:themeColor="text1"/>
        </w:rPr>
        <w:t xml:space="preserve">In the previous lesson, we learned what you should and should not do when encountering a scam. However, even if you remain vigilant, you may still fall for a scam. Let’s talk about how to identify if you have been scammed and how to report scams. </w:t>
      </w:r>
    </w:p>
    <w:p w14:paraId="4C588101" w14:textId="77777777" w:rsidR="00D31F32" w:rsidRDefault="00D31F32" w:rsidP="00D31F32">
      <w:pPr>
        <w:rPr>
          <w:rFonts w:ascii="ATT Aleck Sans" w:hAnsi="ATT Aleck Sans" w:cs="ATT Aleck Sans"/>
          <w:color w:val="000000" w:themeColor="text1"/>
        </w:rPr>
      </w:pPr>
    </w:p>
    <w:p w14:paraId="7A59EE6F" w14:textId="77777777" w:rsidR="00812868" w:rsidRDefault="00D31F32" w:rsidP="00D31F32">
      <w:pPr>
        <w:rPr>
          <w:rFonts w:ascii="ATT Aleck Sans" w:hAnsi="ATT Aleck Sans" w:cs="ATT Aleck Sans"/>
          <w:color w:val="000000" w:themeColor="text1"/>
        </w:rPr>
      </w:pPr>
      <w:r w:rsidRPr="00D31F32">
        <w:rPr>
          <w:rFonts w:ascii="ATT Aleck Sans" w:hAnsi="ATT Aleck Sans" w:cs="ATT Aleck Sans"/>
          <w:color w:val="000000" w:themeColor="text1"/>
        </w:rPr>
        <w:t>Here are some examples to help you identify if you’ve been scammed.</w:t>
      </w:r>
    </w:p>
    <w:p w14:paraId="671D07D1" w14:textId="77777777" w:rsidR="00812868" w:rsidRDefault="00812868" w:rsidP="00812868">
      <w:pPr>
        <w:ind w:firstLine="720"/>
        <w:rPr>
          <w:rFonts w:ascii="ATT Aleck Sans" w:hAnsi="ATT Aleck Sans" w:cs="ATT Aleck Sans"/>
          <w:color w:val="000000" w:themeColor="text1"/>
        </w:rPr>
      </w:pPr>
    </w:p>
    <w:p w14:paraId="5FC1C18E" w14:textId="77777777" w:rsidR="00812868" w:rsidRDefault="00812868" w:rsidP="0081286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272B3C41" w14:textId="77777777" w:rsidR="00812868" w:rsidRDefault="00812868" w:rsidP="00812868">
      <w:pPr>
        <w:ind w:firstLine="720"/>
        <w:rPr>
          <w:rFonts w:ascii="ATT Aleck Sans" w:hAnsi="ATT Aleck Sans" w:cs="ATT Aleck Sans"/>
        </w:rPr>
      </w:pPr>
    </w:p>
    <w:p w14:paraId="40B35105" w14:textId="77777777" w:rsidR="00812868" w:rsidRPr="00AE2E85" w:rsidRDefault="00812868" w:rsidP="0081286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3A380AA1" w14:textId="77777777" w:rsidR="00812868" w:rsidRDefault="00812868" w:rsidP="00812868">
      <w:pPr>
        <w:rPr>
          <w:rFonts w:ascii="ATT Aleck Sans" w:hAnsi="ATT Aleck Sans" w:cs="ATT Aleck Sans"/>
        </w:rPr>
      </w:pPr>
    </w:p>
    <w:p w14:paraId="12FC85DA" w14:textId="77777777" w:rsidR="00D31F32" w:rsidRPr="00D31F32" w:rsidRDefault="00812868" w:rsidP="00D31F32">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8</w:t>
      </w:r>
      <w:r w:rsidR="00D31F32">
        <w:rPr>
          <w:rFonts w:ascii="ATT Aleck Sans" w:hAnsi="ATT Aleck Sans" w:cs="ATT Aleck Sans"/>
        </w:rPr>
        <w:t>3</w:t>
      </w:r>
      <w:r w:rsidRPr="001C5AAA">
        <w:rPr>
          <w:rFonts w:ascii="ATT Aleck Sans" w:hAnsi="ATT Aleck Sans" w:cs="ATT Aleck Sans"/>
        </w:rPr>
        <w:t>:</w:t>
      </w:r>
      <w:r w:rsidRPr="00FC361A">
        <w:rPr>
          <w:rFonts w:ascii="ATT Aleck Sans" w:hAnsi="ATT Aleck Sans" w:cs="ATT Aleck Sans"/>
        </w:rPr>
        <w:t xml:space="preserve"> </w:t>
      </w:r>
      <w:r w:rsidR="00D31F32" w:rsidRPr="00D31F32">
        <w:rPr>
          <w:rFonts w:ascii="ATT Aleck Sans" w:hAnsi="ATT Aleck Sans" w:cs="ATT Aleck Sans"/>
        </w:rPr>
        <w:t xml:space="preserve">Unexpected </w:t>
      </w:r>
      <w:r w:rsidR="00D31F32">
        <w:rPr>
          <w:rFonts w:ascii="ATT Aleck Sans" w:hAnsi="ATT Aleck Sans" w:cs="ATT Aleck Sans"/>
        </w:rPr>
        <w:t>T</w:t>
      </w:r>
      <w:r w:rsidR="00D31F32" w:rsidRPr="00D31F32">
        <w:rPr>
          <w:rFonts w:ascii="ATT Aleck Sans" w:hAnsi="ATT Aleck Sans" w:cs="ATT Aleck Sans"/>
        </w:rPr>
        <w:t xml:space="preserve">ransactions on </w:t>
      </w:r>
      <w:r w:rsidR="00D31F32">
        <w:rPr>
          <w:rFonts w:ascii="ATT Aleck Sans" w:hAnsi="ATT Aleck Sans" w:cs="ATT Aleck Sans"/>
        </w:rPr>
        <w:t>Y</w:t>
      </w:r>
      <w:r w:rsidR="00D31F32" w:rsidRPr="00D31F32">
        <w:rPr>
          <w:rFonts w:ascii="ATT Aleck Sans" w:hAnsi="ATT Aleck Sans" w:cs="ATT Aleck Sans"/>
        </w:rPr>
        <w:t xml:space="preserve">our </w:t>
      </w:r>
      <w:r w:rsidR="00D31F32">
        <w:rPr>
          <w:rFonts w:ascii="ATT Aleck Sans" w:hAnsi="ATT Aleck Sans" w:cs="ATT Aleck Sans"/>
        </w:rPr>
        <w:t>B</w:t>
      </w:r>
      <w:r w:rsidR="00D31F32" w:rsidRPr="00D31F32">
        <w:rPr>
          <w:rFonts w:ascii="ATT Aleck Sans" w:hAnsi="ATT Aleck Sans" w:cs="ATT Aleck Sans"/>
        </w:rPr>
        <w:t xml:space="preserve">ank or </w:t>
      </w:r>
      <w:r w:rsidR="00D31F32">
        <w:rPr>
          <w:rFonts w:ascii="ATT Aleck Sans" w:hAnsi="ATT Aleck Sans" w:cs="ATT Aleck Sans"/>
        </w:rPr>
        <w:t>C</w:t>
      </w:r>
      <w:r w:rsidR="00D31F32" w:rsidRPr="00D31F32">
        <w:rPr>
          <w:rFonts w:ascii="ATT Aleck Sans" w:hAnsi="ATT Aleck Sans" w:cs="ATT Aleck Sans"/>
        </w:rPr>
        <w:t xml:space="preserve">redit </w:t>
      </w:r>
      <w:r w:rsidR="00D31F32">
        <w:rPr>
          <w:rFonts w:ascii="ATT Aleck Sans" w:hAnsi="ATT Aleck Sans" w:cs="ATT Aleck Sans"/>
        </w:rPr>
        <w:t>C</w:t>
      </w:r>
      <w:r w:rsidR="00D31F32" w:rsidRPr="00D31F32">
        <w:rPr>
          <w:rFonts w:ascii="ATT Aleck Sans" w:hAnsi="ATT Aleck Sans" w:cs="ATT Aleck Sans"/>
        </w:rPr>
        <w:t xml:space="preserve">ard </w:t>
      </w:r>
      <w:r w:rsidR="00D31F32" w:rsidRPr="00D31F32">
        <w:rPr>
          <w:rFonts w:ascii="ATT Aleck Sans" w:hAnsi="ATT Aleck Sans" w:cs="ATT Aleck Sans"/>
        </w:rPr>
        <w:br/>
      </w:r>
      <w:r w:rsidR="00D31F32">
        <w:rPr>
          <w:rFonts w:ascii="ATT Aleck Sans" w:hAnsi="ATT Aleck Sans" w:cs="ATT Aleck Sans"/>
        </w:rPr>
        <w:t>S</w:t>
      </w:r>
      <w:r w:rsidR="00D31F32" w:rsidRPr="00D31F32">
        <w:rPr>
          <w:rFonts w:ascii="ATT Aleck Sans" w:hAnsi="ATT Aleck Sans" w:cs="ATT Aleck Sans"/>
        </w:rPr>
        <w:t>tatement</w:t>
      </w:r>
    </w:p>
    <w:p w14:paraId="7CA7BAFB" w14:textId="77777777" w:rsidR="00812868" w:rsidRDefault="00812868" w:rsidP="00812868">
      <w:pPr>
        <w:rPr>
          <w:rFonts w:ascii="ATT Aleck Sans" w:hAnsi="ATT Aleck Sans" w:cs="ATT Aleck Sans"/>
          <w:b/>
          <w:bCs/>
        </w:rPr>
      </w:pPr>
    </w:p>
    <w:p w14:paraId="49BD37A1" w14:textId="77777777" w:rsidR="00D31F32" w:rsidRPr="00D31F32" w:rsidRDefault="00812868" w:rsidP="00D31F32">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D31F32" w:rsidRPr="00D31F32">
        <w:rPr>
          <w:rFonts w:ascii="ATT Aleck Sans" w:hAnsi="ATT Aleck Sans" w:cs="ATT Aleck Sans"/>
        </w:rPr>
        <w:t xml:space="preserve">Unexpected transactions on your bank or credit card </w:t>
      </w:r>
      <w:r w:rsidR="00D31F32" w:rsidRPr="00D31F32">
        <w:rPr>
          <w:rFonts w:ascii="ATT Aleck Sans" w:hAnsi="ATT Aleck Sans" w:cs="ATT Aleck Sans"/>
        </w:rPr>
        <w:br/>
        <w:t>statement.</w:t>
      </w:r>
    </w:p>
    <w:p w14:paraId="7B0BEC7C" w14:textId="77777777" w:rsidR="00812868" w:rsidRDefault="00812868" w:rsidP="00812868">
      <w:pPr>
        <w:rPr>
          <w:rFonts w:ascii="ATT Aleck Sans" w:hAnsi="ATT Aleck Sans" w:cs="ATT Aleck Sans"/>
          <w:b/>
          <w:bCs/>
          <w:color w:val="000000" w:themeColor="text1"/>
        </w:rPr>
      </w:pPr>
    </w:p>
    <w:p w14:paraId="137C3873" w14:textId="77777777" w:rsidR="00812868" w:rsidRDefault="00812868" w:rsidP="00D31F32">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D31F32" w:rsidRPr="00D31F32">
        <w:rPr>
          <w:rFonts w:ascii="ATT Aleck Sans" w:hAnsi="ATT Aleck Sans" w:cs="ATT Aleck Sans"/>
          <w:color w:val="000000" w:themeColor="text1"/>
        </w:rPr>
        <w:t>You see transactions you did not make on your bank statement or credit report.</w:t>
      </w:r>
    </w:p>
    <w:p w14:paraId="1F8E60BB" w14:textId="77777777" w:rsidR="00812868" w:rsidRDefault="00812868" w:rsidP="00812868">
      <w:pPr>
        <w:ind w:firstLine="720"/>
        <w:rPr>
          <w:rFonts w:ascii="ATT Aleck Sans" w:hAnsi="ATT Aleck Sans" w:cs="ATT Aleck Sans"/>
          <w:color w:val="000000" w:themeColor="text1"/>
        </w:rPr>
      </w:pPr>
    </w:p>
    <w:p w14:paraId="3421AE51" w14:textId="77777777" w:rsidR="00812868" w:rsidRDefault="00812868" w:rsidP="0081286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0B291EBD" w14:textId="77777777" w:rsidR="00812868" w:rsidRDefault="00812868" w:rsidP="00812868">
      <w:pPr>
        <w:ind w:firstLine="720"/>
        <w:rPr>
          <w:rFonts w:ascii="ATT Aleck Sans" w:hAnsi="ATT Aleck Sans" w:cs="ATT Aleck Sans"/>
        </w:rPr>
      </w:pPr>
    </w:p>
    <w:p w14:paraId="438CECCF" w14:textId="77777777" w:rsidR="00812868" w:rsidRPr="00AE2E85" w:rsidRDefault="00812868" w:rsidP="0081286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1065AB3A" w14:textId="77777777" w:rsidR="00812868" w:rsidRDefault="00812868" w:rsidP="00812868">
      <w:pPr>
        <w:rPr>
          <w:rFonts w:ascii="ATT Aleck Sans" w:hAnsi="ATT Aleck Sans" w:cs="ATT Aleck Sans"/>
        </w:rPr>
      </w:pPr>
    </w:p>
    <w:p w14:paraId="2766845F" w14:textId="77777777" w:rsidR="00D31F32" w:rsidRPr="00D31F32" w:rsidRDefault="00812868" w:rsidP="00D31F32">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8</w:t>
      </w:r>
      <w:r w:rsidR="00D31F32">
        <w:rPr>
          <w:rFonts w:ascii="ATT Aleck Sans" w:hAnsi="ATT Aleck Sans" w:cs="ATT Aleck Sans"/>
        </w:rPr>
        <w:t>4</w:t>
      </w:r>
      <w:r w:rsidRPr="001C5AAA">
        <w:rPr>
          <w:rFonts w:ascii="ATT Aleck Sans" w:hAnsi="ATT Aleck Sans" w:cs="ATT Aleck Sans"/>
        </w:rPr>
        <w:t>:</w:t>
      </w:r>
      <w:r w:rsidRPr="00FC361A">
        <w:rPr>
          <w:rFonts w:ascii="ATT Aleck Sans" w:hAnsi="ATT Aleck Sans" w:cs="ATT Aleck Sans"/>
        </w:rPr>
        <w:t xml:space="preserve"> </w:t>
      </w:r>
      <w:r w:rsidR="00D31F32" w:rsidRPr="00D31F32">
        <w:rPr>
          <w:rFonts w:ascii="ATT Aleck Sans" w:hAnsi="ATT Aleck Sans" w:cs="ATT Aleck Sans"/>
        </w:rPr>
        <w:t xml:space="preserve">The </w:t>
      </w:r>
      <w:r w:rsidR="00D31F32">
        <w:rPr>
          <w:rFonts w:ascii="ATT Aleck Sans" w:hAnsi="ATT Aleck Sans" w:cs="ATT Aleck Sans"/>
        </w:rPr>
        <w:t>I</w:t>
      </w:r>
      <w:r w:rsidR="00D31F32" w:rsidRPr="00D31F32">
        <w:rPr>
          <w:rFonts w:ascii="ATT Aleck Sans" w:hAnsi="ATT Aleck Sans" w:cs="ATT Aleck Sans"/>
        </w:rPr>
        <w:t xml:space="preserve">tem </w:t>
      </w:r>
      <w:r w:rsidR="00D31F32">
        <w:rPr>
          <w:rFonts w:ascii="ATT Aleck Sans" w:hAnsi="ATT Aleck Sans" w:cs="ATT Aleck Sans"/>
        </w:rPr>
        <w:t>Y</w:t>
      </w:r>
      <w:r w:rsidR="00D31F32" w:rsidRPr="00D31F32">
        <w:rPr>
          <w:rFonts w:ascii="ATT Aleck Sans" w:hAnsi="ATT Aleck Sans" w:cs="ATT Aleck Sans"/>
        </w:rPr>
        <w:t xml:space="preserve">ou </w:t>
      </w:r>
      <w:r w:rsidR="00D31F32">
        <w:rPr>
          <w:rFonts w:ascii="ATT Aleck Sans" w:hAnsi="ATT Aleck Sans" w:cs="ATT Aleck Sans"/>
        </w:rPr>
        <w:t>O</w:t>
      </w:r>
      <w:r w:rsidR="00D31F32" w:rsidRPr="00D31F32">
        <w:rPr>
          <w:rFonts w:ascii="ATT Aleck Sans" w:hAnsi="ATT Aleck Sans" w:cs="ATT Aleck Sans"/>
        </w:rPr>
        <w:t xml:space="preserve">rdered </w:t>
      </w:r>
      <w:r w:rsidR="00D31F32">
        <w:rPr>
          <w:rFonts w:ascii="ATT Aleck Sans" w:hAnsi="ATT Aleck Sans" w:cs="ATT Aleck Sans"/>
        </w:rPr>
        <w:t>D</w:t>
      </w:r>
      <w:r w:rsidR="00D31F32" w:rsidRPr="00D31F32">
        <w:rPr>
          <w:rFonts w:ascii="ATT Aleck Sans" w:hAnsi="ATT Aleck Sans" w:cs="ATT Aleck Sans"/>
        </w:rPr>
        <w:t xml:space="preserve">id </w:t>
      </w:r>
      <w:r w:rsidR="00D31F32">
        <w:rPr>
          <w:rFonts w:ascii="ATT Aleck Sans" w:hAnsi="ATT Aleck Sans" w:cs="ATT Aleck Sans"/>
        </w:rPr>
        <w:t>N</w:t>
      </w:r>
      <w:r w:rsidR="00D31F32" w:rsidRPr="00D31F32">
        <w:rPr>
          <w:rFonts w:ascii="ATT Aleck Sans" w:hAnsi="ATT Aleck Sans" w:cs="ATT Aleck Sans"/>
        </w:rPr>
        <w:t xml:space="preserve">ot </w:t>
      </w:r>
      <w:r w:rsidR="00D31F32">
        <w:rPr>
          <w:rFonts w:ascii="ATT Aleck Sans" w:hAnsi="ATT Aleck Sans" w:cs="ATT Aleck Sans"/>
        </w:rPr>
        <w:t>A</w:t>
      </w:r>
      <w:r w:rsidR="00D31F32" w:rsidRPr="00D31F32">
        <w:rPr>
          <w:rFonts w:ascii="ATT Aleck Sans" w:hAnsi="ATT Aleck Sans" w:cs="ATT Aleck Sans"/>
        </w:rPr>
        <w:t>rrive</w:t>
      </w:r>
    </w:p>
    <w:p w14:paraId="22F1021C" w14:textId="77777777" w:rsidR="00812868" w:rsidRDefault="00812868" w:rsidP="00812868">
      <w:pPr>
        <w:rPr>
          <w:rFonts w:ascii="ATT Aleck Sans" w:hAnsi="ATT Aleck Sans" w:cs="ATT Aleck Sans"/>
          <w:b/>
          <w:bCs/>
        </w:rPr>
      </w:pPr>
    </w:p>
    <w:p w14:paraId="12EABE99" w14:textId="77777777" w:rsidR="00D31F32" w:rsidRPr="00D31F32" w:rsidRDefault="00812868" w:rsidP="00D31F32">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D31F32" w:rsidRPr="00D31F32">
        <w:rPr>
          <w:rFonts w:ascii="ATT Aleck Sans" w:hAnsi="ATT Aleck Sans" w:cs="ATT Aleck Sans"/>
        </w:rPr>
        <w:t>The item you ordered did not arrive.</w:t>
      </w:r>
    </w:p>
    <w:p w14:paraId="529E9F90" w14:textId="77777777" w:rsidR="00812868" w:rsidRDefault="00812868" w:rsidP="00812868">
      <w:pPr>
        <w:rPr>
          <w:rFonts w:ascii="ATT Aleck Sans" w:hAnsi="ATT Aleck Sans" w:cs="ATT Aleck Sans"/>
          <w:b/>
          <w:bCs/>
          <w:color w:val="000000" w:themeColor="text1"/>
        </w:rPr>
      </w:pPr>
    </w:p>
    <w:p w14:paraId="2A5C490E" w14:textId="77777777" w:rsidR="00812868" w:rsidRDefault="00812868" w:rsidP="00D31F32">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D31F32" w:rsidRPr="00D31F32">
        <w:rPr>
          <w:rFonts w:ascii="ATT Aleck Sans" w:hAnsi="ATT Aleck Sans" w:cs="ATT Aleck Sans"/>
          <w:color w:val="000000" w:themeColor="text1"/>
        </w:rPr>
        <w:t xml:space="preserve">You purchased an item, but it did not arrive. When you try to report the issue to the seller, you do not get a response. </w:t>
      </w:r>
    </w:p>
    <w:p w14:paraId="316B6D96" w14:textId="77777777" w:rsidR="00812868" w:rsidRDefault="00812868" w:rsidP="00812868">
      <w:pPr>
        <w:ind w:firstLine="720"/>
        <w:rPr>
          <w:rFonts w:ascii="ATT Aleck Sans" w:hAnsi="ATT Aleck Sans" w:cs="ATT Aleck Sans"/>
          <w:color w:val="000000" w:themeColor="text1"/>
        </w:rPr>
      </w:pPr>
    </w:p>
    <w:p w14:paraId="0157E29F" w14:textId="77777777" w:rsidR="00812868" w:rsidRDefault="00812868" w:rsidP="0081286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239D9A0C" w14:textId="77777777" w:rsidR="00812868" w:rsidRDefault="00812868" w:rsidP="00812868">
      <w:pPr>
        <w:ind w:firstLine="720"/>
        <w:rPr>
          <w:rFonts w:ascii="ATT Aleck Sans" w:hAnsi="ATT Aleck Sans" w:cs="ATT Aleck Sans"/>
        </w:rPr>
      </w:pPr>
    </w:p>
    <w:p w14:paraId="702B7F3F" w14:textId="77777777" w:rsidR="00812868" w:rsidRPr="00AE2E85" w:rsidRDefault="00812868" w:rsidP="0081286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4FBD84C4" w14:textId="77777777" w:rsidR="00812868" w:rsidRDefault="00812868" w:rsidP="00812868">
      <w:pPr>
        <w:rPr>
          <w:rFonts w:ascii="ATT Aleck Sans" w:hAnsi="ATT Aleck Sans" w:cs="ATT Aleck Sans"/>
        </w:rPr>
      </w:pPr>
    </w:p>
    <w:p w14:paraId="349B3270" w14:textId="77777777" w:rsidR="00D31F32" w:rsidRPr="00D31F32" w:rsidRDefault="00812868" w:rsidP="00D31F32">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8</w:t>
      </w:r>
      <w:r w:rsidR="00D31F32">
        <w:rPr>
          <w:rFonts w:ascii="ATT Aleck Sans" w:hAnsi="ATT Aleck Sans" w:cs="ATT Aleck Sans"/>
        </w:rPr>
        <w:t>5</w:t>
      </w:r>
      <w:r w:rsidRPr="001C5AAA">
        <w:rPr>
          <w:rFonts w:ascii="ATT Aleck Sans" w:hAnsi="ATT Aleck Sans" w:cs="ATT Aleck Sans"/>
        </w:rPr>
        <w:t>:</w:t>
      </w:r>
      <w:r w:rsidRPr="00FC361A">
        <w:rPr>
          <w:rFonts w:ascii="ATT Aleck Sans" w:hAnsi="ATT Aleck Sans" w:cs="ATT Aleck Sans"/>
        </w:rPr>
        <w:t xml:space="preserve"> </w:t>
      </w:r>
      <w:r w:rsidR="00D31F32" w:rsidRPr="00D31F32">
        <w:rPr>
          <w:rFonts w:ascii="ATT Aleck Sans" w:hAnsi="ATT Aleck Sans" w:cs="ATT Aleck Sans"/>
        </w:rPr>
        <w:t xml:space="preserve">Unsuccessful </w:t>
      </w:r>
      <w:r w:rsidR="00D31F32">
        <w:rPr>
          <w:rFonts w:ascii="ATT Aleck Sans" w:hAnsi="ATT Aleck Sans" w:cs="ATT Aleck Sans"/>
        </w:rPr>
        <w:t>A</w:t>
      </w:r>
      <w:r w:rsidR="00D31F32" w:rsidRPr="00D31F32">
        <w:rPr>
          <w:rFonts w:ascii="ATT Aleck Sans" w:hAnsi="ATT Aleck Sans" w:cs="ATT Aleck Sans"/>
        </w:rPr>
        <w:t xml:space="preserve">ccount </w:t>
      </w:r>
      <w:r w:rsidR="00D31F32">
        <w:rPr>
          <w:rFonts w:ascii="ATT Aleck Sans" w:hAnsi="ATT Aleck Sans" w:cs="ATT Aleck Sans"/>
        </w:rPr>
        <w:t>L</w:t>
      </w:r>
      <w:r w:rsidR="00D31F32" w:rsidRPr="00D31F32">
        <w:rPr>
          <w:rFonts w:ascii="ATT Aleck Sans" w:hAnsi="ATT Aleck Sans" w:cs="ATT Aleck Sans"/>
        </w:rPr>
        <w:t xml:space="preserve">ogin </w:t>
      </w:r>
      <w:r w:rsidR="00D31F32">
        <w:rPr>
          <w:rFonts w:ascii="ATT Aleck Sans" w:hAnsi="ATT Aleck Sans" w:cs="ATT Aleck Sans"/>
        </w:rPr>
        <w:t>W</w:t>
      </w:r>
      <w:r w:rsidR="00D31F32" w:rsidRPr="00D31F32">
        <w:rPr>
          <w:rFonts w:ascii="ATT Aleck Sans" w:hAnsi="ATT Aleck Sans" w:cs="ATT Aleck Sans"/>
        </w:rPr>
        <w:t>arning.</w:t>
      </w:r>
    </w:p>
    <w:p w14:paraId="40EAC75B" w14:textId="77777777" w:rsidR="00812868" w:rsidRDefault="00812868" w:rsidP="00812868">
      <w:pPr>
        <w:rPr>
          <w:rFonts w:ascii="ATT Aleck Sans" w:hAnsi="ATT Aleck Sans" w:cs="ATT Aleck Sans"/>
          <w:b/>
          <w:bCs/>
        </w:rPr>
      </w:pPr>
    </w:p>
    <w:p w14:paraId="29ED436A" w14:textId="5FC00657" w:rsidR="00812868" w:rsidRPr="001C5AAA" w:rsidRDefault="00812868" w:rsidP="005201B8">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r w:rsidR="00D31F32" w:rsidRPr="00D31F32">
        <w:rPr>
          <w:rFonts w:ascii="ATT Aleck Sans" w:hAnsi="ATT Aleck Sans" w:cs="ATT Aleck Sans"/>
        </w:rPr>
        <w:t>Unsuccessful account login warning.</w:t>
      </w:r>
    </w:p>
    <w:p w14:paraId="0E401440" w14:textId="77777777" w:rsidR="00812868" w:rsidRDefault="00812868" w:rsidP="00812868">
      <w:pPr>
        <w:rPr>
          <w:rFonts w:ascii="ATT Aleck Sans" w:hAnsi="ATT Aleck Sans" w:cs="ATT Aleck Sans"/>
          <w:b/>
          <w:bCs/>
          <w:color w:val="000000" w:themeColor="text1"/>
        </w:rPr>
      </w:pPr>
    </w:p>
    <w:p w14:paraId="4B558D74" w14:textId="77777777" w:rsidR="00D31F32" w:rsidRPr="00D31F32" w:rsidRDefault="00812868" w:rsidP="00D31F32">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D31F32" w:rsidRPr="00D31F32">
        <w:rPr>
          <w:rFonts w:ascii="ATT Aleck Sans" w:hAnsi="ATT Aleck Sans" w:cs="ATT Aleck Sans"/>
          <w:color w:val="000000" w:themeColor="text1"/>
        </w:rPr>
        <w:t xml:space="preserve">You receive an email that there have been an unusual number of unsuccessful sign-in attempts for one of your accounts, but you have not tried to log in. This could mean someone is trying to access your account. </w:t>
      </w:r>
    </w:p>
    <w:p w14:paraId="2C206971" w14:textId="77777777" w:rsidR="00812868" w:rsidRDefault="00812868" w:rsidP="00812868">
      <w:pPr>
        <w:ind w:firstLine="720"/>
        <w:rPr>
          <w:rFonts w:ascii="ATT Aleck Sans" w:hAnsi="ATT Aleck Sans" w:cs="ATT Aleck Sans"/>
          <w:color w:val="000000" w:themeColor="text1"/>
        </w:rPr>
      </w:pPr>
    </w:p>
    <w:p w14:paraId="7279E6C5" w14:textId="77777777" w:rsidR="00812868" w:rsidRDefault="00812868" w:rsidP="0081286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499701C9" w14:textId="77777777" w:rsidR="00812868" w:rsidRDefault="00812868" w:rsidP="00812868">
      <w:pPr>
        <w:ind w:firstLine="720"/>
        <w:rPr>
          <w:rFonts w:ascii="ATT Aleck Sans" w:hAnsi="ATT Aleck Sans" w:cs="ATT Aleck Sans"/>
        </w:rPr>
      </w:pPr>
    </w:p>
    <w:p w14:paraId="412C5D5A" w14:textId="77777777" w:rsidR="00812868" w:rsidRPr="00AE2E85" w:rsidRDefault="00812868" w:rsidP="0081286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5E061DA9" w14:textId="77777777" w:rsidR="00812868" w:rsidRDefault="00812868" w:rsidP="00812868">
      <w:pPr>
        <w:rPr>
          <w:rFonts w:ascii="ATT Aleck Sans" w:hAnsi="ATT Aleck Sans" w:cs="ATT Aleck Sans"/>
        </w:rPr>
      </w:pPr>
    </w:p>
    <w:p w14:paraId="2BACBFAD" w14:textId="77777777" w:rsidR="00D31F32" w:rsidRPr="00D31F32" w:rsidRDefault="00812868" w:rsidP="00D31F32">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8</w:t>
      </w:r>
      <w:r w:rsidR="00D31F32">
        <w:rPr>
          <w:rFonts w:ascii="ATT Aleck Sans" w:hAnsi="ATT Aleck Sans" w:cs="ATT Aleck Sans"/>
        </w:rPr>
        <w:t>6</w:t>
      </w:r>
      <w:r w:rsidRPr="001C5AAA">
        <w:rPr>
          <w:rFonts w:ascii="ATT Aleck Sans" w:hAnsi="ATT Aleck Sans" w:cs="ATT Aleck Sans"/>
        </w:rPr>
        <w:t>:</w:t>
      </w:r>
      <w:r w:rsidRPr="00FC361A">
        <w:rPr>
          <w:rFonts w:ascii="ATT Aleck Sans" w:hAnsi="ATT Aleck Sans" w:cs="ATT Aleck Sans"/>
        </w:rPr>
        <w:t xml:space="preserve"> </w:t>
      </w:r>
      <w:r w:rsidR="00D31F32" w:rsidRPr="00D31F32">
        <w:rPr>
          <w:rFonts w:ascii="ATT Aleck Sans" w:hAnsi="ATT Aleck Sans" w:cs="ATT Aleck Sans"/>
        </w:rPr>
        <w:t xml:space="preserve">You </w:t>
      </w:r>
      <w:r w:rsidR="00D31F32">
        <w:rPr>
          <w:rFonts w:ascii="ATT Aleck Sans" w:hAnsi="ATT Aleck Sans" w:cs="ATT Aleck Sans"/>
        </w:rPr>
        <w:t>C</w:t>
      </w:r>
      <w:r w:rsidR="00D31F32" w:rsidRPr="00D31F32">
        <w:rPr>
          <w:rFonts w:ascii="ATT Aleck Sans" w:hAnsi="ATT Aleck Sans" w:cs="ATT Aleck Sans"/>
        </w:rPr>
        <w:t xml:space="preserve">an’t </w:t>
      </w:r>
      <w:r w:rsidR="00D31F32">
        <w:rPr>
          <w:rFonts w:ascii="ATT Aleck Sans" w:hAnsi="ATT Aleck Sans" w:cs="ATT Aleck Sans"/>
        </w:rPr>
        <w:t>L</w:t>
      </w:r>
      <w:r w:rsidR="00D31F32" w:rsidRPr="00D31F32">
        <w:rPr>
          <w:rFonts w:ascii="ATT Aleck Sans" w:hAnsi="ATT Aleck Sans" w:cs="ATT Aleck Sans"/>
        </w:rPr>
        <w:t xml:space="preserve">og </w:t>
      </w:r>
      <w:r w:rsidR="00212668">
        <w:rPr>
          <w:rFonts w:ascii="ATT Aleck Sans" w:hAnsi="ATT Aleck Sans" w:cs="ATT Aleck Sans"/>
        </w:rPr>
        <w:t>into</w:t>
      </w:r>
      <w:r w:rsidR="00D31F32" w:rsidRPr="00D31F32">
        <w:rPr>
          <w:rFonts w:ascii="ATT Aleck Sans" w:hAnsi="ATT Aleck Sans" w:cs="ATT Aleck Sans"/>
        </w:rPr>
        <w:t xml:space="preserve"> </w:t>
      </w:r>
      <w:r w:rsidR="00D31F32">
        <w:rPr>
          <w:rFonts w:ascii="ATT Aleck Sans" w:hAnsi="ATT Aleck Sans" w:cs="ATT Aleck Sans"/>
        </w:rPr>
        <w:t>Y</w:t>
      </w:r>
      <w:r w:rsidR="00D31F32" w:rsidRPr="00D31F32">
        <w:rPr>
          <w:rFonts w:ascii="ATT Aleck Sans" w:hAnsi="ATT Aleck Sans" w:cs="ATT Aleck Sans"/>
        </w:rPr>
        <w:t xml:space="preserve">our </w:t>
      </w:r>
      <w:r w:rsidR="00D31F32">
        <w:rPr>
          <w:rFonts w:ascii="ATT Aleck Sans" w:hAnsi="ATT Aleck Sans" w:cs="ATT Aleck Sans"/>
        </w:rPr>
        <w:t>A</w:t>
      </w:r>
      <w:r w:rsidR="00D31F32" w:rsidRPr="00D31F32">
        <w:rPr>
          <w:rFonts w:ascii="ATT Aleck Sans" w:hAnsi="ATT Aleck Sans" w:cs="ATT Aleck Sans"/>
        </w:rPr>
        <w:t>ccount</w:t>
      </w:r>
    </w:p>
    <w:p w14:paraId="1D421D2D" w14:textId="77777777" w:rsidR="00812868" w:rsidRDefault="00812868" w:rsidP="00812868">
      <w:pPr>
        <w:rPr>
          <w:rFonts w:ascii="ATT Aleck Sans" w:hAnsi="ATT Aleck Sans" w:cs="ATT Aleck Sans"/>
          <w:b/>
          <w:bCs/>
        </w:rPr>
      </w:pPr>
    </w:p>
    <w:p w14:paraId="0C660C36" w14:textId="77777777" w:rsidR="00812868" w:rsidRPr="00D31F32" w:rsidRDefault="00812868" w:rsidP="00D31F32">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D31F32" w:rsidRPr="00D31F32">
        <w:rPr>
          <w:rFonts w:ascii="ATT Aleck Sans" w:hAnsi="ATT Aleck Sans" w:cs="ATT Aleck Sans"/>
        </w:rPr>
        <w:t>You can’t log into your account.</w:t>
      </w:r>
    </w:p>
    <w:p w14:paraId="41EF2452" w14:textId="77777777" w:rsidR="00812868" w:rsidRDefault="00812868" w:rsidP="00812868">
      <w:pPr>
        <w:rPr>
          <w:rFonts w:ascii="ATT Aleck Sans" w:hAnsi="ATT Aleck Sans" w:cs="ATT Aleck Sans"/>
          <w:b/>
          <w:bCs/>
          <w:color w:val="000000" w:themeColor="text1"/>
        </w:rPr>
      </w:pPr>
    </w:p>
    <w:p w14:paraId="0E513A2E" w14:textId="77777777" w:rsidR="00812868" w:rsidRDefault="00812868" w:rsidP="00D31F32">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D31F32" w:rsidRPr="00D31F32">
        <w:rPr>
          <w:rFonts w:ascii="ATT Aleck Sans" w:hAnsi="ATT Aleck Sans" w:cs="ATT Aleck Sans"/>
          <w:color w:val="000000" w:themeColor="text1"/>
        </w:rPr>
        <w:t xml:space="preserve">You can no longer log into your account and are unable to reset the password; someone may have taken over your account. </w:t>
      </w:r>
    </w:p>
    <w:p w14:paraId="5D31A8C3" w14:textId="77777777" w:rsidR="00812868" w:rsidRDefault="00812868" w:rsidP="00812868">
      <w:pPr>
        <w:ind w:firstLine="720"/>
        <w:rPr>
          <w:rFonts w:ascii="ATT Aleck Sans" w:hAnsi="ATT Aleck Sans" w:cs="ATT Aleck Sans"/>
          <w:color w:val="000000" w:themeColor="text1"/>
        </w:rPr>
      </w:pPr>
    </w:p>
    <w:p w14:paraId="55242791" w14:textId="77777777" w:rsidR="00812868" w:rsidRDefault="00812868" w:rsidP="0081286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670EC0A3" w14:textId="77777777" w:rsidR="00812868" w:rsidRDefault="00812868" w:rsidP="00812868">
      <w:pPr>
        <w:ind w:firstLine="720"/>
        <w:rPr>
          <w:rFonts w:ascii="ATT Aleck Sans" w:hAnsi="ATT Aleck Sans" w:cs="ATT Aleck Sans"/>
        </w:rPr>
      </w:pPr>
    </w:p>
    <w:p w14:paraId="3C011AB0" w14:textId="77777777" w:rsidR="00812868" w:rsidRPr="00AE2E85" w:rsidRDefault="00812868" w:rsidP="0081286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116993E1" w14:textId="77777777" w:rsidR="00812868" w:rsidRDefault="00812868" w:rsidP="00812868">
      <w:pPr>
        <w:rPr>
          <w:rFonts w:ascii="ATT Aleck Sans" w:hAnsi="ATT Aleck Sans" w:cs="ATT Aleck Sans"/>
        </w:rPr>
      </w:pPr>
    </w:p>
    <w:p w14:paraId="1A5ACC39" w14:textId="77777777" w:rsidR="0074682D" w:rsidRPr="0074682D" w:rsidRDefault="00812868" w:rsidP="0074682D">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8</w:t>
      </w:r>
      <w:r w:rsidR="00D31F32">
        <w:rPr>
          <w:rFonts w:ascii="ATT Aleck Sans" w:hAnsi="ATT Aleck Sans" w:cs="ATT Aleck Sans"/>
        </w:rPr>
        <w:t>7</w:t>
      </w:r>
      <w:r w:rsidRPr="001C5AAA">
        <w:rPr>
          <w:rFonts w:ascii="ATT Aleck Sans" w:hAnsi="ATT Aleck Sans" w:cs="ATT Aleck Sans"/>
        </w:rPr>
        <w:t>:</w:t>
      </w:r>
      <w:r w:rsidRPr="00FC361A">
        <w:rPr>
          <w:rFonts w:ascii="ATT Aleck Sans" w:hAnsi="ATT Aleck Sans" w:cs="ATT Aleck Sans"/>
        </w:rPr>
        <w:t xml:space="preserve"> </w:t>
      </w:r>
      <w:r w:rsidR="0074682D" w:rsidRPr="0074682D">
        <w:rPr>
          <w:rFonts w:ascii="ATT Aleck Sans" w:hAnsi="ATT Aleck Sans" w:cs="ATT Aleck Sans"/>
        </w:rPr>
        <w:t xml:space="preserve">You </w:t>
      </w:r>
      <w:r w:rsidR="0074682D">
        <w:rPr>
          <w:rFonts w:ascii="ATT Aleck Sans" w:hAnsi="ATT Aleck Sans" w:cs="ATT Aleck Sans"/>
        </w:rPr>
        <w:t>C</w:t>
      </w:r>
      <w:r w:rsidR="0074682D" w:rsidRPr="0074682D">
        <w:rPr>
          <w:rFonts w:ascii="ATT Aleck Sans" w:hAnsi="ATT Aleck Sans" w:cs="ATT Aleck Sans"/>
        </w:rPr>
        <w:t xml:space="preserve">an’t </w:t>
      </w:r>
      <w:r w:rsidR="0074682D">
        <w:rPr>
          <w:rFonts w:ascii="ATT Aleck Sans" w:hAnsi="ATT Aleck Sans" w:cs="ATT Aleck Sans"/>
        </w:rPr>
        <w:t>W</w:t>
      </w:r>
      <w:r w:rsidR="0074682D" w:rsidRPr="0074682D">
        <w:rPr>
          <w:rFonts w:ascii="ATT Aleck Sans" w:hAnsi="ATT Aleck Sans" w:cs="ATT Aleck Sans"/>
        </w:rPr>
        <w:t xml:space="preserve">ithdraw </w:t>
      </w:r>
      <w:r w:rsidR="0074682D">
        <w:rPr>
          <w:rFonts w:ascii="ATT Aleck Sans" w:hAnsi="ATT Aleck Sans" w:cs="ATT Aleck Sans"/>
        </w:rPr>
        <w:t>M</w:t>
      </w:r>
      <w:r w:rsidR="0074682D" w:rsidRPr="0074682D">
        <w:rPr>
          <w:rFonts w:ascii="ATT Aleck Sans" w:hAnsi="ATT Aleck Sans" w:cs="ATT Aleck Sans"/>
        </w:rPr>
        <w:t xml:space="preserve">oney </w:t>
      </w:r>
      <w:r w:rsidR="00212668">
        <w:rPr>
          <w:rFonts w:ascii="ATT Aleck Sans" w:hAnsi="ATT Aleck Sans" w:cs="ATT Aleck Sans"/>
        </w:rPr>
        <w:t>from</w:t>
      </w:r>
      <w:r w:rsidR="0074682D" w:rsidRPr="0074682D">
        <w:rPr>
          <w:rFonts w:ascii="ATT Aleck Sans" w:hAnsi="ATT Aleck Sans" w:cs="ATT Aleck Sans"/>
        </w:rPr>
        <w:t xml:space="preserve"> </w:t>
      </w:r>
      <w:r w:rsidR="0074682D">
        <w:rPr>
          <w:rFonts w:ascii="ATT Aleck Sans" w:hAnsi="ATT Aleck Sans" w:cs="ATT Aleck Sans"/>
        </w:rPr>
        <w:t>Y</w:t>
      </w:r>
      <w:r w:rsidR="0074682D" w:rsidRPr="0074682D">
        <w:rPr>
          <w:rFonts w:ascii="ATT Aleck Sans" w:hAnsi="ATT Aleck Sans" w:cs="ATT Aleck Sans"/>
        </w:rPr>
        <w:t xml:space="preserve">our </w:t>
      </w:r>
      <w:r w:rsidR="0074682D">
        <w:rPr>
          <w:rFonts w:ascii="ATT Aleck Sans" w:hAnsi="ATT Aleck Sans" w:cs="ATT Aleck Sans"/>
        </w:rPr>
        <w:t>A</w:t>
      </w:r>
      <w:r w:rsidR="0074682D" w:rsidRPr="0074682D">
        <w:rPr>
          <w:rFonts w:ascii="ATT Aleck Sans" w:hAnsi="ATT Aleck Sans" w:cs="ATT Aleck Sans"/>
        </w:rPr>
        <w:t>ccount</w:t>
      </w:r>
    </w:p>
    <w:p w14:paraId="28596400" w14:textId="77777777" w:rsidR="00812868" w:rsidRDefault="00812868" w:rsidP="00812868">
      <w:pPr>
        <w:rPr>
          <w:rFonts w:ascii="ATT Aleck Sans" w:hAnsi="ATT Aleck Sans" w:cs="ATT Aleck Sans"/>
          <w:b/>
          <w:bCs/>
        </w:rPr>
      </w:pPr>
    </w:p>
    <w:p w14:paraId="085E1DCF" w14:textId="77777777" w:rsidR="00812868" w:rsidRPr="001C5AAA" w:rsidRDefault="00812868" w:rsidP="0074682D">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r w:rsidR="0074682D" w:rsidRPr="0074682D">
        <w:rPr>
          <w:rFonts w:ascii="ATT Aleck Sans" w:hAnsi="ATT Aleck Sans" w:cs="ATT Aleck Sans"/>
        </w:rPr>
        <w:t>You can’t withdraw money from your account.</w:t>
      </w:r>
    </w:p>
    <w:p w14:paraId="1DAA3E75" w14:textId="77777777" w:rsidR="00812868" w:rsidRDefault="00812868" w:rsidP="00812868">
      <w:pPr>
        <w:rPr>
          <w:rFonts w:ascii="ATT Aleck Sans" w:hAnsi="ATT Aleck Sans" w:cs="ATT Aleck Sans"/>
          <w:b/>
          <w:bCs/>
          <w:color w:val="000000" w:themeColor="text1"/>
        </w:rPr>
      </w:pPr>
    </w:p>
    <w:p w14:paraId="272AC115" w14:textId="77777777" w:rsidR="00812868" w:rsidRDefault="00812868" w:rsidP="0074682D">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74682D" w:rsidRPr="0074682D">
        <w:rPr>
          <w:rFonts w:ascii="ATT Aleck Sans" w:hAnsi="ATT Aleck Sans" w:cs="ATT Aleck Sans"/>
          <w:color w:val="000000" w:themeColor="text1"/>
        </w:rPr>
        <w:t xml:space="preserve">You can’t withdraw money from your account, and when you log into your bank account, the balance is zero, or it has been closed. </w:t>
      </w:r>
    </w:p>
    <w:p w14:paraId="2E3E0D69" w14:textId="77777777" w:rsidR="00812868" w:rsidRDefault="00812868" w:rsidP="00812868">
      <w:pPr>
        <w:ind w:firstLine="720"/>
        <w:rPr>
          <w:rFonts w:ascii="ATT Aleck Sans" w:hAnsi="ATT Aleck Sans" w:cs="ATT Aleck Sans"/>
          <w:color w:val="000000" w:themeColor="text1"/>
        </w:rPr>
      </w:pPr>
    </w:p>
    <w:p w14:paraId="1D953343" w14:textId="77777777" w:rsidR="00812868" w:rsidRDefault="00812868" w:rsidP="0081286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7FDC5B11" w14:textId="77777777" w:rsidR="00812868" w:rsidRDefault="00812868" w:rsidP="00812868">
      <w:pPr>
        <w:ind w:firstLine="720"/>
        <w:rPr>
          <w:rFonts w:ascii="ATT Aleck Sans" w:hAnsi="ATT Aleck Sans" w:cs="ATT Aleck Sans"/>
        </w:rPr>
      </w:pPr>
    </w:p>
    <w:p w14:paraId="439E9130" w14:textId="77777777" w:rsidR="00812868" w:rsidRPr="00AE2E85" w:rsidRDefault="00812868" w:rsidP="0081286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3534BB93" w14:textId="77777777" w:rsidR="00812868" w:rsidRDefault="00812868" w:rsidP="00812868">
      <w:pPr>
        <w:rPr>
          <w:rFonts w:ascii="ATT Aleck Sans" w:hAnsi="ATT Aleck Sans" w:cs="ATT Aleck Sans"/>
        </w:rPr>
      </w:pPr>
    </w:p>
    <w:p w14:paraId="430CC7C6" w14:textId="77777777" w:rsidR="00812868" w:rsidRDefault="00812868" w:rsidP="00812868">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8</w:t>
      </w:r>
      <w:r w:rsidR="0074682D">
        <w:rPr>
          <w:rFonts w:ascii="ATT Aleck Sans" w:hAnsi="ATT Aleck Sans" w:cs="ATT Aleck Sans"/>
        </w:rPr>
        <w:t>8</w:t>
      </w:r>
      <w:r w:rsidRPr="001C5AAA">
        <w:rPr>
          <w:rFonts w:ascii="ATT Aleck Sans" w:hAnsi="ATT Aleck Sans" w:cs="ATT Aleck Sans"/>
        </w:rPr>
        <w:t>:</w:t>
      </w:r>
      <w:r w:rsidRPr="00FC361A">
        <w:rPr>
          <w:rFonts w:ascii="ATT Aleck Sans" w:hAnsi="ATT Aleck Sans" w:cs="ATT Aleck Sans"/>
        </w:rPr>
        <w:t xml:space="preserve"> </w:t>
      </w:r>
      <w:r w:rsidR="0074682D" w:rsidRPr="0074682D">
        <w:rPr>
          <w:rFonts w:ascii="ATT Aleck Sans" w:hAnsi="ATT Aleck Sans" w:cs="ATT Aleck Sans"/>
        </w:rPr>
        <w:t xml:space="preserve">Person </w:t>
      </w:r>
      <w:r w:rsidR="0074682D">
        <w:rPr>
          <w:rFonts w:ascii="ATT Aleck Sans" w:hAnsi="ATT Aleck Sans" w:cs="ATT Aleck Sans"/>
        </w:rPr>
        <w:t>Y</w:t>
      </w:r>
      <w:r w:rsidR="0074682D" w:rsidRPr="0074682D">
        <w:rPr>
          <w:rFonts w:ascii="ATT Aleck Sans" w:hAnsi="ATT Aleck Sans" w:cs="ATT Aleck Sans"/>
        </w:rPr>
        <w:t xml:space="preserve">ou </w:t>
      </w:r>
      <w:r w:rsidR="0074682D">
        <w:rPr>
          <w:rFonts w:ascii="ATT Aleck Sans" w:hAnsi="ATT Aleck Sans" w:cs="ATT Aleck Sans"/>
        </w:rPr>
        <w:t>W</w:t>
      </w:r>
      <w:r w:rsidR="0074682D" w:rsidRPr="0074682D">
        <w:rPr>
          <w:rFonts w:ascii="ATT Aleck Sans" w:hAnsi="ATT Aleck Sans" w:cs="ATT Aleck Sans"/>
        </w:rPr>
        <w:t xml:space="preserve">ere </w:t>
      </w:r>
      <w:r w:rsidR="0074682D">
        <w:rPr>
          <w:rFonts w:ascii="ATT Aleck Sans" w:hAnsi="ATT Aleck Sans" w:cs="ATT Aleck Sans"/>
        </w:rPr>
        <w:t>C</w:t>
      </w:r>
      <w:r w:rsidR="0074682D" w:rsidRPr="0074682D">
        <w:rPr>
          <w:rFonts w:ascii="ATT Aleck Sans" w:hAnsi="ATT Aleck Sans" w:cs="ATT Aleck Sans"/>
        </w:rPr>
        <w:t xml:space="preserve">ommunicating with </w:t>
      </w:r>
      <w:r w:rsidR="0074682D">
        <w:rPr>
          <w:rFonts w:ascii="ATT Aleck Sans" w:hAnsi="ATT Aleck Sans" w:cs="ATT Aleck Sans"/>
        </w:rPr>
        <w:t>D</w:t>
      </w:r>
      <w:r w:rsidR="0074682D" w:rsidRPr="0074682D">
        <w:rPr>
          <w:rFonts w:ascii="ATT Aleck Sans" w:hAnsi="ATT Aleck Sans" w:cs="ATT Aleck Sans"/>
        </w:rPr>
        <w:t>isappears</w:t>
      </w:r>
    </w:p>
    <w:p w14:paraId="5C58DACF" w14:textId="77777777" w:rsidR="00812868" w:rsidRDefault="00812868" w:rsidP="00812868">
      <w:pPr>
        <w:rPr>
          <w:rFonts w:ascii="ATT Aleck Sans" w:hAnsi="ATT Aleck Sans" w:cs="ATT Aleck Sans"/>
          <w:b/>
          <w:bCs/>
        </w:rPr>
      </w:pPr>
    </w:p>
    <w:p w14:paraId="57CF15E8" w14:textId="77777777" w:rsidR="00812868" w:rsidRPr="0074682D" w:rsidRDefault="00812868" w:rsidP="0074682D">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74682D" w:rsidRPr="0074682D">
        <w:rPr>
          <w:rFonts w:ascii="ATT Aleck Sans" w:hAnsi="ATT Aleck Sans" w:cs="ATT Aleck Sans"/>
        </w:rPr>
        <w:t>Person you were communicating with disappears.</w:t>
      </w:r>
    </w:p>
    <w:p w14:paraId="3E8855E6" w14:textId="77777777" w:rsidR="00812868" w:rsidRDefault="00812868" w:rsidP="00812868">
      <w:pPr>
        <w:rPr>
          <w:rFonts w:ascii="ATT Aleck Sans" w:hAnsi="ATT Aleck Sans" w:cs="ATT Aleck Sans"/>
          <w:b/>
          <w:bCs/>
          <w:color w:val="000000" w:themeColor="text1"/>
        </w:rPr>
      </w:pPr>
    </w:p>
    <w:p w14:paraId="0F54329F" w14:textId="77777777" w:rsidR="00812868" w:rsidRDefault="00812868" w:rsidP="0074682D">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lastRenderedPageBreak/>
        <w:t>Talking Points:</w:t>
      </w:r>
      <w:r w:rsidRPr="00FC361A">
        <w:rPr>
          <w:rFonts w:ascii="ATT Aleck Sans" w:hAnsi="ATT Aleck Sans" w:cs="ATT Aleck Sans"/>
          <w:color w:val="000000" w:themeColor="text1"/>
        </w:rPr>
        <w:t> </w:t>
      </w:r>
      <w:r w:rsidR="0074682D" w:rsidRPr="0074682D">
        <w:rPr>
          <w:rFonts w:ascii="ATT Aleck Sans" w:hAnsi="ATT Aleck Sans" w:cs="ATT Aleck Sans"/>
          <w:color w:val="000000" w:themeColor="text1"/>
        </w:rPr>
        <w:t xml:space="preserve">Sometimes, a person may just disappear. You reach out to them via email, text, or social media, but they no longer respond, or you can’t locate their online profiles anymore. </w:t>
      </w:r>
    </w:p>
    <w:p w14:paraId="2C26BDFA" w14:textId="77777777" w:rsidR="0074682D" w:rsidRDefault="0074682D" w:rsidP="0074682D">
      <w:pPr>
        <w:ind w:firstLine="720"/>
        <w:rPr>
          <w:rFonts w:ascii="ATT Aleck Sans" w:hAnsi="ATT Aleck Sans" w:cs="ATT Aleck Sans"/>
          <w:color w:val="000000" w:themeColor="text1"/>
        </w:rPr>
      </w:pPr>
    </w:p>
    <w:p w14:paraId="6552ECD8" w14:textId="77777777" w:rsidR="00812868" w:rsidRDefault="00812868" w:rsidP="0081286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3955102F" w14:textId="77777777" w:rsidR="00812868" w:rsidRDefault="00812868" w:rsidP="00812868">
      <w:pPr>
        <w:ind w:firstLine="720"/>
        <w:rPr>
          <w:rFonts w:ascii="ATT Aleck Sans" w:hAnsi="ATT Aleck Sans" w:cs="ATT Aleck Sans"/>
        </w:rPr>
      </w:pPr>
    </w:p>
    <w:p w14:paraId="0F5A9C44" w14:textId="77777777" w:rsidR="00812868" w:rsidRPr="00AE2E85" w:rsidRDefault="00812868" w:rsidP="0081286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2229913B" w14:textId="77777777" w:rsidR="00812868" w:rsidRDefault="00812868" w:rsidP="00812868">
      <w:pPr>
        <w:rPr>
          <w:rFonts w:ascii="ATT Aleck Sans" w:hAnsi="ATT Aleck Sans" w:cs="ATT Aleck Sans"/>
        </w:rPr>
      </w:pPr>
    </w:p>
    <w:p w14:paraId="2FB54493" w14:textId="61BBD440" w:rsidR="00812868" w:rsidRDefault="00812868" w:rsidP="00812868">
      <w:pPr>
        <w:rPr>
          <w:rFonts w:ascii="ATT Aleck Sans" w:hAnsi="ATT Aleck Sans" w:cs="ATT Aleck Sans"/>
        </w:rPr>
      </w:pPr>
      <w:r w:rsidRPr="56A96901">
        <w:rPr>
          <w:rFonts w:ascii="ATT Aleck Sans" w:hAnsi="ATT Aleck Sans" w:cs="ATT Aleck Sans"/>
          <w:b/>
          <w:bCs/>
        </w:rPr>
        <w:t>Slide Number &amp; Title</w:t>
      </w:r>
      <w:r w:rsidRPr="56A96901">
        <w:rPr>
          <w:rFonts w:ascii="ATT Aleck Sans" w:hAnsi="ATT Aleck Sans" w:cs="ATT Aleck Sans"/>
        </w:rPr>
        <w:t>. Slide 8</w:t>
      </w:r>
      <w:r w:rsidR="0074682D" w:rsidRPr="56A96901">
        <w:rPr>
          <w:rFonts w:ascii="ATT Aleck Sans" w:hAnsi="ATT Aleck Sans" w:cs="ATT Aleck Sans"/>
        </w:rPr>
        <w:t>9</w:t>
      </w:r>
      <w:r w:rsidRPr="56A96901">
        <w:rPr>
          <w:rFonts w:ascii="ATT Aleck Sans" w:hAnsi="ATT Aleck Sans" w:cs="ATT Aleck Sans"/>
        </w:rPr>
        <w:t xml:space="preserve">: </w:t>
      </w:r>
      <w:r w:rsidR="0074682D" w:rsidRPr="56A96901">
        <w:rPr>
          <w:rFonts w:ascii="ATT Aleck Sans" w:hAnsi="ATT Aleck Sans" w:cs="ATT Aleck Sans"/>
        </w:rPr>
        <w:t>Signs of Malware</w:t>
      </w:r>
      <w:r w:rsidR="408D1F5B" w:rsidRPr="56A96901">
        <w:rPr>
          <w:rFonts w:ascii="ATT Aleck Sans" w:hAnsi="ATT Aleck Sans" w:cs="ATT Aleck Sans"/>
        </w:rPr>
        <w:t xml:space="preserve"> on the Computer</w:t>
      </w:r>
    </w:p>
    <w:p w14:paraId="58148176" w14:textId="77777777" w:rsidR="00812868" w:rsidRDefault="00812868" w:rsidP="00812868">
      <w:pPr>
        <w:rPr>
          <w:rFonts w:ascii="ATT Aleck Sans" w:hAnsi="ATT Aleck Sans" w:cs="ATT Aleck Sans"/>
          <w:b/>
          <w:bCs/>
        </w:rPr>
      </w:pPr>
    </w:p>
    <w:p w14:paraId="25B75F57" w14:textId="77777777" w:rsidR="00812868" w:rsidRPr="0074682D" w:rsidRDefault="00812868" w:rsidP="00812868">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74682D">
        <w:rPr>
          <w:rFonts w:ascii="ATT Aleck Sans" w:hAnsi="ATT Aleck Sans" w:cs="ATT Aleck Sans"/>
        </w:rPr>
        <w:t>Signs of malware</w:t>
      </w:r>
    </w:p>
    <w:p w14:paraId="06D14D6C" w14:textId="77777777" w:rsidR="0074682D" w:rsidRPr="0074682D" w:rsidRDefault="0074682D" w:rsidP="0074682D">
      <w:pPr>
        <w:numPr>
          <w:ilvl w:val="0"/>
          <w:numId w:val="75"/>
        </w:numPr>
        <w:tabs>
          <w:tab w:val="clear" w:pos="720"/>
          <w:tab w:val="num" w:pos="1080"/>
        </w:tabs>
        <w:ind w:left="1080"/>
        <w:rPr>
          <w:rFonts w:ascii="ATT Aleck Sans" w:hAnsi="ATT Aleck Sans" w:cs="ATT Aleck Sans"/>
          <w:color w:val="000000" w:themeColor="text1"/>
        </w:rPr>
      </w:pPr>
      <w:r w:rsidRPr="0074682D">
        <w:rPr>
          <w:rFonts w:ascii="ATT Aleck Sans" w:hAnsi="ATT Aleck Sans" w:cs="ATT Aleck Sans"/>
          <w:color w:val="000000" w:themeColor="text1"/>
        </w:rPr>
        <w:t>Pop-up ads</w:t>
      </w:r>
    </w:p>
    <w:p w14:paraId="2693E048" w14:textId="77777777" w:rsidR="0074682D" w:rsidRPr="0074682D" w:rsidRDefault="0074682D" w:rsidP="0074682D">
      <w:pPr>
        <w:numPr>
          <w:ilvl w:val="0"/>
          <w:numId w:val="75"/>
        </w:numPr>
        <w:tabs>
          <w:tab w:val="clear" w:pos="720"/>
          <w:tab w:val="num" w:pos="1080"/>
        </w:tabs>
        <w:ind w:left="1080"/>
        <w:rPr>
          <w:rFonts w:ascii="ATT Aleck Sans" w:hAnsi="ATT Aleck Sans" w:cs="ATT Aleck Sans"/>
          <w:color w:val="000000" w:themeColor="text1"/>
        </w:rPr>
      </w:pPr>
      <w:r w:rsidRPr="0074682D">
        <w:rPr>
          <w:rFonts w:ascii="ATT Aleck Sans" w:hAnsi="ATT Aleck Sans" w:cs="ATT Aleck Sans"/>
          <w:color w:val="000000" w:themeColor="text1"/>
        </w:rPr>
        <w:t>Pop-up windows are hard to close</w:t>
      </w:r>
    </w:p>
    <w:p w14:paraId="120FFEE7" w14:textId="77777777" w:rsidR="0074682D" w:rsidRPr="0074682D" w:rsidRDefault="0074682D" w:rsidP="0074682D">
      <w:pPr>
        <w:numPr>
          <w:ilvl w:val="0"/>
          <w:numId w:val="75"/>
        </w:numPr>
        <w:tabs>
          <w:tab w:val="clear" w:pos="720"/>
          <w:tab w:val="num" w:pos="1080"/>
        </w:tabs>
        <w:ind w:left="1080"/>
        <w:rPr>
          <w:rFonts w:ascii="ATT Aleck Sans" w:hAnsi="ATT Aleck Sans" w:cs="ATT Aleck Sans"/>
          <w:color w:val="000000" w:themeColor="text1"/>
        </w:rPr>
      </w:pPr>
      <w:r w:rsidRPr="0074682D">
        <w:rPr>
          <w:rFonts w:ascii="ATT Aleck Sans" w:hAnsi="ATT Aleck Sans" w:cs="ATT Aleck Sans"/>
          <w:color w:val="000000" w:themeColor="text1"/>
        </w:rPr>
        <w:t>New or unfamiliar toolbar icons</w:t>
      </w:r>
    </w:p>
    <w:p w14:paraId="0AB2A81B" w14:textId="77777777" w:rsidR="0074682D" w:rsidRPr="0074682D" w:rsidRDefault="0074682D" w:rsidP="0074682D">
      <w:pPr>
        <w:numPr>
          <w:ilvl w:val="0"/>
          <w:numId w:val="75"/>
        </w:numPr>
        <w:tabs>
          <w:tab w:val="clear" w:pos="720"/>
          <w:tab w:val="num" w:pos="1080"/>
        </w:tabs>
        <w:ind w:left="1080"/>
        <w:rPr>
          <w:rFonts w:ascii="ATT Aleck Sans" w:hAnsi="ATT Aleck Sans" w:cs="ATT Aleck Sans"/>
          <w:color w:val="000000" w:themeColor="text1"/>
        </w:rPr>
      </w:pPr>
      <w:r w:rsidRPr="0074682D">
        <w:rPr>
          <w:rFonts w:ascii="ATT Aleck Sans" w:hAnsi="ATT Aleck Sans" w:cs="ATT Aleck Sans"/>
          <w:color w:val="000000" w:themeColor="text1"/>
        </w:rPr>
        <w:t>Response is not as fast</w:t>
      </w:r>
    </w:p>
    <w:p w14:paraId="02E7D287" w14:textId="77777777" w:rsidR="00812868" w:rsidRDefault="00812868" w:rsidP="0074682D">
      <w:pPr>
        <w:ind w:left="360"/>
        <w:rPr>
          <w:rFonts w:ascii="ATT Aleck Sans" w:hAnsi="ATT Aleck Sans" w:cs="ATT Aleck Sans"/>
          <w:b/>
          <w:bCs/>
          <w:color w:val="000000" w:themeColor="text1"/>
        </w:rPr>
      </w:pPr>
    </w:p>
    <w:p w14:paraId="128439CC" w14:textId="77777777" w:rsidR="00812868" w:rsidRDefault="00812868" w:rsidP="0074682D">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74682D" w:rsidRPr="0074682D">
        <w:rPr>
          <w:rFonts w:ascii="ATT Aleck Sans" w:hAnsi="ATT Aleck Sans" w:cs="ATT Aleck Sans"/>
          <w:color w:val="000000" w:themeColor="text1"/>
        </w:rPr>
        <w:t>You encounter one or more of these signs: Pop-up ads appear and are hard to close; new or unfamiliar toolbar icons appear on the screen; or your computer or mobile device is not responding as fast as it used to. Your device may be infected with malware.</w:t>
      </w:r>
    </w:p>
    <w:p w14:paraId="75A9F5CA" w14:textId="77777777" w:rsidR="00812868" w:rsidRDefault="00812868" w:rsidP="00812868">
      <w:pPr>
        <w:ind w:firstLine="720"/>
        <w:rPr>
          <w:rFonts w:ascii="ATT Aleck Sans" w:hAnsi="ATT Aleck Sans" w:cs="ATT Aleck Sans"/>
          <w:color w:val="000000" w:themeColor="text1"/>
        </w:rPr>
      </w:pPr>
    </w:p>
    <w:p w14:paraId="14473D72" w14:textId="77777777" w:rsidR="00812868" w:rsidRDefault="00812868" w:rsidP="0081286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0C0D0A05" w14:textId="77777777" w:rsidR="00812868" w:rsidRDefault="00812868" w:rsidP="00812868">
      <w:pPr>
        <w:ind w:firstLine="720"/>
        <w:rPr>
          <w:rFonts w:ascii="ATT Aleck Sans" w:hAnsi="ATT Aleck Sans" w:cs="ATT Aleck Sans"/>
        </w:rPr>
      </w:pPr>
    </w:p>
    <w:p w14:paraId="6B461FDB" w14:textId="77777777" w:rsidR="00812868" w:rsidRPr="00AE2E85" w:rsidRDefault="00812868" w:rsidP="0081286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7C40FDAE" w14:textId="77777777" w:rsidR="00812868" w:rsidRDefault="00812868" w:rsidP="00812868">
      <w:pPr>
        <w:rPr>
          <w:rFonts w:ascii="ATT Aleck Sans" w:hAnsi="ATT Aleck Sans" w:cs="ATT Aleck Sans"/>
        </w:rPr>
      </w:pPr>
    </w:p>
    <w:p w14:paraId="6450F66B" w14:textId="77777777" w:rsidR="00812868" w:rsidRDefault="00812868" w:rsidP="00812868">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90</w:t>
      </w:r>
      <w:r w:rsidRPr="001C5AAA">
        <w:rPr>
          <w:rFonts w:ascii="ATT Aleck Sans" w:hAnsi="ATT Aleck Sans" w:cs="ATT Aleck Sans"/>
        </w:rPr>
        <w:t>:</w:t>
      </w:r>
      <w:r w:rsidRPr="00FC361A">
        <w:rPr>
          <w:rFonts w:ascii="ATT Aleck Sans" w:hAnsi="ATT Aleck Sans" w:cs="ATT Aleck Sans"/>
        </w:rPr>
        <w:t xml:space="preserve"> </w:t>
      </w:r>
      <w:r w:rsidR="00AC6C07">
        <w:rPr>
          <w:rFonts w:ascii="ATT Aleck Sans" w:hAnsi="ATT Aleck Sans" w:cs="ATT Aleck Sans"/>
        </w:rPr>
        <w:t>How to Report Scams</w:t>
      </w:r>
    </w:p>
    <w:p w14:paraId="110A4A9B" w14:textId="77777777" w:rsidR="00812868" w:rsidRDefault="00812868" w:rsidP="00812868">
      <w:pPr>
        <w:rPr>
          <w:rFonts w:ascii="ATT Aleck Sans" w:hAnsi="ATT Aleck Sans" w:cs="ATT Aleck Sans"/>
          <w:b/>
          <w:bCs/>
        </w:rPr>
      </w:pPr>
    </w:p>
    <w:p w14:paraId="52DCC6B8" w14:textId="77777777" w:rsidR="00812868" w:rsidRPr="001C5AAA" w:rsidRDefault="00812868" w:rsidP="00812868">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p>
    <w:p w14:paraId="7AC05356" w14:textId="77777777" w:rsidR="00812868" w:rsidRDefault="00812868" w:rsidP="00812868">
      <w:pPr>
        <w:rPr>
          <w:rFonts w:ascii="ATT Aleck Sans" w:hAnsi="ATT Aleck Sans" w:cs="ATT Aleck Sans"/>
          <w:b/>
          <w:bCs/>
          <w:color w:val="000000" w:themeColor="text1"/>
        </w:rPr>
      </w:pPr>
    </w:p>
    <w:p w14:paraId="3F4A09EC" w14:textId="77777777" w:rsidR="00812868" w:rsidRDefault="00812868" w:rsidP="00AC6C07">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AC6C07" w:rsidRPr="00AC6C07">
        <w:rPr>
          <w:rFonts w:ascii="ATT Aleck Sans" w:hAnsi="ATT Aleck Sans" w:cs="ATT Aleck Sans"/>
          <w:color w:val="000000" w:themeColor="text1"/>
        </w:rPr>
        <w:t>Online scams can originate anywhere in the world, making it very hard or even impossible to track down the fraudsters behind them. However, you can take a few actions if you identify or fall victim to a scam. The list can also be found on the Learner Handout.</w:t>
      </w:r>
    </w:p>
    <w:p w14:paraId="166B69FE" w14:textId="77777777" w:rsidR="00812868" w:rsidRDefault="00812868" w:rsidP="00812868">
      <w:pPr>
        <w:ind w:firstLine="720"/>
        <w:rPr>
          <w:rFonts w:ascii="ATT Aleck Sans" w:hAnsi="ATT Aleck Sans" w:cs="ATT Aleck Sans"/>
          <w:color w:val="000000" w:themeColor="text1"/>
        </w:rPr>
      </w:pPr>
    </w:p>
    <w:p w14:paraId="31CE0526" w14:textId="77777777" w:rsidR="00812868" w:rsidRDefault="00812868" w:rsidP="00812868">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47A84E68" w14:textId="77777777" w:rsidR="00812868" w:rsidRDefault="00812868" w:rsidP="00812868">
      <w:pPr>
        <w:ind w:firstLine="720"/>
        <w:rPr>
          <w:rFonts w:ascii="ATT Aleck Sans" w:hAnsi="ATT Aleck Sans" w:cs="ATT Aleck Sans"/>
        </w:rPr>
      </w:pPr>
    </w:p>
    <w:p w14:paraId="1ED4D030" w14:textId="77777777" w:rsidR="00812868" w:rsidRPr="00AE2E85" w:rsidRDefault="00812868" w:rsidP="0081286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65438432" w14:textId="77777777" w:rsidR="00812868" w:rsidRPr="00AE2E85" w:rsidRDefault="00812868" w:rsidP="00812868">
      <w:pPr>
        <w:rPr>
          <w:rFonts w:ascii="ATT Aleck Sans" w:hAnsi="ATT Aleck Sans" w:cs="ATT Aleck Sans"/>
        </w:rPr>
      </w:pPr>
    </w:p>
    <w:p w14:paraId="6A336C4C" w14:textId="77777777" w:rsidR="00AC6C07" w:rsidRDefault="00AC6C07" w:rsidP="00AC6C07">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91</w:t>
      </w:r>
      <w:r w:rsidRPr="001C5AAA">
        <w:rPr>
          <w:rFonts w:ascii="ATT Aleck Sans" w:hAnsi="ATT Aleck Sans" w:cs="ATT Aleck Sans"/>
        </w:rPr>
        <w:t>:</w:t>
      </w:r>
      <w:r>
        <w:rPr>
          <w:rFonts w:ascii="ATT Aleck Sans" w:hAnsi="ATT Aleck Sans" w:cs="ATT Aleck Sans"/>
        </w:rPr>
        <w:t xml:space="preserve"> Contact the Organization</w:t>
      </w:r>
      <w:r w:rsidRPr="00FC361A">
        <w:rPr>
          <w:rFonts w:ascii="ATT Aleck Sans" w:hAnsi="ATT Aleck Sans" w:cs="ATT Aleck Sans"/>
        </w:rPr>
        <w:t xml:space="preserve"> </w:t>
      </w:r>
    </w:p>
    <w:p w14:paraId="51CE7C4B" w14:textId="77777777" w:rsidR="00AC6C07" w:rsidRDefault="00AC6C07" w:rsidP="00AC6C07">
      <w:pPr>
        <w:rPr>
          <w:rFonts w:ascii="ATT Aleck Sans" w:hAnsi="ATT Aleck Sans" w:cs="ATT Aleck Sans"/>
          <w:b/>
          <w:bCs/>
        </w:rPr>
      </w:pPr>
    </w:p>
    <w:p w14:paraId="79833D88" w14:textId="77777777" w:rsidR="00AC6C07" w:rsidRPr="00AC6C07" w:rsidRDefault="00AC6C07" w:rsidP="00AC6C07">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Pr="00AC6C07">
        <w:rPr>
          <w:rFonts w:ascii="ATT Aleck Sans" w:hAnsi="ATT Aleck Sans" w:cs="ATT Aleck Sans"/>
        </w:rPr>
        <w:t>Contact the organization.</w:t>
      </w:r>
    </w:p>
    <w:p w14:paraId="3ADC8703" w14:textId="77777777" w:rsidR="00AC6C07" w:rsidRDefault="00AC6C07" w:rsidP="00AC6C07">
      <w:pPr>
        <w:rPr>
          <w:rFonts w:ascii="ATT Aleck Sans" w:hAnsi="ATT Aleck Sans" w:cs="ATT Aleck Sans"/>
          <w:b/>
          <w:bCs/>
          <w:color w:val="000000" w:themeColor="text1"/>
        </w:rPr>
      </w:pPr>
    </w:p>
    <w:p w14:paraId="39345AA1" w14:textId="77777777" w:rsidR="00AC6C07" w:rsidRDefault="00AC6C07" w:rsidP="00163FAE">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163FAE" w:rsidRPr="00163FAE">
        <w:rPr>
          <w:rFonts w:ascii="ATT Aleck Sans" w:hAnsi="ATT Aleck Sans" w:cs="ATT Aleck Sans"/>
          <w:color w:val="000000" w:themeColor="text1"/>
        </w:rPr>
        <w:t xml:space="preserve">If you encounter a phishing scam imitating an organization you know, you can contact that organization. But remember not to use the contact information in the suspicious </w:t>
      </w:r>
      <w:r w:rsidR="00163FAE" w:rsidRPr="00163FAE">
        <w:rPr>
          <w:rFonts w:ascii="ATT Aleck Sans" w:hAnsi="ATT Aleck Sans" w:cs="ATT Aleck Sans"/>
          <w:color w:val="000000" w:themeColor="text1"/>
        </w:rPr>
        <w:lastRenderedPageBreak/>
        <w:t>email. Look up their information from a different source. For instance, if you receive a suspicious email claiming to be from the IRS</w:t>
      </w:r>
      <w:r w:rsidR="00163FAE">
        <w:rPr>
          <w:rFonts w:ascii="ATT Aleck Sans" w:hAnsi="ATT Aleck Sans" w:cs="ATT Aleck Sans"/>
          <w:color w:val="000000" w:themeColor="text1"/>
        </w:rPr>
        <w:t>,</w:t>
      </w:r>
      <w:r w:rsidR="00163FAE" w:rsidRPr="00163FAE">
        <w:rPr>
          <w:rFonts w:ascii="ATT Aleck Sans" w:hAnsi="ATT Aleck Sans" w:cs="ATT Aleck Sans"/>
          <w:color w:val="000000" w:themeColor="text1"/>
        </w:rPr>
        <w:t xml:space="preserve"> the website requests that you forward it to phishing@irs.gov. </w:t>
      </w:r>
    </w:p>
    <w:p w14:paraId="2885927B" w14:textId="77777777" w:rsidR="00AC6C07" w:rsidRDefault="00AC6C07" w:rsidP="00AC6C07">
      <w:pPr>
        <w:ind w:firstLine="720"/>
        <w:rPr>
          <w:rFonts w:ascii="ATT Aleck Sans" w:hAnsi="ATT Aleck Sans" w:cs="ATT Aleck Sans"/>
          <w:color w:val="000000" w:themeColor="text1"/>
        </w:rPr>
      </w:pPr>
    </w:p>
    <w:p w14:paraId="275130CF" w14:textId="77777777" w:rsidR="00AC6C07" w:rsidRDefault="00AC6C07" w:rsidP="00AC6C07">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70CA2A8C" w14:textId="77777777" w:rsidR="00AC6C07" w:rsidRDefault="00AC6C07" w:rsidP="00AC6C07">
      <w:pPr>
        <w:ind w:firstLine="720"/>
        <w:rPr>
          <w:rFonts w:ascii="ATT Aleck Sans" w:hAnsi="ATT Aleck Sans" w:cs="ATT Aleck Sans"/>
        </w:rPr>
      </w:pPr>
    </w:p>
    <w:p w14:paraId="6EF4E3EB" w14:textId="226D8CD2" w:rsidR="00AC6C07" w:rsidRDefault="00AC6C07" w:rsidP="005201B8">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43D8910D" w14:textId="77777777" w:rsidR="00AC6C07" w:rsidRDefault="00AC6C07" w:rsidP="00422A80">
      <w:pPr>
        <w:rPr>
          <w:rFonts w:ascii="ATT Aleck Sans" w:hAnsi="ATT Aleck Sans" w:cs="ATT Aleck Sans"/>
          <w:b/>
          <w:bCs/>
        </w:rPr>
      </w:pPr>
    </w:p>
    <w:p w14:paraId="6641821A" w14:textId="77777777" w:rsidR="00AC6C07" w:rsidRDefault="00AC6C07" w:rsidP="00AC6C07">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92</w:t>
      </w:r>
      <w:r w:rsidRPr="001C5AAA">
        <w:rPr>
          <w:rFonts w:ascii="ATT Aleck Sans" w:hAnsi="ATT Aleck Sans" w:cs="ATT Aleck Sans"/>
        </w:rPr>
        <w:t>:</w:t>
      </w:r>
      <w:r w:rsidRPr="00FC361A">
        <w:rPr>
          <w:rFonts w:ascii="ATT Aleck Sans" w:hAnsi="ATT Aleck Sans" w:cs="ATT Aleck Sans"/>
        </w:rPr>
        <w:t xml:space="preserve"> </w:t>
      </w:r>
      <w:r w:rsidRPr="00AC6C07">
        <w:rPr>
          <w:rFonts w:ascii="ATT Aleck Sans" w:hAnsi="ATT Aleck Sans" w:cs="ATT Aleck Sans"/>
        </w:rPr>
        <w:t xml:space="preserve">Contact </w:t>
      </w:r>
      <w:r>
        <w:rPr>
          <w:rFonts w:ascii="ATT Aleck Sans" w:hAnsi="ATT Aleck Sans" w:cs="ATT Aleck Sans"/>
        </w:rPr>
        <w:t>Y</w:t>
      </w:r>
      <w:r w:rsidRPr="00AC6C07">
        <w:rPr>
          <w:rFonts w:ascii="ATT Aleck Sans" w:hAnsi="ATT Aleck Sans" w:cs="ATT Aleck Sans"/>
        </w:rPr>
        <w:t xml:space="preserve">our </w:t>
      </w:r>
      <w:r>
        <w:rPr>
          <w:rFonts w:ascii="ATT Aleck Sans" w:hAnsi="ATT Aleck Sans" w:cs="ATT Aleck Sans"/>
        </w:rPr>
        <w:t>B</w:t>
      </w:r>
      <w:r w:rsidRPr="00AC6C07">
        <w:rPr>
          <w:rFonts w:ascii="ATT Aleck Sans" w:hAnsi="ATT Aleck Sans" w:cs="ATT Aleck Sans"/>
        </w:rPr>
        <w:t xml:space="preserve">ank and </w:t>
      </w:r>
      <w:r>
        <w:rPr>
          <w:rFonts w:ascii="ATT Aleck Sans" w:hAnsi="ATT Aleck Sans" w:cs="ATT Aleck Sans"/>
        </w:rPr>
        <w:t>C</w:t>
      </w:r>
      <w:r w:rsidRPr="00AC6C07">
        <w:rPr>
          <w:rFonts w:ascii="ATT Aleck Sans" w:hAnsi="ATT Aleck Sans" w:cs="ATT Aleck Sans"/>
        </w:rPr>
        <w:t xml:space="preserve">redit </w:t>
      </w:r>
      <w:r>
        <w:rPr>
          <w:rFonts w:ascii="ATT Aleck Sans" w:hAnsi="ATT Aleck Sans" w:cs="ATT Aleck Sans"/>
        </w:rPr>
        <w:t>C</w:t>
      </w:r>
      <w:r w:rsidRPr="00AC6C07">
        <w:rPr>
          <w:rFonts w:ascii="ATT Aleck Sans" w:hAnsi="ATT Aleck Sans" w:cs="ATT Aleck Sans"/>
        </w:rPr>
        <w:t xml:space="preserve">ard </w:t>
      </w:r>
      <w:r>
        <w:rPr>
          <w:rFonts w:ascii="ATT Aleck Sans" w:hAnsi="ATT Aleck Sans" w:cs="ATT Aleck Sans"/>
        </w:rPr>
        <w:t>C</w:t>
      </w:r>
      <w:r w:rsidRPr="00AC6C07">
        <w:rPr>
          <w:rFonts w:ascii="ATT Aleck Sans" w:hAnsi="ATT Aleck Sans" w:cs="ATT Aleck Sans"/>
        </w:rPr>
        <w:t>ompanies</w:t>
      </w:r>
    </w:p>
    <w:p w14:paraId="7A290C3D" w14:textId="77777777" w:rsidR="00AC6C07" w:rsidRDefault="00AC6C07" w:rsidP="00AC6C07">
      <w:pPr>
        <w:rPr>
          <w:rFonts w:ascii="ATT Aleck Sans" w:hAnsi="ATT Aleck Sans" w:cs="ATT Aleck Sans"/>
          <w:b/>
          <w:bCs/>
        </w:rPr>
      </w:pPr>
    </w:p>
    <w:p w14:paraId="13C7767A" w14:textId="77777777" w:rsidR="00AC6C07" w:rsidRPr="00AC6C07" w:rsidRDefault="00AC6C07" w:rsidP="00AC6C07">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Pr="00AC6C07">
        <w:rPr>
          <w:rFonts w:ascii="ATT Aleck Sans" w:hAnsi="ATT Aleck Sans" w:cs="ATT Aleck Sans"/>
        </w:rPr>
        <w:t>Contact your bank and credit card companies.</w:t>
      </w:r>
    </w:p>
    <w:p w14:paraId="6618D29A" w14:textId="77777777" w:rsidR="00AC6C07" w:rsidRDefault="00AC6C07" w:rsidP="00AC6C07">
      <w:pPr>
        <w:rPr>
          <w:rFonts w:ascii="ATT Aleck Sans" w:hAnsi="ATT Aleck Sans" w:cs="ATT Aleck Sans"/>
          <w:b/>
          <w:bCs/>
          <w:color w:val="000000" w:themeColor="text1"/>
        </w:rPr>
      </w:pPr>
    </w:p>
    <w:p w14:paraId="61544532" w14:textId="77777777" w:rsidR="00AC6C07" w:rsidRDefault="00AC6C07" w:rsidP="00AC6C07">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AC6C07">
        <w:rPr>
          <w:rFonts w:ascii="ATT Aleck Sans" w:hAnsi="ATT Aleck Sans" w:cs="ATT Aleck Sans"/>
          <w:color w:val="000000" w:themeColor="text1"/>
        </w:rPr>
        <w:t xml:space="preserve">If you notice some transactions on your bank account statement that you did not make, contact your bank immediately to report the problem! </w:t>
      </w:r>
    </w:p>
    <w:p w14:paraId="78EF748A" w14:textId="77777777" w:rsidR="00AC6C07" w:rsidRDefault="00AC6C07" w:rsidP="00AC6C07">
      <w:pPr>
        <w:ind w:firstLine="720"/>
        <w:rPr>
          <w:rFonts w:ascii="ATT Aleck Sans" w:hAnsi="ATT Aleck Sans" w:cs="ATT Aleck Sans"/>
          <w:color w:val="000000" w:themeColor="text1"/>
        </w:rPr>
      </w:pPr>
    </w:p>
    <w:p w14:paraId="1556C91F" w14:textId="77777777" w:rsidR="00AC6C07" w:rsidRDefault="00AC6C07" w:rsidP="00AC6C07">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3D6E6ED2" w14:textId="77777777" w:rsidR="00AC6C07" w:rsidRDefault="00AC6C07" w:rsidP="00AC6C07">
      <w:pPr>
        <w:ind w:firstLine="720"/>
        <w:rPr>
          <w:rFonts w:ascii="ATT Aleck Sans" w:hAnsi="ATT Aleck Sans" w:cs="ATT Aleck Sans"/>
        </w:rPr>
      </w:pPr>
    </w:p>
    <w:p w14:paraId="509E4FD8" w14:textId="77777777" w:rsidR="00AC6C07" w:rsidRPr="00AE2E85" w:rsidRDefault="00AC6C07" w:rsidP="00AC6C07">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6469FE56" w14:textId="77777777" w:rsidR="00AC6C07" w:rsidRDefault="00AC6C07" w:rsidP="00422A80">
      <w:pPr>
        <w:rPr>
          <w:rFonts w:ascii="ATT Aleck Sans" w:hAnsi="ATT Aleck Sans" w:cs="ATT Aleck Sans"/>
          <w:b/>
          <w:bCs/>
        </w:rPr>
      </w:pPr>
    </w:p>
    <w:p w14:paraId="514F2686" w14:textId="77777777" w:rsidR="00AC6C07" w:rsidRDefault="00AC6C07" w:rsidP="00AC6C07">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93</w:t>
      </w:r>
      <w:r w:rsidRPr="001C5AAA">
        <w:rPr>
          <w:rFonts w:ascii="ATT Aleck Sans" w:hAnsi="ATT Aleck Sans" w:cs="ATT Aleck Sans"/>
        </w:rPr>
        <w:t>:</w:t>
      </w:r>
      <w:r w:rsidRPr="00FC361A">
        <w:rPr>
          <w:rFonts w:ascii="ATT Aleck Sans" w:hAnsi="ATT Aleck Sans" w:cs="ATT Aleck Sans"/>
        </w:rPr>
        <w:t xml:space="preserve"> </w:t>
      </w:r>
      <w:r w:rsidRPr="00AC6C07">
        <w:rPr>
          <w:rFonts w:ascii="ATT Aleck Sans" w:hAnsi="ATT Aleck Sans" w:cs="ATT Aleck Sans"/>
        </w:rPr>
        <w:t xml:space="preserve">Freeze </w:t>
      </w:r>
      <w:r>
        <w:rPr>
          <w:rFonts w:ascii="ATT Aleck Sans" w:hAnsi="ATT Aleck Sans" w:cs="ATT Aleck Sans"/>
        </w:rPr>
        <w:t>Y</w:t>
      </w:r>
      <w:r w:rsidRPr="00AC6C07">
        <w:rPr>
          <w:rFonts w:ascii="ATT Aleck Sans" w:hAnsi="ATT Aleck Sans" w:cs="ATT Aleck Sans"/>
        </w:rPr>
        <w:t xml:space="preserve">our </w:t>
      </w:r>
      <w:r>
        <w:rPr>
          <w:rFonts w:ascii="ATT Aleck Sans" w:hAnsi="ATT Aleck Sans" w:cs="ATT Aleck Sans"/>
        </w:rPr>
        <w:t>C</w:t>
      </w:r>
      <w:r w:rsidRPr="00AC6C07">
        <w:rPr>
          <w:rFonts w:ascii="ATT Aleck Sans" w:hAnsi="ATT Aleck Sans" w:cs="ATT Aleck Sans"/>
        </w:rPr>
        <w:t xml:space="preserve">redit </w:t>
      </w:r>
      <w:r>
        <w:rPr>
          <w:rFonts w:ascii="ATT Aleck Sans" w:hAnsi="ATT Aleck Sans" w:cs="ATT Aleck Sans"/>
        </w:rPr>
        <w:t>R</w:t>
      </w:r>
      <w:r w:rsidRPr="00AC6C07">
        <w:rPr>
          <w:rFonts w:ascii="ATT Aleck Sans" w:hAnsi="ATT Aleck Sans" w:cs="ATT Aleck Sans"/>
        </w:rPr>
        <w:t>eport</w:t>
      </w:r>
    </w:p>
    <w:p w14:paraId="6485B121" w14:textId="77777777" w:rsidR="00AC6C07" w:rsidRDefault="00AC6C07" w:rsidP="00AC6C07">
      <w:pPr>
        <w:rPr>
          <w:rFonts w:ascii="ATT Aleck Sans" w:hAnsi="ATT Aleck Sans" w:cs="ATT Aleck Sans"/>
          <w:b/>
          <w:bCs/>
        </w:rPr>
      </w:pPr>
    </w:p>
    <w:p w14:paraId="77E91FA5" w14:textId="77777777" w:rsidR="00AC6C07" w:rsidRPr="00AC6C07" w:rsidRDefault="00AC6C07" w:rsidP="00AC6C07">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Pr="00AC6C07">
        <w:rPr>
          <w:rFonts w:ascii="ATT Aleck Sans" w:hAnsi="ATT Aleck Sans" w:cs="ATT Aleck Sans"/>
        </w:rPr>
        <w:t>Freeze your credit report.</w:t>
      </w:r>
    </w:p>
    <w:p w14:paraId="456FE2EB" w14:textId="77777777" w:rsidR="00AC6C07" w:rsidRDefault="00AC6C07" w:rsidP="00AC6C07">
      <w:pPr>
        <w:rPr>
          <w:rFonts w:ascii="ATT Aleck Sans" w:hAnsi="ATT Aleck Sans" w:cs="ATT Aleck Sans"/>
          <w:b/>
          <w:bCs/>
          <w:color w:val="000000" w:themeColor="text1"/>
        </w:rPr>
      </w:pPr>
    </w:p>
    <w:p w14:paraId="70613373" w14:textId="77777777" w:rsidR="00AC6C07" w:rsidRDefault="00AC6C07" w:rsidP="00AC6C07">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AC6C07">
        <w:rPr>
          <w:rFonts w:ascii="ATT Aleck Sans" w:hAnsi="ATT Aleck Sans" w:cs="ATT Aleck Sans"/>
          <w:color w:val="000000" w:themeColor="text1"/>
        </w:rPr>
        <w:t>If you are a victim of identity theft, a data breach, or want to be extra cautious, you can freeze your credit report to prevent someone else from applying for credit cards or loans under your name.</w:t>
      </w:r>
    </w:p>
    <w:p w14:paraId="5BFFBA10" w14:textId="77777777" w:rsidR="00AC6C07" w:rsidRDefault="00AC6C07" w:rsidP="00AC6C07">
      <w:pPr>
        <w:ind w:firstLine="720"/>
        <w:rPr>
          <w:rFonts w:ascii="ATT Aleck Sans" w:hAnsi="ATT Aleck Sans" w:cs="ATT Aleck Sans"/>
          <w:color w:val="000000" w:themeColor="text1"/>
        </w:rPr>
      </w:pPr>
    </w:p>
    <w:p w14:paraId="7C91D83E" w14:textId="77777777" w:rsidR="00AC6C07" w:rsidRDefault="00AC6C07" w:rsidP="00AC6C07">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0221B9F7" w14:textId="77777777" w:rsidR="00AC6C07" w:rsidRDefault="00AC6C07" w:rsidP="00AC6C07">
      <w:pPr>
        <w:ind w:firstLine="720"/>
        <w:rPr>
          <w:rFonts w:ascii="ATT Aleck Sans" w:hAnsi="ATT Aleck Sans" w:cs="ATT Aleck Sans"/>
        </w:rPr>
      </w:pPr>
    </w:p>
    <w:p w14:paraId="62E7DA5F" w14:textId="77777777" w:rsidR="00AC6C07" w:rsidRPr="00AE2E85" w:rsidRDefault="00AC6C07" w:rsidP="00AC6C07">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73B15DB4" w14:textId="77777777" w:rsidR="00AC6C07" w:rsidRDefault="00AC6C07" w:rsidP="00AC6C07">
      <w:pPr>
        <w:rPr>
          <w:rFonts w:ascii="ATT Aleck Sans" w:hAnsi="ATT Aleck Sans" w:cs="ATT Aleck Sans"/>
          <w:b/>
          <w:bCs/>
        </w:rPr>
      </w:pPr>
    </w:p>
    <w:p w14:paraId="7664C882" w14:textId="77777777" w:rsidR="00AC6C07" w:rsidRDefault="00AC6C07" w:rsidP="00AC6C07">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94</w:t>
      </w:r>
      <w:r w:rsidRPr="001C5AAA">
        <w:rPr>
          <w:rFonts w:ascii="ATT Aleck Sans" w:hAnsi="ATT Aleck Sans" w:cs="ATT Aleck Sans"/>
        </w:rPr>
        <w:t>:</w:t>
      </w:r>
      <w:r>
        <w:rPr>
          <w:rFonts w:ascii="ATT Aleck Sans" w:hAnsi="ATT Aleck Sans" w:cs="ATT Aleck Sans"/>
        </w:rPr>
        <w:t xml:space="preserve"> Change Your Password.</w:t>
      </w:r>
      <w:r w:rsidRPr="00FC361A">
        <w:rPr>
          <w:rFonts w:ascii="ATT Aleck Sans" w:hAnsi="ATT Aleck Sans" w:cs="ATT Aleck Sans"/>
        </w:rPr>
        <w:t xml:space="preserve"> </w:t>
      </w:r>
    </w:p>
    <w:p w14:paraId="136D28AD" w14:textId="77777777" w:rsidR="00AC6C07" w:rsidRDefault="00AC6C07" w:rsidP="00AC6C07">
      <w:pPr>
        <w:rPr>
          <w:rFonts w:ascii="ATT Aleck Sans" w:hAnsi="ATT Aleck Sans" w:cs="ATT Aleck Sans"/>
          <w:b/>
          <w:bCs/>
        </w:rPr>
      </w:pPr>
    </w:p>
    <w:p w14:paraId="5DBE3BA7" w14:textId="77777777" w:rsidR="00AC6C07" w:rsidRPr="00AC6C07" w:rsidRDefault="00AC6C07" w:rsidP="00AC6C07">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Pr="00AC6C07">
        <w:rPr>
          <w:rFonts w:ascii="ATT Aleck Sans" w:hAnsi="ATT Aleck Sans" w:cs="ATT Aleck Sans"/>
        </w:rPr>
        <w:t>Change your password.</w:t>
      </w:r>
    </w:p>
    <w:p w14:paraId="66036875" w14:textId="77777777" w:rsidR="00AC6C07" w:rsidRDefault="00AC6C07" w:rsidP="00AC6C07">
      <w:pPr>
        <w:rPr>
          <w:rFonts w:ascii="ATT Aleck Sans" w:hAnsi="ATT Aleck Sans" w:cs="ATT Aleck Sans"/>
          <w:b/>
          <w:bCs/>
          <w:color w:val="000000" w:themeColor="text1"/>
        </w:rPr>
      </w:pPr>
    </w:p>
    <w:p w14:paraId="2BCB34D6" w14:textId="77777777" w:rsidR="00AC6C07" w:rsidRDefault="00AC6C07" w:rsidP="00AC6C07">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AC6C07">
        <w:rPr>
          <w:rFonts w:ascii="ATT Aleck Sans" w:hAnsi="ATT Aleck Sans" w:cs="ATT Aleck Sans"/>
          <w:color w:val="000000" w:themeColor="text1"/>
        </w:rPr>
        <w:t xml:space="preserve">If you receive an email that someone is trying to access your account, you may want to change your password. If you give your password to a scammer or </w:t>
      </w:r>
      <w:proofErr w:type="gramStart"/>
      <w:r w:rsidRPr="00AC6C07">
        <w:rPr>
          <w:rFonts w:ascii="ATT Aleck Sans" w:hAnsi="ATT Aleck Sans" w:cs="ATT Aleck Sans"/>
          <w:color w:val="000000" w:themeColor="text1"/>
        </w:rPr>
        <w:t>you think</w:t>
      </w:r>
      <w:proofErr w:type="gramEnd"/>
      <w:r w:rsidRPr="00AC6C07">
        <w:rPr>
          <w:rFonts w:ascii="ATT Aleck Sans" w:hAnsi="ATT Aleck Sans" w:cs="ATT Aleck Sans"/>
          <w:color w:val="000000" w:themeColor="text1"/>
        </w:rPr>
        <w:t xml:space="preserve"> someone may have access to your password through a data breach, unsecured internet hotspot, malware, or phishing attempt, change your password. </w:t>
      </w:r>
    </w:p>
    <w:p w14:paraId="2DB6B189" w14:textId="77777777" w:rsidR="00AC6C07" w:rsidRDefault="00AC6C07" w:rsidP="00AC6C07">
      <w:pPr>
        <w:ind w:firstLine="720"/>
        <w:rPr>
          <w:rFonts w:ascii="ATT Aleck Sans" w:hAnsi="ATT Aleck Sans" w:cs="ATT Aleck Sans"/>
          <w:color w:val="000000" w:themeColor="text1"/>
        </w:rPr>
      </w:pPr>
    </w:p>
    <w:p w14:paraId="54C5ACA9" w14:textId="77777777" w:rsidR="00AC6C07" w:rsidRDefault="00AC6C07" w:rsidP="00AC6C07">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3E7DABB5" w14:textId="77777777" w:rsidR="00AC6C07" w:rsidRDefault="00AC6C07" w:rsidP="00AC6C07">
      <w:pPr>
        <w:ind w:firstLine="720"/>
        <w:rPr>
          <w:rFonts w:ascii="ATT Aleck Sans" w:hAnsi="ATT Aleck Sans" w:cs="ATT Aleck Sans"/>
        </w:rPr>
      </w:pPr>
    </w:p>
    <w:p w14:paraId="76311033" w14:textId="77777777" w:rsidR="00AC6C07" w:rsidRPr="00AE2E85" w:rsidRDefault="00AC6C07" w:rsidP="00AC6C07">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53475F60" w14:textId="77777777" w:rsidR="00AC6C07" w:rsidRDefault="00AC6C07" w:rsidP="00422A80">
      <w:pPr>
        <w:rPr>
          <w:rFonts w:ascii="ATT Aleck Sans" w:hAnsi="ATT Aleck Sans" w:cs="ATT Aleck Sans"/>
          <w:b/>
          <w:bCs/>
        </w:rPr>
      </w:pPr>
    </w:p>
    <w:p w14:paraId="7422C076" w14:textId="3D2EF41B" w:rsidR="00AC6C07" w:rsidRDefault="00AC6C07" w:rsidP="00AC6C07">
      <w:pPr>
        <w:rPr>
          <w:rFonts w:ascii="ATT Aleck Sans" w:hAnsi="ATT Aleck Sans" w:cs="ATT Aleck Sans"/>
        </w:rPr>
      </w:pPr>
      <w:r w:rsidRPr="56A96901">
        <w:rPr>
          <w:rFonts w:ascii="ATT Aleck Sans" w:hAnsi="ATT Aleck Sans" w:cs="ATT Aleck Sans"/>
          <w:b/>
          <w:bCs/>
        </w:rPr>
        <w:lastRenderedPageBreak/>
        <w:t>Slide Number &amp; Title</w:t>
      </w:r>
      <w:r w:rsidRPr="56A96901">
        <w:rPr>
          <w:rFonts w:ascii="ATT Aleck Sans" w:hAnsi="ATT Aleck Sans" w:cs="ATT Aleck Sans"/>
        </w:rPr>
        <w:t>. Slide 95: File a Complaint</w:t>
      </w:r>
      <w:r w:rsidR="784D8C3A" w:rsidRPr="56A96901">
        <w:rPr>
          <w:rFonts w:ascii="ATT Aleck Sans" w:hAnsi="ATT Aleck Sans" w:cs="ATT Aleck Sans"/>
        </w:rPr>
        <w:t xml:space="preserve"> with the </w:t>
      </w:r>
      <w:r w:rsidRPr="56A96901">
        <w:rPr>
          <w:rFonts w:ascii="ATT Aleck Sans" w:hAnsi="ATT Aleck Sans" w:cs="ATT Aleck Sans"/>
        </w:rPr>
        <w:t xml:space="preserve">FTC </w:t>
      </w:r>
    </w:p>
    <w:p w14:paraId="743E5FDB" w14:textId="77777777" w:rsidR="00AC6C07" w:rsidRDefault="00AC6C07" w:rsidP="00AC6C07">
      <w:pPr>
        <w:rPr>
          <w:rFonts w:ascii="ATT Aleck Sans" w:hAnsi="ATT Aleck Sans" w:cs="ATT Aleck Sans"/>
          <w:b/>
          <w:bCs/>
        </w:rPr>
      </w:pPr>
    </w:p>
    <w:p w14:paraId="17F05178" w14:textId="77777777" w:rsidR="00AC6C07" w:rsidRPr="00AC6C07" w:rsidRDefault="00AC6C07" w:rsidP="00AC6C07">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Pr>
          <w:rFonts w:ascii="ATT Aleck Sans" w:hAnsi="ATT Aleck Sans" w:cs="ATT Aleck Sans"/>
        </w:rPr>
        <w:t>File a complaint. https://</w:t>
      </w:r>
      <w:r w:rsidRPr="00AC6C07">
        <w:rPr>
          <w:rFonts w:ascii="ATT Aleck Sans" w:hAnsi="ATT Aleck Sans" w:cs="ATT Aleck Sans"/>
          <w:color w:val="000000" w:themeColor="text1"/>
        </w:rPr>
        <w:t>reportfraud.ftc.gov</w:t>
      </w:r>
    </w:p>
    <w:p w14:paraId="79721446" w14:textId="77777777" w:rsidR="00AC6C07" w:rsidRDefault="00AC6C07" w:rsidP="00AC6C07">
      <w:pPr>
        <w:rPr>
          <w:rFonts w:ascii="ATT Aleck Sans" w:hAnsi="ATT Aleck Sans" w:cs="ATT Aleck Sans"/>
          <w:b/>
          <w:bCs/>
          <w:color w:val="000000" w:themeColor="text1"/>
        </w:rPr>
      </w:pPr>
    </w:p>
    <w:p w14:paraId="2880BDAA" w14:textId="77777777" w:rsidR="00AC6C07" w:rsidRDefault="00AC6C07" w:rsidP="00AC6C07">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AC6C07">
        <w:rPr>
          <w:rFonts w:ascii="ATT Aleck Sans" w:hAnsi="ATT Aleck Sans" w:cs="ATT Aleck Sans"/>
          <w:color w:val="000000" w:themeColor="text1"/>
        </w:rPr>
        <w:t xml:space="preserve">If you have been scammed, there are multiple ways to report an incident. You can file official complaints with the Federal Trade Commission by visiting their website at reportfraud.ftc.gov, </w:t>
      </w:r>
    </w:p>
    <w:p w14:paraId="6DF8DC60" w14:textId="77777777" w:rsidR="00AC6C07" w:rsidRDefault="00AC6C07" w:rsidP="00AC6C07">
      <w:pPr>
        <w:ind w:firstLine="720"/>
        <w:rPr>
          <w:rFonts w:ascii="ATT Aleck Sans" w:hAnsi="ATT Aleck Sans" w:cs="ATT Aleck Sans"/>
          <w:color w:val="000000" w:themeColor="text1"/>
        </w:rPr>
      </w:pPr>
    </w:p>
    <w:p w14:paraId="7F2B42DC" w14:textId="77777777" w:rsidR="00AC6C07" w:rsidRDefault="00AC6C07" w:rsidP="00AC6C07">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39B0F905" w14:textId="77777777" w:rsidR="00AC6C07" w:rsidRDefault="00AC6C07" w:rsidP="00AC6C07">
      <w:pPr>
        <w:ind w:firstLine="720"/>
        <w:rPr>
          <w:rFonts w:ascii="ATT Aleck Sans" w:hAnsi="ATT Aleck Sans" w:cs="ATT Aleck Sans"/>
        </w:rPr>
      </w:pPr>
    </w:p>
    <w:p w14:paraId="554DFB79" w14:textId="77777777" w:rsidR="00AC6C07" w:rsidRPr="00AE2E85" w:rsidRDefault="00AC6C07" w:rsidP="00AC6C07">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2BB535D0" w14:textId="77777777" w:rsidR="00AC6C07" w:rsidRDefault="00AC6C07" w:rsidP="00422A80">
      <w:pPr>
        <w:rPr>
          <w:rFonts w:ascii="ATT Aleck Sans" w:hAnsi="ATT Aleck Sans" w:cs="ATT Aleck Sans"/>
          <w:b/>
          <w:bCs/>
        </w:rPr>
      </w:pPr>
    </w:p>
    <w:p w14:paraId="3F10B01E" w14:textId="1D02FB52" w:rsidR="00AC6C07" w:rsidRDefault="00AC6C07" w:rsidP="56A96901">
      <w:pPr>
        <w:spacing w:line="259" w:lineRule="auto"/>
        <w:rPr>
          <w:rFonts w:ascii="ATT Aleck Sans" w:hAnsi="ATT Aleck Sans" w:cs="ATT Aleck Sans"/>
        </w:rPr>
      </w:pPr>
      <w:r w:rsidRPr="56A96901">
        <w:rPr>
          <w:rFonts w:ascii="ATT Aleck Sans" w:hAnsi="ATT Aleck Sans" w:cs="ATT Aleck Sans"/>
          <w:b/>
          <w:bCs/>
        </w:rPr>
        <w:t>Slide Number &amp; Title</w:t>
      </w:r>
      <w:r w:rsidRPr="56A96901">
        <w:rPr>
          <w:rFonts w:ascii="ATT Aleck Sans" w:hAnsi="ATT Aleck Sans" w:cs="ATT Aleck Sans"/>
        </w:rPr>
        <w:t>. Slide 96: File a Complaint</w:t>
      </w:r>
      <w:r w:rsidR="318C4050" w:rsidRPr="56A96901">
        <w:rPr>
          <w:rFonts w:ascii="ATT Aleck Sans" w:hAnsi="ATT Aleck Sans" w:cs="ATT Aleck Sans"/>
        </w:rPr>
        <w:t xml:space="preserve"> with the Internet Crime Complaint Center</w:t>
      </w:r>
    </w:p>
    <w:p w14:paraId="244E90FA" w14:textId="77777777" w:rsidR="00AC6C07" w:rsidRDefault="00AC6C07" w:rsidP="00AC6C07">
      <w:pPr>
        <w:rPr>
          <w:rFonts w:ascii="ATT Aleck Sans" w:hAnsi="ATT Aleck Sans" w:cs="ATT Aleck Sans"/>
          <w:b/>
          <w:bCs/>
        </w:rPr>
      </w:pPr>
    </w:p>
    <w:p w14:paraId="751C7F63" w14:textId="77777777" w:rsidR="00AC6C07" w:rsidRPr="001C5AAA" w:rsidRDefault="00AC6C07" w:rsidP="00AC6C07">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r w:rsidRPr="00AC6C07">
        <w:rPr>
          <w:rFonts w:ascii="ATT Aleck Sans" w:hAnsi="ATT Aleck Sans" w:cs="ATT Aleck Sans"/>
        </w:rPr>
        <w:t>File a complaint.</w:t>
      </w:r>
      <w:r>
        <w:rPr>
          <w:rFonts w:ascii="ATT Aleck Sans" w:hAnsi="ATT Aleck Sans" w:cs="ATT Aleck Sans"/>
        </w:rPr>
        <w:t xml:space="preserve"> http</w:t>
      </w:r>
      <w:r w:rsidR="00163FAE">
        <w:rPr>
          <w:rFonts w:ascii="ATT Aleck Sans" w:hAnsi="ATT Aleck Sans" w:cs="ATT Aleck Sans"/>
        </w:rPr>
        <w:t>s</w:t>
      </w:r>
      <w:r>
        <w:rPr>
          <w:rFonts w:ascii="ATT Aleck Sans" w:hAnsi="ATT Aleck Sans" w:cs="ATT Aleck Sans"/>
        </w:rPr>
        <w:t>://</w:t>
      </w:r>
      <w:r w:rsidRPr="00AC6C07">
        <w:rPr>
          <w:rFonts w:ascii="ATT Aleck Sans" w:hAnsi="ATT Aleck Sans" w:cs="ATT Aleck Sans"/>
          <w:color w:val="000000" w:themeColor="text1"/>
        </w:rPr>
        <w:t>www.ic3.gov</w:t>
      </w:r>
    </w:p>
    <w:p w14:paraId="614FFE7C" w14:textId="77777777" w:rsidR="00AC6C07" w:rsidRDefault="00AC6C07" w:rsidP="00AC6C07">
      <w:pPr>
        <w:rPr>
          <w:rFonts w:ascii="ATT Aleck Sans" w:hAnsi="ATT Aleck Sans" w:cs="ATT Aleck Sans"/>
          <w:b/>
          <w:bCs/>
          <w:color w:val="000000" w:themeColor="text1"/>
        </w:rPr>
      </w:pPr>
    </w:p>
    <w:p w14:paraId="54E2CF1C" w14:textId="77777777" w:rsidR="00AC6C07" w:rsidRPr="00AC6C07" w:rsidRDefault="00AC6C07" w:rsidP="00AC6C07">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AC6C07">
        <w:rPr>
          <w:rFonts w:ascii="ATT Aleck Sans" w:hAnsi="ATT Aleck Sans" w:cs="ATT Aleck Sans"/>
          <w:color w:val="000000" w:themeColor="text1"/>
        </w:rPr>
        <w:t>or the Federal Bureau of Investigation's Internet Crime Complaint Center at www.ic3.gov</w:t>
      </w:r>
      <w:r>
        <w:rPr>
          <w:rFonts w:ascii="ATT Aleck Sans" w:hAnsi="ATT Aleck Sans" w:cs="ATT Aleck Sans"/>
          <w:color w:val="000000" w:themeColor="text1"/>
        </w:rPr>
        <w:t>,</w:t>
      </w:r>
    </w:p>
    <w:p w14:paraId="1C304CE0" w14:textId="77777777" w:rsidR="00AC6C07" w:rsidRDefault="00AC6C07" w:rsidP="00AC6C07">
      <w:pPr>
        <w:ind w:firstLine="720"/>
        <w:rPr>
          <w:rFonts w:ascii="ATT Aleck Sans" w:hAnsi="ATT Aleck Sans" w:cs="ATT Aleck Sans"/>
          <w:color w:val="000000" w:themeColor="text1"/>
        </w:rPr>
      </w:pPr>
    </w:p>
    <w:p w14:paraId="0401EFD7" w14:textId="77777777" w:rsidR="00AC6C07" w:rsidRDefault="00AC6C07" w:rsidP="00AC6C07">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595AC300" w14:textId="77777777" w:rsidR="00AC6C07" w:rsidRDefault="00AC6C07" w:rsidP="00AC6C07">
      <w:pPr>
        <w:ind w:firstLine="720"/>
        <w:rPr>
          <w:rFonts w:ascii="ATT Aleck Sans" w:hAnsi="ATT Aleck Sans" w:cs="ATT Aleck Sans"/>
        </w:rPr>
      </w:pPr>
    </w:p>
    <w:p w14:paraId="09F7C42D" w14:textId="77777777" w:rsidR="00AC6C07" w:rsidRPr="00AE2E85" w:rsidRDefault="00AC6C07" w:rsidP="00AC6C07">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012D986A" w14:textId="77777777" w:rsidR="00AC6C07" w:rsidRDefault="00AC6C07" w:rsidP="00422A80">
      <w:pPr>
        <w:rPr>
          <w:rFonts w:ascii="ATT Aleck Sans" w:hAnsi="ATT Aleck Sans" w:cs="ATT Aleck Sans"/>
          <w:b/>
          <w:bCs/>
        </w:rPr>
      </w:pPr>
    </w:p>
    <w:p w14:paraId="4D3CD879" w14:textId="26745681" w:rsidR="00AC6C07" w:rsidRDefault="00AC6C07" w:rsidP="00AC6C07">
      <w:pPr>
        <w:rPr>
          <w:rFonts w:ascii="ATT Aleck Sans" w:hAnsi="ATT Aleck Sans" w:cs="ATT Aleck Sans"/>
        </w:rPr>
      </w:pPr>
      <w:r w:rsidRPr="56A96901">
        <w:rPr>
          <w:rFonts w:ascii="ATT Aleck Sans" w:hAnsi="ATT Aleck Sans" w:cs="ATT Aleck Sans"/>
          <w:b/>
          <w:bCs/>
        </w:rPr>
        <w:t>Slide Number &amp; Title</w:t>
      </w:r>
      <w:r w:rsidRPr="56A96901">
        <w:rPr>
          <w:rFonts w:ascii="ATT Aleck Sans" w:hAnsi="ATT Aleck Sans" w:cs="ATT Aleck Sans"/>
        </w:rPr>
        <w:t>. Slide 97: File a Complaint</w:t>
      </w:r>
      <w:r w:rsidR="5692CC7F" w:rsidRPr="56A96901">
        <w:rPr>
          <w:rFonts w:ascii="ATT Aleck Sans" w:hAnsi="ATT Aleck Sans" w:cs="ATT Aleck Sans"/>
        </w:rPr>
        <w:t xml:space="preserve"> with the</w:t>
      </w:r>
      <w:r w:rsidR="00163FAE" w:rsidRPr="56A96901">
        <w:rPr>
          <w:rFonts w:ascii="ATT Aleck Sans" w:hAnsi="ATT Aleck Sans" w:cs="ATT Aleck Sans"/>
        </w:rPr>
        <w:t xml:space="preserve"> State’s Attorney General</w:t>
      </w:r>
    </w:p>
    <w:p w14:paraId="32497C1E" w14:textId="77777777" w:rsidR="00AC6C07" w:rsidRDefault="00AC6C07" w:rsidP="00AC6C07">
      <w:pPr>
        <w:rPr>
          <w:rFonts w:ascii="ATT Aleck Sans" w:hAnsi="ATT Aleck Sans" w:cs="ATT Aleck Sans"/>
          <w:b/>
          <w:bCs/>
        </w:rPr>
      </w:pPr>
    </w:p>
    <w:p w14:paraId="482B47E4" w14:textId="77777777" w:rsidR="00AC6C07" w:rsidRPr="001C5AAA" w:rsidRDefault="00AC6C07" w:rsidP="00AC6C07">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r w:rsidR="00163FAE" w:rsidRPr="00AC6C07">
        <w:rPr>
          <w:rFonts w:ascii="ATT Aleck Sans" w:hAnsi="ATT Aleck Sans" w:cs="ATT Aleck Sans"/>
        </w:rPr>
        <w:t>File a complaint.</w:t>
      </w:r>
      <w:r w:rsidR="00163FAE">
        <w:rPr>
          <w:rFonts w:ascii="ATT Aleck Sans" w:hAnsi="ATT Aleck Sans" w:cs="ATT Aleck Sans"/>
        </w:rPr>
        <w:t xml:space="preserve"> https://</w:t>
      </w:r>
      <w:r w:rsidR="00163FAE" w:rsidRPr="00163FAE">
        <w:rPr>
          <w:rFonts w:ascii="ATT Aleck Sans" w:hAnsi="ATT Aleck Sans" w:cs="ATT Aleck Sans"/>
        </w:rPr>
        <w:t>usa.gov/state-attorney-general</w:t>
      </w:r>
    </w:p>
    <w:p w14:paraId="3F71CA1F" w14:textId="77777777" w:rsidR="00AC6C07" w:rsidRDefault="00AC6C07" w:rsidP="00AC6C07">
      <w:pPr>
        <w:rPr>
          <w:rFonts w:ascii="ATT Aleck Sans" w:hAnsi="ATT Aleck Sans" w:cs="ATT Aleck Sans"/>
          <w:b/>
          <w:bCs/>
          <w:color w:val="000000" w:themeColor="text1"/>
        </w:rPr>
      </w:pPr>
    </w:p>
    <w:p w14:paraId="0B63EE5E" w14:textId="77777777" w:rsidR="00AC6C07" w:rsidRDefault="00AC6C07" w:rsidP="00163FAE">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163FAE" w:rsidRPr="00163FAE">
        <w:rPr>
          <w:rFonts w:ascii="ATT Aleck Sans" w:hAnsi="ATT Aleck Sans" w:cs="ATT Aleck Sans"/>
          <w:color w:val="000000" w:themeColor="text1"/>
        </w:rPr>
        <w:t>or your state’s attorney general. You can find your state’s attorney general contact information at usa.gov/state-attorney-general</w:t>
      </w:r>
    </w:p>
    <w:p w14:paraId="13BC3D3B" w14:textId="77777777" w:rsidR="00AC6C07" w:rsidRDefault="00AC6C07" w:rsidP="00AC6C07">
      <w:pPr>
        <w:ind w:firstLine="720"/>
        <w:rPr>
          <w:rFonts w:ascii="ATT Aleck Sans" w:hAnsi="ATT Aleck Sans" w:cs="ATT Aleck Sans"/>
          <w:color w:val="000000" w:themeColor="text1"/>
        </w:rPr>
      </w:pPr>
    </w:p>
    <w:p w14:paraId="3785B2F0" w14:textId="77777777" w:rsidR="00AC6C07" w:rsidRDefault="00AC6C07" w:rsidP="00AC6C07">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1F2E6500" w14:textId="77777777" w:rsidR="00AC6C07" w:rsidRDefault="00AC6C07" w:rsidP="00AC6C07">
      <w:pPr>
        <w:ind w:firstLine="720"/>
        <w:rPr>
          <w:rFonts w:ascii="ATT Aleck Sans" w:hAnsi="ATT Aleck Sans" w:cs="ATT Aleck Sans"/>
        </w:rPr>
      </w:pPr>
    </w:p>
    <w:p w14:paraId="51E5733C" w14:textId="77777777" w:rsidR="00AC6C07" w:rsidRPr="00AE2E85" w:rsidRDefault="00AC6C07" w:rsidP="00AC6C07">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6A82B483" w14:textId="77777777" w:rsidR="00AC6C07" w:rsidRDefault="00AC6C07" w:rsidP="00422A80">
      <w:pPr>
        <w:rPr>
          <w:rFonts w:ascii="ATT Aleck Sans" w:hAnsi="ATT Aleck Sans" w:cs="ATT Aleck Sans"/>
          <w:b/>
          <w:bCs/>
        </w:rPr>
      </w:pPr>
    </w:p>
    <w:p w14:paraId="3353FF20" w14:textId="77777777" w:rsidR="00AC6C07" w:rsidRDefault="00AC6C07" w:rsidP="00AC6C07">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9</w:t>
      </w:r>
      <w:r w:rsidR="00163FAE">
        <w:rPr>
          <w:rFonts w:ascii="ATT Aleck Sans" w:hAnsi="ATT Aleck Sans" w:cs="ATT Aleck Sans"/>
        </w:rPr>
        <w:t>8</w:t>
      </w:r>
      <w:r w:rsidRPr="001C5AAA">
        <w:rPr>
          <w:rFonts w:ascii="ATT Aleck Sans" w:hAnsi="ATT Aleck Sans" w:cs="ATT Aleck Sans"/>
        </w:rPr>
        <w:t>:</w:t>
      </w:r>
      <w:r w:rsidRPr="00FC361A">
        <w:rPr>
          <w:rFonts w:ascii="ATT Aleck Sans" w:hAnsi="ATT Aleck Sans" w:cs="ATT Aleck Sans"/>
        </w:rPr>
        <w:t xml:space="preserve"> </w:t>
      </w:r>
      <w:r w:rsidR="00163FAE" w:rsidRPr="00163FAE">
        <w:rPr>
          <w:rFonts w:ascii="ATT Aleck Sans" w:hAnsi="ATT Aleck Sans" w:cs="ATT Aleck Sans"/>
        </w:rPr>
        <w:t xml:space="preserve">Report </w:t>
      </w:r>
      <w:r w:rsidR="00163FAE">
        <w:rPr>
          <w:rFonts w:ascii="ATT Aleck Sans" w:hAnsi="ATT Aleck Sans" w:cs="ATT Aleck Sans"/>
        </w:rPr>
        <w:t>S</w:t>
      </w:r>
      <w:r w:rsidR="00163FAE" w:rsidRPr="00163FAE">
        <w:rPr>
          <w:rFonts w:ascii="ATT Aleck Sans" w:hAnsi="ATT Aleck Sans" w:cs="ATT Aleck Sans"/>
        </w:rPr>
        <w:t xml:space="preserve">uspicious </w:t>
      </w:r>
      <w:r w:rsidR="00163FAE">
        <w:rPr>
          <w:rFonts w:ascii="ATT Aleck Sans" w:hAnsi="ATT Aleck Sans" w:cs="ATT Aleck Sans"/>
        </w:rPr>
        <w:t>A</w:t>
      </w:r>
      <w:r w:rsidR="00163FAE" w:rsidRPr="00163FAE">
        <w:rPr>
          <w:rFonts w:ascii="ATT Aleck Sans" w:hAnsi="ATT Aleck Sans" w:cs="ATT Aleck Sans"/>
        </w:rPr>
        <w:t xml:space="preserve">ctivity to </w:t>
      </w:r>
      <w:r w:rsidR="00163FAE">
        <w:rPr>
          <w:rFonts w:ascii="ATT Aleck Sans" w:hAnsi="ATT Aleck Sans" w:cs="ATT Aleck Sans"/>
        </w:rPr>
        <w:t>Y</w:t>
      </w:r>
      <w:r w:rsidR="00163FAE" w:rsidRPr="00163FAE">
        <w:rPr>
          <w:rFonts w:ascii="ATT Aleck Sans" w:hAnsi="ATT Aleck Sans" w:cs="ATT Aleck Sans"/>
        </w:rPr>
        <w:t xml:space="preserve">our </w:t>
      </w:r>
      <w:r w:rsidR="00163FAE">
        <w:rPr>
          <w:rFonts w:ascii="ATT Aleck Sans" w:hAnsi="ATT Aleck Sans" w:cs="ATT Aleck Sans"/>
        </w:rPr>
        <w:t>P</w:t>
      </w:r>
      <w:r w:rsidR="00163FAE" w:rsidRPr="00163FAE">
        <w:rPr>
          <w:rFonts w:ascii="ATT Aleck Sans" w:hAnsi="ATT Aleck Sans" w:cs="ATT Aleck Sans"/>
        </w:rPr>
        <w:t xml:space="preserve">hone and </w:t>
      </w:r>
      <w:r w:rsidR="00163FAE">
        <w:rPr>
          <w:rFonts w:ascii="ATT Aleck Sans" w:hAnsi="ATT Aleck Sans" w:cs="ATT Aleck Sans"/>
        </w:rPr>
        <w:t>I</w:t>
      </w:r>
      <w:r w:rsidR="00163FAE" w:rsidRPr="00163FAE">
        <w:rPr>
          <w:rFonts w:ascii="ATT Aleck Sans" w:hAnsi="ATT Aleck Sans" w:cs="ATT Aleck Sans"/>
        </w:rPr>
        <w:t xml:space="preserve">nternet </w:t>
      </w:r>
      <w:r w:rsidR="00163FAE">
        <w:rPr>
          <w:rFonts w:ascii="ATT Aleck Sans" w:hAnsi="ATT Aleck Sans" w:cs="ATT Aleck Sans"/>
        </w:rPr>
        <w:t>S</w:t>
      </w:r>
      <w:r w:rsidR="00163FAE" w:rsidRPr="00163FAE">
        <w:rPr>
          <w:rFonts w:ascii="ATT Aleck Sans" w:hAnsi="ATT Aleck Sans" w:cs="ATT Aleck Sans"/>
        </w:rPr>
        <w:t xml:space="preserve">ervice </w:t>
      </w:r>
      <w:r w:rsidR="00163FAE">
        <w:rPr>
          <w:rFonts w:ascii="ATT Aleck Sans" w:hAnsi="ATT Aleck Sans" w:cs="ATT Aleck Sans"/>
        </w:rPr>
        <w:t>P</w:t>
      </w:r>
      <w:r w:rsidR="00163FAE" w:rsidRPr="00163FAE">
        <w:rPr>
          <w:rFonts w:ascii="ATT Aleck Sans" w:hAnsi="ATT Aleck Sans" w:cs="ATT Aleck Sans"/>
        </w:rPr>
        <w:t>rovider</w:t>
      </w:r>
    </w:p>
    <w:p w14:paraId="386F39EE" w14:textId="77777777" w:rsidR="00163FAE" w:rsidRPr="00163FAE" w:rsidRDefault="00163FAE" w:rsidP="00AC6C07">
      <w:pPr>
        <w:rPr>
          <w:rFonts w:ascii="ATT Aleck Sans" w:hAnsi="ATT Aleck Sans" w:cs="ATT Aleck Sans"/>
        </w:rPr>
      </w:pPr>
    </w:p>
    <w:p w14:paraId="2E01C276" w14:textId="77777777" w:rsidR="005201B8" w:rsidRPr="005201B8" w:rsidRDefault="00AC6C07" w:rsidP="005201B8">
      <w:pPr>
        <w:ind w:firstLine="720"/>
        <w:rPr>
          <w:rFonts w:ascii="ATT Aleck Sans" w:hAnsi="ATT Aleck Sans" w:cs="ATT Aleck Sans"/>
        </w:rPr>
      </w:pPr>
      <w:r w:rsidRPr="00F34370">
        <w:rPr>
          <w:rFonts w:ascii="ATT Aleck Sans" w:hAnsi="ATT Aleck Sans" w:cs="ATT Aleck Sans"/>
          <w:b/>
          <w:bCs/>
        </w:rPr>
        <w:t>On Slide Text:</w:t>
      </w:r>
      <w:r>
        <w:rPr>
          <w:rFonts w:ascii="ATT Aleck Sans" w:hAnsi="ATT Aleck Sans" w:cs="ATT Aleck Sans"/>
          <w:b/>
          <w:bCs/>
        </w:rPr>
        <w:t xml:space="preserve"> </w:t>
      </w:r>
      <w:r w:rsidR="00163FAE" w:rsidRPr="00163FAE">
        <w:rPr>
          <w:rFonts w:ascii="ATT Aleck Sans" w:hAnsi="ATT Aleck Sans" w:cs="ATT Aleck Sans"/>
        </w:rPr>
        <w:t>Report suspicious activity to your phone and internet service provider</w:t>
      </w:r>
      <w:r w:rsidR="00163FAE">
        <w:rPr>
          <w:rFonts w:ascii="ATT Aleck Sans" w:hAnsi="ATT Aleck Sans" w:cs="ATT Aleck Sans"/>
        </w:rPr>
        <w:t>.</w:t>
      </w:r>
      <w:r w:rsidR="005201B8">
        <w:rPr>
          <w:rFonts w:ascii="ATT Aleck Sans" w:hAnsi="ATT Aleck Sans" w:cs="ATT Aleck Sans"/>
        </w:rPr>
        <w:br/>
      </w:r>
      <w:r w:rsidR="005201B8" w:rsidRPr="005201B8">
        <w:rPr>
          <w:rFonts w:ascii="ATT Aleck Sans" w:hAnsi="ATT Aleck Sans" w:cs="ATT Aleck Sans"/>
          <w:b/>
          <w:bCs/>
        </w:rPr>
        <w:t>Stay Alert: Protect Yourself from Scams</w:t>
      </w:r>
    </w:p>
    <w:p w14:paraId="148DF8AB" w14:textId="77777777" w:rsidR="005201B8" w:rsidRPr="005201B8" w:rsidRDefault="005201B8" w:rsidP="005201B8">
      <w:pPr>
        <w:numPr>
          <w:ilvl w:val="0"/>
          <w:numId w:val="79"/>
        </w:numPr>
        <w:rPr>
          <w:rFonts w:ascii="ATT Aleck Sans" w:hAnsi="ATT Aleck Sans" w:cs="ATT Aleck Sans"/>
        </w:rPr>
      </w:pPr>
      <w:r w:rsidRPr="005201B8">
        <w:rPr>
          <w:rFonts w:ascii="ATT Aleck Sans" w:hAnsi="ATT Aleck Sans" w:cs="ATT Aleck Sans"/>
        </w:rPr>
        <w:t xml:space="preserve">Free Mobile Security with the AT&amp;T </w:t>
      </w:r>
      <w:proofErr w:type="spellStart"/>
      <w:r w:rsidRPr="005201B8">
        <w:rPr>
          <w:rFonts w:ascii="ATT Aleck Sans" w:hAnsi="ATT Aleck Sans" w:cs="ATT Aleck Sans"/>
        </w:rPr>
        <w:t>ActiveArmor</w:t>
      </w:r>
      <w:proofErr w:type="spellEnd"/>
      <w:r w:rsidRPr="005201B8">
        <w:rPr>
          <w:rFonts w:ascii="ATT Aleck Sans" w:hAnsi="ATT Aleck Sans" w:cs="ATT Aleck Sans"/>
        </w:rPr>
        <w:t>® App – Available to AT&amp;T and non-AT&amp;T customers. Download the free app to:</w:t>
      </w:r>
    </w:p>
    <w:p w14:paraId="25897CC2" w14:textId="77777777" w:rsidR="005201B8" w:rsidRPr="005201B8" w:rsidRDefault="005201B8" w:rsidP="005201B8">
      <w:pPr>
        <w:ind w:firstLine="720"/>
        <w:rPr>
          <w:rFonts w:ascii="ATT Aleck Sans" w:hAnsi="ATT Aleck Sans" w:cs="ATT Aleck Sans"/>
        </w:rPr>
      </w:pPr>
      <w:r w:rsidRPr="005201B8">
        <w:rPr>
          <w:rFonts w:ascii="ATT Aleck Sans" w:hAnsi="ATT Aleck Sans" w:cs="ATT Aleck Sans"/>
        </w:rPr>
        <w:tab/>
      </w:r>
      <w:r w:rsidRPr="005201B8">
        <w:rPr>
          <w:rFonts w:ascii="Apple Color Emoji" w:hAnsi="Apple Color Emoji" w:cs="Apple Color Emoji"/>
        </w:rPr>
        <w:t>✔</w:t>
      </w:r>
      <w:r w:rsidRPr="005201B8">
        <w:rPr>
          <w:rFonts w:ascii="ATT Aleck Sans" w:hAnsi="ATT Aleck Sans" w:cs="ATT Aleck Sans"/>
        </w:rPr>
        <w:t xml:space="preserve"> Block and filter spam calls and texts</w:t>
      </w:r>
    </w:p>
    <w:p w14:paraId="2683E0A4" w14:textId="77777777" w:rsidR="005201B8" w:rsidRPr="005201B8" w:rsidRDefault="005201B8" w:rsidP="005201B8">
      <w:pPr>
        <w:ind w:firstLine="720"/>
        <w:rPr>
          <w:rFonts w:ascii="ATT Aleck Sans" w:hAnsi="ATT Aleck Sans" w:cs="ATT Aleck Sans"/>
        </w:rPr>
      </w:pPr>
      <w:r w:rsidRPr="005201B8">
        <w:rPr>
          <w:rFonts w:ascii="ATT Aleck Sans" w:hAnsi="ATT Aleck Sans" w:cs="ATT Aleck Sans"/>
        </w:rPr>
        <w:tab/>
      </w:r>
      <w:r w:rsidRPr="005201B8">
        <w:rPr>
          <w:rFonts w:ascii="Apple Color Emoji" w:hAnsi="Apple Color Emoji" w:cs="Apple Color Emoji"/>
        </w:rPr>
        <w:t>✔</w:t>
      </w:r>
      <w:r w:rsidRPr="005201B8">
        <w:rPr>
          <w:rFonts w:ascii="ATT Aleck Sans" w:hAnsi="ATT Aleck Sans" w:cs="ATT Aleck Sans"/>
        </w:rPr>
        <w:t xml:space="preserve"> Get alerts when companies have a data breach</w:t>
      </w:r>
    </w:p>
    <w:p w14:paraId="2C4DB5F7" w14:textId="77777777" w:rsidR="005201B8" w:rsidRPr="005201B8" w:rsidRDefault="005201B8" w:rsidP="005201B8">
      <w:pPr>
        <w:ind w:firstLine="720"/>
        <w:rPr>
          <w:rFonts w:ascii="ATT Aleck Sans" w:hAnsi="ATT Aleck Sans" w:cs="ATT Aleck Sans"/>
        </w:rPr>
      </w:pPr>
      <w:r w:rsidRPr="005201B8">
        <w:rPr>
          <w:rFonts w:ascii="ATT Aleck Sans" w:hAnsi="ATT Aleck Sans" w:cs="ATT Aleck Sans"/>
        </w:rPr>
        <w:lastRenderedPageBreak/>
        <w:tab/>
      </w:r>
      <w:r w:rsidRPr="005201B8">
        <w:rPr>
          <w:rFonts w:ascii="Apple Color Emoji" w:hAnsi="Apple Color Emoji" w:cs="Apple Color Emoji"/>
        </w:rPr>
        <w:t>✔</w:t>
      </w:r>
      <w:r w:rsidRPr="005201B8">
        <w:rPr>
          <w:rFonts w:ascii="ATT Aleck Sans" w:hAnsi="ATT Aleck Sans" w:cs="ATT Aleck Sans"/>
        </w:rPr>
        <w:t xml:space="preserve"> Device security to protect your phone and your personal data on it</w:t>
      </w:r>
    </w:p>
    <w:p w14:paraId="3C4A9C06" w14:textId="77777777" w:rsidR="005201B8" w:rsidRPr="005201B8" w:rsidRDefault="005201B8" w:rsidP="005201B8">
      <w:pPr>
        <w:numPr>
          <w:ilvl w:val="0"/>
          <w:numId w:val="80"/>
        </w:numPr>
        <w:rPr>
          <w:rFonts w:ascii="ATT Aleck Sans" w:hAnsi="ATT Aleck Sans" w:cs="ATT Aleck Sans"/>
        </w:rPr>
      </w:pPr>
      <w:r w:rsidRPr="005201B8">
        <w:rPr>
          <w:rFonts w:ascii="ATT Aleck Sans" w:hAnsi="ATT Aleck Sans" w:cs="ATT Aleck Sans"/>
        </w:rPr>
        <w:t>Report Suspicious Activity</w:t>
      </w:r>
    </w:p>
    <w:p w14:paraId="15505D1C" w14:textId="77777777" w:rsidR="005201B8" w:rsidRPr="005201B8" w:rsidRDefault="005201B8" w:rsidP="005201B8">
      <w:pPr>
        <w:numPr>
          <w:ilvl w:val="1"/>
          <w:numId w:val="80"/>
        </w:numPr>
        <w:rPr>
          <w:rFonts w:ascii="ATT Aleck Sans" w:hAnsi="ATT Aleck Sans" w:cs="ATT Aleck Sans"/>
        </w:rPr>
      </w:pPr>
      <w:r w:rsidRPr="005201B8">
        <w:rPr>
          <w:rFonts w:ascii="ATT Aleck Sans" w:hAnsi="ATT Aleck Sans" w:cs="ATT Aleck Sans"/>
        </w:rPr>
        <w:t xml:space="preserve">For AT&amp;T Internet Service Customers: Forward suspicious emails or other activity related to AT&amp;T to </w:t>
      </w:r>
      <w:hyperlink r:id="rId12" w:history="1">
        <w:r w:rsidRPr="005201B8">
          <w:rPr>
            <w:rStyle w:val="Hyperlink"/>
            <w:rFonts w:ascii="ATT Aleck Sans" w:hAnsi="ATT Aleck Sans" w:cs="ATT Aleck Sans"/>
          </w:rPr>
          <w:t>abuse@att.net</w:t>
        </w:r>
      </w:hyperlink>
      <w:r w:rsidRPr="005201B8">
        <w:rPr>
          <w:rFonts w:ascii="ATT Aleck Sans" w:hAnsi="ATT Aleck Sans" w:cs="ATT Aleck Sans"/>
        </w:rPr>
        <w:t>.</w:t>
      </w:r>
    </w:p>
    <w:p w14:paraId="4710C739" w14:textId="77777777" w:rsidR="005201B8" w:rsidRPr="005201B8" w:rsidRDefault="005201B8" w:rsidP="005201B8">
      <w:pPr>
        <w:numPr>
          <w:ilvl w:val="1"/>
          <w:numId w:val="80"/>
        </w:numPr>
        <w:rPr>
          <w:rFonts w:ascii="ATT Aleck Sans" w:hAnsi="ATT Aleck Sans" w:cs="ATT Aleck Sans"/>
        </w:rPr>
      </w:pPr>
      <w:r w:rsidRPr="005201B8">
        <w:rPr>
          <w:rFonts w:ascii="ATT Aleck Sans" w:hAnsi="ATT Aleck Sans" w:cs="ATT Aleck Sans"/>
        </w:rPr>
        <w:t xml:space="preserve">For AT&amp;T Wireless (Cell Phone) Customers: Block and report spam calls in the </w:t>
      </w:r>
      <w:proofErr w:type="spellStart"/>
      <w:r w:rsidRPr="005201B8">
        <w:rPr>
          <w:rFonts w:ascii="ATT Aleck Sans" w:hAnsi="ATT Aleck Sans" w:cs="ATT Aleck Sans"/>
        </w:rPr>
        <w:t>the</w:t>
      </w:r>
      <w:proofErr w:type="spellEnd"/>
      <w:r w:rsidRPr="005201B8">
        <w:rPr>
          <w:rFonts w:ascii="ATT Aleck Sans" w:hAnsi="ATT Aleck Sans" w:cs="ATT Aleck Sans"/>
        </w:rPr>
        <w:t xml:space="preserve"> AT&amp;T </w:t>
      </w:r>
      <w:proofErr w:type="spellStart"/>
      <w:r w:rsidRPr="005201B8">
        <w:rPr>
          <w:rFonts w:ascii="ATT Aleck Sans" w:hAnsi="ATT Aleck Sans" w:cs="ATT Aleck Sans"/>
        </w:rPr>
        <w:t>ActiveArmor</w:t>
      </w:r>
      <w:proofErr w:type="spellEnd"/>
      <w:r w:rsidRPr="005201B8">
        <w:rPr>
          <w:rFonts w:ascii="ATT Aleck Sans" w:hAnsi="ATT Aleck Sans" w:cs="ATT Aleck Sans"/>
        </w:rPr>
        <w:t xml:space="preserve">® App </w:t>
      </w:r>
    </w:p>
    <w:p w14:paraId="69B7BD8E" w14:textId="77777777" w:rsidR="005201B8" w:rsidRPr="005201B8" w:rsidRDefault="005201B8" w:rsidP="005201B8">
      <w:pPr>
        <w:ind w:firstLine="720"/>
        <w:rPr>
          <w:rFonts w:ascii="ATT Aleck Sans" w:hAnsi="ATT Aleck Sans" w:cs="ATT Aleck Sans"/>
        </w:rPr>
      </w:pPr>
      <w:r w:rsidRPr="005201B8">
        <w:rPr>
          <w:rFonts w:ascii="ATT Aleck Sans" w:hAnsi="ATT Aleck Sans" w:cs="ATT Aleck Sans"/>
          <w:b/>
          <w:bCs/>
        </w:rPr>
        <w:t xml:space="preserve">DISCLAIMER: </w:t>
      </w:r>
      <w:r w:rsidRPr="005201B8">
        <w:rPr>
          <w:rFonts w:ascii="ATT Aleck Sans" w:hAnsi="ATT Aleck Sans" w:cs="ATT Aleck Sans"/>
        </w:rPr>
        <w:t>If AT&amp;T is not your internet or wireless service provider, please contact your provider for guidance on reporting suspicious activity and available security resources.</w:t>
      </w:r>
    </w:p>
    <w:p w14:paraId="48EFE759" w14:textId="77777777" w:rsidR="005201B8" w:rsidRPr="005201B8" w:rsidRDefault="005201B8" w:rsidP="005201B8">
      <w:pPr>
        <w:ind w:firstLine="720"/>
        <w:rPr>
          <w:rFonts w:ascii="ATT Aleck Sans" w:hAnsi="ATT Aleck Sans" w:cs="ATT Aleck Sans"/>
        </w:rPr>
      </w:pPr>
      <w:r w:rsidRPr="005201B8">
        <w:rPr>
          <w:rFonts w:ascii="ATT Aleck Sans" w:hAnsi="ATT Aleck Sans" w:cs="ATT Aleck Sans"/>
        </w:rPr>
        <w:t>Some mobile security features—such as Caller ID, Spam Text Protection, and Auto Fraud Risk Call Blocking—are only available to AT&amp;T wireless customers. These rely on AT&amp;T’s network-level protections and are not accessible to users on other carriers.</w:t>
      </w:r>
    </w:p>
    <w:p w14:paraId="20210E85" w14:textId="77777777" w:rsidR="00AC6C07" w:rsidRDefault="00AC6C07" w:rsidP="00AC6C07">
      <w:pPr>
        <w:rPr>
          <w:rFonts w:ascii="ATT Aleck Sans" w:hAnsi="ATT Aleck Sans" w:cs="ATT Aleck Sans"/>
          <w:b/>
          <w:bCs/>
          <w:color w:val="000000" w:themeColor="text1"/>
        </w:rPr>
      </w:pPr>
    </w:p>
    <w:p w14:paraId="2F36D697" w14:textId="77777777" w:rsidR="00AC6C07" w:rsidRDefault="00AC6C07" w:rsidP="00163FAE">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163FAE" w:rsidRPr="00163FAE">
        <w:rPr>
          <w:rFonts w:ascii="ATT Aleck Sans" w:hAnsi="ATT Aleck Sans" w:cs="ATT Aleck Sans"/>
          <w:color w:val="000000" w:themeColor="text1"/>
        </w:rPr>
        <w:t xml:space="preserve">You can report suspicious phone calls, texts, or online scams to your telephone company or internet service provider. </w:t>
      </w:r>
    </w:p>
    <w:p w14:paraId="2BC7B51C" w14:textId="77777777" w:rsidR="005201B8" w:rsidRDefault="005201B8" w:rsidP="005201B8">
      <w:pPr>
        <w:rPr>
          <w:rFonts w:ascii="ATT Aleck Sans" w:hAnsi="ATT Aleck Sans" w:cs="ATT Aleck Sans"/>
          <w:color w:val="000000" w:themeColor="text1"/>
        </w:rPr>
      </w:pPr>
    </w:p>
    <w:p w14:paraId="7B513B95" w14:textId="77777777" w:rsidR="005201B8" w:rsidRPr="005201B8" w:rsidRDefault="005201B8" w:rsidP="005201B8">
      <w:pPr>
        <w:rPr>
          <w:rFonts w:ascii="ATT Aleck Sans" w:hAnsi="ATT Aleck Sans" w:cs="ATT Aleck Sans"/>
          <w:color w:val="000000" w:themeColor="text1"/>
        </w:rPr>
      </w:pPr>
      <w:r w:rsidRPr="005201B8">
        <w:rPr>
          <w:rFonts w:ascii="ATT Aleck Sans" w:hAnsi="ATT Aleck Sans" w:cs="ATT Aleck Sans"/>
          <w:color w:val="000000" w:themeColor="text1"/>
        </w:rPr>
        <w:t>Stay Alert: Protect Yourself from Scams</w:t>
      </w:r>
    </w:p>
    <w:p w14:paraId="7667C7AD" w14:textId="77777777" w:rsidR="005201B8" w:rsidRPr="005201B8" w:rsidRDefault="005201B8" w:rsidP="005201B8">
      <w:pPr>
        <w:rPr>
          <w:rFonts w:ascii="ATT Aleck Sans" w:hAnsi="ATT Aleck Sans" w:cs="ATT Aleck Sans"/>
          <w:color w:val="000000" w:themeColor="text1"/>
        </w:rPr>
      </w:pPr>
      <w:r w:rsidRPr="005201B8">
        <w:rPr>
          <w:rFonts w:ascii="ATT Aleck Sans" w:hAnsi="ATT Aleck Sans" w:cs="ATT Aleck Sans"/>
          <w:color w:val="000000" w:themeColor="text1"/>
        </w:rPr>
        <w:t xml:space="preserve">Be cautious of unexpected phone calls, texts, or emails asking for your personal, account, or credit card information. AT&amp;T will never request sensitive details through these channels. </w:t>
      </w:r>
    </w:p>
    <w:p w14:paraId="06641E21" w14:textId="77777777" w:rsidR="005201B8" w:rsidRPr="005201B8" w:rsidRDefault="005201B8" w:rsidP="005201B8">
      <w:pPr>
        <w:rPr>
          <w:rFonts w:ascii="ATT Aleck Sans" w:hAnsi="ATT Aleck Sans" w:cs="ATT Aleck Sans"/>
          <w:color w:val="000000" w:themeColor="text1"/>
        </w:rPr>
      </w:pPr>
      <w:r w:rsidRPr="005201B8">
        <w:rPr>
          <w:rFonts w:ascii="ATT Aleck Sans" w:hAnsi="ATT Aleck Sans" w:cs="ATT Aleck Sans"/>
          <w:color w:val="000000" w:themeColor="text1"/>
        </w:rPr>
        <w:t xml:space="preserve">Get free mobile security with the AT&amp;T </w:t>
      </w:r>
      <w:proofErr w:type="spellStart"/>
      <w:r w:rsidRPr="005201B8">
        <w:rPr>
          <w:rFonts w:ascii="ATT Aleck Sans" w:hAnsi="ATT Aleck Sans" w:cs="ATT Aleck Sans"/>
          <w:color w:val="000000" w:themeColor="text1"/>
        </w:rPr>
        <w:t>ActiveArmor</w:t>
      </w:r>
      <w:proofErr w:type="spellEnd"/>
      <w:r w:rsidRPr="005201B8">
        <w:rPr>
          <w:rFonts w:ascii="ATT Aleck Sans" w:hAnsi="ATT Aleck Sans" w:cs="ATT Aleck Sans"/>
          <w:color w:val="000000" w:themeColor="text1"/>
        </w:rPr>
        <w:t>® App which is available to AT&amp;T and non-AT&amp;T customers. Download the free app to:</w:t>
      </w:r>
    </w:p>
    <w:p w14:paraId="49E48937" w14:textId="77777777" w:rsidR="005201B8" w:rsidRPr="005201B8" w:rsidRDefault="005201B8" w:rsidP="005201B8">
      <w:pPr>
        <w:rPr>
          <w:rFonts w:ascii="ATT Aleck Sans" w:hAnsi="ATT Aleck Sans" w:cs="ATT Aleck Sans"/>
          <w:color w:val="000000" w:themeColor="text1"/>
        </w:rPr>
      </w:pPr>
      <w:r w:rsidRPr="005201B8">
        <w:rPr>
          <w:rFonts w:ascii="ATT Aleck Sans" w:hAnsi="ATT Aleck Sans" w:cs="ATT Aleck Sans"/>
          <w:color w:val="000000" w:themeColor="text1"/>
        </w:rPr>
        <w:tab/>
      </w:r>
      <w:r w:rsidRPr="005201B8">
        <w:rPr>
          <w:rFonts w:ascii="Apple Color Emoji" w:hAnsi="Apple Color Emoji" w:cs="Apple Color Emoji"/>
          <w:color w:val="000000" w:themeColor="text1"/>
        </w:rPr>
        <w:t>✔</w:t>
      </w:r>
      <w:r w:rsidRPr="005201B8">
        <w:rPr>
          <w:rFonts w:ascii="ATT Aleck Sans" w:hAnsi="ATT Aleck Sans" w:cs="ATT Aleck Sans"/>
          <w:color w:val="000000" w:themeColor="text1"/>
        </w:rPr>
        <w:t xml:space="preserve"> Block and filter spam calls and texts</w:t>
      </w:r>
    </w:p>
    <w:p w14:paraId="5F70E9C8" w14:textId="77777777" w:rsidR="005201B8" w:rsidRPr="005201B8" w:rsidRDefault="005201B8" w:rsidP="005201B8">
      <w:pPr>
        <w:rPr>
          <w:rFonts w:ascii="ATT Aleck Sans" w:hAnsi="ATT Aleck Sans" w:cs="ATT Aleck Sans"/>
          <w:color w:val="000000" w:themeColor="text1"/>
        </w:rPr>
      </w:pPr>
      <w:r w:rsidRPr="005201B8">
        <w:rPr>
          <w:rFonts w:ascii="ATT Aleck Sans" w:hAnsi="ATT Aleck Sans" w:cs="ATT Aleck Sans"/>
          <w:color w:val="000000" w:themeColor="text1"/>
        </w:rPr>
        <w:tab/>
      </w:r>
      <w:r w:rsidRPr="005201B8">
        <w:rPr>
          <w:rFonts w:ascii="Apple Color Emoji" w:hAnsi="Apple Color Emoji" w:cs="Apple Color Emoji"/>
          <w:color w:val="000000" w:themeColor="text1"/>
        </w:rPr>
        <w:t>✔</w:t>
      </w:r>
      <w:r w:rsidRPr="005201B8">
        <w:rPr>
          <w:rFonts w:ascii="ATT Aleck Sans" w:hAnsi="ATT Aleck Sans" w:cs="ATT Aleck Sans"/>
          <w:color w:val="000000" w:themeColor="text1"/>
        </w:rPr>
        <w:t xml:space="preserve"> Get alerts when companies have a data breach</w:t>
      </w:r>
    </w:p>
    <w:p w14:paraId="09C57F97" w14:textId="77777777" w:rsidR="005201B8" w:rsidRPr="005201B8" w:rsidRDefault="005201B8" w:rsidP="005201B8">
      <w:pPr>
        <w:rPr>
          <w:rFonts w:ascii="ATT Aleck Sans" w:hAnsi="ATT Aleck Sans" w:cs="ATT Aleck Sans"/>
          <w:color w:val="000000" w:themeColor="text1"/>
        </w:rPr>
      </w:pPr>
      <w:r w:rsidRPr="005201B8">
        <w:rPr>
          <w:rFonts w:ascii="ATT Aleck Sans" w:hAnsi="ATT Aleck Sans" w:cs="ATT Aleck Sans"/>
          <w:color w:val="000000" w:themeColor="text1"/>
        </w:rPr>
        <w:tab/>
      </w:r>
      <w:r w:rsidRPr="005201B8">
        <w:rPr>
          <w:rFonts w:ascii="Apple Color Emoji" w:hAnsi="Apple Color Emoji" w:cs="Apple Color Emoji"/>
          <w:color w:val="000000" w:themeColor="text1"/>
        </w:rPr>
        <w:t>✔</w:t>
      </w:r>
      <w:r w:rsidRPr="005201B8">
        <w:rPr>
          <w:rFonts w:ascii="ATT Aleck Sans" w:hAnsi="ATT Aleck Sans" w:cs="ATT Aleck Sans"/>
          <w:color w:val="000000" w:themeColor="text1"/>
        </w:rPr>
        <w:t xml:space="preserve"> Device security to protect your phone and your personal data on it</w:t>
      </w:r>
    </w:p>
    <w:p w14:paraId="78BC86D7" w14:textId="77777777" w:rsidR="005201B8" w:rsidRPr="005201B8" w:rsidRDefault="005201B8" w:rsidP="005201B8">
      <w:pPr>
        <w:rPr>
          <w:rFonts w:ascii="ATT Aleck Sans" w:hAnsi="ATT Aleck Sans" w:cs="ATT Aleck Sans"/>
          <w:color w:val="000000" w:themeColor="text1"/>
        </w:rPr>
      </w:pPr>
      <w:r w:rsidRPr="005201B8">
        <w:rPr>
          <w:rFonts w:ascii="ATT Aleck Sans" w:hAnsi="ATT Aleck Sans" w:cs="ATT Aleck Sans"/>
          <w:color w:val="000000" w:themeColor="text1"/>
        </w:rPr>
        <w:t>To report Suspicious Activity</w:t>
      </w:r>
    </w:p>
    <w:p w14:paraId="738DCEC7" w14:textId="77777777" w:rsidR="005201B8" w:rsidRPr="005201B8" w:rsidRDefault="005201B8" w:rsidP="005201B8">
      <w:pPr>
        <w:numPr>
          <w:ilvl w:val="1"/>
          <w:numId w:val="81"/>
        </w:numPr>
        <w:rPr>
          <w:rFonts w:ascii="ATT Aleck Sans" w:hAnsi="ATT Aleck Sans" w:cs="ATT Aleck Sans"/>
          <w:color w:val="000000" w:themeColor="text1"/>
        </w:rPr>
      </w:pPr>
      <w:r w:rsidRPr="005201B8">
        <w:rPr>
          <w:rFonts w:ascii="ATT Aleck Sans" w:hAnsi="ATT Aleck Sans" w:cs="ATT Aleck Sans"/>
          <w:color w:val="000000" w:themeColor="text1"/>
        </w:rPr>
        <w:t xml:space="preserve">For AT&amp;T Internet Service Customers: Forward suspicious emails or other activity related to AT&amp;T to </w:t>
      </w:r>
      <w:hyperlink r:id="rId13" w:history="1">
        <w:r w:rsidRPr="005201B8">
          <w:rPr>
            <w:rStyle w:val="Hyperlink"/>
            <w:rFonts w:ascii="ATT Aleck Sans" w:hAnsi="ATT Aleck Sans" w:cs="ATT Aleck Sans"/>
          </w:rPr>
          <w:t>abuse@att.net</w:t>
        </w:r>
      </w:hyperlink>
      <w:r w:rsidRPr="005201B8">
        <w:rPr>
          <w:rFonts w:ascii="ATT Aleck Sans" w:hAnsi="ATT Aleck Sans" w:cs="ATT Aleck Sans"/>
          <w:color w:val="000000" w:themeColor="text1"/>
        </w:rPr>
        <w:t>.</w:t>
      </w:r>
    </w:p>
    <w:p w14:paraId="22429F0E" w14:textId="77777777" w:rsidR="005201B8" w:rsidRPr="005201B8" w:rsidRDefault="005201B8" w:rsidP="005201B8">
      <w:pPr>
        <w:numPr>
          <w:ilvl w:val="1"/>
          <w:numId w:val="81"/>
        </w:numPr>
        <w:rPr>
          <w:rFonts w:ascii="ATT Aleck Sans" w:hAnsi="ATT Aleck Sans" w:cs="ATT Aleck Sans"/>
          <w:color w:val="000000" w:themeColor="text1"/>
        </w:rPr>
      </w:pPr>
      <w:r w:rsidRPr="005201B8">
        <w:rPr>
          <w:rFonts w:ascii="ATT Aleck Sans" w:hAnsi="ATT Aleck Sans" w:cs="ATT Aleck Sans"/>
          <w:color w:val="000000" w:themeColor="text1"/>
        </w:rPr>
        <w:t xml:space="preserve">For AT&amp;T Wireless (Cell Phone) Customers: Block and report spam calls in the </w:t>
      </w:r>
      <w:proofErr w:type="spellStart"/>
      <w:r w:rsidRPr="005201B8">
        <w:rPr>
          <w:rFonts w:ascii="ATT Aleck Sans" w:hAnsi="ATT Aleck Sans" w:cs="ATT Aleck Sans"/>
          <w:color w:val="000000" w:themeColor="text1"/>
        </w:rPr>
        <w:t>the</w:t>
      </w:r>
      <w:proofErr w:type="spellEnd"/>
      <w:r w:rsidRPr="005201B8">
        <w:rPr>
          <w:rFonts w:ascii="ATT Aleck Sans" w:hAnsi="ATT Aleck Sans" w:cs="ATT Aleck Sans"/>
          <w:color w:val="000000" w:themeColor="text1"/>
        </w:rPr>
        <w:t xml:space="preserve"> AT&amp;T </w:t>
      </w:r>
      <w:proofErr w:type="spellStart"/>
      <w:r w:rsidRPr="005201B8">
        <w:rPr>
          <w:rFonts w:ascii="ATT Aleck Sans" w:hAnsi="ATT Aleck Sans" w:cs="ATT Aleck Sans"/>
          <w:color w:val="000000" w:themeColor="text1"/>
        </w:rPr>
        <w:t>ActiveArmor</w:t>
      </w:r>
      <w:proofErr w:type="spellEnd"/>
      <w:r w:rsidRPr="005201B8">
        <w:rPr>
          <w:rFonts w:ascii="ATT Aleck Sans" w:hAnsi="ATT Aleck Sans" w:cs="ATT Aleck Sans"/>
          <w:color w:val="000000" w:themeColor="text1"/>
        </w:rPr>
        <w:t xml:space="preserve">® App </w:t>
      </w:r>
    </w:p>
    <w:p w14:paraId="70DCB22D" w14:textId="77777777" w:rsidR="005201B8" w:rsidRPr="005201B8" w:rsidRDefault="005201B8" w:rsidP="005201B8">
      <w:pPr>
        <w:rPr>
          <w:rFonts w:ascii="ATT Aleck Sans" w:hAnsi="ATT Aleck Sans" w:cs="ATT Aleck Sans"/>
          <w:color w:val="000000" w:themeColor="text1"/>
        </w:rPr>
      </w:pPr>
      <w:r w:rsidRPr="005201B8">
        <w:rPr>
          <w:rFonts w:ascii="ATT Aleck Sans" w:hAnsi="ATT Aleck Sans" w:cs="ATT Aleck Sans"/>
          <w:b/>
          <w:bCs/>
          <w:color w:val="000000" w:themeColor="text1"/>
        </w:rPr>
        <w:t xml:space="preserve">DISCLAIMER: </w:t>
      </w:r>
      <w:r w:rsidRPr="005201B8">
        <w:rPr>
          <w:rFonts w:ascii="ATT Aleck Sans" w:hAnsi="ATT Aleck Sans" w:cs="ATT Aleck Sans"/>
          <w:color w:val="000000" w:themeColor="text1"/>
        </w:rPr>
        <w:t>If AT&amp;T is not your internet or wireless service provider, please contact your provider for guidance on reporting suspicious activity and available security resources.</w:t>
      </w:r>
    </w:p>
    <w:p w14:paraId="373FF16C" w14:textId="77777777" w:rsidR="005201B8" w:rsidRDefault="005201B8" w:rsidP="005201B8">
      <w:pPr>
        <w:rPr>
          <w:rFonts w:ascii="ATT Aleck Sans" w:hAnsi="ATT Aleck Sans" w:cs="ATT Aleck Sans"/>
          <w:color w:val="000000" w:themeColor="text1"/>
        </w:rPr>
      </w:pPr>
    </w:p>
    <w:p w14:paraId="5DAC5D3C" w14:textId="1BCA342A" w:rsidR="005201B8" w:rsidRPr="005201B8" w:rsidRDefault="005201B8" w:rsidP="005201B8">
      <w:pPr>
        <w:rPr>
          <w:rFonts w:ascii="ATT Aleck Sans" w:hAnsi="ATT Aleck Sans" w:cs="ATT Aleck Sans"/>
          <w:color w:val="000000" w:themeColor="text1"/>
        </w:rPr>
      </w:pPr>
      <w:r w:rsidRPr="005201B8">
        <w:rPr>
          <w:rFonts w:ascii="ATT Aleck Sans" w:hAnsi="ATT Aleck Sans" w:cs="ATT Aleck Sans"/>
          <w:color w:val="000000" w:themeColor="text1"/>
        </w:rPr>
        <w:t>Some mobile security features—such as Caller ID, Spam Text Protection, and Auto Fraud Risk Call Blocking—are only available to AT&amp;T wireless customers. These rely on AT&amp;T’s network-level protections and are not accessible to users on other carriers.</w:t>
      </w:r>
    </w:p>
    <w:p w14:paraId="65D32343" w14:textId="77777777" w:rsidR="00AC6C07" w:rsidRDefault="00AC6C07" w:rsidP="005201B8">
      <w:pPr>
        <w:rPr>
          <w:rFonts w:ascii="ATT Aleck Sans" w:hAnsi="ATT Aleck Sans" w:cs="ATT Aleck Sans"/>
          <w:color w:val="000000" w:themeColor="text1"/>
        </w:rPr>
      </w:pPr>
    </w:p>
    <w:p w14:paraId="6FFCBB52" w14:textId="77777777" w:rsidR="00AC6C07" w:rsidRDefault="00AC6C07" w:rsidP="00AC6C07">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4DAB2DE7" w14:textId="77777777" w:rsidR="00AC6C07" w:rsidRDefault="00AC6C07" w:rsidP="00AC6C07">
      <w:pPr>
        <w:ind w:firstLine="720"/>
        <w:rPr>
          <w:rFonts w:ascii="ATT Aleck Sans" w:hAnsi="ATT Aleck Sans" w:cs="ATT Aleck Sans"/>
        </w:rPr>
      </w:pPr>
    </w:p>
    <w:p w14:paraId="3B0CCD29" w14:textId="77777777" w:rsidR="00AC6C07" w:rsidRPr="00AE2E85" w:rsidRDefault="00AC6C07" w:rsidP="00AC6C07">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75277A5A" w14:textId="77777777" w:rsidR="00AC6C07" w:rsidRDefault="00AC6C07" w:rsidP="00422A80">
      <w:pPr>
        <w:rPr>
          <w:rFonts w:ascii="ATT Aleck Sans" w:hAnsi="ATT Aleck Sans" w:cs="ATT Aleck Sans"/>
          <w:b/>
          <w:bCs/>
        </w:rPr>
      </w:pPr>
    </w:p>
    <w:p w14:paraId="068DD472" w14:textId="77777777" w:rsidR="00163FAE" w:rsidRPr="00163FAE" w:rsidRDefault="00163FAE" w:rsidP="00163FAE">
      <w:pPr>
        <w:rPr>
          <w:rFonts w:ascii="ATT Aleck Sans" w:hAnsi="ATT Aleck Sans" w:cs="ATT Aleck San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99</w:t>
      </w:r>
      <w:r w:rsidRPr="001C5AAA">
        <w:rPr>
          <w:rFonts w:ascii="ATT Aleck Sans" w:hAnsi="ATT Aleck Sans" w:cs="ATT Aleck Sans"/>
        </w:rPr>
        <w:t>:</w:t>
      </w:r>
      <w:r w:rsidRPr="00FC361A">
        <w:rPr>
          <w:rFonts w:ascii="ATT Aleck Sans" w:hAnsi="ATT Aleck Sans" w:cs="ATT Aleck Sans"/>
        </w:rPr>
        <w:t xml:space="preserve"> </w:t>
      </w:r>
      <w:r w:rsidRPr="00163FAE">
        <w:rPr>
          <w:rFonts w:ascii="ATT Aleck Sans" w:hAnsi="ATT Aleck Sans" w:cs="ATT Aleck Sans"/>
        </w:rPr>
        <w:t xml:space="preserve">If </w:t>
      </w:r>
      <w:r>
        <w:rPr>
          <w:rFonts w:ascii="ATT Aleck Sans" w:hAnsi="ATT Aleck Sans" w:cs="ATT Aleck Sans"/>
        </w:rPr>
        <w:t>Y</w:t>
      </w:r>
      <w:r w:rsidRPr="00163FAE">
        <w:rPr>
          <w:rFonts w:ascii="ATT Aleck Sans" w:hAnsi="ATT Aleck Sans" w:cs="ATT Aleck Sans"/>
        </w:rPr>
        <w:t xml:space="preserve">our </w:t>
      </w:r>
      <w:r>
        <w:rPr>
          <w:rFonts w:ascii="ATT Aleck Sans" w:hAnsi="ATT Aleck Sans" w:cs="ATT Aleck Sans"/>
        </w:rPr>
        <w:t>I</w:t>
      </w:r>
      <w:r w:rsidRPr="00163FAE">
        <w:rPr>
          <w:rFonts w:ascii="ATT Aleck Sans" w:hAnsi="ATT Aleck Sans" w:cs="ATT Aleck Sans"/>
        </w:rPr>
        <w:t xml:space="preserve">dentity </w:t>
      </w:r>
      <w:r>
        <w:rPr>
          <w:rFonts w:ascii="ATT Aleck Sans" w:hAnsi="ATT Aleck Sans" w:cs="ATT Aleck Sans"/>
        </w:rPr>
        <w:t>W</w:t>
      </w:r>
      <w:r w:rsidRPr="00163FAE">
        <w:rPr>
          <w:rFonts w:ascii="ATT Aleck Sans" w:hAnsi="ATT Aleck Sans" w:cs="ATT Aleck Sans"/>
        </w:rPr>
        <w:t xml:space="preserve">as </w:t>
      </w:r>
      <w:r>
        <w:rPr>
          <w:rFonts w:ascii="ATT Aleck Sans" w:hAnsi="ATT Aleck Sans" w:cs="ATT Aleck Sans"/>
        </w:rPr>
        <w:t>S</w:t>
      </w:r>
      <w:r w:rsidRPr="00163FAE">
        <w:rPr>
          <w:rFonts w:ascii="ATT Aleck Sans" w:hAnsi="ATT Aleck Sans" w:cs="ATT Aleck Sans"/>
        </w:rPr>
        <w:t xml:space="preserve">tolen </w:t>
      </w:r>
      <w:r>
        <w:rPr>
          <w:rFonts w:ascii="ATT Aleck Sans" w:hAnsi="ATT Aleck Sans" w:cs="ATT Aleck Sans"/>
        </w:rPr>
        <w:t>C</w:t>
      </w:r>
      <w:r w:rsidRPr="00163FAE">
        <w:rPr>
          <w:rFonts w:ascii="ATT Aleck Sans" w:hAnsi="ATT Aleck Sans" w:cs="ATT Aleck Sans"/>
        </w:rPr>
        <w:t>ontact IdentifyTheft.gov</w:t>
      </w:r>
    </w:p>
    <w:p w14:paraId="0A1BD5BC" w14:textId="77777777" w:rsidR="00163FAE" w:rsidRDefault="00163FAE" w:rsidP="00163FAE">
      <w:pPr>
        <w:rPr>
          <w:rFonts w:ascii="ATT Aleck Sans" w:hAnsi="ATT Aleck Sans" w:cs="ATT Aleck Sans"/>
          <w:b/>
          <w:bCs/>
        </w:rPr>
      </w:pPr>
    </w:p>
    <w:p w14:paraId="68E3493D" w14:textId="77777777" w:rsidR="00163FAE" w:rsidRPr="001C5AAA" w:rsidRDefault="00163FAE" w:rsidP="00163FAE">
      <w:pPr>
        <w:ind w:firstLine="720"/>
        <w:rPr>
          <w:rFonts w:ascii="ATT Aleck Sans" w:hAnsi="ATT Aleck Sans" w:cs="ATT Aleck Sans"/>
          <w:b/>
          <w:bCs/>
        </w:rPr>
      </w:pPr>
      <w:r w:rsidRPr="00F34370">
        <w:rPr>
          <w:rFonts w:ascii="ATT Aleck Sans" w:hAnsi="ATT Aleck Sans" w:cs="ATT Aleck Sans"/>
          <w:b/>
          <w:bCs/>
        </w:rPr>
        <w:lastRenderedPageBreak/>
        <w:t>On Slide Text:</w:t>
      </w:r>
      <w:r>
        <w:rPr>
          <w:rFonts w:ascii="ATT Aleck Sans" w:hAnsi="ATT Aleck Sans" w:cs="ATT Aleck Sans"/>
          <w:b/>
          <w:bCs/>
        </w:rPr>
        <w:t xml:space="preserve"> </w:t>
      </w:r>
      <w:r w:rsidRPr="00163FAE">
        <w:rPr>
          <w:rFonts w:ascii="ATT Aleck Sans" w:hAnsi="ATT Aleck Sans" w:cs="ATT Aleck Sans"/>
        </w:rPr>
        <w:t>If your identity was stolen contact IdentifyTheft.gov.</w:t>
      </w:r>
      <w:r>
        <w:rPr>
          <w:rFonts w:ascii="ATT Aleck Sans" w:hAnsi="ATT Aleck Sans" w:cs="ATT Aleck Sans"/>
        </w:rPr>
        <w:t xml:space="preserve"> https://</w:t>
      </w:r>
      <w:r w:rsidRPr="00163FAE">
        <w:rPr>
          <w:rFonts w:ascii="ATT Aleck Sans" w:hAnsi="ATT Aleck Sans" w:cs="ATT Aleck Sans"/>
        </w:rPr>
        <w:t>IdentifyTheft.gov.</w:t>
      </w:r>
    </w:p>
    <w:p w14:paraId="727D8EFC" w14:textId="77777777" w:rsidR="00163FAE" w:rsidRDefault="00163FAE" w:rsidP="00163FAE">
      <w:pPr>
        <w:rPr>
          <w:rFonts w:ascii="ATT Aleck Sans" w:hAnsi="ATT Aleck Sans" w:cs="ATT Aleck Sans"/>
          <w:b/>
          <w:bCs/>
          <w:color w:val="000000" w:themeColor="text1"/>
        </w:rPr>
      </w:pPr>
    </w:p>
    <w:p w14:paraId="55E353FB" w14:textId="77777777" w:rsidR="00163FAE" w:rsidRDefault="00163FAE" w:rsidP="00163FAE">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Pr="00163FAE">
        <w:rPr>
          <w:rFonts w:ascii="ATT Aleck Sans" w:hAnsi="ATT Aleck Sans" w:cs="ATT Aleck Sans"/>
          <w:color w:val="000000" w:themeColor="text1"/>
        </w:rPr>
        <w:t>If your identity was stolen, you suspect someone may have stolen your identity, or your information was exposed in a data breach, check the IdentifyTheft.gov website to explore your options, report the theft, and create a recovery plan</w:t>
      </w:r>
    </w:p>
    <w:p w14:paraId="0D199662" w14:textId="77777777" w:rsidR="00163FAE" w:rsidRDefault="00163FAE" w:rsidP="00163FAE">
      <w:pPr>
        <w:ind w:firstLine="720"/>
        <w:rPr>
          <w:rFonts w:ascii="ATT Aleck Sans" w:hAnsi="ATT Aleck Sans" w:cs="ATT Aleck Sans"/>
          <w:color w:val="000000" w:themeColor="text1"/>
        </w:rPr>
      </w:pPr>
    </w:p>
    <w:p w14:paraId="29AAEB0B" w14:textId="77777777" w:rsidR="00163FAE" w:rsidRDefault="00163FAE" w:rsidP="00163FAE">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Pr>
          <w:rFonts w:ascii="ATT Aleck Sans" w:hAnsi="ATT Aleck Sans" w:cs="ATT Aleck Sans"/>
        </w:rPr>
        <w:t>none</w:t>
      </w:r>
    </w:p>
    <w:p w14:paraId="1D07DCBD" w14:textId="77777777" w:rsidR="00163FAE" w:rsidRDefault="00163FAE" w:rsidP="00163FAE">
      <w:pPr>
        <w:ind w:firstLine="720"/>
        <w:rPr>
          <w:rFonts w:ascii="ATT Aleck Sans" w:hAnsi="ATT Aleck Sans" w:cs="ATT Aleck Sans"/>
        </w:rPr>
      </w:pPr>
    </w:p>
    <w:p w14:paraId="51AC0D09" w14:textId="77777777" w:rsidR="00163FAE" w:rsidRPr="00AE2E85" w:rsidRDefault="00163FAE" w:rsidP="00163FAE">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none</w:t>
      </w:r>
    </w:p>
    <w:p w14:paraId="507CEBF5" w14:textId="77777777" w:rsidR="00163FAE" w:rsidRDefault="00163FAE" w:rsidP="00AC6C07">
      <w:pPr>
        <w:rPr>
          <w:rFonts w:ascii="ATT Aleck Sans" w:hAnsi="ATT Aleck Sans" w:cs="ATT Aleck Sans"/>
          <w:b/>
          <w:bCs/>
        </w:rPr>
      </w:pPr>
    </w:p>
    <w:p w14:paraId="6375001A" w14:textId="77777777" w:rsidR="00AC6C07" w:rsidRPr="00163FAE" w:rsidRDefault="00AC6C07" w:rsidP="00AC6C07">
      <w:pPr>
        <w:rPr>
          <w:rFonts w:ascii="ATT Aleck Sans" w:hAnsi="ATT Aleck Sans" w:cs="ATT Aleck Sans"/>
          <w:b/>
          <w:bCs/>
        </w:rPr>
      </w:pPr>
      <w:r w:rsidRPr="001C5AAA">
        <w:rPr>
          <w:rFonts w:ascii="ATT Aleck Sans" w:hAnsi="ATT Aleck Sans" w:cs="ATT Aleck Sans"/>
          <w:b/>
          <w:bCs/>
        </w:rPr>
        <w:t>Slide Number &amp; Title</w:t>
      </w:r>
      <w:r w:rsidRPr="001C5AAA">
        <w:rPr>
          <w:rFonts w:ascii="ATT Aleck Sans" w:hAnsi="ATT Aleck Sans" w:cs="ATT Aleck Sans"/>
        </w:rPr>
        <w:t xml:space="preserve">. Slide </w:t>
      </w:r>
      <w:r>
        <w:rPr>
          <w:rFonts w:ascii="ATT Aleck Sans" w:hAnsi="ATT Aleck Sans" w:cs="ATT Aleck Sans"/>
        </w:rPr>
        <w:t>10</w:t>
      </w:r>
      <w:r w:rsidR="00163FAE">
        <w:rPr>
          <w:rFonts w:ascii="ATT Aleck Sans" w:hAnsi="ATT Aleck Sans" w:cs="ATT Aleck Sans"/>
        </w:rPr>
        <w:t>0</w:t>
      </w:r>
      <w:r w:rsidRPr="001C5AAA">
        <w:rPr>
          <w:rFonts w:ascii="ATT Aleck Sans" w:hAnsi="ATT Aleck Sans" w:cs="ATT Aleck Sans"/>
        </w:rPr>
        <w:t>:</w:t>
      </w:r>
      <w:r w:rsidRPr="00FC361A">
        <w:rPr>
          <w:rFonts w:ascii="ATT Aleck Sans" w:hAnsi="ATT Aleck Sans" w:cs="ATT Aleck Sans"/>
        </w:rPr>
        <w:t xml:space="preserve"> </w:t>
      </w:r>
      <w:r w:rsidR="00F03C2D">
        <w:rPr>
          <w:rFonts w:ascii="ATT Aleck Sans" w:hAnsi="ATT Aleck Sans" w:cs="ATT Aleck Sans"/>
        </w:rPr>
        <w:t>Questions</w:t>
      </w:r>
    </w:p>
    <w:p w14:paraId="1A91C714" w14:textId="77777777" w:rsidR="00AC6C07" w:rsidRDefault="00AC6C07" w:rsidP="00AC6C07">
      <w:pPr>
        <w:rPr>
          <w:rFonts w:ascii="ATT Aleck Sans" w:hAnsi="ATT Aleck Sans" w:cs="ATT Aleck Sans"/>
          <w:b/>
          <w:bCs/>
        </w:rPr>
      </w:pPr>
    </w:p>
    <w:p w14:paraId="658F17BD" w14:textId="77777777" w:rsidR="00AC6C07" w:rsidRPr="001C5AAA" w:rsidRDefault="00AC6C07" w:rsidP="00AC6C07">
      <w:pPr>
        <w:ind w:firstLine="720"/>
        <w:rPr>
          <w:rFonts w:ascii="ATT Aleck Sans" w:hAnsi="ATT Aleck Sans" w:cs="ATT Aleck Sans"/>
          <w:b/>
          <w:bCs/>
        </w:rPr>
      </w:pPr>
      <w:r w:rsidRPr="00F34370">
        <w:rPr>
          <w:rFonts w:ascii="ATT Aleck Sans" w:hAnsi="ATT Aleck Sans" w:cs="ATT Aleck Sans"/>
          <w:b/>
          <w:bCs/>
        </w:rPr>
        <w:t>On Slide Text:</w:t>
      </w:r>
      <w:r>
        <w:rPr>
          <w:rFonts w:ascii="ATT Aleck Sans" w:hAnsi="ATT Aleck Sans" w:cs="ATT Aleck Sans"/>
          <w:b/>
          <w:bCs/>
        </w:rPr>
        <w:t xml:space="preserve"> </w:t>
      </w:r>
    </w:p>
    <w:p w14:paraId="3D8EA6D2" w14:textId="77777777" w:rsidR="00AC6C07" w:rsidRDefault="00AC6C07" w:rsidP="00AC6C07">
      <w:pPr>
        <w:rPr>
          <w:rFonts w:ascii="ATT Aleck Sans" w:hAnsi="ATT Aleck Sans" w:cs="ATT Aleck Sans"/>
          <w:b/>
          <w:bCs/>
          <w:color w:val="000000" w:themeColor="text1"/>
        </w:rPr>
      </w:pPr>
    </w:p>
    <w:p w14:paraId="24A2951E" w14:textId="77777777" w:rsidR="00AD3AF2" w:rsidRPr="00AD3AF2" w:rsidRDefault="00AC6C07" w:rsidP="00AD3AF2">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AD3AF2">
        <w:rPr>
          <w:rFonts w:ascii="ATT Aleck Sans" w:hAnsi="ATT Aleck Sans" w:cs="ATT Aleck Sans"/>
          <w:color w:val="000000" w:themeColor="text1"/>
        </w:rPr>
        <w:t>Do you have any questions b</w:t>
      </w:r>
      <w:r w:rsidR="00AD3AF2" w:rsidRPr="00AD3AF2">
        <w:rPr>
          <w:rFonts w:ascii="ATT Aleck Sans" w:hAnsi="ATT Aleck Sans" w:cs="ATT Aleck Sans"/>
          <w:color w:val="000000" w:themeColor="text1"/>
        </w:rPr>
        <w:t xml:space="preserve">efore we </w:t>
      </w:r>
      <w:r w:rsidR="00AD3AF2">
        <w:rPr>
          <w:rFonts w:ascii="ATT Aleck Sans" w:hAnsi="ATT Aleck Sans" w:cs="ATT Aleck Sans"/>
          <w:color w:val="000000" w:themeColor="text1"/>
        </w:rPr>
        <w:t>wrap up today’s workshop</w:t>
      </w:r>
      <w:r w:rsidR="00AD3AF2" w:rsidRPr="00AD3AF2">
        <w:rPr>
          <w:rFonts w:ascii="ATT Aleck Sans" w:hAnsi="ATT Aleck Sans" w:cs="ATT Aleck Sans"/>
          <w:color w:val="000000" w:themeColor="text1"/>
        </w:rPr>
        <w:t>?</w:t>
      </w:r>
    </w:p>
    <w:p w14:paraId="0C3F56AD" w14:textId="77777777" w:rsidR="00AC6C07" w:rsidRDefault="00AC6C07" w:rsidP="00AD3AF2">
      <w:pPr>
        <w:rPr>
          <w:rFonts w:ascii="ATT Aleck Sans" w:hAnsi="ATT Aleck Sans" w:cs="ATT Aleck Sans"/>
          <w:color w:val="000000" w:themeColor="text1"/>
        </w:rPr>
      </w:pPr>
    </w:p>
    <w:p w14:paraId="74ECD5DB" w14:textId="77777777" w:rsidR="00AC6C07" w:rsidRDefault="00AC6C07" w:rsidP="00AC6C07">
      <w:pPr>
        <w:ind w:firstLine="720"/>
        <w:rPr>
          <w:rFonts w:ascii="ATT Aleck Sans" w:hAnsi="ATT Aleck Sans" w:cs="ATT Aleck Sans"/>
        </w:rPr>
      </w:pPr>
      <w:r w:rsidRPr="40746793">
        <w:rPr>
          <w:rFonts w:ascii="ATT Aleck Sans" w:hAnsi="ATT Aleck Sans" w:cs="ATT Aleck Sans"/>
          <w:b/>
          <w:bCs/>
        </w:rPr>
        <w:t>Instructor Note:</w:t>
      </w:r>
      <w:r w:rsidRPr="40746793">
        <w:rPr>
          <w:rFonts w:ascii="ATT Aleck Sans" w:hAnsi="ATT Aleck Sans" w:cs="ATT Aleck Sans"/>
        </w:rPr>
        <w:t> </w:t>
      </w:r>
      <w:r w:rsidR="00AD3AF2" w:rsidRPr="00AD3AF2">
        <w:rPr>
          <w:rFonts w:ascii="ATT Aleck Sans" w:hAnsi="ATT Aleck Sans" w:cs="ATT Aleck Sans"/>
        </w:rPr>
        <w:t>Review and address items in the “parking lot”.</w:t>
      </w:r>
    </w:p>
    <w:p w14:paraId="3CD51670" w14:textId="77777777" w:rsidR="00AC6C07" w:rsidRDefault="00AC6C07" w:rsidP="00AC6C07">
      <w:pPr>
        <w:ind w:firstLine="720"/>
        <w:rPr>
          <w:rFonts w:ascii="ATT Aleck Sans" w:hAnsi="ATT Aleck Sans" w:cs="ATT Aleck Sans"/>
        </w:rPr>
      </w:pPr>
    </w:p>
    <w:p w14:paraId="55CAA579" w14:textId="77777777" w:rsidR="00AC6C07" w:rsidRDefault="00AC6C07" w:rsidP="00AD3AF2">
      <w:pPr>
        <w:ind w:firstLine="720"/>
        <w:rPr>
          <w:rFonts w:ascii="ATT Aleck Sans" w:hAnsi="ATT Aleck Sans" w:cs="ATT Aleck Sans"/>
        </w:rPr>
      </w:pPr>
      <w:r w:rsidRPr="00AE2E85">
        <w:rPr>
          <w:rFonts w:ascii="ATT Aleck Sans" w:hAnsi="ATT Aleck Sans" w:cs="ATT Aleck Sans"/>
          <w:b/>
          <w:bCs/>
        </w:rPr>
        <w:t>Additional Details:</w:t>
      </w:r>
      <w:r w:rsidRPr="00AE2E85">
        <w:rPr>
          <w:rFonts w:ascii="ATT Aleck Sans" w:hAnsi="ATT Aleck Sans" w:cs="ATT Aleck Sans"/>
        </w:rPr>
        <w:t> </w:t>
      </w:r>
      <w:r w:rsidR="00AD3AF2" w:rsidRPr="00AD3AF2">
        <w:rPr>
          <w:rFonts w:ascii="ATT Aleck Sans" w:hAnsi="ATT Aleck Sans" w:cs="ATT Aleck Sans"/>
        </w:rPr>
        <w:t xml:space="preserve">For information about what the parking lot is, see the “Before the Workshop Begins” section of the Instructor Guide. </w:t>
      </w:r>
    </w:p>
    <w:p w14:paraId="5A3AE42E" w14:textId="77777777" w:rsidR="00163FAE" w:rsidRDefault="00163FAE" w:rsidP="00163FAE">
      <w:pPr>
        <w:rPr>
          <w:rFonts w:ascii="ATT Aleck Sans" w:hAnsi="ATT Aleck Sans" w:cs="ATT Aleck Sans"/>
        </w:rPr>
      </w:pPr>
    </w:p>
    <w:p w14:paraId="20508EA8" w14:textId="77777777" w:rsidR="00422A80" w:rsidRPr="00FC361A" w:rsidRDefault="00A267E8" w:rsidP="00422A80">
      <w:pPr>
        <w:rPr>
          <w:rFonts w:ascii="ATT Aleck Sans" w:hAnsi="ATT Aleck Sans" w:cs="ATT Aleck Sans"/>
        </w:rPr>
      </w:pPr>
      <w:r w:rsidRPr="00A267E8">
        <w:rPr>
          <w:rFonts w:ascii="ATT Aleck Sans" w:hAnsi="ATT Aleck Sans" w:cs="ATT Aleck Sans"/>
          <w:b/>
          <w:bCs/>
        </w:rPr>
        <w:t>Slide Number &amp; Title</w:t>
      </w:r>
      <w:r w:rsidRPr="00FC361A">
        <w:rPr>
          <w:rFonts w:ascii="ATT Aleck Sans" w:hAnsi="ATT Aleck Sans" w:cs="ATT Aleck Sans"/>
        </w:rPr>
        <w:t xml:space="preserve">. </w:t>
      </w:r>
      <w:r w:rsidR="000D7AC2" w:rsidRPr="00FC361A">
        <w:rPr>
          <w:rFonts w:ascii="ATT Aleck Sans" w:hAnsi="ATT Aleck Sans" w:cs="ATT Aleck Sans"/>
        </w:rPr>
        <w:t xml:space="preserve">Slide </w:t>
      </w:r>
      <w:r w:rsidR="00AD3AF2">
        <w:rPr>
          <w:rFonts w:ascii="ATT Aleck Sans" w:hAnsi="ATT Aleck Sans" w:cs="ATT Aleck Sans"/>
        </w:rPr>
        <w:t>101</w:t>
      </w:r>
      <w:r w:rsidR="001A145D">
        <w:rPr>
          <w:rFonts w:ascii="ATT Aleck Sans" w:hAnsi="ATT Aleck Sans" w:cs="ATT Aleck Sans"/>
        </w:rPr>
        <w:t>:</w:t>
      </w:r>
      <w:r w:rsidR="000D7AC2" w:rsidRPr="00FC361A">
        <w:rPr>
          <w:rFonts w:ascii="ATT Aleck Sans" w:hAnsi="ATT Aleck Sans" w:cs="ATT Aleck Sans"/>
        </w:rPr>
        <w:t xml:space="preserve"> Congratulations, Learners!</w:t>
      </w:r>
    </w:p>
    <w:p w14:paraId="4D7D839E" w14:textId="77777777" w:rsidR="00B80D35" w:rsidRDefault="00B80D35" w:rsidP="00FC361A">
      <w:pPr>
        <w:ind w:firstLine="360"/>
        <w:rPr>
          <w:rFonts w:ascii="ATT Aleck Sans" w:hAnsi="ATT Aleck Sans" w:cs="ATT Aleck Sans"/>
          <w:b/>
          <w:bCs/>
        </w:rPr>
      </w:pPr>
    </w:p>
    <w:p w14:paraId="632F3444" w14:textId="77777777" w:rsidR="00BD3E39" w:rsidRDefault="00F34370" w:rsidP="00BD3E39">
      <w:pPr>
        <w:ind w:firstLine="360"/>
        <w:rPr>
          <w:rFonts w:ascii="ATT Aleck Sans" w:hAnsi="ATT Aleck Sans" w:cs="ATT Aleck Sans"/>
        </w:rPr>
      </w:pPr>
      <w:r w:rsidRPr="00F34370">
        <w:rPr>
          <w:rFonts w:ascii="ATT Aleck Sans" w:hAnsi="ATT Aleck Sans" w:cs="ATT Aleck Sans"/>
          <w:b/>
          <w:bCs/>
        </w:rPr>
        <w:t>On Slide Text:</w:t>
      </w:r>
      <w:r w:rsidR="00FC361A">
        <w:rPr>
          <w:rFonts w:ascii="ATT Aleck Sans" w:hAnsi="ATT Aleck Sans" w:cs="ATT Aleck Sans"/>
        </w:rPr>
        <w:t xml:space="preserve"> </w:t>
      </w:r>
      <w:r w:rsidR="001A63BE" w:rsidRPr="00671A29">
        <w:rPr>
          <w:rFonts w:ascii="ATT Aleck Sans" w:hAnsi="ATT Aleck Sans" w:cs="ATT Aleck Sans"/>
        </w:rPr>
        <w:t xml:space="preserve">Congratulations, learners! Today you: </w:t>
      </w:r>
    </w:p>
    <w:p w14:paraId="24F4F5D0" w14:textId="77777777" w:rsidR="00AD3AF2" w:rsidRPr="00AD3AF2" w:rsidRDefault="00AD3AF2" w:rsidP="00AD3AF2">
      <w:pPr>
        <w:numPr>
          <w:ilvl w:val="0"/>
          <w:numId w:val="77"/>
        </w:numPr>
        <w:rPr>
          <w:rFonts w:ascii="ATT Aleck Sans" w:hAnsi="ATT Aleck Sans" w:cs="ATT Aleck Sans"/>
        </w:rPr>
      </w:pPr>
      <w:r w:rsidRPr="00AD3AF2">
        <w:rPr>
          <w:rFonts w:ascii="ATT Aleck Sans" w:hAnsi="ATT Aleck Sans" w:cs="ATT Aleck Sans"/>
        </w:rPr>
        <w:t>learned about cybersecurity.</w:t>
      </w:r>
    </w:p>
    <w:p w14:paraId="6486EF9F" w14:textId="77777777" w:rsidR="00AD3AF2" w:rsidRPr="00AD3AF2" w:rsidRDefault="00AD3AF2" w:rsidP="00AD3AF2">
      <w:pPr>
        <w:numPr>
          <w:ilvl w:val="0"/>
          <w:numId w:val="77"/>
        </w:numPr>
        <w:rPr>
          <w:rFonts w:ascii="ATT Aleck Sans" w:hAnsi="ATT Aleck Sans" w:cs="ATT Aleck Sans"/>
        </w:rPr>
      </w:pPr>
      <w:r w:rsidRPr="00AD3AF2">
        <w:rPr>
          <w:rFonts w:ascii="ATT Aleck Sans" w:hAnsi="ATT Aleck Sans" w:cs="ATT Aleck Sans"/>
        </w:rPr>
        <w:t>built skills to:</w:t>
      </w:r>
    </w:p>
    <w:p w14:paraId="27A39668" w14:textId="77777777" w:rsidR="00AD3AF2" w:rsidRPr="00AD3AF2" w:rsidRDefault="00AD3AF2" w:rsidP="00AD3AF2">
      <w:pPr>
        <w:numPr>
          <w:ilvl w:val="1"/>
          <w:numId w:val="77"/>
        </w:numPr>
        <w:rPr>
          <w:rFonts w:ascii="ATT Aleck Sans" w:hAnsi="ATT Aleck Sans" w:cs="ATT Aleck Sans"/>
        </w:rPr>
      </w:pPr>
      <w:r w:rsidRPr="00AD3AF2">
        <w:rPr>
          <w:rFonts w:ascii="ATT Aleck Sans" w:hAnsi="ATT Aleck Sans" w:cs="ATT Aleck Sans"/>
        </w:rPr>
        <w:t>make passwords strong and memorable</w:t>
      </w:r>
      <w:r>
        <w:rPr>
          <w:rFonts w:ascii="ATT Aleck Sans" w:hAnsi="ATT Aleck Sans" w:cs="ATT Aleck Sans"/>
        </w:rPr>
        <w:t>.</w:t>
      </w:r>
      <w:r w:rsidRPr="00AD3AF2">
        <w:rPr>
          <w:rFonts w:ascii="ATT Aleck Sans" w:hAnsi="ATT Aleck Sans" w:cs="ATT Aleck Sans"/>
        </w:rPr>
        <w:t xml:space="preserve"> </w:t>
      </w:r>
    </w:p>
    <w:p w14:paraId="49CDDFFC" w14:textId="77777777" w:rsidR="00AD3AF2" w:rsidRPr="00AD3AF2" w:rsidRDefault="00AD3AF2" w:rsidP="00AD3AF2">
      <w:pPr>
        <w:numPr>
          <w:ilvl w:val="1"/>
          <w:numId w:val="77"/>
        </w:numPr>
        <w:rPr>
          <w:rFonts w:ascii="ATT Aleck Sans" w:hAnsi="ATT Aleck Sans" w:cs="ATT Aleck Sans"/>
        </w:rPr>
      </w:pPr>
      <w:r w:rsidRPr="00AD3AF2">
        <w:rPr>
          <w:rFonts w:ascii="ATT Aleck Sans" w:hAnsi="ATT Aleck Sans" w:cs="ATT Aleck Sans"/>
        </w:rPr>
        <w:t>create safe and secure accounts and passwords.</w:t>
      </w:r>
    </w:p>
    <w:p w14:paraId="7A1695F8" w14:textId="77777777" w:rsidR="00AD3AF2" w:rsidRPr="00AD3AF2" w:rsidRDefault="00AD3AF2" w:rsidP="00AD3AF2">
      <w:pPr>
        <w:numPr>
          <w:ilvl w:val="1"/>
          <w:numId w:val="77"/>
        </w:numPr>
        <w:rPr>
          <w:rFonts w:ascii="ATT Aleck Sans" w:hAnsi="ATT Aleck Sans" w:cs="ATT Aleck Sans"/>
        </w:rPr>
      </w:pPr>
      <w:r>
        <w:rPr>
          <w:rFonts w:ascii="ATT Aleck Sans" w:hAnsi="ATT Aleck Sans" w:cs="ATT Aleck Sans"/>
        </w:rPr>
        <w:t>i</w:t>
      </w:r>
      <w:r w:rsidRPr="00AD3AF2">
        <w:rPr>
          <w:rFonts w:ascii="ATT Aleck Sans" w:hAnsi="ATT Aleck Sans" w:cs="ATT Aleck Sans"/>
        </w:rPr>
        <w:t>dentify the most common types of scams.</w:t>
      </w:r>
    </w:p>
    <w:p w14:paraId="4F84399D" w14:textId="77777777" w:rsidR="00AD3AF2" w:rsidRPr="00AD3AF2" w:rsidRDefault="00AD3AF2" w:rsidP="00AD3AF2">
      <w:pPr>
        <w:numPr>
          <w:ilvl w:val="1"/>
          <w:numId w:val="77"/>
        </w:numPr>
        <w:rPr>
          <w:rFonts w:ascii="ATT Aleck Sans" w:hAnsi="ATT Aleck Sans" w:cs="ATT Aleck Sans"/>
        </w:rPr>
      </w:pPr>
      <w:r w:rsidRPr="00AD3AF2">
        <w:rPr>
          <w:rFonts w:ascii="ATT Aleck Sans" w:hAnsi="ATT Aleck Sans" w:cs="ATT Aleck Sans"/>
        </w:rPr>
        <w:t>recognize and avoid online scams. </w:t>
      </w:r>
    </w:p>
    <w:p w14:paraId="1EA312E1" w14:textId="77777777" w:rsidR="00AD3AF2" w:rsidRPr="00AD3AF2" w:rsidRDefault="00AD3AF2" w:rsidP="00AD3AF2">
      <w:pPr>
        <w:numPr>
          <w:ilvl w:val="1"/>
          <w:numId w:val="77"/>
        </w:numPr>
        <w:rPr>
          <w:rFonts w:ascii="ATT Aleck Sans" w:hAnsi="ATT Aleck Sans" w:cs="ATT Aleck Sans"/>
        </w:rPr>
      </w:pPr>
      <w:r w:rsidRPr="00AD3AF2">
        <w:rPr>
          <w:rFonts w:ascii="ATT Aleck Sans" w:hAnsi="ATT Aleck Sans" w:cs="ATT Aleck Sans"/>
        </w:rPr>
        <w:t>report a scam.</w:t>
      </w:r>
    </w:p>
    <w:p w14:paraId="71180938" w14:textId="77777777" w:rsidR="00AD3AF2" w:rsidRPr="00AD3AF2" w:rsidRDefault="00AD3AF2" w:rsidP="00AD3AF2">
      <w:pPr>
        <w:numPr>
          <w:ilvl w:val="0"/>
          <w:numId w:val="77"/>
        </w:numPr>
        <w:rPr>
          <w:rFonts w:ascii="ATT Aleck Sans" w:hAnsi="ATT Aleck Sans" w:cs="ATT Aleck Sans"/>
        </w:rPr>
      </w:pPr>
      <w:r w:rsidRPr="75016467">
        <w:rPr>
          <w:rFonts w:ascii="ATT Aleck Sans" w:hAnsi="ATT Aleck Sans" w:cs="ATT Aleck Sans"/>
        </w:rPr>
        <w:t>discovered useful tips to help you stay safe online.</w:t>
      </w:r>
    </w:p>
    <w:p w14:paraId="67E8E860" w14:textId="6C2E8501" w:rsidR="75016467" w:rsidRDefault="75016467" w:rsidP="75016467">
      <w:pPr>
        <w:ind w:firstLine="360"/>
        <w:rPr>
          <w:rFonts w:ascii="ATT Aleck Sans" w:hAnsi="ATT Aleck Sans" w:cs="ATT Aleck Sans"/>
          <w:b/>
          <w:bCs/>
          <w:color w:val="000000" w:themeColor="text1"/>
        </w:rPr>
      </w:pPr>
    </w:p>
    <w:p w14:paraId="42268E1F" w14:textId="77777777" w:rsidR="00AD3AF2" w:rsidRDefault="00FC361A" w:rsidP="00AD3AF2">
      <w:pPr>
        <w:ind w:firstLine="360"/>
        <w:rPr>
          <w:rFonts w:ascii="ATT Aleck Sans" w:hAnsi="ATT Aleck Sans" w:cs="ATT Aleck Sans"/>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AD3AF2" w:rsidRPr="00671A29">
        <w:rPr>
          <w:rFonts w:ascii="ATT Aleck Sans" w:hAnsi="ATT Aleck Sans" w:cs="ATT Aleck Sans"/>
        </w:rPr>
        <w:t xml:space="preserve">Congratulations, learners! Today you: </w:t>
      </w:r>
    </w:p>
    <w:p w14:paraId="5C2720F0" w14:textId="77777777" w:rsidR="00AD3AF2" w:rsidRPr="00AD3AF2" w:rsidRDefault="00AD3AF2" w:rsidP="00AD3AF2">
      <w:pPr>
        <w:numPr>
          <w:ilvl w:val="0"/>
          <w:numId w:val="77"/>
        </w:numPr>
        <w:rPr>
          <w:rFonts w:ascii="ATT Aleck Sans" w:hAnsi="ATT Aleck Sans" w:cs="ATT Aleck Sans"/>
        </w:rPr>
      </w:pPr>
      <w:r w:rsidRPr="00AD3AF2">
        <w:rPr>
          <w:rFonts w:ascii="ATT Aleck Sans" w:hAnsi="ATT Aleck Sans" w:cs="ATT Aleck Sans"/>
        </w:rPr>
        <w:t>learned about cybersecurity.</w:t>
      </w:r>
    </w:p>
    <w:p w14:paraId="642783AF" w14:textId="77777777" w:rsidR="00AD3AF2" w:rsidRPr="00AD3AF2" w:rsidRDefault="00AD3AF2" w:rsidP="00AD3AF2">
      <w:pPr>
        <w:numPr>
          <w:ilvl w:val="0"/>
          <w:numId w:val="77"/>
        </w:numPr>
        <w:rPr>
          <w:rFonts w:ascii="ATT Aleck Sans" w:hAnsi="ATT Aleck Sans" w:cs="ATT Aleck Sans"/>
        </w:rPr>
      </w:pPr>
      <w:r w:rsidRPr="00AD3AF2">
        <w:rPr>
          <w:rFonts w:ascii="ATT Aleck Sans" w:hAnsi="ATT Aleck Sans" w:cs="ATT Aleck Sans"/>
        </w:rPr>
        <w:t>built skills to:</w:t>
      </w:r>
    </w:p>
    <w:p w14:paraId="5AF3AB03" w14:textId="77777777" w:rsidR="00AD3AF2" w:rsidRPr="00AD3AF2" w:rsidRDefault="00AD3AF2" w:rsidP="00AD3AF2">
      <w:pPr>
        <w:numPr>
          <w:ilvl w:val="1"/>
          <w:numId w:val="77"/>
        </w:numPr>
        <w:rPr>
          <w:rFonts w:ascii="ATT Aleck Sans" w:hAnsi="ATT Aleck Sans" w:cs="ATT Aleck Sans"/>
        </w:rPr>
      </w:pPr>
      <w:r w:rsidRPr="00AD3AF2">
        <w:rPr>
          <w:rFonts w:ascii="ATT Aleck Sans" w:hAnsi="ATT Aleck Sans" w:cs="ATT Aleck Sans"/>
        </w:rPr>
        <w:t>make passwords strong and memorable</w:t>
      </w:r>
      <w:r>
        <w:rPr>
          <w:rFonts w:ascii="ATT Aleck Sans" w:hAnsi="ATT Aleck Sans" w:cs="ATT Aleck Sans"/>
        </w:rPr>
        <w:t>.</w:t>
      </w:r>
    </w:p>
    <w:p w14:paraId="50F47525" w14:textId="77777777" w:rsidR="00AD3AF2" w:rsidRPr="00AD3AF2" w:rsidRDefault="00AD3AF2" w:rsidP="00AD3AF2">
      <w:pPr>
        <w:numPr>
          <w:ilvl w:val="1"/>
          <w:numId w:val="77"/>
        </w:numPr>
        <w:rPr>
          <w:rFonts w:ascii="ATT Aleck Sans" w:hAnsi="ATT Aleck Sans" w:cs="ATT Aleck Sans"/>
        </w:rPr>
      </w:pPr>
      <w:r w:rsidRPr="00AD3AF2">
        <w:rPr>
          <w:rFonts w:ascii="ATT Aleck Sans" w:hAnsi="ATT Aleck Sans" w:cs="ATT Aleck Sans"/>
        </w:rPr>
        <w:t>create safe and secure accounts and passwords.</w:t>
      </w:r>
    </w:p>
    <w:p w14:paraId="4D3EEB3A" w14:textId="77777777" w:rsidR="00AD3AF2" w:rsidRPr="00AD3AF2" w:rsidRDefault="00AD3AF2" w:rsidP="00AD3AF2">
      <w:pPr>
        <w:numPr>
          <w:ilvl w:val="1"/>
          <w:numId w:val="77"/>
        </w:numPr>
        <w:rPr>
          <w:rFonts w:ascii="ATT Aleck Sans" w:hAnsi="ATT Aleck Sans" w:cs="ATT Aleck Sans"/>
        </w:rPr>
      </w:pPr>
      <w:r>
        <w:rPr>
          <w:rFonts w:ascii="ATT Aleck Sans" w:hAnsi="ATT Aleck Sans" w:cs="ATT Aleck Sans"/>
        </w:rPr>
        <w:t>i</w:t>
      </w:r>
      <w:r w:rsidRPr="00AD3AF2">
        <w:rPr>
          <w:rFonts w:ascii="ATT Aleck Sans" w:hAnsi="ATT Aleck Sans" w:cs="ATT Aleck Sans"/>
        </w:rPr>
        <w:t>dentify the most common types of scams.</w:t>
      </w:r>
    </w:p>
    <w:p w14:paraId="01D2E14C" w14:textId="77777777" w:rsidR="00AD3AF2" w:rsidRPr="00AD3AF2" w:rsidRDefault="00AD3AF2" w:rsidP="00AD3AF2">
      <w:pPr>
        <w:numPr>
          <w:ilvl w:val="1"/>
          <w:numId w:val="77"/>
        </w:numPr>
        <w:rPr>
          <w:rFonts w:ascii="ATT Aleck Sans" w:hAnsi="ATT Aleck Sans" w:cs="ATT Aleck Sans"/>
        </w:rPr>
      </w:pPr>
      <w:r w:rsidRPr="00AD3AF2">
        <w:rPr>
          <w:rFonts w:ascii="ATT Aleck Sans" w:hAnsi="ATT Aleck Sans" w:cs="ATT Aleck Sans"/>
        </w:rPr>
        <w:t>recognize and avoid online scams. </w:t>
      </w:r>
    </w:p>
    <w:p w14:paraId="1219D031" w14:textId="77777777" w:rsidR="00AD3AF2" w:rsidRDefault="00AD3AF2" w:rsidP="00AD3AF2">
      <w:pPr>
        <w:numPr>
          <w:ilvl w:val="1"/>
          <w:numId w:val="77"/>
        </w:numPr>
        <w:rPr>
          <w:rFonts w:ascii="ATT Aleck Sans" w:hAnsi="ATT Aleck Sans" w:cs="ATT Aleck Sans"/>
        </w:rPr>
      </w:pPr>
      <w:r w:rsidRPr="00AD3AF2">
        <w:rPr>
          <w:rFonts w:ascii="ATT Aleck Sans" w:hAnsi="ATT Aleck Sans" w:cs="ATT Aleck Sans"/>
        </w:rPr>
        <w:t>report a scam.</w:t>
      </w:r>
    </w:p>
    <w:p w14:paraId="0354A865" w14:textId="77777777" w:rsidR="00FC361A" w:rsidRPr="00AD3AF2" w:rsidRDefault="00AD3AF2" w:rsidP="00FC361A">
      <w:pPr>
        <w:numPr>
          <w:ilvl w:val="0"/>
          <w:numId w:val="77"/>
        </w:numPr>
        <w:rPr>
          <w:rFonts w:ascii="ATT Aleck Sans" w:hAnsi="ATT Aleck Sans" w:cs="ATT Aleck Sans"/>
        </w:rPr>
      </w:pPr>
      <w:r w:rsidRPr="00AD3AF2">
        <w:rPr>
          <w:rFonts w:ascii="ATT Aleck Sans" w:hAnsi="ATT Aleck Sans" w:cs="ATT Aleck Sans"/>
        </w:rPr>
        <w:lastRenderedPageBreak/>
        <w:t>discovered useful tips to help you stay safe online</w:t>
      </w:r>
      <w:r w:rsidR="002A333D" w:rsidRPr="00AD3AF2">
        <w:rPr>
          <w:rFonts w:ascii="ATT Aleck Sans" w:hAnsi="ATT Aleck Sans" w:cs="ATT Aleck Sans"/>
        </w:rPr>
        <w:br/>
      </w:r>
    </w:p>
    <w:p w14:paraId="61CCE4D6" w14:textId="77777777" w:rsidR="00FC361A" w:rsidRPr="00FC361A" w:rsidRDefault="00FC361A" w:rsidP="00FC361A">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Instructor Note: </w:t>
      </w:r>
      <w:r w:rsidRPr="00FC361A">
        <w:rPr>
          <w:rFonts w:ascii="ATT Aleck Sans" w:hAnsi="ATT Aleck Sans" w:cs="ATT Aleck Sans"/>
          <w:color w:val="000000" w:themeColor="text1"/>
        </w:rPr>
        <w:t>Provide each learner with a Certificate of Completion.</w:t>
      </w:r>
    </w:p>
    <w:p w14:paraId="0C73BDCA" w14:textId="77777777" w:rsidR="00FC361A" w:rsidRPr="00FC361A" w:rsidRDefault="00FC361A" w:rsidP="00FC361A">
      <w:pPr>
        <w:rPr>
          <w:rFonts w:ascii="ATT Aleck Sans" w:hAnsi="ATT Aleck Sans" w:cs="ATT Aleck Sans"/>
          <w:color w:val="000000" w:themeColor="text1"/>
        </w:rPr>
      </w:pPr>
      <w:r>
        <w:rPr>
          <w:rFonts w:ascii="ATT Aleck Sans" w:hAnsi="ATT Aleck Sans" w:cs="ATT Aleck Sans"/>
          <w:color w:val="000000" w:themeColor="text1"/>
        </w:rPr>
        <w:tab/>
      </w:r>
    </w:p>
    <w:p w14:paraId="4F44A2E8" w14:textId="77777777" w:rsidR="00FC361A" w:rsidRPr="00FC361A" w:rsidRDefault="00FC361A" w:rsidP="00FC361A">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Additional Details:</w:t>
      </w:r>
      <w:r w:rsidRPr="00FC361A">
        <w:rPr>
          <w:rFonts w:ascii="ATT Aleck Sans" w:hAnsi="ATT Aleck Sans" w:cs="ATT Aleck Sans"/>
          <w:color w:val="000000" w:themeColor="text1"/>
        </w:rPr>
        <w:t> </w:t>
      </w:r>
      <w:r w:rsidR="00AD3AF2">
        <w:rPr>
          <w:rFonts w:ascii="ATT Aleck Sans" w:hAnsi="ATT Aleck Sans" w:cs="ATT Aleck Sans"/>
          <w:color w:val="000000" w:themeColor="text1"/>
        </w:rPr>
        <w:t>none</w:t>
      </w:r>
    </w:p>
    <w:p w14:paraId="172A84C9" w14:textId="77777777" w:rsidR="00422A80" w:rsidRPr="00422A80" w:rsidRDefault="00422A80" w:rsidP="00422A80">
      <w:pPr>
        <w:rPr>
          <w:rFonts w:ascii="ATT Aleck Sans" w:hAnsi="ATT Aleck Sans" w:cs="ATT Aleck Sans"/>
        </w:rPr>
      </w:pPr>
    </w:p>
    <w:p w14:paraId="5534D914" w14:textId="77777777" w:rsidR="005C23C4" w:rsidRPr="00FC361A" w:rsidRDefault="00FC361A" w:rsidP="005C23C4">
      <w:pPr>
        <w:rPr>
          <w:rFonts w:ascii="ATT Aleck Sans" w:hAnsi="ATT Aleck Sans" w:cs="ATT Aleck Sans"/>
          <w:color w:val="000000" w:themeColor="text1"/>
          <w:sz w:val="22"/>
          <w:szCs w:val="22"/>
        </w:rPr>
      </w:pPr>
      <w:r w:rsidRPr="00FC361A">
        <w:rPr>
          <w:rFonts w:ascii="ATT Aleck Sans" w:hAnsi="ATT Aleck Sans" w:cs="ATT Aleck Sans"/>
          <w:b/>
          <w:bCs/>
        </w:rPr>
        <w:t xml:space="preserve">Slide Number &amp; Title. </w:t>
      </w:r>
      <w:r w:rsidRPr="00FC361A">
        <w:rPr>
          <w:rFonts w:ascii="ATT Aleck Sans" w:hAnsi="ATT Aleck Sans" w:cs="ATT Aleck Sans"/>
        </w:rPr>
        <w:t xml:space="preserve">Slide </w:t>
      </w:r>
      <w:r w:rsidR="00EF5CBE">
        <w:rPr>
          <w:rFonts w:ascii="ATT Aleck Sans" w:hAnsi="ATT Aleck Sans" w:cs="ATT Aleck Sans"/>
        </w:rPr>
        <w:t>102</w:t>
      </w:r>
      <w:r w:rsidRPr="00FC361A">
        <w:rPr>
          <w:rFonts w:ascii="ATT Aleck Sans" w:hAnsi="ATT Aleck Sans" w:cs="ATT Aleck Sans"/>
        </w:rPr>
        <w:t xml:space="preserve">: </w:t>
      </w:r>
      <w:r w:rsidR="005C23C4" w:rsidRPr="00FC361A">
        <w:rPr>
          <w:rFonts w:ascii="ATT Aleck Sans" w:hAnsi="ATT Aleck Sans" w:cs="ATT Aleck Sans"/>
          <w:color w:val="000000" w:themeColor="text1"/>
          <w:sz w:val="22"/>
          <w:szCs w:val="22"/>
        </w:rPr>
        <w:t>Additional Training Online.</w:t>
      </w:r>
    </w:p>
    <w:p w14:paraId="6778A7BC" w14:textId="77777777" w:rsidR="00FC361A" w:rsidRDefault="00FC361A" w:rsidP="00FC361A">
      <w:pPr>
        <w:rPr>
          <w:rFonts w:ascii="ATT Aleck Sans" w:hAnsi="ATT Aleck Sans" w:cs="ATT Aleck Sans"/>
          <w:b/>
          <w:bCs/>
        </w:rPr>
      </w:pPr>
    </w:p>
    <w:p w14:paraId="1AC7BE7A" w14:textId="77777777" w:rsidR="00FC361A" w:rsidRPr="00FC361A" w:rsidRDefault="00FC361A" w:rsidP="00FC361A">
      <w:pPr>
        <w:ind w:firstLine="720"/>
        <w:rPr>
          <w:rFonts w:ascii="ATT Aleck Sans" w:hAnsi="ATT Aleck Sans" w:cs="ATT Aleck Sans"/>
        </w:rPr>
      </w:pPr>
      <w:r w:rsidRPr="00FC361A">
        <w:rPr>
          <w:rFonts w:ascii="ATT Aleck Sans" w:hAnsi="ATT Aleck Sans" w:cs="ATT Aleck Sans"/>
          <w:b/>
          <w:bCs/>
        </w:rPr>
        <w:t>On Slide Text:</w:t>
      </w:r>
      <w:r w:rsidRPr="00FC361A">
        <w:rPr>
          <w:rFonts w:ascii="ATT Aleck Sans" w:hAnsi="ATT Aleck Sans" w:cs="ATT Aleck Sans"/>
        </w:rPr>
        <w:t xml:space="preserve"> Today’s training is provided by AT&amp;T </w:t>
      </w:r>
      <w:r w:rsidRPr="00FC361A">
        <w:rPr>
          <w:rFonts w:ascii="ATT Aleck Sans" w:hAnsi="ATT Aleck Sans" w:cs="ATT Aleck Sans"/>
        </w:rPr>
        <w:br/>
        <w:t xml:space="preserve">and the Public Library Association. </w:t>
      </w:r>
      <w:r w:rsidRPr="00FC361A">
        <w:rPr>
          <w:rFonts w:ascii="ATT Aleck Sans" w:hAnsi="ATT Aleck Sans" w:cs="ATT Aleck Sans"/>
        </w:rPr>
        <w:br/>
        <w:t xml:space="preserve">Visit https://digitalliteracy.att.com/ </w:t>
      </w:r>
      <w:r w:rsidRPr="00FC361A">
        <w:rPr>
          <w:rFonts w:ascii="ATT Aleck Sans" w:hAnsi="ATT Aleck Sans" w:cs="ATT Aleck Sans"/>
        </w:rPr>
        <w:br/>
        <w:t>for more courses and to build confidence using technology.</w:t>
      </w:r>
      <w:r w:rsidRPr="00FC361A">
        <w:rPr>
          <w:rFonts w:ascii="ATT Aleck Sans" w:hAnsi="ATT Aleck Sans" w:cs="ATT Aleck Sans"/>
        </w:rPr>
        <w:br/>
      </w:r>
    </w:p>
    <w:p w14:paraId="7BE3065D" w14:textId="77777777" w:rsidR="00FC361A" w:rsidRPr="00FC361A" w:rsidRDefault="00FC361A" w:rsidP="00FC361A">
      <w:pPr>
        <w:rPr>
          <w:rFonts w:ascii="ATT Aleck Sans" w:hAnsi="ATT Aleck Sans" w:cs="ATT Aleck Sans"/>
        </w:rPr>
      </w:pPr>
      <w:r w:rsidRPr="00FC361A">
        <w:rPr>
          <w:rFonts w:ascii="ATT Aleck Sans" w:hAnsi="ATT Aleck Sans" w:cs="ATT Aleck Sans"/>
        </w:rPr>
        <w:tab/>
      </w:r>
      <w:r w:rsidRPr="00FC361A">
        <w:rPr>
          <w:rFonts w:ascii="ATT Aleck Sans" w:hAnsi="ATT Aleck Sans" w:cs="ATT Aleck Sans"/>
          <w:b/>
          <w:bCs/>
        </w:rPr>
        <w:t>Notes Section</w:t>
      </w:r>
    </w:p>
    <w:p w14:paraId="4F7818E4" w14:textId="77777777" w:rsidR="00FC361A" w:rsidRPr="00FC361A" w:rsidRDefault="00FC361A" w:rsidP="00FC361A">
      <w:pPr>
        <w:rPr>
          <w:rFonts w:ascii="ATT Aleck Sans" w:hAnsi="ATT Aleck Sans" w:cs="ATT Aleck Sans"/>
          <w:b/>
          <w:bCs/>
        </w:rPr>
      </w:pPr>
    </w:p>
    <w:p w14:paraId="4D5FCD73" w14:textId="77777777" w:rsidR="00FC361A" w:rsidRPr="00FC361A" w:rsidRDefault="00FC361A" w:rsidP="00FC361A">
      <w:pPr>
        <w:ind w:firstLine="720"/>
        <w:rPr>
          <w:rFonts w:ascii="ATT Aleck Sans" w:hAnsi="ATT Aleck Sans" w:cs="ATT Aleck Sans"/>
          <w:bCs/>
        </w:rPr>
      </w:pPr>
      <w:r w:rsidRPr="00FC361A">
        <w:rPr>
          <w:rFonts w:ascii="ATT Aleck Sans" w:hAnsi="ATT Aleck Sans" w:cs="ATT Aleck Sans"/>
          <w:b/>
          <w:bCs/>
        </w:rPr>
        <w:t>Talking Points:</w:t>
      </w:r>
      <w:r w:rsidRPr="00FC361A">
        <w:rPr>
          <w:rFonts w:ascii="ATT Aleck Sans" w:hAnsi="ATT Aleck Sans" w:cs="ATT Aleck Sans"/>
        </w:rPr>
        <w:t> </w:t>
      </w:r>
    </w:p>
    <w:p w14:paraId="6F59A0D2" w14:textId="77777777" w:rsidR="00FC361A" w:rsidRPr="00FC361A" w:rsidRDefault="00FC361A" w:rsidP="00FC361A">
      <w:pPr>
        <w:rPr>
          <w:rFonts w:ascii="ATT Aleck Sans" w:hAnsi="ATT Aleck Sans" w:cs="ATT Aleck Sans"/>
        </w:rPr>
      </w:pPr>
    </w:p>
    <w:p w14:paraId="5C7B95A5" w14:textId="77777777" w:rsidR="00FC361A" w:rsidRPr="00FC361A" w:rsidRDefault="00FC361A" w:rsidP="00FC361A">
      <w:pPr>
        <w:ind w:firstLine="720"/>
        <w:rPr>
          <w:rFonts w:ascii="ATT Aleck Sans" w:hAnsi="ATT Aleck Sans" w:cs="ATT Aleck Sans"/>
        </w:rPr>
      </w:pPr>
      <w:r w:rsidRPr="00FC361A">
        <w:rPr>
          <w:rFonts w:ascii="ATT Aleck Sans" w:hAnsi="ATT Aleck Sans" w:cs="ATT Aleck Sans"/>
          <w:b/>
          <w:bCs/>
        </w:rPr>
        <w:t>Instructor Note: </w:t>
      </w:r>
      <w:r w:rsidRPr="00FC361A">
        <w:rPr>
          <w:rFonts w:ascii="ATT Aleck Sans" w:hAnsi="ATT Aleck Sans" w:cs="ATT Aleck Sans"/>
        </w:rPr>
        <w:t xml:space="preserve">Highlight the </w:t>
      </w:r>
      <w:hyperlink r:id="rId14" w:history="1">
        <w:r w:rsidR="002A333D" w:rsidRPr="00805699">
          <w:rPr>
            <w:rStyle w:val="Hyperlink"/>
            <w:rFonts w:ascii="ATT Aleck Sans" w:hAnsi="ATT Aleck Sans" w:cs="ATT Aleck Sans"/>
          </w:rPr>
          <w:t>https://digitalliteracy.att.com</w:t>
        </w:r>
      </w:hyperlink>
      <w:r w:rsidR="002A333D">
        <w:rPr>
          <w:rFonts w:ascii="ATT Aleck Sans" w:hAnsi="ATT Aleck Sans" w:cs="ATT Aleck Sans"/>
        </w:rPr>
        <w:t xml:space="preserve"> </w:t>
      </w:r>
      <w:r w:rsidRPr="00FC361A">
        <w:rPr>
          <w:rFonts w:ascii="ATT Aleck Sans" w:hAnsi="ATT Aleck Sans" w:cs="ATT Aleck Sans"/>
        </w:rPr>
        <w:t xml:space="preserve">and </w:t>
      </w:r>
      <w:hyperlink r:id="rId15" w:history="1">
        <w:r w:rsidRPr="00FC361A">
          <w:rPr>
            <w:rStyle w:val="Hyperlink"/>
            <w:rFonts w:ascii="ATT Aleck Sans" w:hAnsi="ATT Aleck Sans" w:cs="ATT Aleck Sans"/>
          </w:rPr>
          <w:t>https://www.digitallearn.org/</w:t>
        </w:r>
      </w:hyperlink>
      <w:r w:rsidRPr="00FC361A">
        <w:rPr>
          <w:rFonts w:ascii="ATT Aleck Sans" w:hAnsi="ATT Aleck Sans" w:cs="ATT Aleck Sans"/>
        </w:rPr>
        <w:t xml:space="preserve"> websites as resources for additional virtual online courses. </w:t>
      </w:r>
    </w:p>
    <w:p w14:paraId="0C28B070" w14:textId="77777777" w:rsidR="00FC361A" w:rsidRPr="00FC361A" w:rsidRDefault="00FC361A" w:rsidP="00FC361A">
      <w:pPr>
        <w:rPr>
          <w:rFonts w:ascii="ATT Aleck Sans" w:hAnsi="ATT Aleck Sans" w:cs="ATT Aleck Sans"/>
        </w:rPr>
      </w:pPr>
      <w:r w:rsidRPr="00FC361A">
        <w:rPr>
          <w:rFonts w:ascii="ATT Aleck Sans" w:hAnsi="ATT Aleck Sans" w:cs="ATT Aleck Sans"/>
        </w:rPr>
        <w:t> </w:t>
      </w:r>
    </w:p>
    <w:p w14:paraId="100575D5" w14:textId="77777777" w:rsidR="00FC361A" w:rsidRPr="00FC361A" w:rsidRDefault="00FC361A" w:rsidP="00FC361A">
      <w:pPr>
        <w:ind w:firstLine="720"/>
        <w:rPr>
          <w:rFonts w:ascii="ATT Aleck Sans" w:hAnsi="ATT Aleck Sans" w:cs="ATT Aleck Sans"/>
        </w:rPr>
      </w:pPr>
      <w:r w:rsidRPr="00FC361A">
        <w:rPr>
          <w:rFonts w:ascii="ATT Aleck Sans" w:hAnsi="ATT Aleck Sans" w:cs="ATT Aleck Sans"/>
          <w:b/>
          <w:bCs/>
        </w:rPr>
        <w:t>Additional Details:</w:t>
      </w:r>
      <w:r w:rsidRPr="00FC361A">
        <w:rPr>
          <w:rFonts w:ascii="ATT Aleck Sans" w:hAnsi="ATT Aleck Sans" w:cs="ATT Aleck Sans"/>
        </w:rPr>
        <w:t> none</w:t>
      </w:r>
    </w:p>
    <w:p w14:paraId="3C86283F" w14:textId="77777777" w:rsidR="000D7AC2" w:rsidRDefault="000D7AC2" w:rsidP="004621CB">
      <w:pPr>
        <w:rPr>
          <w:rFonts w:ascii="ATT Aleck Sans" w:hAnsi="ATT Aleck Sans" w:cs="ATT Aleck Sans"/>
        </w:rPr>
      </w:pPr>
    </w:p>
    <w:p w14:paraId="01C2D7C0" w14:textId="77777777" w:rsidR="00F6482F" w:rsidRPr="00FC361A" w:rsidRDefault="00FC361A" w:rsidP="00F6482F">
      <w:pPr>
        <w:rPr>
          <w:rFonts w:ascii="ATT Aleck Sans" w:hAnsi="ATT Aleck Sans" w:cs="ATT Aleck Sans"/>
        </w:rPr>
      </w:pPr>
      <w:r w:rsidRPr="00FC361A">
        <w:rPr>
          <w:rFonts w:ascii="ATT Aleck Sans" w:hAnsi="ATT Aleck Sans" w:cs="ATT Aleck Sans"/>
          <w:b/>
          <w:bCs/>
        </w:rPr>
        <w:t xml:space="preserve">Slide Number &amp; Title. </w:t>
      </w:r>
      <w:r w:rsidR="00EF5CBE">
        <w:rPr>
          <w:rFonts w:ascii="ATT Aleck Sans" w:hAnsi="ATT Aleck Sans" w:cs="ATT Aleck Sans"/>
        </w:rPr>
        <w:t>103</w:t>
      </w:r>
      <w:r w:rsidR="003200C0" w:rsidRPr="00FC361A">
        <w:rPr>
          <w:rFonts w:ascii="ATT Aleck Sans" w:hAnsi="ATT Aleck Sans" w:cs="ATT Aleck Sans"/>
        </w:rPr>
        <w:t xml:space="preserve">: </w:t>
      </w:r>
      <w:r w:rsidR="00F6482F" w:rsidRPr="00FC361A">
        <w:rPr>
          <w:rFonts w:ascii="ATT Aleck Sans" w:hAnsi="ATT Aleck Sans" w:cs="ATT Aleck Sans"/>
        </w:rPr>
        <w:t xml:space="preserve">Learner Survey. </w:t>
      </w:r>
    </w:p>
    <w:p w14:paraId="2ADB9294" w14:textId="77777777" w:rsidR="00685171" w:rsidRDefault="00685171" w:rsidP="00FC361A">
      <w:pPr>
        <w:ind w:firstLine="720"/>
        <w:rPr>
          <w:rFonts w:ascii="ATT Aleck Sans" w:hAnsi="ATT Aleck Sans" w:cs="ATT Aleck Sans"/>
          <w:b/>
          <w:bCs/>
          <w:color w:val="000000" w:themeColor="text1"/>
        </w:rPr>
      </w:pPr>
    </w:p>
    <w:p w14:paraId="44930997" w14:textId="77777777" w:rsidR="00FC361A" w:rsidRDefault="00FC361A" w:rsidP="00FC361A">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On Slide Text:</w:t>
      </w:r>
      <w:r w:rsidRPr="00FC361A">
        <w:rPr>
          <w:rFonts w:ascii="ATT Aleck Sans" w:hAnsi="ATT Aleck Sans" w:cs="ATT Aleck Sans"/>
          <w:color w:val="000000" w:themeColor="text1"/>
        </w:rPr>
        <w:t xml:space="preserve"> Please be sure to complete the learner survey. </w:t>
      </w:r>
      <w:r w:rsidRPr="00FC361A">
        <w:rPr>
          <w:rFonts w:ascii="ATT Aleck Sans" w:hAnsi="ATT Aleck Sans" w:cs="ATT Aleck Sans"/>
          <w:color w:val="000000" w:themeColor="text1"/>
        </w:rPr>
        <w:br/>
        <w:t xml:space="preserve">Visit: </w:t>
      </w:r>
      <w:r w:rsidRPr="00FC361A">
        <w:rPr>
          <w:rFonts w:ascii="ATT Aleck Sans" w:hAnsi="ATT Aleck Sans" w:cs="ATT Aleck Sans"/>
          <w:b/>
          <w:bCs/>
          <w:color w:val="000000" w:themeColor="text1"/>
        </w:rPr>
        <w:t>digitalliteracy.att.com/</w:t>
      </w:r>
      <w:proofErr w:type="spellStart"/>
      <w:r w:rsidRPr="00FC361A">
        <w:rPr>
          <w:rFonts w:ascii="ATT Aleck Sans" w:hAnsi="ATT Aleck Sans" w:cs="ATT Aleck Sans"/>
          <w:b/>
          <w:bCs/>
          <w:color w:val="000000" w:themeColor="text1"/>
        </w:rPr>
        <w:t>learnersurvey</w:t>
      </w:r>
      <w:proofErr w:type="spellEnd"/>
      <w:r w:rsidRPr="00FC361A">
        <w:rPr>
          <w:rFonts w:ascii="ATT Aleck Sans" w:hAnsi="ATT Aleck Sans" w:cs="ATT Aleck Sans"/>
          <w:b/>
          <w:bCs/>
          <w:color w:val="000000" w:themeColor="text1"/>
        </w:rPr>
        <w:t xml:space="preserve">  </w:t>
      </w:r>
      <w:r w:rsidRPr="00FC361A">
        <w:rPr>
          <w:rFonts w:ascii="ATT Aleck Sans" w:hAnsi="ATT Aleck Sans" w:cs="ATT Aleck Sans"/>
          <w:color w:val="000000" w:themeColor="text1"/>
        </w:rPr>
        <w:br/>
        <w:t xml:space="preserve">or </w:t>
      </w:r>
      <w:r w:rsidRPr="00FC361A">
        <w:rPr>
          <w:rFonts w:ascii="ATT Aleck Sans" w:hAnsi="ATT Aleck Sans" w:cs="ATT Aleck Sans"/>
          <w:color w:val="000000" w:themeColor="text1"/>
        </w:rPr>
        <w:br/>
        <w:t>Scan the QR code here:</w:t>
      </w:r>
    </w:p>
    <w:p w14:paraId="57E3BDD2" w14:textId="77777777" w:rsidR="00FC361A" w:rsidRDefault="00FC361A" w:rsidP="00FC361A">
      <w:pPr>
        <w:ind w:firstLine="720"/>
        <w:rPr>
          <w:rFonts w:ascii="ATT Aleck Sans" w:hAnsi="ATT Aleck Sans" w:cs="ATT Aleck Sans"/>
          <w:color w:val="000000" w:themeColor="text1"/>
        </w:rPr>
      </w:pPr>
    </w:p>
    <w:p w14:paraId="56F60491" w14:textId="77777777" w:rsidR="00FC361A" w:rsidRPr="00FC361A" w:rsidRDefault="00FC361A" w:rsidP="00FC361A">
      <w:pPr>
        <w:rPr>
          <w:rFonts w:ascii="ATT Aleck Sans" w:hAnsi="ATT Aleck Sans" w:cs="ATT Aleck Sans"/>
          <w:color w:val="000000" w:themeColor="text1"/>
        </w:rPr>
      </w:pPr>
      <w:r w:rsidRPr="00FC361A">
        <w:rPr>
          <w:rFonts w:ascii="ATT Aleck Sans" w:hAnsi="ATT Aleck Sans" w:cs="ATT Aleck Sans"/>
          <w:color w:val="000000" w:themeColor="text1"/>
        </w:rPr>
        <w:t xml:space="preserve">The QR code is also on the Activity Sheet. </w:t>
      </w:r>
      <w:r w:rsidRPr="00FC361A">
        <w:rPr>
          <w:rFonts w:ascii="ATT Aleck Sans" w:hAnsi="ATT Aleck Sans" w:cs="ATT Aleck Sans"/>
          <w:color w:val="000000" w:themeColor="text1"/>
        </w:rPr>
        <w:br/>
      </w:r>
      <w:r w:rsidRPr="00FC361A">
        <w:rPr>
          <w:rFonts w:ascii="ATT Aleck Sans" w:hAnsi="ATT Aleck Sans" w:cs="ATT Aleck Sans"/>
          <w:color w:val="000000" w:themeColor="text1"/>
        </w:rPr>
        <w:br/>
        <w:t>We appreciate your feedback and participation!</w:t>
      </w:r>
      <w:r w:rsidRPr="00FC361A">
        <w:rPr>
          <w:rFonts w:ascii="ATT Aleck Sans" w:hAnsi="ATT Aleck Sans" w:cs="ATT Aleck Sans"/>
          <w:color w:val="000000" w:themeColor="text1"/>
        </w:rPr>
        <w:br/>
      </w:r>
    </w:p>
    <w:p w14:paraId="371A225E" w14:textId="77777777" w:rsidR="00FC361A" w:rsidRPr="00FC361A" w:rsidRDefault="00FC361A" w:rsidP="00FC361A">
      <w:pPr>
        <w:rPr>
          <w:rFonts w:ascii="ATT Aleck Sans" w:hAnsi="ATT Aleck Sans" w:cs="ATT Aleck Sans"/>
          <w:color w:val="000000" w:themeColor="text1"/>
        </w:rPr>
      </w:pPr>
      <w:r w:rsidRPr="00FC361A">
        <w:rPr>
          <w:rFonts w:ascii="ATT Aleck Sans" w:hAnsi="ATT Aleck Sans" w:cs="ATT Aleck Sans"/>
          <w:color w:val="000000" w:themeColor="text1"/>
        </w:rPr>
        <w:tab/>
      </w:r>
      <w:r w:rsidRPr="00FC361A">
        <w:rPr>
          <w:rFonts w:ascii="ATT Aleck Sans" w:hAnsi="ATT Aleck Sans" w:cs="ATT Aleck Sans"/>
          <w:b/>
          <w:bCs/>
          <w:color w:val="000000" w:themeColor="text1"/>
        </w:rPr>
        <w:t>Notes Section</w:t>
      </w:r>
    </w:p>
    <w:p w14:paraId="00A53503" w14:textId="77777777" w:rsidR="00FC361A" w:rsidRPr="00FC361A" w:rsidRDefault="00FC361A" w:rsidP="00FC361A">
      <w:pPr>
        <w:rPr>
          <w:rFonts w:ascii="ATT Aleck Sans" w:hAnsi="ATT Aleck Sans" w:cs="ATT Aleck Sans"/>
          <w:b/>
          <w:bCs/>
          <w:color w:val="000000" w:themeColor="text1"/>
        </w:rPr>
      </w:pPr>
    </w:p>
    <w:p w14:paraId="5CEF64CB" w14:textId="77777777" w:rsidR="00685171" w:rsidRPr="00685171" w:rsidRDefault="00FC361A" w:rsidP="00685171">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Talking Points:</w:t>
      </w:r>
      <w:r w:rsidRPr="00FC361A">
        <w:rPr>
          <w:rFonts w:ascii="ATT Aleck Sans" w:hAnsi="ATT Aleck Sans" w:cs="ATT Aleck Sans"/>
          <w:color w:val="000000" w:themeColor="text1"/>
        </w:rPr>
        <w:t> </w:t>
      </w:r>
      <w:r w:rsidR="00685171" w:rsidRPr="00685171">
        <w:rPr>
          <w:rFonts w:ascii="ATT Aleck Sans" w:hAnsi="ATT Aleck Sans" w:cs="ATT Aleck Sans"/>
          <w:color w:val="000000" w:themeColor="text1"/>
        </w:rPr>
        <w:t xml:space="preserve">Please be sure to complete the learner survey. </w:t>
      </w:r>
      <w:r w:rsidR="00685171" w:rsidRPr="00685171">
        <w:rPr>
          <w:rFonts w:ascii="ATT Aleck Sans" w:hAnsi="ATT Aleck Sans" w:cs="ATT Aleck Sans"/>
          <w:color w:val="000000" w:themeColor="text1"/>
        </w:rPr>
        <w:br/>
        <w:t xml:space="preserve">Visit </w:t>
      </w:r>
      <w:r w:rsidR="00685171" w:rsidRPr="00685171">
        <w:rPr>
          <w:rFonts w:ascii="ATT Aleck Sans" w:hAnsi="ATT Aleck Sans" w:cs="ATT Aleck Sans"/>
          <w:b/>
          <w:bCs/>
          <w:color w:val="000000" w:themeColor="text1"/>
        </w:rPr>
        <w:t>digitalliteracy.att.com/</w:t>
      </w:r>
      <w:proofErr w:type="spellStart"/>
      <w:r w:rsidR="00685171" w:rsidRPr="00685171">
        <w:rPr>
          <w:rFonts w:ascii="ATT Aleck Sans" w:hAnsi="ATT Aleck Sans" w:cs="ATT Aleck Sans"/>
          <w:b/>
          <w:bCs/>
          <w:color w:val="000000" w:themeColor="text1"/>
        </w:rPr>
        <w:t>learnersurvey</w:t>
      </w:r>
      <w:proofErr w:type="spellEnd"/>
      <w:r w:rsidR="00685171" w:rsidRPr="00685171">
        <w:rPr>
          <w:rFonts w:ascii="ATT Aleck Sans" w:hAnsi="ATT Aleck Sans" w:cs="ATT Aleck Sans"/>
          <w:b/>
          <w:bCs/>
          <w:color w:val="000000" w:themeColor="text1"/>
        </w:rPr>
        <w:t xml:space="preserve">  </w:t>
      </w:r>
      <w:r w:rsidR="00685171" w:rsidRPr="00685171">
        <w:rPr>
          <w:rFonts w:ascii="ATT Aleck Sans" w:hAnsi="ATT Aleck Sans" w:cs="ATT Aleck Sans"/>
          <w:color w:val="000000" w:themeColor="text1"/>
        </w:rPr>
        <w:br/>
        <w:t xml:space="preserve">or </w:t>
      </w:r>
      <w:r w:rsidR="00685171" w:rsidRPr="00685171">
        <w:rPr>
          <w:rFonts w:ascii="ATT Aleck Sans" w:hAnsi="ATT Aleck Sans" w:cs="ATT Aleck Sans"/>
          <w:color w:val="000000" w:themeColor="text1"/>
        </w:rPr>
        <w:br/>
        <w:t>Scan the QR code</w:t>
      </w:r>
    </w:p>
    <w:p w14:paraId="66FA9C22" w14:textId="77777777" w:rsidR="00FC361A" w:rsidRPr="00FC361A" w:rsidRDefault="00685171" w:rsidP="00685171">
      <w:pPr>
        <w:ind w:firstLine="720"/>
        <w:rPr>
          <w:rFonts w:ascii="ATT Aleck Sans" w:hAnsi="ATT Aleck Sans" w:cs="ATT Aleck Sans"/>
          <w:bCs/>
          <w:color w:val="000000" w:themeColor="text1"/>
        </w:rPr>
      </w:pPr>
      <w:r w:rsidRPr="00685171">
        <w:rPr>
          <w:rFonts w:ascii="ATT Aleck Sans" w:hAnsi="ATT Aleck Sans" w:cs="ATT Aleck Sans"/>
          <w:color w:val="000000" w:themeColor="text1"/>
        </w:rPr>
        <w:br/>
        <w:t>The link and code are also located on the Activity Sheet.</w:t>
      </w:r>
    </w:p>
    <w:p w14:paraId="3744A83B" w14:textId="77777777" w:rsidR="00FC361A" w:rsidRPr="00FC361A" w:rsidRDefault="00FC361A" w:rsidP="00FC361A">
      <w:pPr>
        <w:rPr>
          <w:rFonts w:ascii="ATT Aleck Sans" w:hAnsi="ATT Aleck Sans" w:cs="ATT Aleck Sans"/>
          <w:color w:val="000000" w:themeColor="text1"/>
        </w:rPr>
      </w:pPr>
    </w:p>
    <w:p w14:paraId="5FF6BE24" w14:textId="77777777" w:rsidR="00FC361A" w:rsidRPr="00FC361A" w:rsidRDefault="00FC361A" w:rsidP="00FC361A">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Instructor Note: </w:t>
      </w:r>
      <w:r w:rsidRPr="00FC361A">
        <w:rPr>
          <w:rFonts w:ascii="ATT Aleck Sans" w:hAnsi="ATT Aleck Sans" w:cs="ATT Aleck Sans"/>
          <w:color w:val="000000" w:themeColor="text1"/>
        </w:rPr>
        <w:t>none</w:t>
      </w:r>
    </w:p>
    <w:p w14:paraId="17E95BB3" w14:textId="77777777" w:rsidR="00FC361A" w:rsidRPr="00FC361A" w:rsidRDefault="00FC361A" w:rsidP="00FC361A">
      <w:pPr>
        <w:rPr>
          <w:rFonts w:ascii="ATT Aleck Sans" w:hAnsi="ATT Aleck Sans" w:cs="ATT Aleck Sans"/>
          <w:color w:val="000000" w:themeColor="text1"/>
        </w:rPr>
      </w:pPr>
      <w:r w:rsidRPr="00FC361A">
        <w:rPr>
          <w:rFonts w:ascii="ATT Aleck Sans" w:hAnsi="ATT Aleck Sans" w:cs="ATT Aleck Sans"/>
          <w:color w:val="000000" w:themeColor="text1"/>
        </w:rPr>
        <w:lastRenderedPageBreak/>
        <w:t> </w:t>
      </w:r>
    </w:p>
    <w:p w14:paraId="6E6F95BA" w14:textId="77777777" w:rsidR="00FC361A" w:rsidRPr="00FC361A" w:rsidRDefault="00FC361A" w:rsidP="00FC361A">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Additional Details:</w:t>
      </w:r>
      <w:r w:rsidRPr="00FC361A">
        <w:rPr>
          <w:rFonts w:ascii="ATT Aleck Sans" w:hAnsi="ATT Aleck Sans" w:cs="ATT Aleck Sans"/>
          <w:color w:val="000000" w:themeColor="text1"/>
        </w:rPr>
        <w:t> none</w:t>
      </w:r>
    </w:p>
    <w:p w14:paraId="49CFE726" w14:textId="77777777" w:rsidR="00FB22E0" w:rsidRPr="00D321B6" w:rsidRDefault="00FB22E0" w:rsidP="00D321B6">
      <w:pPr>
        <w:rPr>
          <w:rFonts w:ascii="ATT Aleck Sans" w:hAnsi="ATT Aleck Sans" w:cs="ATT Aleck Sans"/>
        </w:rPr>
      </w:pPr>
    </w:p>
    <w:p w14:paraId="47E369E8" w14:textId="77777777" w:rsidR="00F6482F" w:rsidRDefault="134048C6" w:rsidP="00F6482F">
      <w:pPr>
        <w:rPr>
          <w:rFonts w:ascii="ATT Aleck Sans" w:hAnsi="ATT Aleck Sans" w:cs="ATT Aleck Sans"/>
          <w:b/>
          <w:bCs/>
        </w:rPr>
      </w:pPr>
      <w:r w:rsidRPr="40746793">
        <w:rPr>
          <w:rFonts w:ascii="ATT Aleck Sans" w:hAnsi="ATT Aleck Sans" w:cs="ATT Aleck Sans"/>
          <w:b/>
          <w:bCs/>
        </w:rPr>
        <w:t xml:space="preserve">Slide Number &amp; Title. </w:t>
      </w:r>
      <w:r w:rsidRPr="40746793">
        <w:rPr>
          <w:rFonts w:ascii="ATT Aleck Sans" w:hAnsi="ATT Aleck Sans" w:cs="ATT Aleck Sans"/>
        </w:rPr>
        <w:t xml:space="preserve">Slide </w:t>
      </w:r>
      <w:r w:rsidR="00EF5CBE">
        <w:rPr>
          <w:rFonts w:ascii="ATT Aleck Sans" w:hAnsi="ATT Aleck Sans" w:cs="ATT Aleck Sans"/>
        </w:rPr>
        <w:t>104</w:t>
      </w:r>
      <w:r w:rsidRPr="40746793">
        <w:rPr>
          <w:rFonts w:ascii="ATT Aleck Sans" w:hAnsi="ATT Aleck Sans" w:cs="ATT Aleck Sans"/>
        </w:rPr>
        <w:t>:</w:t>
      </w:r>
      <w:r w:rsidR="3B6117AB" w:rsidRPr="40746793">
        <w:rPr>
          <w:rFonts w:ascii="ATT Aleck Sans" w:hAnsi="ATT Aleck Sans" w:cs="ATT Aleck Sans"/>
          <w:b/>
          <w:bCs/>
        </w:rPr>
        <w:t xml:space="preserve"> </w:t>
      </w:r>
      <w:r w:rsidR="36AD5C18" w:rsidRPr="40746793">
        <w:rPr>
          <w:rFonts w:ascii="ATT Aleck Sans" w:hAnsi="ATT Aleck Sans" w:cs="ATT Aleck Sans"/>
          <w:b/>
          <w:bCs/>
        </w:rPr>
        <w:t xml:space="preserve">Thank You! </w:t>
      </w:r>
    </w:p>
    <w:p w14:paraId="7A62BF98" w14:textId="77777777" w:rsidR="00685171" w:rsidRDefault="00685171" w:rsidP="00F6482F">
      <w:pPr>
        <w:rPr>
          <w:rFonts w:ascii="ATT Aleck Sans" w:hAnsi="ATT Aleck Sans" w:cs="ATT Aleck Sans"/>
          <w:b/>
          <w:bCs/>
        </w:rPr>
      </w:pPr>
    </w:p>
    <w:p w14:paraId="395D3403" w14:textId="77777777" w:rsidR="00685171" w:rsidRPr="00685171" w:rsidRDefault="00685171" w:rsidP="001C359D">
      <w:pPr>
        <w:ind w:firstLine="720"/>
        <w:rPr>
          <w:rFonts w:ascii="ATT Aleck Sans" w:hAnsi="ATT Aleck Sans" w:cs="ATT Aleck Sans"/>
          <w:b/>
          <w:bCs/>
        </w:rPr>
      </w:pPr>
      <w:r w:rsidRPr="00685171">
        <w:rPr>
          <w:rFonts w:ascii="ATT Aleck Sans" w:hAnsi="ATT Aleck Sans" w:cs="ATT Aleck Sans"/>
          <w:b/>
          <w:bCs/>
        </w:rPr>
        <w:t>On Slide Text: </w:t>
      </w:r>
      <w:r>
        <w:rPr>
          <w:rFonts w:ascii="ATT Aleck Sans" w:hAnsi="ATT Aleck Sans" w:cs="ATT Aleck Sans"/>
        </w:rPr>
        <w:t>Questions?</w:t>
      </w:r>
      <w:r w:rsidR="001C359D">
        <w:rPr>
          <w:rFonts w:ascii="ATT Aleck Sans" w:hAnsi="ATT Aleck Sans" w:cs="ATT Aleck Sans"/>
        </w:rPr>
        <w:t xml:space="preserve"> </w:t>
      </w:r>
      <w:r>
        <w:rPr>
          <w:rFonts w:ascii="ATT Aleck Sans" w:hAnsi="ATT Aleck Sans" w:cs="ATT Aleck Sans"/>
        </w:rPr>
        <w:t>Thank you for coming!</w:t>
      </w:r>
      <w:r w:rsidRPr="00685171">
        <w:rPr>
          <w:rFonts w:ascii="ATT Aleck Sans" w:hAnsi="ATT Aleck Sans" w:cs="ATT Aleck Sans"/>
          <w:b/>
          <w:bCs/>
        </w:rPr>
        <w:br/>
      </w:r>
    </w:p>
    <w:p w14:paraId="47A1326D" w14:textId="77777777" w:rsidR="00685171" w:rsidRPr="00685171" w:rsidRDefault="00685171" w:rsidP="00685171">
      <w:pPr>
        <w:rPr>
          <w:rFonts w:ascii="ATT Aleck Sans" w:hAnsi="ATT Aleck Sans" w:cs="ATT Aleck Sans"/>
          <w:b/>
          <w:bCs/>
        </w:rPr>
      </w:pPr>
      <w:r w:rsidRPr="00685171">
        <w:rPr>
          <w:rFonts w:ascii="ATT Aleck Sans" w:hAnsi="ATT Aleck Sans" w:cs="ATT Aleck Sans"/>
          <w:b/>
          <w:bCs/>
        </w:rPr>
        <w:tab/>
        <w:t>Notes Section</w:t>
      </w:r>
    </w:p>
    <w:p w14:paraId="0E18698D" w14:textId="77777777" w:rsidR="00685171" w:rsidRPr="00685171" w:rsidRDefault="00685171" w:rsidP="00685171">
      <w:pPr>
        <w:rPr>
          <w:rFonts w:ascii="ATT Aleck Sans" w:hAnsi="ATT Aleck Sans" w:cs="ATT Aleck Sans"/>
          <w:b/>
          <w:bCs/>
        </w:rPr>
      </w:pPr>
    </w:p>
    <w:p w14:paraId="5995F38E" w14:textId="77777777" w:rsidR="00685171" w:rsidRPr="00685171" w:rsidRDefault="00685171" w:rsidP="00685171">
      <w:pPr>
        <w:ind w:firstLine="720"/>
        <w:rPr>
          <w:rFonts w:ascii="ATT Aleck Sans" w:hAnsi="ATT Aleck Sans" w:cs="ATT Aleck Sans"/>
          <w:b/>
          <w:bCs/>
        </w:rPr>
      </w:pPr>
      <w:r w:rsidRPr="00685171">
        <w:rPr>
          <w:rFonts w:ascii="ATT Aleck Sans" w:hAnsi="ATT Aleck Sans" w:cs="ATT Aleck Sans"/>
          <w:b/>
          <w:bCs/>
        </w:rPr>
        <w:t>Talking Points: </w:t>
      </w:r>
    </w:p>
    <w:p w14:paraId="68AD644D" w14:textId="77777777" w:rsidR="00685171" w:rsidRPr="00D321B6" w:rsidRDefault="00685171" w:rsidP="00F6482F">
      <w:pPr>
        <w:rPr>
          <w:rFonts w:ascii="ATT Aleck Sans" w:hAnsi="ATT Aleck Sans" w:cs="ATT Aleck Sans"/>
        </w:rPr>
      </w:pPr>
    </w:p>
    <w:p w14:paraId="5EEDD661" w14:textId="77777777" w:rsidR="00F6482F" w:rsidRPr="00685171" w:rsidRDefault="00685171" w:rsidP="00685171">
      <w:pPr>
        <w:ind w:firstLine="720"/>
        <w:rPr>
          <w:rFonts w:ascii="ATT Aleck Sans" w:hAnsi="ATT Aleck Sans" w:cs="ATT Aleck Sans"/>
          <w:color w:val="000000" w:themeColor="text1"/>
        </w:rPr>
      </w:pPr>
      <w:r w:rsidRPr="00FC361A">
        <w:rPr>
          <w:rFonts w:ascii="ATT Aleck Sans" w:hAnsi="ATT Aleck Sans" w:cs="ATT Aleck Sans"/>
          <w:b/>
          <w:bCs/>
          <w:color w:val="000000" w:themeColor="text1"/>
        </w:rPr>
        <w:t>Instructor Note: </w:t>
      </w:r>
      <w:r w:rsidR="00F6482F" w:rsidRPr="00685171">
        <w:rPr>
          <w:rFonts w:ascii="ATT Aleck Sans" w:hAnsi="ATT Aleck Sans" w:cs="ATT Aleck Sans"/>
          <w:color w:val="000000" w:themeColor="text1"/>
        </w:rPr>
        <w:t xml:space="preserve">Close out the session by following these steps: </w:t>
      </w:r>
    </w:p>
    <w:p w14:paraId="65464378" w14:textId="77777777" w:rsidR="001C359D" w:rsidRDefault="00F6482F" w:rsidP="00B12403">
      <w:pPr>
        <w:pStyle w:val="ListParagraph"/>
        <w:numPr>
          <w:ilvl w:val="0"/>
          <w:numId w:val="33"/>
        </w:numPr>
        <w:rPr>
          <w:rFonts w:ascii="ATT Aleck Sans" w:hAnsi="ATT Aleck Sans" w:cs="ATT Aleck Sans"/>
          <w:color w:val="000000" w:themeColor="text1"/>
        </w:rPr>
      </w:pPr>
      <w:r w:rsidRPr="001C359D">
        <w:rPr>
          <w:rFonts w:ascii="ATT Aleck Sans" w:hAnsi="ATT Aleck Sans" w:cs="ATT Aleck Sans"/>
          <w:color w:val="000000" w:themeColor="text1"/>
        </w:rPr>
        <w:t xml:space="preserve">(If applicable): Mention future AT&amp;T and PLA digital learning workshops planned for the location and/or community. </w:t>
      </w:r>
    </w:p>
    <w:p w14:paraId="53973293" w14:textId="77777777" w:rsidR="001C359D" w:rsidRPr="001C359D" w:rsidRDefault="00F6482F" w:rsidP="00B12403">
      <w:pPr>
        <w:pStyle w:val="ListParagraph"/>
        <w:numPr>
          <w:ilvl w:val="0"/>
          <w:numId w:val="33"/>
        </w:numPr>
        <w:rPr>
          <w:rFonts w:ascii="ATT Aleck Sans" w:hAnsi="ATT Aleck Sans" w:cs="ATT Aleck Sans"/>
          <w:color w:val="000000" w:themeColor="text1"/>
        </w:rPr>
      </w:pPr>
      <w:r w:rsidRPr="001C359D">
        <w:rPr>
          <w:rFonts w:ascii="ATT Aleck Sans" w:hAnsi="ATT Aleck Sans" w:cs="ATT Aleck Sans"/>
          <w:color w:val="000000" w:themeColor="text1"/>
        </w:rPr>
        <w:t>Ask if there are any other final questions and answer any outstanding ones that may have been missed in the parking lot sections</w:t>
      </w:r>
      <w:r w:rsidRPr="001C359D">
        <w:rPr>
          <w:rFonts w:ascii="ATT Aleck Sans" w:hAnsi="ATT Aleck Sans" w:cs="ATT Aleck Sans"/>
          <w:i/>
          <w:iCs/>
          <w:color w:val="000000" w:themeColor="text1"/>
        </w:rPr>
        <w:t xml:space="preserve">. </w:t>
      </w:r>
    </w:p>
    <w:p w14:paraId="6A7C2564" w14:textId="77777777" w:rsidR="36AD5C18" w:rsidRDefault="36AD5C18" w:rsidP="0A894753">
      <w:pPr>
        <w:pStyle w:val="ListParagraph"/>
        <w:numPr>
          <w:ilvl w:val="0"/>
          <w:numId w:val="33"/>
        </w:numPr>
        <w:rPr>
          <w:rFonts w:ascii="ATT Aleck Sans" w:hAnsi="ATT Aleck Sans" w:cs="ATT Aleck Sans"/>
        </w:rPr>
      </w:pPr>
      <w:r w:rsidRPr="40746793">
        <w:rPr>
          <w:rFonts w:ascii="ATT Aleck Sans" w:hAnsi="ATT Aleck Sans" w:cs="ATT Aleck Sans"/>
          <w:color w:val="000000" w:themeColor="text1"/>
        </w:rPr>
        <w:t xml:space="preserve">“Thanks again to AT&amp;T and the PLA for this workshop. We appreciate all our participants for coming and we encourage you to keep learning!” </w:t>
      </w:r>
    </w:p>
    <w:p w14:paraId="37B34E10" w14:textId="77777777" w:rsidR="03E2B8F3" w:rsidRDefault="03E2B8F3" w:rsidP="0A894753">
      <w:pPr>
        <w:pStyle w:val="ListParagraph"/>
        <w:numPr>
          <w:ilvl w:val="0"/>
          <w:numId w:val="33"/>
        </w:numPr>
        <w:rPr>
          <w:rFonts w:ascii="ATT Aleck Sans" w:hAnsi="ATT Aleck Sans" w:cs="ATT Aleck Sans"/>
        </w:rPr>
      </w:pPr>
      <w:r w:rsidRPr="0A894753">
        <w:rPr>
          <w:rFonts w:ascii="ATT Aleck Sans" w:hAnsi="ATT Aleck Sans" w:cs="ATT Aleck Sans"/>
        </w:rPr>
        <w:t xml:space="preserve">The instructor will be responsible for entering the paper survey responses into </w:t>
      </w:r>
      <w:hyperlink r:id="rId16" w:history="1">
        <w:r w:rsidRPr="00AE0D4A">
          <w:rPr>
            <w:rFonts w:ascii="ATT Aleck Sans" w:hAnsi="ATT Aleck Sans" w:cs="ATT Aleck Sans"/>
            <w:color w:val="00B0F0"/>
            <w:u w:val="single"/>
          </w:rPr>
          <w:t>digitalliteracy.att.com/</w:t>
        </w:r>
        <w:hyperlink r:id="rId17" w:history="1">
          <w:r w:rsidRPr="00AE0D4A">
            <w:rPr>
              <w:rStyle w:val="Hyperlink"/>
              <w:rFonts w:ascii="ATT Aleck Sans" w:hAnsi="ATT Aleck Sans" w:cs="ATT Aleck Sans"/>
              <w:color w:val="00B0F0"/>
            </w:rPr>
            <w:t>learnersurveylearnersurvey</w:t>
          </w:r>
        </w:hyperlink>
      </w:hyperlink>
    </w:p>
    <w:p w14:paraId="74C68264" w14:textId="77777777" w:rsidR="0A894753" w:rsidRDefault="0A894753" w:rsidP="40746793">
      <w:pPr>
        <w:rPr>
          <w:rFonts w:ascii="ATT Aleck Sans" w:hAnsi="ATT Aleck Sans" w:cs="ATT Aleck Sans"/>
          <w:color w:val="000000" w:themeColor="text1"/>
        </w:rPr>
      </w:pPr>
    </w:p>
    <w:p w14:paraId="7E853A93" w14:textId="77777777" w:rsidR="007351F8" w:rsidRPr="007351F8" w:rsidRDefault="007351F8" w:rsidP="007351F8">
      <w:pPr>
        <w:pStyle w:val="ListParagraph"/>
        <w:rPr>
          <w:rFonts w:ascii="ATT Aleck Sans" w:hAnsi="ATT Aleck Sans" w:cs="ATT Aleck Sans"/>
          <w:color w:val="000000" w:themeColor="text1"/>
        </w:rPr>
      </w:pPr>
    </w:p>
    <w:p w14:paraId="58250A2B" w14:textId="77777777" w:rsidR="00D044E2" w:rsidRPr="007351F8" w:rsidRDefault="42396E41" w:rsidP="00074079">
      <w:pPr>
        <w:jc w:val="center"/>
        <w:rPr>
          <w:rFonts w:ascii="ATT Aleck Sans" w:hAnsi="ATT Aleck Sans" w:cs="ATT Aleck Sans"/>
          <w:b/>
          <w:bCs/>
          <w:color w:val="FF0000"/>
          <w:sz w:val="28"/>
          <w:szCs w:val="28"/>
        </w:rPr>
      </w:pPr>
      <w:r w:rsidRPr="40746793">
        <w:rPr>
          <w:rFonts w:ascii="ATT Aleck Sans" w:hAnsi="ATT Aleck Sans" w:cs="ATT Aleck Sans"/>
          <w:b/>
          <w:bCs/>
          <w:color w:val="FF0000"/>
          <w:sz w:val="28"/>
          <w:szCs w:val="28"/>
        </w:rPr>
        <w:t xml:space="preserve">Important Note to Instructor: </w:t>
      </w:r>
      <w:r w:rsidR="00D16271">
        <w:br/>
      </w:r>
      <w:r w:rsidRPr="40746793">
        <w:rPr>
          <w:rFonts w:ascii="ATT Aleck Sans" w:hAnsi="ATT Aleck Sans" w:cs="ATT Aleck Sans"/>
          <w:b/>
          <w:bCs/>
          <w:color w:val="FF0000"/>
          <w:sz w:val="28"/>
          <w:szCs w:val="28"/>
        </w:rPr>
        <w:t>Please complete the Impact Survey for this workshop by visiting:</w:t>
      </w:r>
    </w:p>
    <w:p w14:paraId="2003FBB3" w14:textId="77777777" w:rsidR="00074079" w:rsidRPr="007351F8" w:rsidRDefault="1B591CC0" w:rsidP="007351F8">
      <w:pPr>
        <w:jc w:val="center"/>
        <w:rPr>
          <w:rFonts w:ascii="ATT Aleck Sans" w:hAnsi="ATT Aleck Sans" w:cs="ATT Aleck Sans"/>
          <w:b/>
          <w:bCs/>
          <w:color w:val="FF0000"/>
          <w:sz w:val="28"/>
          <w:szCs w:val="28"/>
        </w:rPr>
      </w:pPr>
      <w:r w:rsidRPr="40746793">
        <w:rPr>
          <w:rFonts w:ascii="ATT Aleck Sans" w:hAnsi="ATT Aleck Sans" w:cs="ATT Aleck Sans"/>
          <w:b/>
          <w:bCs/>
          <w:color w:val="FF0000"/>
          <w:sz w:val="28"/>
          <w:szCs w:val="28"/>
        </w:rPr>
        <w:t>digitalliteracy.att.com/</w:t>
      </w:r>
      <w:proofErr w:type="spellStart"/>
      <w:r w:rsidRPr="40746793">
        <w:rPr>
          <w:rFonts w:ascii="ATT Aleck Sans" w:hAnsi="ATT Aleck Sans" w:cs="ATT Aleck Sans"/>
          <w:b/>
          <w:bCs/>
          <w:color w:val="FF0000"/>
          <w:sz w:val="28"/>
          <w:szCs w:val="28"/>
        </w:rPr>
        <w:t>impactsurvey</w:t>
      </w:r>
      <w:proofErr w:type="spellEnd"/>
      <w:r w:rsidRPr="40746793">
        <w:rPr>
          <w:rFonts w:ascii="ATT Aleck Sans" w:hAnsi="ATT Aleck Sans" w:cs="ATT Aleck Sans"/>
          <w:b/>
          <w:bCs/>
          <w:color w:val="FF0000"/>
          <w:sz w:val="28"/>
          <w:szCs w:val="28"/>
        </w:rPr>
        <w:t xml:space="preserve"> </w:t>
      </w:r>
      <w:r w:rsidR="25D87141" w:rsidRPr="40746793">
        <w:rPr>
          <w:rFonts w:ascii="ATT Aleck Sans" w:hAnsi="ATT Aleck Sans" w:cs="ATT Aleck Sans"/>
          <w:b/>
          <w:bCs/>
          <w:color w:val="FF0000"/>
          <w:sz w:val="28"/>
          <w:szCs w:val="28"/>
        </w:rPr>
        <w:t xml:space="preserve">or </w:t>
      </w:r>
      <w:r w:rsidR="29F4C6A3" w:rsidRPr="40746793">
        <w:rPr>
          <w:rFonts w:ascii="ATT Aleck Sans" w:hAnsi="ATT Aleck Sans" w:cs="ATT Aleck Sans"/>
          <w:b/>
          <w:bCs/>
          <w:color w:val="FF0000"/>
          <w:sz w:val="28"/>
          <w:szCs w:val="28"/>
        </w:rPr>
        <w:t>s</w:t>
      </w:r>
      <w:r w:rsidRPr="40746793">
        <w:rPr>
          <w:rFonts w:ascii="ATT Aleck Sans" w:hAnsi="ATT Aleck Sans" w:cs="ATT Aleck Sans"/>
          <w:b/>
          <w:bCs/>
          <w:color w:val="FF0000"/>
          <w:sz w:val="28"/>
          <w:szCs w:val="28"/>
        </w:rPr>
        <w:t xml:space="preserve">can the QR </w:t>
      </w:r>
      <w:r w:rsidR="29F4C6A3" w:rsidRPr="40746793">
        <w:rPr>
          <w:rFonts w:ascii="ATT Aleck Sans" w:hAnsi="ATT Aleck Sans" w:cs="ATT Aleck Sans"/>
          <w:b/>
          <w:bCs/>
          <w:color w:val="FF0000"/>
          <w:sz w:val="28"/>
          <w:szCs w:val="28"/>
        </w:rPr>
        <w:t>c</w:t>
      </w:r>
      <w:r w:rsidRPr="40746793">
        <w:rPr>
          <w:rFonts w:ascii="ATT Aleck Sans" w:hAnsi="ATT Aleck Sans" w:cs="ATT Aleck Sans"/>
          <w:b/>
          <w:bCs/>
          <w:color w:val="FF0000"/>
          <w:sz w:val="28"/>
          <w:szCs w:val="28"/>
        </w:rPr>
        <w:t>ode:</w:t>
      </w:r>
    </w:p>
    <w:p w14:paraId="53DBC0F7" w14:textId="77777777" w:rsidR="00D16271" w:rsidRDefault="00240825" w:rsidP="00074079">
      <w:pPr>
        <w:jc w:val="center"/>
        <w:rPr>
          <w:rFonts w:ascii="ATT Aleck Sans" w:hAnsi="ATT Aleck Sans" w:cs="ATT Aleck Sans"/>
          <w:b/>
          <w:bCs/>
          <w:color w:val="FF0000"/>
          <w:sz w:val="36"/>
          <w:szCs w:val="36"/>
        </w:rPr>
      </w:pPr>
      <w:r w:rsidRPr="332BD257">
        <w:rPr>
          <w:rFonts w:ascii="ATT Aleck Sans" w:hAnsi="ATT Aleck Sans" w:cs="ATT Aleck Sans"/>
          <w:b/>
          <w:bCs/>
          <w:color w:val="FF0000"/>
          <w:sz w:val="36"/>
          <w:szCs w:val="36"/>
        </w:rPr>
        <w:t xml:space="preserve"> </w:t>
      </w:r>
      <w:r w:rsidR="7833AE12">
        <w:rPr>
          <w:noProof/>
        </w:rPr>
        <w:drawing>
          <wp:inline distT="0" distB="0" distL="0" distR="0" wp14:anchorId="3AAA956E" wp14:editId="3D337E25">
            <wp:extent cx="1512795" cy="1532484"/>
            <wp:effectExtent l="0" t="0" r="0" b="4445"/>
            <wp:docPr id="1836452495" name="Picture 1836452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12795" cy="1532484"/>
                    </a:xfrm>
                    <a:prstGeom prst="rect">
                      <a:avLst/>
                    </a:prstGeom>
                  </pic:spPr>
                </pic:pic>
              </a:graphicData>
            </a:graphic>
          </wp:inline>
        </w:drawing>
      </w:r>
    </w:p>
    <w:p w14:paraId="3086B3C0" w14:textId="77777777" w:rsidR="00EE0ADE" w:rsidRPr="007351F8" w:rsidRDefault="00074079" w:rsidP="007351F8">
      <w:pPr>
        <w:jc w:val="center"/>
        <w:rPr>
          <w:rFonts w:ascii="ATT Aleck Sans" w:hAnsi="ATT Aleck Sans" w:cs="ATT Aleck Sans"/>
          <w:b/>
          <w:bCs/>
          <w:color w:val="FF0000"/>
          <w:sz w:val="36"/>
          <w:szCs w:val="36"/>
        </w:rPr>
      </w:pPr>
      <w:r w:rsidRPr="5CF2CE3A">
        <w:rPr>
          <w:rFonts w:ascii="ATT Aleck Sans" w:hAnsi="ATT Aleck Sans" w:cs="ATT Aleck Sans"/>
          <w:b/>
          <w:bCs/>
          <w:color w:val="FF0000"/>
          <w:sz w:val="36"/>
          <w:szCs w:val="36"/>
        </w:rPr>
        <w:t xml:space="preserve">Thank you! </w:t>
      </w:r>
    </w:p>
    <w:sectPr w:rsidR="00EE0ADE" w:rsidRPr="007351F8" w:rsidSect="00E17677">
      <w:headerReference w:type="even" r:id="rId19"/>
      <w:headerReference w:type="default" r:id="rId20"/>
      <w:footerReference w:type="default" r:id="rId21"/>
      <w:pgSz w:w="12240" w:h="15840"/>
      <w:pgMar w:top="1728" w:right="1260" w:bottom="1440" w:left="1440" w:header="423"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AA260" w14:textId="77777777" w:rsidR="000F65BD" w:rsidRDefault="000F65BD" w:rsidP="007C0E6B">
      <w:r>
        <w:separator/>
      </w:r>
    </w:p>
  </w:endnote>
  <w:endnote w:type="continuationSeparator" w:id="0">
    <w:p w14:paraId="7CCEC4E3" w14:textId="77777777" w:rsidR="000F65BD" w:rsidRDefault="000F65BD" w:rsidP="007C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TT Aleck Sans">
    <w:altName w:val="Calibri"/>
    <w:panose1 w:val="020B0604020202020204"/>
    <w:charset w:val="00"/>
    <w:family w:val="swiss"/>
    <w:pitch w:val="variable"/>
    <w:sig w:usb0="A000006F" w:usb1="5000004B" w:usb2="00000008" w:usb3="00000000" w:csb0="0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B70E3" w14:textId="77777777" w:rsidR="00E36FF9" w:rsidRDefault="00E36FF9">
    <w:pPr>
      <w:pStyle w:val="Footer"/>
    </w:pPr>
    <w:r>
      <w:rPr>
        <w:noProof/>
      </w:rPr>
      <mc:AlternateContent>
        <mc:Choice Requires="wps">
          <w:drawing>
            <wp:anchor distT="0" distB="0" distL="114300" distR="114300" simplePos="0" relativeHeight="251662336" behindDoc="0" locked="0" layoutInCell="1" allowOverlap="1" wp14:anchorId="49BCC26F" wp14:editId="697BEF91">
              <wp:simplePos x="0" y="0"/>
              <wp:positionH relativeFrom="column">
                <wp:posOffset>-904240</wp:posOffset>
              </wp:positionH>
              <wp:positionV relativeFrom="paragraph">
                <wp:posOffset>223169</wp:posOffset>
              </wp:positionV>
              <wp:extent cx="6978315" cy="589547"/>
              <wp:effectExtent l="0" t="0" r="0" b="0"/>
              <wp:wrapNone/>
              <wp:docPr id="24" name="Text Box 24"/>
              <wp:cNvGraphicFramePr/>
              <a:graphic xmlns:a="http://schemas.openxmlformats.org/drawingml/2006/main">
                <a:graphicData uri="http://schemas.microsoft.com/office/word/2010/wordprocessingShape">
                  <wps:wsp>
                    <wps:cNvSpPr txBox="1"/>
                    <wps:spPr>
                      <a:xfrm>
                        <a:off x="0" y="0"/>
                        <a:ext cx="6978315" cy="589547"/>
                      </a:xfrm>
                      <a:prstGeom prst="rect">
                        <a:avLst/>
                      </a:prstGeom>
                      <a:noFill/>
                      <a:ln w="6350">
                        <a:noFill/>
                      </a:ln>
                    </wps:spPr>
                    <wps:txbx>
                      <w:txbxContent>
                        <w:p w14:paraId="784C4893" w14:textId="77777777" w:rsidR="00E36FF9" w:rsidRPr="00700815" w:rsidRDefault="00E36FF9" w:rsidP="005E721F">
                          <w:pPr>
                            <w:ind w:left="720"/>
                            <w:rPr>
                              <w:color w:val="FFFFFF" w:themeColor="background1"/>
                              <w:sz w:val="16"/>
                              <w:szCs w:val="16"/>
                            </w:rPr>
                          </w:pPr>
                          <w:r w:rsidRPr="00700815">
                            <w:rPr>
                              <w:color w:val="FFFFFF" w:themeColor="background1"/>
                              <w:sz w:val="16"/>
                              <w:szCs w:val="16"/>
                            </w:rPr>
                            <w:t xml:space="preserve">None of the other companies whose names or logos appear in these educational materials have been </w:t>
                          </w:r>
                          <w:r>
                            <w:rPr>
                              <w:color w:val="FFFFFF" w:themeColor="background1"/>
                              <w:sz w:val="16"/>
                              <w:szCs w:val="16"/>
                            </w:rPr>
                            <w:br/>
                          </w:r>
                          <w:r w:rsidRPr="00700815">
                            <w:rPr>
                              <w:color w:val="FFFFFF" w:themeColor="background1"/>
                              <w:sz w:val="16"/>
                              <w:szCs w:val="16"/>
                            </w:rPr>
                            <w:t>involved in the creation of these materials, or approve, sponsor, or are affiliated in any way with these materials.</w:t>
                          </w:r>
                        </w:p>
                        <w:p w14:paraId="21892484" w14:textId="77777777" w:rsidR="00E36FF9" w:rsidRDefault="00E36FF9" w:rsidP="005E721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BCC26F" id="_x0000_t202" coordsize="21600,21600" o:spt="202" path="m,l,21600r21600,l21600,xe">
              <v:stroke joinstyle="miter"/>
              <v:path gradientshapeok="t" o:connecttype="rect"/>
            </v:shapetype>
            <v:shape id="Text Box 24" o:spid="_x0000_s1026" type="#_x0000_t202" style="position:absolute;margin-left:-71.2pt;margin-top:17.55pt;width:549.45pt;height:4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" filled="f" stroked="f" strokeweight=".5pt">
              <v:textbox>
                <w:txbxContent>
                  <w:p w14:paraId="784C4893" w14:textId="77777777" w:rsidR="00E36FF9" w:rsidRPr="00700815" w:rsidRDefault="00E36FF9" w:rsidP="005E721F">
                    <w:pPr>
                      <w:ind w:left="720"/>
                      <w:rPr>
                        <w:color w:val="FFFFFF" w:themeColor="background1"/>
                        <w:sz w:val="16"/>
                        <w:szCs w:val="16"/>
                      </w:rPr>
                    </w:pPr>
                    <w:r w:rsidRPr="00700815">
                      <w:rPr>
                        <w:color w:val="FFFFFF" w:themeColor="background1"/>
                        <w:sz w:val="16"/>
                        <w:szCs w:val="16"/>
                      </w:rPr>
                      <w:t xml:space="preserve">None of the other companies whose names or logos appear in these educational materials have been </w:t>
                    </w:r>
                    <w:r>
                      <w:rPr>
                        <w:color w:val="FFFFFF" w:themeColor="background1"/>
                        <w:sz w:val="16"/>
                        <w:szCs w:val="16"/>
                      </w:rPr>
                      <w:br/>
                    </w:r>
                    <w:r w:rsidRPr="00700815">
                      <w:rPr>
                        <w:color w:val="FFFFFF" w:themeColor="background1"/>
                        <w:sz w:val="16"/>
                        <w:szCs w:val="16"/>
                      </w:rPr>
                      <w:t>involved in the creation of these materials, or approve, sponsor, or are affiliated in any way with these materials.</w:t>
                    </w:r>
                  </w:p>
                  <w:p w14:paraId="21892484" w14:textId="77777777" w:rsidR="00E36FF9" w:rsidRDefault="00E36FF9" w:rsidP="005E721F"/>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2A2864F" wp14:editId="40076F79">
              <wp:simplePos x="0" y="0"/>
              <wp:positionH relativeFrom="column">
                <wp:posOffset>-907415</wp:posOffset>
              </wp:positionH>
              <wp:positionV relativeFrom="paragraph">
                <wp:posOffset>-271780</wp:posOffset>
              </wp:positionV>
              <wp:extent cx="7772400" cy="914400"/>
              <wp:effectExtent l="0" t="0" r="0" b="0"/>
              <wp:wrapNone/>
              <wp:docPr id="1" name="Rectangle 1"/>
              <wp:cNvGraphicFramePr/>
              <a:graphic xmlns:a="http://schemas.openxmlformats.org/drawingml/2006/main">
                <a:graphicData uri="http://schemas.microsoft.com/office/word/2010/wordprocessingShape">
                  <wps:wsp>
                    <wps:cNvSpPr/>
                    <wps:spPr>
                      <a:xfrm>
                        <a:off x="0" y="0"/>
                        <a:ext cx="7772400" cy="914400"/>
                      </a:xfrm>
                      <a:prstGeom prst="rect">
                        <a:avLst/>
                      </a:prstGeom>
                      <a:solidFill>
                        <a:srgbClr val="009FD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A304A0" w14:textId="17DDA179" w:rsidR="00E36FF9" w:rsidRDefault="00E36FF9" w:rsidP="00F20F5F">
                          <w:pPr>
                            <w:ind w:left="720" w:right="682"/>
                          </w:pPr>
                          <w:r>
                            <w:rPr>
                              <w:rFonts w:ascii="ATT Aleck Sans" w:hAnsi="ATT Aleck Sans" w:cs="ATT Aleck Sans"/>
                            </w:rPr>
                            <w:t xml:space="preserve">Provided by AT&amp;T Connected Learning + Public Library Association </w:t>
                          </w:r>
                          <w:r>
                            <w:rPr>
                              <w:rFonts w:ascii="ATT Aleck Sans" w:hAnsi="ATT Aleck Sans" w:cs="ATT Aleck Sans"/>
                            </w:rPr>
                            <w:tab/>
                          </w:r>
                          <w:r>
                            <w:rPr>
                              <w:rFonts w:ascii="ATT Aleck Sans" w:hAnsi="ATT Aleck Sans" w:cs="ATT Aleck Sans"/>
                            </w:rPr>
                            <w:tab/>
                          </w:r>
                          <w:r>
                            <w:rPr>
                              <w:rFonts w:ascii="ATT Aleck Sans" w:hAnsi="ATT Aleck Sans" w:cs="ATT Aleck Sans"/>
                            </w:rPr>
                            <w:tab/>
                          </w:r>
                          <w:r>
                            <w:rPr>
                              <w:rFonts w:ascii="ATT Aleck Sans" w:hAnsi="ATT Aleck Sans" w:cs="ATT Aleck Sans"/>
                            </w:rPr>
                            <w:tab/>
                          </w:r>
                          <w:r w:rsidR="005201B8">
                            <w:rPr>
                              <w:rFonts w:ascii="ATT Aleck Sans" w:hAnsi="ATT Aleck Sans" w:cs="ATT Aleck Sans"/>
                            </w:rPr>
                            <w:t>11</w:t>
                          </w:r>
                          <w:r>
                            <w:rPr>
                              <w:rFonts w:ascii="ATT Aleck Sans" w:hAnsi="ATT Aleck Sans" w:cs="ATT Aleck Sans"/>
                            </w:rPr>
                            <w:t>/</w:t>
                          </w:r>
                          <w:r w:rsidR="005201B8">
                            <w:rPr>
                              <w:rFonts w:ascii="ATT Aleck Sans" w:hAnsi="ATT Aleck Sans" w:cs="ATT Aleck Sans"/>
                            </w:rPr>
                            <w:t>17</w:t>
                          </w:r>
                          <w:r>
                            <w:rPr>
                              <w:rFonts w:ascii="ATT Aleck Sans" w:hAnsi="ATT Aleck Sans" w:cs="ATT Aleck Sans"/>
                            </w:rPr>
                            <w:t>/202</w:t>
                          </w:r>
                          <w:r w:rsidR="00054B80">
                            <w:rPr>
                              <w:rFonts w:ascii="ATT Aleck Sans" w:hAnsi="ATT Aleck Sans" w:cs="ATT Aleck Sans"/>
                            </w:rPr>
                            <w:t>5</w:t>
                          </w:r>
                        </w:p>
                        <w:p w14:paraId="31F54D83" w14:textId="77777777" w:rsidR="00212668" w:rsidRDefault="0021266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A2864F" id="Rectangle 1" o:spid="_x0000_s1027" style="position:absolute;margin-left:-71.45pt;margin-top:-21.4pt;width:61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" fillcolor="#009fdb" stroked="f" strokeweight="1pt">
              <v:textbox>
                <w:txbxContent>
                  <w:p w14:paraId="3DA304A0" w14:textId="17DDA179" w:rsidR="00E36FF9" w:rsidRDefault="00E36FF9" w:rsidP="00F20F5F">
                    <w:pPr>
                      <w:ind w:left="720" w:right="682"/>
                    </w:pPr>
                    <w:r>
                      <w:rPr>
                        <w:rFonts w:ascii="ATT Aleck Sans" w:hAnsi="ATT Aleck Sans" w:cs="ATT Aleck Sans"/>
                      </w:rPr>
                      <w:t xml:space="preserve">Provided by AT&amp;T Connected Learning + Public Library Association </w:t>
                    </w:r>
                    <w:r>
                      <w:rPr>
                        <w:rFonts w:ascii="ATT Aleck Sans" w:hAnsi="ATT Aleck Sans" w:cs="ATT Aleck Sans"/>
                      </w:rPr>
                      <w:tab/>
                    </w:r>
                    <w:r>
                      <w:rPr>
                        <w:rFonts w:ascii="ATT Aleck Sans" w:hAnsi="ATT Aleck Sans" w:cs="ATT Aleck Sans"/>
                      </w:rPr>
                      <w:tab/>
                    </w:r>
                    <w:r>
                      <w:rPr>
                        <w:rFonts w:ascii="ATT Aleck Sans" w:hAnsi="ATT Aleck Sans" w:cs="ATT Aleck Sans"/>
                      </w:rPr>
                      <w:tab/>
                    </w:r>
                    <w:r>
                      <w:rPr>
                        <w:rFonts w:ascii="ATT Aleck Sans" w:hAnsi="ATT Aleck Sans" w:cs="ATT Aleck Sans"/>
                      </w:rPr>
                      <w:tab/>
                    </w:r>
                    <w:r w:rsidR="005201B8">
                      <w:rPr>
                        <w:rFonts w:ascii="ATT Aleck Sans" w:hAnsi="ATT Aleck Sans" w:cs="ATT Aleck Sans"/>
                      </w:rPr>
                      <w:t>11</w:t>
                    </w:r>
                    <w:r>
                      <w:rPr>
                        <w:rFonts w:ascii="ATT Aleck Sans" w:hAnsi="ATT Aleck Sans" w:cs="ATT Aleck Sans"/>
                      </w:rPr>
                      <w:t>/</w:t>
                    </w:r>
                    <w:r w:rsidR="005201B8">
                      <w:rPr>
                        <w:rFonts w:ascii="ATT Aleck Sans" w:hAnsi="ATT Aleck Sans" w:cs="ATT Aleck Sans"/>
                      </w:rPr>
                      <w:t>17</w:t>
                    </w:r>
                    <w:r>
                      <w:rPr>
                        <w:rFonts w:ascii="ATT Aleck Sans" w:hAnsi="ATT Aleck Sans" w:cs="ATT Aleck Sans"/>
                      </w:rPr>
                      <w:t>/202</w:t>
                    </w:r>
                    <w:r w:rsidR="00054B80">
                      <w:rPr>
                        <w:rFonts w:ascii="ATT Aleck Sans" w:hAnsi="ATT Aleck Sans" w:cs="ATT Aleck Sans"/>
                      </w:rPr>
                      <w:t>5</w:t>
                    </w:r>
                  </w:p>
                  <w:p w14:paraId="31F54D83" w14:textId="77777777" w:rsidR="00212668" w:rsidRDefault="00212668"/>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4E97F" w14:textId="77777777" w:rsidR="000F65BD" w:rsidRDefault="000F65BD" w:rsidP="007C0E6B">
      <w:r>
        <w:separator/>
      </w:r>
    </w:p>
  </w:footnote>
  <w:footnote w:type="continuationSeparator" w:id="0">
    <w:p w14:paraId="3699BF9A" w14:textId="77777777" w:rsidR="000F65BD" w:rsidRDefault="000F65BD" w:rsidP="007C0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12365468"/>
      <w:docPartObj>
        <w:docPartGallery w:val="Page Numbers (Top of Page)"/>
        <w:docPartUnique/>
      </w:docPartObj>
    </w:sdtPr>
    <w:sdtContent>
      <w:p w14:paraId="31F35B72" w14:textId="77777777" w:rsidR="00E36FF9" w:rsidRDefault="00E36FF9" w:rsidP="00E454B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07ECDE" w14:textId="77777777" w:rsidR="00E36FF9" w:rsidRDefault="00E36FF9" w:rsidP="00FC04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112394131"/>
      <w:docPartObj>
        <w:docPartGallery w:val="Page Numbers (Top of Page)"/>
        <w:docPartUnique/>
      </w:docPartObj>
    </w:sdtPr>
    <w:sdtContent>
      <w:p w14:paraId="2A803447" w14:textId="77777777" w:rsidR="00E36FF9" w:rsidRDefault="00E36FF9" w:rsidP="00E454B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13624BD5" w14:textId="77777777" w:rsidR="00E36FF9" w:rsidRDefault="00E36FF9" w:rsidP="00FC0489">
    <w:pPr>
      <w:pStyle w:val="Header"/>
      <w:tabs>
        <w:tab w:val="clear" w:pos="9360"/>
        <w:tab w:val="left" w:pos="5211"/>
      </w:tabs>
      <w:ind w:right="360"/>
      <w:jc w:val="center"/>
    </w:pPr>
    <w:r>
      <w:rPr>
        <w:noProof/>
      </w:rPr>
      <mc:AlternateContent>
        <mc:Choice Requires="wps">
          <w:drawing>
            <wp:anchor distT="0" distB="0" distL="114300" distR="114300" simplePos="0" relativeHeight="251660288" behindDoc="0" locked="0" layoutInCell="1" allowOverlap="1" wp14:anchorId="41014235" wp14:editId="6855C41E">
              <wp:simplePos x="0" y="0"/>
              <wp:positionH relativeFrom="column">
                <wp:posOffset>-908050</wp:posOffset>
              </wp:positionH>
              <wp:positionV relativeFrom="paragraph">
                <wp:posOffset>580390</wp:posOffset>
              </wp:positionV>
              <wp:extent cx="7772400" cy="0"/>
              <wp:effectExtent l="0" t="0" r="12700" b="12700"/>
              <wp:wrapNone/>
              <wp:docPr id="5" name="Straight Connector 5"/>
              <wp:cNvGraphicFramePr/>
              <a:graphic xmlns:a="http://schemas.openxmlformats.org/drawingml/2006/main">
                <a:graphicData uri="http://schemas.microsoft.com/office/word/2010/wordprocessingShape">
                  <wps:wsp>
                    <wps:cNvCnPr/>
                    <wps:spPr>
                      <a:xfrm>
                        <a:off x="0" y="0"/>
                        <a:ext cx="7772400" cy="0"/>
                      </a:xfrm>
                      <a:prstGeom prst="line">
                        <a:avLst/>
                      </a:prstGeom>
                      <a:ln w="12700">
                        <a:solidFill>
                          <a:srgbClr val="009FD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w14:anchorId="6BC63333">
            <v:line id="Straight Connector 5"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9fdb" strokeweight="1pt" from="-71.5pt,45.7pt" to="540.5pt,45.7pt" w14:anchorId="723EEAEB"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">
              <v:stroke joinstyle="miter"/>
            </v:line>
          </w:pict>
        </mc:Fallback>
      </mc:AlternateContent>
    </w:r>
    <w:r>
      <w:rPr>
        <w:noProof/>
      </w:rPr>
      <w:drawing>
        <wp:inline distT="0" distB="0" distL="0" distR="0" wp14:anchorId="3D519D13" wp14:editId="7F03A423">
          <wp:extent cx="2971800" cy="399415"/>
          <wp:effectExtent l="0" t="0" r="0" b="0"/>
          <wp:docPr id="11"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85489" cy="4146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8578ED32"/>
    <w:lvl w:ilvl="0">
      <w:numFmt w:val="bullet"/>
      <w:lvlText w:val="*"/>
      <w:lvlJc w:val="left"/>
    </w:lvl>
  </w:abstractNum>
  <w:abstractNum w:abstractNumId="1" w15:restartNumberingAfterBreak="0">
    <w:nsid w:val="007949B4"/>
    <w:multiLevelType w:val="hybridMultilevel"/>
    <w:tmpl w:val="79DA1BD8"/>
    <w:lvl w:ilvl="0" w:tplc="95901F6C">
      <w:start w:val="1"/>
      <w:numFmt w:val="bullet"/>
      <w:lvlText w:val="▫"/>
      <w:lvlJc w:val="left"/>
      <w:pPr>
        <w:tabs>
          <w:tab w:val="num" w:pos="720"/>
        </w:tabs>
        <w:ind w:left="720" w:hanging="360"/>
      </w:pPr>
      <w:rPr>
        <w:rFonts w:ascii="Georgia" w:hAnsi="Georgia" w:hint="default"/>
      </w:rPr>
    </w:lvl>
    <w:lvl w:ilvl="1" w:tplc="C8D8BD80">
      <w:start w:val="1"/>
      <w:numFmt w:val="bullet"/>
      <w:lvlText w:val="▫"/>
      <w:lvlJc w:val="left"/>
      <w:pPr>
        <w:tabs>
          <w:tab w:val="num" w:pos="1440"/>
        </w:tabs>
        <w:ind w:left="1440" w:hanging="360"/>
      </w:pPr>
      <w:rPr>
        <w:rFonts w:ascii="Georgia" w:hAnsi="Georgia" w:hint="default"/>
      </w:rPr>
    </w:lvl>
    <w:lvl w:ilvl="2" w:tplc="6B448B3C" w:tentative="1">
      <w:start w:val="1"/>
      <w:numFmt w:val="bullet"/>
      <w:lvlText w:val="▫"/>
      <w:lvlJc w:val="left"/>
      <w:pPr>
        <w:tabs>
          <w:tab w:val="num" w:pos="2160"/>
        </w:tabs>
        <w:ind w:left="2160" w:hanging="360"/>
      </w:pPr>
      <w:rPr>
        <w:rFonts w:ascii="Georgia" w:hAnsi="Georgia" w:hint="default"/>
      </w:rPr>
    </w:lvl>
    <w:lvl w:ilvl="3" w:tplc="10587688" w:tentative="1">
      <w:start w:val="1"/>
      <w:numFmt w:val="bullet"/>
      <w:lvlText w:val="▫"/>
      <w:lvlJc w:val="left"/>
      <w:pPr>
        <w:tabs>
          <w:tab w:val="num" w:pos="2880"/>
        </w:tabs>
        <w:ind w:left="2880" w:hanging="360"/>
      </w:pPr>
      <w:rPr>
        <w:rFonts w:ascii="Georgia" w:hAnsi="Georgia" w:hint="default"/>
      </w:rPr>
    </w:lvl>
    <w:lvl w:ilvl="4" w:tplc="E1806E04" w:tentative="1">
      <w:start w:val="1"/>
      <w:numFmt w:val="bullet"/>
      <w:lvlText w:val="▫"/>
      <w:lvlJc w:val="left"/>
      <w:pPr>
        <w:tabs>
          <w:tab w:val="num" w:pos="3600"/>
        </w:tabs>
        <w:ind w:left="3600" w:hanging="360"/>
      </w:pPr>
      <w:rPr>
        <w:rFonts w:ascii="Georgia" w:hAnsi="Georgia" w:hint="default"/>
      </w:rPr>
    </w:lvl>
    <w:lvl w:ilvl="5" w:tplc="18D62876" w:tentative="1">
      <w:start w:val="1"/>
      <w:numFmt w:val="bullet"/>
      <w:lvlText w:val="▫"/>
      <w:lvlJc w:val="left"/>
      <w:pPr>
        <w:tabs>
          <w:tab w:val="num" w:pos="4320"/>
        </w:tabs>
        <w:ind w:left="4320" w:hanging="360"/>
      </w:pPr>
      <w:rPr>
        <w:rFonts w:ascii="Georgia" w:hAnsi="Georgia" w:hint="default"/>
      </w:rPr>
    </w:lvl>
    <w:lvl w:ilvl="6" w:tplc="AD541F9E" w:tentative="1">
      <w:start w:val="1"/>
      <w:numFmt w:val="bullet"/>
      <w:lvlText w:val="▫"/>
      <w:lvlJc w:val="left"/>
      <w:pPr>
        <w:tabs>
          <w:tab w:val="num" w:pos="5040"/>
        </w:tabs>
        <w:ind w:left="5040" w:hanging="360"/>
      </w:pPr>
      <w:rPr>
        <w:rFonts w:ascii="Georgia" w:hAnsi="Georgia" w:hint="default"/>
      </w:rPr>
    </w:lvl>
    <w:lvl w:ilvl="7" w:tplc="7C567EA4" w:tentative="1">
      <w:start w:val="1"/>
      <w:numFmt w:val="bullet"/>
      <w:lvlText w:val="▫"/>
      <w:lvlJc w:val="left"/>
      <w:pPr>
        <w:tabs>
          <w:tab w:val="num" w:pos="5760"/>
        </w:tabs>
        <w:ind w:left="5760" w:hanging="360"/>
      </w:pPr>
      <w:rPr>
        <w:rFonts w:ascii="Georgia" w:hAnsi="Georgia" w:hint="default"/>
      </w:rPr>
    </w:lvl>
    <w:lvl w:ilvl="8" w:tplc="D062E18C" w:tentative="1">
      <w:start w:val="1"/>
      <w:numFmt w:val="bullet"/>
      <w:lvlText w:val="▫"/>
      <w:lvlJc w:val="left"/>
      <w:pPr>
        <w:tabs>
          <w:tab w:val="num" w:pos="6480"/>
        </w:tabs>
        <w:ind w:left="6480" w:hanging="360"/>
      </w:pPr>
      <w:rPr>
        <w:rFonts w:ascii="Georgia" w:hAnsi="Georgia" w:hint="default"/>
      </w:rPr>
    </w:lvl>
  </w:abstractNum>
  <w:abstractNum w:abstractNumId="2" w15:restartNumberingAfterBreak="0">
    <w:nsid w:val="00825EC4"/>
    <w:multiLevelType w:val="hybridMultilevel"/>
    <w:tmpl w:val="913AD724"/>
    <w:lvl w:ilvl="0" w:tplc="2CC857DC">
      <w:start w:val="1"/>
      <w:numFmt w:val="bullet"/>
      <w:lvlText w:val="-"/>
      <w:lvlJc w:val="left"/>
      <w:pPr>
        <w:ind w:left="720" w:hanging="360"/>
      </w:pPr>
      <w:rPr>
        <w:rFonts w:ascii="Aptos" w:hAnsi="Aptos" w:hint="default"/>
      </w:rPr>
    </w:lvl>
    <w:lvl w:ilvl="1" w:tplc="29F632DE">
      <w:start w:val="1"/>
      <w:numFmt w:val="bullet"/>
      <w:lvlText w:val="o"/>
      <w:lvlJc w:val="left"/>
      <w:pPr>
        <w:ind w:left="1440" w:hanging="360"/>
      </w:pPr>
      <w:rPr>
        <w:rFonts w:ascii="Courier New" w:hAnsi="Courier New" w:hint="default"/>
      </w:rPr>
    </w:lvl>
    <w:lvl w:ilvl="2" w:tplc="B9C8DC8E">
      <w:start w:val="1"/>
      <w:numFmt w:val="bullet"/>
      <w:lvlText w:val=""/>
      <w:lvlJc w:val="left"/>
      <w:pPr>
        <w:ind w:left="2160" w:hanging="360"/>
      </w:pPr>
      <w:rPr>
        <w:rFonts w:ascii="Wingdings" w:hAnsi="Wingdings" w:hint="default"/>
      </w:rPr>
    </w:lvl>
    <w:lvl w:ilvl="3" w:tplc="D466C61A">
      <w:start w:val="1"/>
      <w:numFmt w:val="bullet"/>
      <w:lvlText w:val=""/>
      <w:lvlJc w:val="left"/>
      <w:pPr>
        <w:ind w:left="2880" w:hanging="360"/>
      </w:pPr>
      <w:rPr>
        <w:rFonts w:ascii="Symbol" w:hAnsi="Symbol" w:hint="default"/>
      </w:rPr>
    </w:lvl>
    <w:lvl w:ilvl="4" w:tplc="7204831C">
      <w:start w:val="1"/>
      <w:numFmt w:val="bullet"/>
      <w:lvlText w:val="o"/>
      <w:lvlJc w:val="left"/>
      <w:pPr>
        <w:ind w:left="3600" w:hanging="360"/>
      </w:pPr>
      <w:rPr>
        <w:rFonts w:ascii="Courier New" w:hAnsi="Courier New" w:hint="default"/>
      </w:rPr>
    </w:lvl>
    <w:lvl w:ilvl="5" w:tplc="64D47BCC">
      <w:start w:val="1"/>
      <w:numFmt w:val="bullet"/>
      <w:lvlText w:val=""/>
      <w:lvlJc w:val="left"/>
      <w:pPr>
        <w:ind w:left="4320" w:hanging="360"/>
      </w:pPr>
      <w:rPr>
        <w:rFonts w:ascii="Wingdings" w:hAnsi="Wingdings" w:hint="default"/>
      </w:rPr>
    </w:lvl>
    <w:lvl w:ilvl="6" w:tplc="9F12F844">
      <w:start w:val="1"/>
      <w:numFmt w:val="bullet"/>
      <w:lvlText w:val=""/>
      <w:lvlJc w:val="left"/>
      <w:pPr>
        <w:ind w:left="5040" w:hanging="360"/>
      </w:pPr>
      <w:rPr>
        <w:rFonts w:ascii="Symbol" w:hAnsi="Symbol" w:hint="default"/>
      </w:rPr>
    </w:lvl>
    <w:lvl w:ilvl="7" w:tplc="03FC14DC">
      <w:start w:val="1"/>
      <w:numFmt w:val="bullet"/>
      <w:lvlText w:val="o"/>
      <w:lvlJc w:val="left"/>
      <w:pPr>
        <w:ind w:left="5760" w:hanging="360"/>
      </w:pPr>
      <w:rPr>
        <w:rFonts w:ascii="Courier New" w:hAnsi="Courier New" w:hint="default"/>
      </w:rPr>
    </w:lvl>
    <w:lvl w:ilvl="8" w:tplc="79C4CD98">
      <w:start w:val="1"/>
      <w:numFmt w:val="bullet"/>
      <w:lvlText w:val=""/>
      <w:lvlJc w:val="left"/>
      <w:pPr>
        <w:ind w:left="6480" w:hanging="360"/>
      </w:pPr>
      <w:rPr>
        <w:rFonts w:ascii="Wingdings" w:hAnsi="Wingdings" w:hint="default"/>
      </w:rPr>
    </w:lvl>
  </w:abstractNum>
  <w:abstractNum w:abstractNumId="3" w15:restartNumberingAfterBreak="0">
    <w:nsid w:val="02F52331"/>
    <w:multiLevelType w:val="hybridMultilevel"/>
    <w:tmpl w:val="A27E4022"/>
    <w:lvl w:ilvl="0" w:tplc="E7040378">
      <w:start w:val="1"/>
      <w:numFmt w:val="bullet"/>
      <w:lvlText w:val="•"/>
      <w:lvlJc w:val="left"/>
      <w:pPr>
        <w:tabs>
          <w:tab w:val="num" w:pos="720"/>
        </w:tabs>
        <w:ind w:left="720" w:hanging="360"/>
      </w:pPr>
      <w:rPr>
        <w:rFonts w:ascii="Arial" w:hAnsi="Arial" w:hint="default"/>
      </w:rPr>
    </w:lvl>
    <w:lvl w:ilvl="1" w:tplc="891C6C86" w:tentative="1">
      <w:start w:val="1"/>
      <w:numFmt w:val="bullet"/>
      <w:lvlText w:val="•"/>
      <w:lvlJc w:val="left"/>
      <w:pPr>
        <w:tabs>
          <w:tab w:val="num" w:pos="1440"/>
        </w:tabs>
        <w:ind w:left="1440" w:hanging="360"/>
      </w:pPr>
      <w:rPr>
        <w:rFonts w:ascii="Arial" w:hAnsi="Arial" w:hint="default"/>
      </w:rPr>
    </w:lvl>
    <w:lvl w:ilvl="2" w:tplc="C8A4F32C" w:tentative="1">
      <w:start w:val="1"/>
      <w:numFmt w:val="bullet"/>
      <w:lvlText w:val="•"/>
      <w:lvlJc w:val="left"/>
      <w:pPr>
        <w:tabs>
          <w:tab w:val="num" w:pos="2160"/>
        </w:tabs>
        <w:ind w:left="2160" w:hanging="360"/>
      </w:pPr>
      <w:rPr>
        <w:rFonts w:ascii="Arial" w:hAnsi="Arial" w:hint="default"/>
      </w:rPr>
    </w:lvl>
    <w:lvl w:ilvl="3" w:tplc="831E86B4" w:tentative="1">
      <w:start w:val="1"/>
      <w:numFmt w:val="bullet"/>
      <w:lvlText w:val="•"/>
      <w:lvlJc w:val="left"/>
      <w:pPr>
        <w:tabs>
          <w:tab w:val="num" w:pos="2880"/>
        </w:tabs>
        <w:ind w:left="2880" w:hanging="360"/>
      </w:pPr>
      <w:rPr>
        <w:rFonts w:ascii="Arial" w:hAnsi="Arial" w:hint="default"/>
      </w:rPr>
    </w:lvl>
    <w:lvl w:ilvl="4" w:tplc="2A320A1A" w:tentative="1">
      <w:start w:val="1"/>
      <w:numFmt w:val="bullet"/>
      <w:lvlText w:val="•"/>
      <w:lvlJc w:val="left"/>
      <w:pPr>
        <w:tabs>
          <w:tab w:val="num" w:pos="3600"/>
        </w:tabs>
        <w:ind w:left="3600" w:hanging="360"/>
      </w:pPr>
      <w:rPr>
        <w:rFonts w:ascii="Arial" w:hAnsi="Arial" w:hint="default"/>
      </w:rPr>
    </w:lvl>
    <w:lvl w:ilvl="5" w:tplc="E1900DB4" w:tentative="1">
      <w:start w:val="1"/>
      <w:numFmt w:val="bullet"/>
      <w:lvlText w:val="•"/>
      <w:lvlJc w:val="left"/>
      <w:pPr>
        <w:tabs>
          <w:tab w:val="num" w:pos="4320"/>
        </w:tabs>
        <w:ind w:left="4320" w:hanging="360"/>
      </w:pPr>
      <w:rPr>
        <w:rFonts w:ascii="Arial" w:hAnsi="Arial" w:hint="default"/>
      </w:rPr>
    </w:lvl>
    <w:lvl w:ilvl="6" w:tplc="18B65284" w:tentative="1">
      <w:start w:val="1"/>
      <w:numFmt w:val="bullet"/>
      <w:lvlText w:val="•"/>
      <w:lvlJc w:val="left"/>
      <w:pPr>
        <w:tabs>
          <w:tab w:val="num" w:pos="5040"/>
        </w:tabs>
        <w:ind w:left="5040" w:hanging="360"/>
      </w:pPr>
      <w:rPr>
        <w:rFonts w:ascii="Arial" w:hAnsi="Arial" w:hint="default"/>
      </w:rPr>
    </w:lvl>
    <w:lvl w:ilvl="7" w:tplc="F52C33D0" w:tentative="1">
      <w:start w:val="1"/>
      <w:numFmt w:val="bullet"/>
      <w:lvlText w:val="•"/>
      <w:lvlJc w:val="left"/>
      <w:pPr>
        <w:tabs>
          <w:tab w:val="num" w:pos="5760"/>
        </w:tabs>
        <w:ind w:left="5760" w:hanging="360"/>
      </w:pPr>
      <w:rPr>
        <w:rFonts w:ascii="Arial" w:hAnsi="Arial" w:hint="default"/>
      </w:rPr>
    </w:lvl>
    <w:lvl w:ilvl="8" w:tplc="336296D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32B3631"/>
    <w:multiLevelType w:val="hybridMultilevel"/>
    <w:tmpl w:val="549A1490"/>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43C284D"/>
    <w:multiLevelType w:val="hybridMultilevel"/>
    <w:tmpl w:val="B5A637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691074C"/>
    <w:multiLevelType w:val="hybridMultilevel"/>
    <w:tmpl w:val="424AA69C"/>
    <w:lvl w:ilvl="0" w:tplc="16DC434E">
      <w:start w:val="1"/>
      <w:numFmt w:val="bullet"/>
      <w:lvlText w:val="•"/>
      <w:lvlJc w:val="left"/>
      <w:pPr>
        <w:tabs>
          <w:tab w:val="num" w:pos="720"/>
        </w:tabs>
        <w:ind w:left="720" w:hanging="360"/>
      </w:pPr>
      <w:rPr>
        <w:rFonts w:ascii="Arial" w:hAnsi="Arial" w:hint="default"/>
      </w:rPr>
    </w:lvl>
    <w:lvl w:ilvl="1" w:tplc="58E8547C" w:tentative="1">
      <w:start w:val="1"/>
      <w:numFmt w:val="bullet"/>
      <w:lvlText w:val="•"/>
      <w:lvlJc w:val="left"/>
      <w:pPr>
        <w:tabs>
          <w:tab w:val="num" w:pos="1440"/>
        </w:tabs>
        <w:ind w:left="1440" w:hanging="360"/>
      </w:pPr>
      <w:rPr>
        <w:rFonts w:ascii="Arial" w:hAnsi="Arial" w:hint="default"/>
      </w:rPr>
    </w:lvl>
    <w:lvl w:ilvl="2" w:tplc="A9C8CD5A" w:tentative="1">
      <w:start w:val="1"/>
      <w:numFmt w:val="bullet"/>
      <w:lvlText w:val="•"/>
      <w:lvlJc w:val="left"/>
      <w:pPr>
        <w:tabs>
          <w:tab w:val="num" w:pos="2160"/>
        </w:tabs>
        <w:ind w:left="2160" w:hanging="360"/>
      </w:pPr>
      <w:rPr>
        <w:rFonts w:ascii="Arial" w:hAnsi="Arial" w:hint="default"/>
      </w:rPr>
    </w:lvl>
    <w:lvl w:ilvl="3" w:tplc="85988C18" w:tentative="1">
      <w:start w:val="1"/>
      <w:numFmt w:val="bullet"/>
      <w:lvlText w:val="•"/>
      <w:lvlJc w:val="left"/>
      <w:pPr>
        <w:tabs>
          <w:tab w:val="num" w:pos="2880"/>
        </w:tabs>
        <w:ind w:left="2880" w:hanging="360"/>
      </w:pPr>
      <w:rPr>
        <w:rFonts w:ascii="Arial" w:hAnsi="Arial" w:hint="default"/>
      </w:rPr>
    </w:lvl>
    <w:lvl w:ilvl="4" w:tplc="1E82C2B2" w:tentative="1">
      <w:start w:val="1"/>
      <w:numFmt w:val="bullet"/>
      <w:lvlText w:val="•"/>
      <w:lvlJc w:val="left"/>
      <w:pPr>
        <w:tabs>
          <w:tab w:val="num" w:pos="3600"/>
        </w:tabs>
        <w:ind w:left="3600" w:hanging="360"/>
      </w:pPr>
      <w:rPr>
        <w:rFonts w:ascii="Arial" w:hAnsi="Arial" w:hint="default"/>
      </w:rPr>
    </w:lvl>
    <w:lvl w:ilvl="5" w:tplc="E0FCC42A" w:tentative="1">
      <w:start w:val="1"/>
      <w:numFmt w:val="bullet"/>
      <w:lvlText w:val="•"/>
      <w:lvlJc w:val="left"/>
      <w:pPr>
        <w:tabs>
          <w:tab w:val="num" w:pos="4320"/>
        </w:tabs>
        <w:ind w:left="4320" w:hanging="360"/>
      </w:pPr>
      <w:rPr>
        <w:rFonts w:ascii="Arial" w:hAnsi="Arial" w:hint="default"/>
      </w:rPr>
    </w:lvl>
    <w:lvl w:ilvl="6" w:tplc="F654986E" w:tentative="1">
      <w:start w:val="1"/>
      <w:numFmt w:val="bullet"/>
      <w:lvlText w:val="•"/>
      <w:lvlJc w:val="left"/>
      <w:pPr>
        <w:tabs>
          <w:tab w:val="num" w:pos="5040"/>
        </w:tabs>
        <w:ind w:left="5040" w:hanging="360"/>
      </w:pPr>
      <w:rPr>
        <w:rFonts w:ascii="Arial" w:hAnsi="Arial" w:hint="default"/>
      </w:rPr>
    </w:lvl>
    <w:lvl w:ilvl="7" w:tplc="24CAA888" w:tentative="1">
      <w:start w:val="1"/>
      <w:numFmt w:val="bullet"/>
      <w:lvlText w:val="•"/>
      <w:lvlJc w:val="left"/>
      <w:pPr>
        <w:tabs>
          <w:tab w:val="num" w:pos="5760"/>
        </w:tabs>
        <w:ind w:left="5760" w:hanging="360"/>
      </w:pPr>
      <w:rPr>
        <w:rFonts w:ascii="Arial" w:hAnsi="Arial" w:hint="default"/>
      </w:rPr>
    </w:lvl>
    <w:lvl w:ilvl="8" w:tplc="12024FA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BA44F7F"/>
    <w:multiLevelType w:val="hybridMultilevel"/>
    <w:tmpl w:val="1C1CB852"/>
    <w:lvl w:ilvl="0" w:tplc="A3FC632E">
      <w:start w:val="1"/>
      <w:numFmt w:val="bullet"/>
      <w:lvlText w:val="•"/>
      <w:lvlJc w:val="left"/>
      <w:pPr>
        <w:tabs>
          <w:tab w:val="num" w:pos="720"/>
        </w:tabs>
        <w:ind w:left="720" w:hanging="360"/>
      </w:pPr>
      <w:rPr>
        <w:rFonts w:ascii="Arial" w:hAnsi="Arial" w:hint="default"/>
      </w:rPr>
    </w:lvl>
    <w:lvl w:ilvl="1" w:tplc="FFFFFFFF">
      <w:start w:val="1"/>
      <w:numFmt w:val="bullet"/>
      <w:lvlText w:val="•"/>
      <w:lvlJc w:val="left"/>
      <w:pPr>
        <w:tabs>
          <w:tab w:val="num" w:pos="1440"/>
        </w:tabs>
        <w:ind w:left="1440" w:hanging="360"/>
      </w:pPr>
      <w:rPr>
        <w:rFonts w:ascii="Arial" w:hAnsi="Arial" w:hint="default"/>
      </w:rPr>
    </w:lvl>
    <w:lvl w:ilvl="2" w:tplc="CF6AA3B4">
      <w:start w:val="1"/>
      <w:numFmt w:val="bullet"/>
      <w:lvlText w:val="•"/>
      <w:lvlJc w:val="left"/>
      <w:pPr>
        <w:tabs>
          <w:tab w:val="num" w:pos="2160"/>
        </w:tabs>
        <w:ind w:left="2160" w:hanging="360"/>
      </w:pPr>
      <w:rPr>
        <w:rFonts w:ascii="Arial" w:hAnsi="Arial" w:hint="default"/>
      </w:rPr>
    </w:lvl>
    <w:lvl w:ilvl="3" w:tplc="979A6CC4" w:tentative="1">
      <w:start w:val="1"/>
      <w:numFmt w:val="bullet"/>
      <w:lvlText w:val="•"/>
      <w:lvlJc w:val="left"/>
      <w:pPr>
        <w:tabs>
          <w:tab w:val="num" w:pos="2880"/>
        </w:tabs>
        <w:ind w:left="2880" w:hanging="360"/>
      </w:pPr>
      <w:rPr>
        <w:rFonts w:ascii="Arial" w:hAnsi="Arial" w:hint="default"/>
      </w:rPr>
    </w:lvl>
    <w:lvl w:ilvl="4" w:tplc="0C3801FE" w:tentative="1">
      <w:start w:val="1"/>
      <w:numFmt w:val="bullet"/>
      <w:lvlText w:val="•"/>
      <w:lvlJc w:val="left"/>
      <w:pPr>
        <w:tabs>
          <w:tab w:val="num" w:pos="3600"/>
        </w:tabs>
        <w:ind w:left="3600" w:hanging="360"/>
      </w:pPr>
      <w:rPr>
        <w:rFonts w:ascii="Arial" w:hAnsi="Arial" w:hint="default"/>
      </w:rPr>
    </w:lvl>
    <w:lvl w:ilvl="5" w:tplc="DCB4928E" w:tentative="1">
      <w:start w:val="1"/>
      <w:numFmt w:val="bullet"/>
      <w:lvlText w:val="•"/>
      <w:lvlJc w:val="left"/>
      <w:pPr>
        <w:tabs>
          <w:tab w:val="num" w:pos="4320"/>
        </w:tabs>
        <w:ind w:left="4320" w:hanging="360"/>
      </w:pPr>
      <w:rPr>
        <w:rFonts w:ascii="Arial" w:hAnsi="Arial" w:hint="default"/>
      </w:rPr>
    </w:lvl>
    <w:lvl w:ilvl="6" w:tplc="F75E5238" w:tentative="1">
      <w:start w:val="1"/>
      <w:numFmt w:val="bullet"/>
      <w:lvlText w:val="•"/>
      <w:lvlJc w:val="left"/>
      <w:pPr>
        <w:tabs>
          <w:tab w:val="num" w:pos="5040"/>
        </w:tabs>
        <w:ind w:left="5040" w:hanging="360"/>
      </w:pPr>
      <w:rPr>
        <w:rFonts w:ascii="Arial" w:hAnsi="Arial" w:hint="default"/>
      </w:rPr>
    </w:lvl>
    <w:lvl w:ilvl="7" w:tplc="B6C8984A" w:tentative="1">
      <w:start w:val="1"/>
      <w:numFmt w:val="bullet"/>
      <w:lvlText w:val="•"/>
      <w:lvlJc w:val="left"/>
      <w:pPr>
        <w:tabs>
          <w:tab w:val="num" w:pos="5760"/>
        </w:tabs>
        <w:ind w:left="5760" w:hanging="360"/>
      </w:pPr>
      <w:rPr>
        <w:rFonts w:ascii="Arial" w:hAnsi="Arial" w:hint="default"/>
      </w:rPr>
    </w:lvl>
    <w:lvl w:ilvl="8" w:tplc="B6C65BB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C1252D3"/>
    <w:multiLevelType w:val="hybridMultilevel"/>
    <w:tmpl w:val="43C097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BE1C4F"/>
    <w:multiLevelType w:val="hybridMultilevel"/>
    <w:tmpl w:val="6C40567E"/>
    <w:lvl w:ilvl="0" w:tplc="B8F66A82">
      <w:start w:val="1"/>
      <w:numFmt w:val="bullet"/>
      <w:lvlText w:val="•"/>
      <w:lvlJc w:val="left"/>
      <w:pPr>
        <w:tabs>
          <w:tab w:val="num" w:pos="720"/>
        </w:tabs>
        <w:ind w:left="720" w:hanging="360"/>
      </w:pPr>
      <w:rPr>
        <w:rFonts w:ascii="Georgia" w:hAnsi="Georgia" w:hint="default"/>
      </w:rPr>
    </w:lvl>
    <w:lvl w:ilvl="1" w:tplc="9976E5C8" w:tentative="1">
      <w:start w:val="1"/>
      <w:numFmt w:val="bullet"/>
      <w:lvlText w:val="•"/>
      <w:lvlJc w:val="left"/>
      <w:pPr>
        <w:tabs>
          <w:tab w:val="num" w:pos="1440"/>
        </w:tabs>
        <w:ind w:left="1440" w:hanging="360"/>
      </w:pPr>
      <w:rPr>
        <w:rFonts w:ascii="Georgia" w:hAnsi="Georgia" w:hint="default"/>
      </w:rPr>
    </w:lvl>
    <w:lvl w:ilvl="2" w:tplc="C94AD87E" w:tentative="1">
      <w:start w:val="1"/>
      <w:numFmt w:val="bullet"/>
      <w:lvlText w:val="•"/>
      <w:lvlJc w:val="left"/>
      <w:pPr>
        <w:tabs>
          <w:tab w:val="num" w:pos="2160"/>
        </w:tabs>
        <w:ind w:left="2160" w:hanging="360"/>
      </w:pPr>
      <w:rPr>
        <w:rFonts w:ascii="Georgia" w:hAnsi="Georgia" w:hint="default"/>
      </w:rPr>
    </w:lvl>
    <w:lvl w:ilvl="3" w:tplc="139ED8E8" w:tentative="1">
      <w:start w:val="1"/>
      <w:numFmt w:val="bullet"/>
      <w:lvlText w:val="•"/>
      <w:lvlJc w:val="left"/>
      <w:pPr>
        <w:tabs>
          <w:tab w:val="num" w:pos="2880"/>
        </w:tabs>
        <w:ind w:left="2880" w:hanging="360"/>
      </w:pPr>
      <w:rPr>
        <w:rFonts w:ascii="Georgia" w:hAnsi="Georgia" w:hint="default"/>
      </w:rPr>
    </w:lvl>
    <w:lvl w:ilvl="4" w:tplc="E1FABF9E" w:tentative="1">
      <w:start w:val="1"/>
      <w:numFmt w:val="bullet"/>
      <w:lvlText w:val="•"/>
      <w:lvlJc w:val="left"/>
      <w:pPr>
        <w:tabs>
          <w:tab w:val="num" w:pos="3600"/>
        </w:tabs>
        <w:ind w:left="3600" w:hanging="360"/>
      </w:pPr>
      <w:rPr>
        <w:rFonts w:ascii="Georgia" w:hAnsi="Georgia" w:hint="default"/>
      </w:rPr>
    </w:lvl>
    <w:lvl w:ilvl="5" w:tplc="8ED62DE0" w:tentative="1">
      <w:start w:val="1"/>
      <w:numFmt w:val="bullet"/>
      <w:lvlText w:val="•"/>
      <w:lvlJc w:val="left"/>
      <w:pPr>
        <w:tabs>
          <w:tab w:val="num" w:pos="4320"/>
        </w:tabs>
        <w:ind w:left="4320" w:hanging="360"/>
      </w:pPr>
      <w:rPr>
        <w:rFonts w:ascii="Georgia" w:hAnsi="Georgia" w:hint="default"/>
      </w:rPr>
    </w:lvl>
    <w:lvl w:ilvl="6" w:tplc="5F86054A" w:tentative="1">
      <w:start w:val="1"/>
      <w:numFmt w:val="bullet"/>
      <w:lvlText w:val="•"/>
      <w:lvlJc w:val="left"/>
      <w:pPr>
        <w:tabs>
          <w:tab w:val="num" w:pos="5040"/>
        </w:tabs>
        <w:ind w:left="5040" w:hanging="360"/>
      </w:pPr>
      <w:rPr>
        <w:rFonts w:ascii="Georgia" w:hAnsi="Georgia" w:hint="default"/>
      </w:rPr>
    </w:lvl>
    <w:lvl w:ilvl="7" w:tplc="3774A3FA" w:tentative="1">
      <w:start w:val="1"/>
      <w:numFmt w:val="bullet"/>
      <w:lvlText w:val="•"/>
      <w:lvlJc w:val="left"/>
      <w:pPr>
        <w:tabs>
          <w:tab w:val="num" w:pos="5760"/>
        </w:tabs>
        <w:ind w:left="5760" w:hanging="360"/>
      </w:pPr>
      <w:rPr>
        <w:rFonts w:ascii="Georgia" w:hAnsi="Georgia" w:hint="default"/>
      </w:rPr>
    </w:lvl>
    <w:lvl w:ilvl="8" w:tplc="2FFEA8BC" w:tentative="1">
      <w:start w:val="1"/>
      <w:numFmt w:val="bullet"/>
      <w:lvlText w:val="•"/>
      <w:lvlJc w:val="left"/>
      <w:pPr>
        <w:tabs>
          <w:tab w:val="num" w:pos="6480"/>
        </w:tabs>
        <w:ind w:left="6480" w:hanging="360"/>
      </w:pPr>
      <w:rPr>
        <w:rFonts w:ascii="Georgia" w:hAnsi="Georgia" w:hint="default"/>
      </w:rPr>
    </w:lvl>
  </w:abstractNum>
  <w:abstractNum w:abstractNumId="10" w15:restartNumberingAfterBreak="0">
    <w:nsid w:val="13A148F0"/>
    <w:multiLevelType w:val="hybridMultilevel"/>
    <w:tmpl w:val="B42EF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6C952F2"/>
    <w:multiLevelType w:val="hybridMultilevel"/>
    <w:tmpl w:val="AD7CF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6FC79A3"/>
    <w:multiLevelType w:val="hybridMultilevel"/>
    <w:tmpl w:val="61D2242A"/>
    <w:lvl w:ilvl="0" w:tplc="E7F2C0D8">
      <w:start w:val="1"/>
      <w:numFmt w:val="bullet"/>
      <w:lvlText w:val="•"/>
      <w:lvlJc w:val="left"/>
      <w:pPr>
        <w:tabs>
          <w:tab w:val="num" w:pos="720"/>
        </w:tabs>
        <w:ind w:left="720" w:hanging="360"/>
      </w:pPr>
      <w:rPr>
        <w:rFonts w:ascii="Arial" w:hAnsi="Arial" w:hint="default"/>
      </w:rPr>
    </w:lvl>
    <w:lvl w:ilvl="1" w:tplc="9B94E604">
      <w:start w:val="1"/>
      <w:numFmt w:val="bullet"/>
      <w:lvlText w:val="•"/>
      <w:lvlJc w:val="left"/>
      <w:pPr>
        <w:tabs>
          <w:tab w:val="num" w:pos="1440"/>
        </w:tabs>
        <w:ind w:left="1440" w:hanging="360"/>
      </w:pPr>
      <w:rPr>
        <w:rFonts w:ascii="Arial" w:hAnsi="Arial" w:hint="default"/>
      </w:rPr>
    </w:lvl>
    <w:lvl w:ilvl="2" w:tplc="C83E883E" w:tentative="1">
      <w:start w:val="1"/>
      <w:numFmt w:val="bullet"/>
      <w:lvlText w:val="•"/>
      <w:lvlJc w:val="left"/>
      <w:pPr>
        <w:tabs>
          <w:tab w:val="num" w:pos="2160"/>
        </w:tabs>
        <w:ind w:left="2160" w:hanging="360"/>
      </w:pPr>
      <w:rPr>
        <w:rFonts w:ascii="Arial" w:hAnsi="Arial" w:hint="default"/>
      </w:rPr>
    </w:lvl>
    <w:lvl w:ilvl="3" w:tplc="5D3C5F52" w:tentative="1">
      <w:start w:val="1"/>
      <w:numFmt w:val="bullet"/>
      <w:lvlText w:val="•"/>
      <w:lvlJc w:val="left"/>
      <w:pPr>
        <w:tabs>
          <w:tab w:val="num" w:pos="2880"/>
        </w:tabs>
        <w:ind w:left="2880" w:hanging="360"/>
      </w:pPr>
      <w:rPr>
        <w:rFonts w:ascii="Arial" w:hAnsi="Arial" w:hint="default"/>
      </w:rPr>
    </w:lvl>
    <w:lvl w:ilvl="4" w:tplc="2E7004E6" w:tentative="1">
      <w:start w:val="1"/>
      <w:numFmt w:val="bullet"/>
      <w:lvlText w:val="•"/>
      <w:lvlJc w:val="left"/>
      <w:pPr>
        <w:tabs>
          <w:tab w:val="num" w:pos="3600"/>
        </w:tabs>
        <w:ind w:left="3600" w:hanging="360"/>
      </w:pPr>
      <w:rPr>
        <w:rFonts w:ascii="Arial" w:hAnsi="Arial" w:hint="default"/>
      </w:rPr>
    </w:lvl>
    <w:lvl w:ilvl="5" w:tplc="33E688C4" w:tentative="1">
      <w:start w:val="1"/>
      <w:numFmt w:val="bullet"/>
      <w:lvlText w:val="•"/>
      <w:lvlJc w:val="left"/>
      <w:pPr>
        <w:tabs>
          <w:tab w:val="num" w:pos="4320"/>
        </w:tabs>
        <w:ind w:left="4320" w:hanging="360"/>
      </w:pPr>
      <w:rPr>
        <w:rFonts w:ascii="Arial" w:hAnsi="Arial" w:hint="default"/>
      </w:rPr>
    </w:lvl>
    <w:lvl w:ilvl="6" w:tplc="687271A4" w:tentative="1">
      <w:start w:val="1"/>
      <w:numFmt w:val="bullet"/>
      <w:lvlText w:val="•"/>
      <w:lvlJc w:val="left"/>
      <w:pPr>
        <w:tabs>
          <w:tab w:val="num" w:pos="5040"/>
        </w:tabs>
        <w:ind w:left="5040" w:hanging="360"/>
      </w:pPr>
      <w:rPr>
        <w:rFonts w:ascii="Arial" w:hAnsi="Arial" w:hint="default"/>
      </w:rPr>
    </w:lvl>
    <w:lvl w:ilvl="7" w:tplc="F8DCD9E0" w:tentative="1">
      <w:start w:val="1"/>
      <w:numFmt w:val="bullet"/>
      <w:lvlText w:val="•"/>
      <w:lvlJc w:val="left"/>
      <w:pPr>
        <w:tabs>
          <w:tab w:val="num" w:pos="5760"/>
        </w:tabs>
        <w:ind w:left="5760" w:hanging="360"/>
      </w:pPr>
      <w:rPr>
        <w:rFonts w:ascii="Arial" w:hAnsi="Arial" w:hint="default"/>
      </w:rPr>
    </w:lvl>
    <w:lvl w:ilvl="8" w:tplc="ED96129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701323F"/>
    <w:multiLevelType w:val="hybridMultilevel"/>
    <w:tmpl w:val="967A3B12"/>
    <w:lvl w:ilvl="0" w:tplc="8F5660FE">
      <w:start w:val="1"/>
      <w:numFmt w:val="decimal"/>
      <w:lvlText w:val="%1."/>
      <w:lvlJc w:val="left"/>
      <w:pPr>
        <w:tabs>
          <w:tab w:val="num" w:pos="720"/>
        </w:tabs>
        <w:ind w:left="720" w:hanging="360"/>
      </w:pPr>
    </w:lvl>
    <w:lvl w:ilvl="1" w:tplc="836E77E0" w:tentative="1">
      <w:start w:val="1"/>
      <w:numFmt w:val="decimal"/>
      <w:lvlText w:val="%2."/>
      <w:lvlJc w:val="left"/>
      <w:pPr>
        <w:tabs>
          <w:tab w:val="num" w:pos="1440"/>
        </w:tabs>
        <w:ind w:left="1440" w:hanging="360"/>
      </w:pPr>
    </w:lvl>
    <w:lvl w:ilvl="2" w:tplc="5736125C" w:tentative="1">
      <w:start w:val="1"/>
      <w:numFmt w:val="decimal"/>
      <w:lvlText w:val="%3."/>
      <w:lvlJc w:val="left"/>
      <w:pPr>
        <w:tabs>
          <w:tab w:val="num" w:pos="2160"/>
        </w:tabs>
        <w:ind w:left="2160" w:hanging="360"/>
      </w:pPr>
    </w:lvl>
    <w:lvl w:ilvl="3" w:tplc="957A157A" w:tentative="1">
      <w:start w:val="1"/>
      <w:numFmt w:val="decimal"/>
      <w:lvlText w:val="%4."/>
      <w:lvlJc w:val="left"/>
      <w:pPr>
        <w:tabs>
          <w:tab w:val="num" w:pos="2880"/>
        </w:tabs>
        <w:ind w:left="2880" w:hanging="360"/>
      </w:pPr>
    </w:lvl>
    <w:lvl w:ilvl="4" w:tplc="4A54DF20" w:tentative="1">
      <w:start w:val="1"/>
      <w:numFmt w:val="decimal"/>
      <w:lvlText w:val="%5."/>
      <w:lvlJc w:val="left"/>
      <w:pPr>
        <w:tabs>
          <w:tab w:val="num" w:pos="3600"/>
        </w:tabs>
        <w:ind w:left="3600" w:hanging="360"/>
      </w:pPr>
    </w:lvl>
    <w:lvl w:ilvl="5" w:tplc="764A5944" w:tentative="1">
      <w:start w:val="1"/>
      <w:numFmt w:val="decimal"/>
      <w:lvlText w:val="%6."/>
      <w:lvlJc w:val="left"/>
      <w:pPr>
        <w:tabs>
          <w:tab w:val="num" w:pos="4320"/>
        </w:tabs>
        <w:ind w:left="4320" w:hanging="360"/>
      </w:pPr>
    </w:lvl>
    <w:lvl w:ilvl="6" w:tplc="D8DCFF3C" w:tentative="1">
      <w:start w:val="1"/>
      <w:numFmt w:val="decimal"/>
      <w:lvlText w:val="%7."/>
      <w:lvlJc w:val="left"/>
      <w:pPr>
        <w:tabs>
          <w:tab w:val="num" w:pos="5040"/>
        </w:tabs>
        <w:ind w:left="5040" w:hanging="360"/>
      </w:pPr>
    </w:lvl>
    <w:lvl w:ilvl="7" w:tplc="37204DE2" w:tentative="1">
      <w:start w:val="1"/>
      <w:numFmt w:val="decimal"/>
      <w:lvlText w:val="%8."/>
      <w:lvlJc w:val="left"/>
      <w:pPr>
        <w:tabs>
          <w:tab w:val="num" w:pos="5760"/>
        </w:tabs>
        <w:ind w:left="5760" w:hanging="360"/>
      </w:pPr>
    </w:lvl>
    <w:lvl w:ilvl="8" w:tplc="565210A4" w:tentative="1">
      <w:start w:val="1"/>
      <w:numFmt w:val="decimal"/>
      <w:lvlText w:val="%9."/>
      <w:lvlJc w:val="left"/>
      <w:pPr>
        <w:tabs>
          <w:tab w:val="num" w:pos="6480"/>
        </w:tabs>
        <w:ind w:left="6480" w:hanging="360"/>
      </w:pPr>
    </w:lvl>
  </w:abstractNum>
  <w:abstractNum w:abstractNumId="14" w15:restartNumberingAfterBreak="0">
    <w:nsid w:val="195B7AB4"/>
    <w:multiLevelType w:val="hybridMultilevel"/>
    <w:tmpl w:val="246802D2"/>
    <w:lvl w:ilvl="0" w:tplc="98708D8C">
      <w:start w:val="1"/>
      <w:numFmt w:val="bullet"/>
      <w:lvlText w:val="•"/>
      <w:lvlJc w:val="left"/>
      <w:pPr>
        <w:tabs>
          <w:tab w:val="num" w:pos="720"/>
        </w:tabs>
        <w:ind w:left="720" w:hanging="360"/>
      </w:pPr>
      <w:rPr>
        <w:rFonts w:ascii="Arial" w:hAnsi="Arial" w:hint="default"/>
      </w:rPr>
    </w:lvl>
    <w:lvl w:ilvl="1" w:tplc="9CF87264" w:tentative="1">
      <w:start w:val="1"/>
      <w:numFmt w:val="bullet"/>
      <w:lvlText w:val="•"/>
      <w:lvlJc w:val="left"/>
      <w:pPr>
        <w:tabs>
          <w:tab w:val="num" w:pos="1440"/>
        </w:tabs>
        <w:ind w:left="1440" w:hanging="360"/>
      </w:pPr>
      <w:rPr>
        <w:rFonts w:ascii="Arial" w:hAnsi="Arial" w:hint="default"/>
      </w:rPr>
    </w:lvl>
    <w:lvl w:ilvl="2" w:tplc="D910EDE2" w:tentative="1">
      <w:start w:val="1"/>
      <w:numFmt w:val="bullet"/>
      <w:lvlText w:val="•"/>
      <w:lvlJc w:val="left"/>
      <w:pPr>
        <w:tabs>
          <w:tab w:val="num" w:pos="2160"/>
        </w:tabs>
        <w:ind w:left="2160" w:hanging="360"/>
      </w:pPr>
      <w:rPr>
        <w:rFonts w:ascii="Arial" w:hAnsi="Arial" w:hint="default"/>
      </w:rPr>
    </w:lvl>
    <w:lvl w:ilvl="3" w:tplc="A8180CB2" w:tentative="1">
      <w:start w:val="1"/>
      <w:numFmt w:val="bullet"/>
      <w:lvlText w:val="•"/>
      <w:lvlJc w:val="left"/>
      <w:pPr>
        <w:tabs>
          <w:tab w:val="num" w:pos="2880"/>
        </w:tabs>
        <w:ind w:left="2880" w:hanging="360"/>
      </w:pPr>
      <w:rPr>
        <w:rFonts w:ascii="Arial" w:hAnsi="Arial" w:hint="default"/>
      </w:rPr>
    </w:lvl>
    <w:lvl w:ilvl="4" w:tplc="64BAA6AC" w:tentative="1">
      <w:start w:val="1"/>
      <w:numFmt w:val="bullet"/>
      <w:lvlText w:val="•"/>
      <w:lvlJc w:val="left"/>
      <w:pPr>
        <w:tabs>
          <w:tab w:val="num" w:pos="3600"/>
        </w:tabs>
        <w:ind w:left="3600" w:hanging="360"/>
      </w:pPr>
      <w:rPr>
        <w:rFonts w:ascii="Arial" w:hAnsi="Arial" w:hint="default"/>
      </w:rPr>
    </w:lvl>
    <w:lvl w:ilvl="5" w:tplc="8474D828" w:tentative="1">
      <w:start w:val="1"/>
      <w:numFmt w:val="bullet"/>
      <w:lvlText w:val="•"/>
      <w:lvlJc w:val="left"/>
      <w:pPr>
        <w:tabs>
          <w:tab w:val="num" w:pos="4320"/>
        </w:tabs>
        <w:ind w:left="4320" w:hanging="360"/>
      </w:pPr>
      <w:rPr>
        <w:rFonts w:ascii="Arial" w:hAnsi="Arial" w:hint="default"/>
      </w:rPr>
    </w:lvl>
    <w:lvl w:ilvl="6" w:tplc="12E0901A" w:tentative="1">
      <w:start w:val="1"/>
      <w:numFmt w:val="bullet"/>
      <w:lvlText w:val="•"/>
      <w:lvlJc w:val="left"/>
      <w:pPr>
        <w:tabs>
          <w:tab w:val="num" w:pos="5040"/>
        </w:tabs>
        <w:ind w:left="5040" w:hanging="360"/>
      </w:pPr>
      <w:rPr>
        <w:rFonts w:ascii="Arial" w:hAnsi="Arial" w:hint="default"/>
      </w:rPr>
    </w:lvl>
    <w:lvl w:ilvl="7" w:tplc="A36AC4CA" w:tentative="1">
      <w:start w:val="1"/>
      <w:numFmt w:val="bullet"/>
      <w:lvlText w:val="•"/>
      <w:lvlJc w:val="left"/>
      <w:pPr>
        <w:tabs>
          <w:tab w:val="num" w:pos="5760"/>
        </w:tabs>
        <w:ind w:left="5760" w:hanging="360"/>
      </w:pPr>
      <w:rPr>
        <w:rFonts w:ascii="Arial" w:hAnsi="Arial" w:hint="default"/>
      </w:rPr>
    </w:lvl>
    <w:lvl w:ilvl="8" w:tplc="36722C7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E4E4E7A"/>
    <w:multiLevelType w:val="hybridMultilevel"/>
    <w:tmpl w:val="5EC42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A85907"/>
    <w:multiLevelType w:val="hybridMultilevel"/>
    <w:tmpl w:val="611A8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05489E"/>
    <w:multiLevelType w:val="hybridMultilevel"/>
    <w:tmpl w:val="2F3C71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D0799A"/>
    <w:multiLevelType w:val="hybridMultilevel"/>
    <w:tmpl w:val="CDA82C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4EF0C42"/>
    <w:multiLevelType w:val="hybridMultilevel"/>
    <w:tmpl w:val="C61231B8"/>
    <w:lvl w:ilvl="0" w:tplc="D148737A">
      <w:start w:val="1"/>
      <w:numFmt w:val="bullet"/>
      <w:lvlText w:val="•"/>
      <w:lvlJc w:val="left"/>
      <w:pPr>
        <w:tabs>
          <w:tab w:val="num" w:pos="1080"/>
        </w:tabs>
        <w:ind w:left="1080" w:hanging="360"/>
      </w:pPr>
      <w:rPr>
        <w:rFonts w:ascii="Arial" w:hAnsi="Arial" w:hint="default"/>
      </w:rPr>
    </w:lvl>
    <w:lvl w:ilvl="1" w:tplc="8B2818DE" w:tentative="1">
      <w:start w:val="1"/>
      <w:numFmt w:val="bullet"/>
      <w:lvlText w:val="•"/>
      <w:lvlJc w:val="left"/>
      <w:pPr>
        <w:tabs>
          <w:tab w:val="num" w:pos="1800"/>
        </w:tabs>
        <w:ind w:left="1800" w:hanging="360"/>
      </w:pPr>
      <w:rPr>
        <w:rFonts w:ascii="Arial" w:hAnsi="Arial" w:hint="default"/>
      </w:rPr>
    </w:lvl>
    <w:lvl w:ilvl="2" w:tplc="3A868C02" w:tentative="1">
      <w:start w:val="1"/>
      <w:numFmt w:val="bullet"/>
      <w:lvlText w:val="•"/>
      <w:lvlJc w:val="left"/>
      <w:pPr>
        <w:tabs>
          <w:tab w:val="num" w:pos="2520"/>
        </w:tabs>
        <w:ind w:left="2520" w:hanging="360"/>
      </w:pPr>
      <w:rPr>
        <w:rFonts w:ascii="Arial" w:hAnsi="Arial" w:hint="default"/>
      </w:rPr>
    </w:lvl>
    <w:lvl w:ilvl="3" w:tplc="A690509A" w:tentative="1">
      <w:start w:val="1"/>
      <w:numFmt w:val="bullet"/>
      <w:lvlText w:val="•"/>
      <w:lvlJc w:val="left"/>
      <w:pPr>
        <w:tabs>
          <w:tab w:val="num" w:pos="3240"/>
        </w:tabs>
        <w:ind w:left="3240" w:hanging="360"/>
      </w:pPr>
      <w:rPr>
        <w:rFonts w:ascii="Arial" w:hAnsi="Arial" w:hint="default"/>
      </w:rPr>
    </w:lvl>
    <w:lvl w:ilvl="4" w:tplc="94562F4C" w:tentative="1">
      <w:start w:val="1"/>
      <w:numFmt w:val="bullet"/>
      <w:lvlText w:val="•"/>
      <w:lvlJc w:val="left"/>
      <w:pPr>
        <w:tabs>
          <w:tab w:val="num" w:pos="3960"/>
        </w:tabs>
        <w:ind w:left="3960" w:hanging="360"/>
      </w:pPr>
      <w:rPr>
        <w:rFonts w:ascii="Arial" w:hAnsi="Arial" w:hint="default"/>
      </w:rPr>
    </w:lvl>
    <w:lvl w:ilvl="5" w:tplc="C8F4C7DA" w:tentative="1">
      <w:start w:val="1"/>
      <w:numFmt w:val="bullet"/>
      <w:lvlText w:val="•"/>
      <w:lvlJc w:val="left"/>
      <w:pPr>
        <w:tabs>
          <w:tab w:val="num" w:pos="4680"/>
        </w:tabs>
        <w:ind w:left="4680" w:hanging="360"/>
      </w:pPr>
      <w:rPr>
        <w:rFonts w:ascii="Arial" w:hAnsi="Arial" w:hint="default"/>
      </w:rPr>
    </w:lvl>
    <w:lvl w:ilvl="6" w:tplc="8362A8E8" w:tentative="1">
      <w:start w:val="1"/>
      <w:numFmt w:val="bullet"/>
      <w:lvlText w:val="•"/>
      <w:lvlJc w:val="left"/>
      <w:pPr>
        <w:tabs>
          <w:tab w:val="num" w:pos="5400"/>
        </w:tabs>
        <w:ind w:left="5400" w:hanging="360"/>
      </w:pPr>
      <w:rPr>
        <w:rFonts w:ascii="Arial" w:hAnsi="Arial" w:hint="default"/>
      </w:rPr>
    </w:lvl>
    <w:lvl w:ilvl="7" w:tplc="37FAFC5A" w:tentative="1">
      <w:start w:val="1"/>
      <w:numFmt w:val="bullet"/>
      <w:lvlText w:val="•"/>
      <w:lvlJc w:val="left"/>
      <w:pPr>
        <w:tabs>
          <w:tab w:val="num" w:pos="6120"/>
        </w:tabs>
        <w:ind w:left="6120" w:hanging="360"/>
      </w:pPr>
      <w:rPr>
        <w:rFonts w:ascii="Arial" w:hAnsi="Arial" w:hint="default"/>
      </w:rPr>
    </w:lvl>
    <w:lvl w:ilvl="8" w:tplc="CF72FD48" w:tentative="1">
      <w:start w:val="1"/>
      <w:numFmt w:val="bullet"/>
      <w:lvlText w:val="•"/>
      <w:lvlJc w:val="left"/>
      <w:pPr>
        <w:tabs>
          <w:tab w:val="num" w:pos="6840"/>
        </w:tabs>
        <w:ind w:left="6840" w:hanging="360"/>
      </w:pPr>
      <w:rPr>
        <w:rFonts w:ascii="Arial" w:hAnsi="Arial" w:hint="default"/>
      </w:rPr>
    </w:lvl>
  </w:abstractNum>
  <w:abstractNum w:abstractNumId="20" w15:restartNumberingAfterBreak="0">
    <w:nsid w:val="2513085B"/>
    <w:multiLevelType w:val="hybridMultilevel"/>
    <w:tmpl w:val="55867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5E27C5F"/>
    <w:multiLevelType w:val="hybridMultilevel"/>
    <w:tmpl w:val="22E408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6CB7343"/>
    <w:multiLevelType w:val="hybridMultilevel"/>
    <w:tmpl w:val="6F84B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4BD7DE"/>
    <w:multiLevelType w:val="hybridMultilevel"/>
    <w:tmpl w:val="EDC8C02A"/>
    <w:lvl w:ilvl="0" w:tplc="C04EE70C">
      <w:start w:val="1"/>
      <w:numFmt w:val="bullet"/>
      <w:lvlText w:val="-"/>
      <w:lvlJc w:val="left"/>
      <w:pPr>
        <w:ind w:left="720" w:hanging="360"/>
      </w:pPr>
      <w:rPr>
        <w:rFonts w:ascii="Aptos" w:hAnsi="Aptos" w:hint="default"/>
      </w:rPr>
    </w:lvl>
    <w:lvl w:ilvl="1" w:tplc="70C22300">
      <w:start w:val="1"/>
      <w:numFmt w:val="bullet"/>
      <w:lvlText w:val="o"/>
      <w:lvlJc w:val="left"/>
      <w:pPr>
        <w:ind w:left="1440" w:hanging="360"/>
      </w:pPr>
      <w:rPr>
        <w:rFonts w:ascii="Courier New" w:hAnsi="Courier New" w:hint="default"/>
      </w:rPr>
    </w:lvl>
    <w:lvl w:ilvl="2" w:tplc="19B6DA74">
      <w:start w:val="1"/>
      <w:numFmt w:val="bullet"/>
      <w:lvlText w:val=""/>
      <w:lvlJc w:val="left"/>
      <w:pPr>
        <w:ind w:left="2160" w:hanging="360"/>
      </w:pPr>
      <w:rPr>
        <w:rFonts w:ascii="Wingdings" w:hAnsi="Wingdings" w:hint="default"/>
      </w:rPr>
    </w:lvl>
    <w:lvl w:ilvl="3" w:tplc="495EF95E">
      <w:start w:val="1"/>
      <w:numFmt w:val="bullet"/>
      <w:lvlText w:val=""/>
      <w:lvlJc w:val="left"/>
      <w:pPr>
        <w:ind w:left="2880" w:hanging="360"/>
      </w:pPr>
      <w:rPr>
        <w:rFonts w:ascii="Symbol" w:hAnsi="Symbol" w:hint="default"/>
      </w:rPr>
    </w:lvl>
    <w:lvl w:ilvl="4" w:tplc="1C82095C">
      <w:start w:val="1"/>
      <w:numFmt w:val="bullet"/>
      <w:lvlText w:val="o"/>
      <w:lvlJc w:val="left"/>
      <w:pPr>
        <w:ind w:left="3600" w:hanging="360"/>
      </w:pPr>
      <w:rPr>
        <w:rFonts w:ascii="Courier New" w:hAnsi="Courier New" w:hint="default"/>
      </w:rPr>
    </w:lvl>
    <w:lvl w:ilvl="5" w:tplc="89423400">
      <w:start w:val="1"/>
      <w:numFmt w:val="bullet"/>
      <w:lvlText w:val=""/>
      <w:lvlJc w:val="left"/>
      <w:pPr>
        <w:ind w:left="4320" w:hanging="360"/>
      </w:pPr>
      <w:rPr>
        <w:rFonts w:ascii="Wingdings" w:hAnsi="Wingdings" w:hint="default"/>
      </w:rPr>
    </w:lvl>
    <w:lvl w:ilvl="6" w:tplc="5538D890">
      <w:start w:val="1"/>
      <w:numFmt w:val="bullet"/>
      <w:lvlText w:val=""/>
      <w:lvlJc w:val="left"/>
      <w:pPr>
        <w:ind w:left="5040" w:hanging="360"/>
      </w:pPr>
      <w:rPr>
        <w:rFonts w:ascii="Symbol" w:hAnsi="Symbol" w:hint="default"/>
      </w:rPr>
    </w:lvl>
    <w:lvl w:ilvl="7" w:tplc="91EED55A">
      <w:start w:val="1"/>
      <w:numFmt w:val="bullet"/>
      <w:lvlText w:val="o"/>
      <w:lvlJc w:val="left"/>
      <w:pPr>
        <w:ind w:left="5760" w:hanging="360"/>
      </w:pPr>
      <w:rPr>
        <w:rFonts w:ascii="Courier New" w:hAnsi="Courier New" w:hint="default"/>
      </w:rPr>
    </w:lvl>
    <w:lvl w:ilvl="8" w:tplc="95A212A6">
      <w:start w:val="1"/>
      <w:numFmt w:val="bullet"/>
      <w:lvlText w:val=""/>
      <w:lvlJc w:val="left"/>
      <w:pPr>
        <w:ind w:left="6480" w:hanging="360"/>
      </w:pPr>
      <w:rPr>
        <w:rFonts w:ascii="Wingdings" w:hAnsi="Wingdings" w:hint="default"/>
      </w:rPr>
    </w:lvl>
  </w:abstractNum>
  <w:abstractNum w:abstractNumId="24" w15:restartNumberingAfterBreak="0">
    <w:nsid w:val="28C43305"/>
    <w:multiLevelType w:val="hybridMultilevel"/>
    <w:tmpl w:val="28FC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2C60AE"/>
    <w:multiLevelType w:val="hybridMultilevel"/>
    <w:tmpl w:val="9DFA1B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BCD11FF"/>
    <w:multiLevelType w:val="hybridMultilevel"/>
    <w:tmpl w:val="43CAF3D0"/>
    <w:lvl w:ilvl="0" w:tplc="35FEC7A0">
      <w:start w:val="1"/>
      <w:numFmt w:val="bullet"/>
      <w:lvlText w:val="•"/>
      <w:lvlJc w:val="left"/>
      <w:pPr>
        <w:tabs>
          <w:tab w:val="num" w:pos="720"/>
        </w:tabs>
        <w:ind w:left="720" w:hanging="360"/>
      </w:pPr>
      <w:rPr>
        <w:rFonts w:ascii="Arial" w:hAnsi="Arial" w:hint="default"/>
      </w:rPr>
    </w:lvl>
    <w:lvl w:ilvl="1" w:tplc="CAD608B4">
      <w:start w:val="1"/>
      <w:numFmt w:val="bullet"/>
      <w:lvlText w:val="•"/>
      <w:lvlJc w:val="left"/>
      <w:pPr>
        <w:tabs>
          <w:tab w:val="num" w:pos="1440"/>
        </w:tabs>
        <w:ind w:left="1440" w:hanging="360"/>
      </w:pPr>
      <w:rPr>
        <w:rFonts w:ascii="Arial" w:hAnsi="Arial" w:hint="default"/>
      </w:rPr>
    </w:lvl>
    <w:lvl w:ilvl="2" w:tplc="27BA8A82" w:tentative="1">
      <w:start w:val="1"/>
      <w:numFmt w:val="bullet"/>
      <w:lvlText w:val="•"/>
      <w:lvlJc w:val="left"/>
      <w:pPr>
        <w:tabs>
          <w:tab w:val="num" w:pos="2160"/>
        </w:tabs>
        <w:ind w:left="2160" w:hanging="360"/>
      </w:pPr>
      <w:rPr>
        <w:rFonts w:ascii="Arial" w:hAnsi="Arial" w:hint="default"/>
      </w:rPr>
    </w:lvl>
    <w:lvl w:ilvl="3" w:tplc="09B00208" w:tentative="1">
      <w:start w:val="1"/>
      <w:numFmt w:val="bullet"/>
      <w:lvlText w:val="•"/>
      <w:lvlJc w:val="left"/>
      <w:pPr>
        <w:tabs>
          <w:tab w:val="num" w:pos="2880"/>
        </w:tabs>
        <w:ind w:left="2880" w:hanging="360"/>
      </w:pPr>
      <w:rPr>
        <w:rFonts w:ascii="Arial" w:hAnsi="Arial" w:hint="default"/>
      </w:rPr>
    </w:lvl>
    <w:lvl w:ilvl="4" w:tplc="4090445C" w:tentative="1">
      <w:start w:val="1"/>
      <w:numFmt w:val="bullet"/>
      <w:lvlText w:val="•"/>
      <w:lvlJc w:val="left"/>
      <w:pPr>
        <w:tabs>
          <w:tab w:val="num" w:pos="3600"/>
        </w:tabs>
        <w:ind w:left="3600" w:hanging="360"/>
      </w:pPr>
      <w:rPr>
        <w:rFonts w:ascii="Arial" w:hAnsi="Arial" w:hint="default"/>
      </w:rPr>
    </w:lvl>
    <w:lvl w:ilvl="5" w:tplc="EC98392E" w:tentative="1">
      <w:start w:val="1"/>
      <w:numFmt w:val="bullet"/>
      <w:lvlText w:val="•"/>
      <w:lvlJc w:val="left"/>
      <w:pPr>
        <w:tabs>
          <w:tab w:val="num" w:pos="4320"/>
        </w:tabs>
        <w:ind w:left="4320" w:hanging="360"/>
      </w:pPr>
      <w:rPr>
        <w:rFonts w:ascii="Arial" w:hAnsi="Arial" w:hint="default"/>
      </w:rPr>
    </w:lvl>
    <w:lvl w:ilvl="6" w:tplc="E528C9D6" w:tentative="1">
      <w:start w:val="1"/>
      <w:numFmt w:val="bullet"/>
      <w:lvlText w:val="•"/>
      <w:lvlJc w:val="left"/>
      <w:pPr>
        <w:tabs>
          <w:tab w:val="num" w:pos="5040"/>
        </w:tabs>
        <w:ind w:left="5040" w:hanging="360"/>
      </w:pPr>
      <w:rPr>
        <w:rFonts w:ascii="Arial" w:hAnsi="Arial" w:hint="default"/>
      </w:rPr>
    </w:lvl>
    <w:lvl w:ilvl="7" w:tplc="BB44D37E" w:tentative="1">
      <w:start w:val="1"/>
      <w:numFmt w:val="bullet"/>
      <w:lvlText w:val="•"/>
      <w:lvlJc w:val="left"/>
      <w:pPr>
        <w:tabs>
          <w:tab w:val="num" w:pos="5760"/>
        </w:tabs>
        <w:ind w:left="5760" w:hanging="360"/>
      </w:pPr>
      <w:rPr>
        <w:rFonts w:ascii="Arial" w:hAnsi="Arial" w:hint="default"/>
      </w:rPr>
    </w:lvl>
    <w:lvl w:ilvl="8" w:tplc="372280AE"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09D453A"/>
    <w:multiLevelType w:val="hybridMultilevel"/>
    <w:tmpl w:val="18F00BCC"/>
    <w:lvl w:ilvl="0" w:tplc="E0B4E486">
      <w:start w:val="3"/>
      <w:numFmt w:val="decimal"/>
      <w:lvlText w:val="%1."/>
      <w:lvlJc w:val="left"/>
      <w:pPr>
        <w:tabs>
          <w:tab w:val="num" w:pos="720"/>
        </w:tabs>
        <w:ind w:left="720" w:hanging="360"/>
      </w:pPr>
    </w:lvl>
    <w:lvl w:ilvl="1" w:tplc="6400B60E" w:tentative="1">
      <w:start w:val="1"/>
      <w:numFmt w:val="decimal"/>
      <w:lvlText w:val="%2."/>
      <w:lvlJc w:val="left"/>
      <w:pPr>
        <w:tabs>
          <w:tab w:val="num" w:pos="1440"/>
        </w:tabs>
        <w:ind w:left="1440" w:hanging="360"/>
      </w:pPr>
    </w:lvl>
    <w:lvl w:ilvl="2" w:tplc="BE2E9AE0" w:tentative="1">
      <w:start w:val="1"/>
      <w:numFmt w:val="decimal"/>
      <w:lvlText w:val="%3."/>
      <w:lvlJc w:val="left"/>
      <w:pPr>
        <w:tabs>
          <w:tab w:val="num" w:pos="2160"/>
        </w:tabs>
        <w:ind w:left="2160" w:hanging="360"/>
      </w:pPr>
    </w:lvl>
    <w:lvl w:ilvl="3" w:tplc="20EE9A3E" w:tentative="1">
      <w:start w:val="1"/>
      <w:numFmt w:val="decimal"/>
      <w:lvlText w:val="%4."/>
      <w:lvlJc w:val="left"/>
      <w:pPr>
        <w:tabs>
          <w:tab w:val="num" w:pos="2880"/>
        </w:tabs>
        <w:ind w:left="2880" w:hanging="360"/>
      </w:pPr>
    </w:lvl>
    <w:lvl w:ilvl="4" w:tplc="C1A6926A" w:tentative="1">
      <w:start w:val="1"/>
      <w:numFmt w:val="decimal"/>
      <w:lvlText w:val="%5."/>
      <w:lvlJc w:val="left"/>
      <w:pPr>
        <w:tabs>
          <w:tab w:val="num" w:pos="3600"/>
        </w:tabs>
        <w:ind w:left="3600" w:hanging="360"/>
      </w:pPr>
    </w:lvl>
    <w:lvl w:ilvl="5" w:tplc="8E9EBB04" w:tentative="1">
      <w:start w:val="1"/>
      <w:numFmt w:val="decimal"/>
      <w:lvlText w:val="%6."/>
      <w:lvlJc w:val="left"/>
      <w:pPr>
        <w:tabs>
          <w:tab w:val="num" w:pos="4320"/>
        </w:tabs>
        <w:ind w:left="4320" w:hanging="360"/>
      </w:pPr>
    </w:lvl>
    <w:lvl w:ilvl="6" w:tplc="28546A9C" w:tentative="1">
      <w:start w:val="1"/>
      <w:numFmt w:val="decimal"/>
      <w:lvlText w:val="%7."/>
      <w:lvlJc w:val="left"/>
      <w:pPr>
        <w:tabs>
          <w:tab w:val="num" w:pos="5040"/>
        </w:tabs>
        <w:ind w:left="5040" w:hanging="360"/>
      </w:pPr>
    </w:lvl>
    <w:lvl w:ilvl="7" w:tplc="51BC019E" w:tentative="1">
      <w:start w:val="1"/>
      <w:numFmt w:val="decimal"/>
      <w:lvlText w:val="%8."/>
      <w:lvlJc w:val="left"/>
      <w:pPr>
        <w:tabs>
          <w:tab w:val="num" w:pos="5760"/>
        </w:tabs>
        <w:ind w:left="5760" w:hanging="360"/>
      </w:pPr>
    </w:lvl>
    <w:lvl w:ilvl="8" w:tplc="83B8B860" w:tentative="1">
      <w:start w:val="1"/>
      <w:numFmt w:val="decimal"/>
      <w:lvlText w:val="%9."/>
      <w:lvlJc w:val="left"/>
      <w:pPr>
        <w:tabs>
          <w:tab w:val="num" w:pos="6480"/>
        </w:tabs>
        <w:ind w:left="6480" w:hanging="360"/>
      </w:pPr>
    </w:lvl>
  </w:abstractNum>
  <w:abstractNum w:abstractNumId="28" w15:restartNumberingAfterBreak="0">
    <w:nsid w:val="356D4434"/>
    <w:multiLevelType w:val="hybridMultilevel"/>
    <w:tmpl w:val="889A2388"/>
    <w:lvl w:ilvl="0" w:tplc="610EA9EC">
      <w:start w:val="1"/>
      <w:numFmt w:val="bullet"/>
      <w:lvlText w:val="•"/>
      <w:lvlJc w:val="left"/>
      <w:pPr>
        <w:tabs>
          <w:tab w:val="num" w:pos="720"/>
        </w:tabs>
        <w:ind w:left="720" w:hanging="360"/>
      </w:pPr>
      <w:rPr>
        <w:rFonts w:ascii="Arial" w:hAnsi="Arial" w:hint="default"/>
      </w:rPr>
    </w:lvl>
    <w:lvl w:ilvl="1" w:tplc="49DA8526">
      <w:start w:val="1"/>
      <w:numFmt w:val="bullet"/>
      <w:lvlText w:val="•"/>
      <w:lvlJc w:val="left"/>
      <w:pPr>
        <w:tabs>
          <w:tab w:val="num" w:pos="1440"/>
        </w:tabs>
        <w:ind w:left="1440" w:hanging="360"/>
      </w:pPr>
      <w:rPr>
        <w:rFonts w:ascii="Arial" w:hAnsi="Arial" w:hint="default"/>
      </w:rPr>
    </w:lvl>
    <w:lvl w:ilvl="2" w:tplc="705275C2" w:tentative="1">
      <w:start w:val="1"/>
      <w:numFmt w:val="bullet"/>
      <w:lvlText w:val="•"/>
      <w:lvlJc w:val="left"/>
      <w:pPr>
        <w:tabs>
          <w:tab w:val="num" w:pos="2160"/>
        </w:tabs>
        <w:ind w:left="2160" w:hanging="360"/>
      </w:pPr>
      <w:rPr>
        <w:rFonts w:ascii="Arial" w:hAnsi="Arial" w:hint="default"/>
      </w:rPr>
    </w:lvl>
    <w:lvl w:ilvl="3" w:tplc="FDD8D2CA" w:tentative="1">
      <w:start w:val="1"/>
      <w:numFmt w:val="bullet"/>
      <w:lvlText w:val="•"/>
      <w:lvlJc w:val="left"/>
      <w:pPr>
        <w:tabs>
          <w:tab w:val="num" w:pos="2880"/>
        </w:tabs>
        <w:ind w:left="2880" w:hanging="360"/>
      </w:pPr>
      <w:rPr>
        <w:rFonts w:ascii="Arial" w:hAnsi="Arial" w:hint="default"/>
      </w:rPr>
    </w:lvl>
    <w:lvl w:ilvl="4" w:tplc="44FE2778" w:tentative="1">
      <w:start w:val="1"/>
      <w:numFmt w:val="bullet"/>
      <w:lvlText w:val="•"/>
      <w:lvlJc w:val="left"/>
      <w:pPr>
        <w:tabs>
          <w:tab w:val="num" w:pos="3600"/>
        </w:tabs>
        <w:ind w:left="3600" w:hanging="360"/>
      </w:pPr>
      <w:rPr>
        <w:rFonts w:ascii="Arial" w:hAnsi="Arial" w:hint="default"/>
      </w:rPr>
    </w:lvl>
    <w:lvl w:ilvl="5" w:tplc="B34ABB26" w:tentative="1">
      <w:start w:val="1"/>
      <w:numFmt w:val="bullet"/>
      <w:lvlText w:val="•"/>
      <w:lvlJc w:val="left"/>
      <w:pPr>
        <w:tabs>
          <w:tab w:val="num" w:pos="4320"/>
        </w:tabs>
        <w:ind w:left="4320" w:hanging="360"/>
      </w:pPr>
      <w:rPr>
        <w:rFonts w:ascii="Arial" w:hAnsi="Arial" w:hint="default"/>
      </w:rPr>
    </w:lvl>
    <w:lvl w:ilvl="6" w:tplc="526A2AD2" w:tentative="1">
      <w:start w:val="1"/>
      <w:numFmt w:val="bullet"/>
      <w:lvlText w:val="•"/>
      <w:lvlJc w:val="left"/>
      <w:pPr>
        <w:tabs>
          <w:tab w:val="num" w:pos="5040"/>
        </w:tabs>
        <w:ind w:left="5040" w:hanging="360"/>
      </w:pPr>
      <w:rPr>
        <w:rFonts w:ascii="Arial" w:hAnsi="Arial" w:hint="default"/>
      </w:rPr>
    </w:lvl>
    <w:lvl w:ilvl="7" w:tplc="28466A04" w:tentative="1">
      <w:start w:val="1"/>
      <w:numFmt w:val="bullet"/>
      <w:lvlText w:val="•"/>
      <w:lvlJc w:val="left"/>
      <w:pPr>
        <w:tabs>
          <w:tab w:val="num" w:pos="5760"/>
        </w:tabs>
        <w:ind w:left="5760" w:hanging="360"/>
      </w:pPr>
      <w:rPr>
        <w:rFonts w:ascii="Arial" w:hAnsi="Arial" w:hint="default"/>
      </w:rPr>
    </w:lvl>
    <w:lvl w:ilvl="8" w:tplc="B32E77B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373F1926"/>
    <w:multiLevelType w:val="hybridMultilevel"/>
    <w:tmpl w:val="1A06E1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BE33D79"/>
    <w:multiLevelType w:val="hybridMultilevel"/>
    <w:tmpl w:val="FCF0152A"/>
    <w:lvl w:ilvl="0" w:tplc="3E3CFF62">
      <w:start w:val="1"/>
      <w:numFmt w:val="bullet"/>
      <w:lvlText w:val="•"/>
      <w:lvlJc w:val="left"/>
      <w:pPr>
        <w:tabs>
          <w:tab w:val="num" w:pos="1080"/>
        </w:tabs>
        <w:ind w:left="1080" w:hanging="360"/>
      </w:pPr>
      <w:rPr>
        <w:rFonts w:ascii="Arial" w:hAnsi="Arial" w:hint="default"/>
      </w:rPr>
    </w:lvl>
    <w:lvl w:ilvl="1" w:tplc="F7D08EA8" w:tentative="1">
      <w:start w:val="1"/>
      <w:numFmt w:val="bullet"/>
      <w:lvlText w:val="•"/>
      <w:lvlJc w:val="left"/>
      <w:pPr>
        <w:tabs>
          <w:tab w:val="num" w:pos="1800"/>
        </w:tabs>
        <w:ind w:left="1800" w:hanging="360"/>
      </w:pPr>
      <w:rPr>
        <w:rFonts w:ascii="Arial" w:hAnsi="Arial" w:hint="default"/>
      </w:rPr>
    </w:lvl>
    <w:lvl w:ilvl="2" w:tplc="67DCEF4A" w:tentative="1">
      <w:start w:val="1"/>
      <w:numFmt w:val="bullet"/>
      <w:lvlText w:val="•"/>
      <w:lvlJc w:val="left"/>
      <w:pPr>
        <w:tabs>
          <w:tab w:val="num" w:pos="2520"/>
        </w:tabs>
        <w:ind w:left="2520" w:hanging="360"/>
      </w:pPr>
      <w:rPr>
        <w:rFonts w:ascii="Arial" w:hAnsi="Arial" w:hint="default"/>
      </w:rPr>
    </w:lvl>
    <w:lvl w:ilvl="3" w:tplc="9DD6C156" w:tentative="1">
      <w:start w:val="1"/>
      <w:numFmt w:val="bullet"/>
      <w:lvlText w:val="•"/>
      <w:lvlJc w:val="left"/>
      <w:pPr>
        <w:tabs>
          <w:tab w:val="num" w:pos="3240"/>
        </w:tabs>
        <w:ind w:left="3240" w:hanging="360"/>
      </w:pPr>
      <w:rPr>
        <w:rFonts w:ascii="Arial" w:hAnsi="Arial" w:hint="default"/>
      </w:rPr>
    </w:lvl>
    <w:lvl w:ilvl="4" w:tplc="98129826" w:tentative="1">
      <w:start w:val="1"/>
      <w:numFmt w:val="bullet"/>
      <w:lvlText w:val="•"/>
      <w:lvlJc w:val="left"/>
      <w:pPr>
        <w:tabs>
          <w:tab w:val="num" w:pos="3960"/>
        </w:tabs>
        <w:ind w:left="3960" w:hanging="360"/>
      </w:pPr>
      <w:rPr>
        <w:rFonts w:ascii="Arial" w:hAnsi="Arial" w:hint="default"/>
      </w:rPr>
    </w:lvl>
    <w:lvl w:ilvl="5" w:tplc="5F1E8F7E" w:tentative="1">
      <w:start w:val="1"/>
      <w:numFmt w:val="bullet"/>
      <w:lvlText w:val="•"/>
      <w:lvlJc w:val="left"/>
      <w:pPr>
        <w:tabs>
          <w:tab w:val="num" w:pos="4680"/>
        </w:tabs>
        <w:ind w:left="4680" w:hanging="360"/>
      </w:pPr>
      <w:rPr>
        <w:rFonts w:ascii="Arial" w:hAnsi="Arial" w:hint="default"/>
      </w:rPr>
    </w:lvl>
    <w:lvl w:ilvl="6" w:tplc="43C2F8B0" w:tentative="1">
      <w:start w:val="1"/>
      <w:numFmt w:val="bullet"/>
      <w:lvlText w:val="•"/>
      <w:lvlJc w:val="left"/>
      <w:pPr>
        <w:tabs>
          <w:tab w:val="num" w:pos="5400"/>
        </w:tabs>
        <w:ind w:left="5400" w:hanging="360"/>
      </w:pPr>
      <w:rPr>
        <w:rFonts w:ascii="Arial" w:hAnsi="Arial" w:hint="default"/>
      </w:rPr>
    </w:lvl>
    <w:lvl w:ilvl="7" w:tplc="21FC0DD2" w:tentative="1">
      <w:start w:val="1"/>
      <w:numFmt w:val="bullet"/>
      <w:lvlText w:val="•"/>
      <w:lvlJc w:val="left"/>
      <w:pPr>
        <w:tabs>
          <w:tab w:val="num" w:pos="6120"/>
        </w:tabs>
        <w:ind w:left="6120" w:hanging="360"/>
      </w:pPr>
      <w:rPr>
        <w:rFonts w:ascii="Arial" w:hAnsi="Arial" w:hint="default"/>
      </w:rPr>
    </w:lvl>
    <w:lvl w:ilvl="8" w:tplc="78467FC4" w:tentative="1">
      <w:start w:val="1"/>
      <w:numFmt w:val="bullet"/>
      <w:lvlText w:val="•"/>
      <w:lvlJc w:val="left"/>
      <w:pPr>
        <w:tabs>
          <w:tab w:val="num" w:pos="6840"/>
        </w:tabs>
        <w:ind w:left="6840" w:hanging="360"/>
      </w:pPr>
      <w:rPr>
        <w:rFonts w:ascii="Arial" w:hAnsi="Arial" w:hint="default"/>
      </w:rPr>
    </w:lvl>
  </w:abstractNum>
  <w:abstractNum w:abstractNumId="31" w15:restartNumberingAfterBreak="0">
    <w:nsid w:val="3D743DE9"/>
    <w:multiLevelType w:val="hybridMultilevel"/>
    <w:tmpl w:val="A7AE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9244A2"/>
    <w:multiLevelType w:val="hybridMultilevel"/>
    <w:tmpl w:val="9BACB00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E5B6AD7"/>
    <w:multiLevelType w:val="hybridMultilevel"/>
    <w:tmpl w:val="2A56B0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EA63307"/>
    <w:multiLevelType w:val="hybridMultilevel"/>
    <w:tmpl w:val="A83EF566"/>
    <w:lvl w:ilvl="0" w:tplc="EBDA9914">
      <w:start w:val="1"/>
      <w:numFmt w:val="bullet"/>
      <w:lvlText w:val="•"/>
      <w:lvlJc w:val="left"/>
      <w:pPr>
        <w:tabs>
          <w:tab w:val="num" w:pos="720"/>
        </w:tabs>
        <w:ind w:left="720" w:hanging="360"/>
      </w:pPr>
      <w:rPr>
        <w:rFonts w:ascii="Arial" w:hAnsi="Arial" w:hint="default"/>
      </w:rPr>
    </w:lvl>
    <w:lvl w:ilvl="1" w:tplc="3566F946">
      <w:start w:val="1"/>
      <w:numFmt w:val="bullet"/>
      <w:lvlText w:val="•"/>
      <w:lvlJc w:val="left"/>
      <w:pPr>
        <w:tabs>
          <w:tab w:val="num" w:pos="1440"/>
        </w:tabs>
        <w:ind w:left="1440" w:hanging="360"/>
      </w:pPr>
      <w:rPr>
        <w:rFonts w:ascii="Arial" w:hAnsi="Arial" w:hint="default"/>
      </w:rPr>
    </w:lvl>
    <w:lvl w:ilvl="2" w:tplc="97286F54" w:tentative="1">
      <w:start w:val="1"/>
      <w:numFmt w:val="bullet"/>
      <w:lvlText w:val="•"/>
      <w:lvlJc w:val="left"/>
      <w:pPr>
        <w:tabs>
          <w:tab w:val="num" w:pos="2160"/>
        </w:tabs>
        <w:ind w:left="2160" w:hanging="360"/>
      </w:pPr>
      <w:rPr>
        <w:rFonts w:ascii="Arial" w:hAnsi="Arial" w:hint="default"/>
      </w:rPr>
    </w:lvl>
    <w:lvl w:ilvl="3" w:tplc="88769C92" w:tentative="1">
      <w:start w:val="1"/>
      <w:numFmt w:val="bullet"/>
      <w:lvlText w:val="•"/>
      <w:lvlJc w:val="left"/>
      <w:pPr>
        <w:tabs>
          <w:tab w:val="num" w:pos="2880"/>
        </w:tabs>
        <w:ind w:left="2880" w:hanging="360"/>
      </w:pPr>
      <w:rPr>
        <w:rFonts w:ascii="Arial" w:hAnsi="Arial" w:hint="default"/>
      </w:rPr>
    </w:lvl>
    <w:lvl w:ilvl="4" w:tplc="16C28524" w:tentative="1">
      <w:start w:val="1"/>
      <w:numFmt w:val="bullet"/>
      <w:lvlText w:val="•"/>
      <w:lvlJc w:val="left"/>
      <w:pPr>
        <w:tabs>
          <w:tab w:val="num" w:pos="3600"/>
        </w:tabs>
        <w:ind w:left="3600" w:hanging="360"/>
      </w:pPr>
      <w:rPr>
        <w:rFonts w:ascii="Arial" w:hAnsi="Arial" w:hint="default"/>
      </w:rPr>
    </w:lvl>
    <w:lvl w:ilvl="5" w:tplc="25EAE1CE" w:tentative="1">
      <w:start w:val="1"/>
      <w:numFmt w:val="bullet"/>
      <w:lvlText w:val="•"/>
      <w:lvlJc w:val="left"/>
      <w:pPr>
        <w:tabs>
          <w:tab w:val="num" w:pos="4320"/>
        </w:tabs>
        <w:ind w:left="4320" w:hanging="360"/>
      </w:pPr>
      <w:rPr>
        <w:rFonts w:ascii="Arial" w:hAnsi="Arial" w:hint="default"/>
      </w:rPr>
    </w:lvl>
    <w:lvl w:ilvl="6" w:tplc="2D92A31E" w:tentative="1">
      <w:start w:val="1"/>
      <w:numFmt w:val="bullet"/>
      <w:lvlText w:val="•"/>
      <w:lvlJc w:val="left"/>
      <w:pPr>
        <w:tabs>
          <w:tab w:val="num" w:pos="5040"/>
        </w:tabs>
        <w:ind w:left="5040" w:hanging="360"/>
      </w:pPr>
      <w:rPr>
        <w:rFonts w:ascii="Arial" w:hAnsi="Arial" w:hint="default"/>
      </w:rPr>
    </w:lvl>
    <w:lvl w:ilvl="7" w:tplc="1D409A46" w:tentative="1">
      <w:start w:val="1"/>
      <w:numFmt w:val="bullet"/>
      <w:lvlText w:val="•"/>
      <w:lvlJc w:val="left"/>
      <w:pPr>
        <w:tabs>
          <w:tab w:val="num" w:pos="5760"/>
        </w:tabs>
        <w:ind w:left="5760" w:hanging="360"/>
      </w:pPr>
      <w:rPr>
        <w:rFonts w:ascii="Arial" w:hAnsi="Arial" w:hint="default"/>
      </w:rPr>
    </w:lvl>
    <w:lvl w:ilvl="8" w:tplc="1B526E54"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3EF921C9"/>
    <w:multiLevelType w:val="hybridMultilevel"/>
    <w:tmpl w:val="52FAA6F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409F538B"/>
    <w:multiLevelType w:val="hybridMultilevel"/>
    <w:tmpl w:val="6578174C"/>
    <w:lvl w:ilvl="0" w:tplc="265E6686">
      <w:start w:val="1"/>
      <w:numFmt w:val="bullet"/>
      <w:lvlText w:val="•"/>
      <w:lvlJc w:val="left"/>
      <w:pPr>
        <w:tabs>
          <w:tab w:val="num" w:pos="1080"/>
        </w:tabs>
        <w:ind w:left="1080" w:hanging="360"/>
      </w:pPr>
      <w:rPr>
        <w:rFonts w:ascii="Georgia" w:hAnsi="Georgia" w:hint="default"/>
      </w:rPr>
    </w:lvl>
    <w:lvl w:ilvl="1" w:tplc="B66E1BEC" w:tentative="1">
      <w:start w:val="1"/>
      <w:numFmt w:val="bullet"/>
      <w:lvlText w:val="•"/>
      <w:lvlJc w:val="left"/>
      <w:pPr>
        <w:tabs>
          <w:tab w:val="num" w:pos="1800"/>
        </w:tabs>
        <w:ind w:left="1800" w:hanging="360"/>
      </w:pPr>
      <w:rPr>
        <w:rFonts w:ascii="Georgia" w:hAnsi="Georgia" w:hint="default"/>
      </w:rPr>
    </w:lvl>
    <w:lvl w:ilvl="2" w:tplc="A7EA2D22" w:tentative="1">
      <w:start w:val="1"/>
      <w:numFmt w:val="bullet"/>
      <w:lvlText w:val="•"/>
      <w:lvlJc w:val="left"/>
      <w:pPr>
        <w:tabs>
          <w:tab w:val="num" w:pos="2520"/>
        </w:tabs>
        <w:ind w:left="2520" w:hanging="360"/>
      </w:pPr>
      <w:rPr>
        <w:rFonts w:ascii="Georgia" w:hAnsi="Georgia" w:hint="default"/>
      </w:rPr>
    </w:lvl>
    <w:lvl w:ilvl="3" w:tplc="BD46B118" w:tentative="1">
      <w:start w:val="1"/>
      <w:numFmt w:val="bullet"/>
      <w:lvlText w:val="•"/>
      <w:lvlJc w:val="left"/>
      <w:pPr>
        <w:tabs>
          <w:tab w:val="num" w:pos="3240"/>
        </w:tabs>
        <w:ind w:left="3240" w:hanging="360"/>
      </w:pPr>
      <w:rPr>
        <w:rFonts w:ascii="Georgia" w:hAnsi="Georgia" w:hint="default"/>
      </w:rPr>
    </w:lvl>
    <w:lvl w:ilvl="4" w:tplc="68F64170" w:tentative="1">
      <w:start w:val="1"/>
      <w:numFmt w:val="bullet"/>
      <w:lvlText w:val="•"/>
      <w:lvlJc w:val="left"/>
      <w:pPr>
        <w:tabs>
          <w:tab w:val="num" w:pos="3960"/>
        </w:tabs>
        <w:ind w:left="3960" w:hanging="360"/>
      </w:pPr>
      <w:rPr>
        <w:rFonts w:ascii="Georgia" w:hAnsi="Georgia" w:hint="default"/>
      </w:rPr>
    </w:lvl>
    <w:lvl w:ilvl="5" w:tplc="C9240220" w:tentative="1">
      <w:start w:val="1"/>
      <w:numFmt w:val="bullet"/>
      <w:lvlText w:val="•"/>
      <w:lvlJc w:val="left"/>
      <w:pPr>
        <w:tabs>
          <w:tab w:val="num" w:pos="4680"/>
        </w:tabs>
        <w:ind w:left="4680" w:hanging="360"/>
      </w:pPr>
      <w:rPr>
        <w:rFonts w:ascii="Georgia" w:hAnsi="Georgia" w:hint="default"/>
      </w:rPr>
    </w:lvl>
    <w:lvl w:ilvl="6" w:tplc="E29868A6" w:tentative="1">
      <w:start w:val="1"/>
      <w:numFmt w:val="bullet"/>
      <w:lvlText w:val="•"/>
      <w:lvlJc w:val="left"/>
      <w:pPr>
        <w:tabs>
          <w:tab w:val="num" w:pos="5400"/>
        </w:tabs>
        <w:ind w:left="5400" w:hanging="360"/>
      </w:pPr>
      <w:rPr>
        <w:rFonts w:ascii="Georgia" w:hAnsi="Georgia" w:hint="default"/>
      </w:rPr>
    </w:lvl>
    <w:lvl w:ilvl="7" w:tplc="3AF8B296" w:tentative="1">
      <w:start w:val="1"/>
      <w:numFmt w:val="bullet"/>
      <w:lvlText w:val="•"/>
      <w:lvlJc w:val="left"/>
      <w:pPr>
        <w:tabs>
          <w:tab w:val="num" w:pos="6120"/>
        </w:tabs>
        <w:ind w:left="6120" w:hanging="360"/>
      </w:pPr>
      <w:rPr>
        <w:rFonts w:ascii="Georgia" w:hAnsi="Georgia" w:hint="default"/>
      </w:rPr>
    </w:lvl>
    <w:lvl w:ilvl="8" w:tplc="BFFEFA2E" w:tentative="1">
      <w:start w:val="1"/>
      <w:numFmt w:val="bullet"/>
      <w:lvlText w:val="•"/>
      <w:lvlJc w:val="left"/>
      <w:pPr>
        <w:tabs>
          <w:tab w:val="num" w:pos="6840"/>
        </w:tabs>
        <w:ind w:left="6840" w:hanging="360"/>
      </w:pPr>
      <w:rPr>
        <w:rFonts w:ascii="Georgia" w:hAnsi="Georgia" w:hint="default"/>
      </w:rPr>
    </w:lvl>
  </w:abstractNum>
  <w:abstractNum w:abstractNumId="37" w15:restartNumberingAfterBreak="0">
    <w:nsid w:val="40C7449A"/>
    <w:multiLevelType w:val="hybridMultilevel"/>
    <w:tmpl w:val="386E5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15E6FF8"/>
    <w:multiLevelType w:val="hybridMultilevel"/>
    <w:tmpl w:val="98905B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1EE0AB5"/>
    <w:multiLevelType w:val="hybridMultilevel"/>
    <w:tmpl w:val="E628220E"/>
    <w:lvl w:ilvl="0" w:tplc="FCE0B714">
      <w:start w:val="1"/>
      <w:numFmt w:val="bullet"/>
      <w:lvlText w:val="•"/>
      <w:lvlJc w:val="left"/>
      <w:pPr>
        <w:tabs>
          <w:tab w:val="num" w:pos="1080"/>
        </w:tabs>
        <w:ind w:left="1080" w:hanging="360"/>
      </w:pPr>
      <w:rPr>
        <w:rFonts w:ascii="Arial" w:hAnsi="Arial" w:hint="default"/>
      </w:rPr>
    </w:lvl>
    <w:lvl w:ilvl="1" w:tplc="243C8E3E" w:tentative="1">
      <w:start w:val="1"/>
      <w:numFmt w:val="bullet"/>
      <w:lvlText w:val="•"/>
      <w:lvlJc w:val="left"/>
      <w:pPr>
        <w:tabs>
          <w:tab w:val="num" w:pos="1800"/>
        </w:tabs>
        <w:ind w:left="1800" w:hanging="360"/>
      </w:pPr>
      <w:rPr>
        <w:rFonts w:ascii="Arial" w:hAnsi="Arial" w:hint="default"/>
      </w:rPr>
    </w:lvl>
    <w:lvl w:ilvl="2" w:tplc="8D0EF854" w:tentative="1">
      <w:start w:val="1"/>
      <w:numFmt w:val="bullet"/>
      <w:lvlText w:val="•"/>
      <w:lvlJc w:val="left"/>
      <w:pPr>
        <w:tabs>
          <w:tab w:val="num" w:pos="2520"/>
        </w:tabs>
        <w:ind w:left="2520" w:hanging="360"/>
      </w:pPr>
      <w:rPr>
        <w:rFonts w:ascii="Arial" w:hAnsi="Arial" w:hint="default"/>
      </w:rPr>
    </w:lvl>
    <w:lvl w:ilvl="3" w:tplc="42C276FE" w:tentative="1">
      <w:start w:val="1"/>
      <w:numFmt w:val="bullet"/>
      <w:lvlText w:val="•"/>
      <w:lvlJc w:val="left"/>
      <w:pPr>
        <w:tabs>
          <w:tab w:val="num" w:pos="3240"/>
        </w:tabs>
        <w:ind w:left="3240" w:hanging="360"/>
      </w:pPr>
      <w:rPr>
        <w:rFonts w:ascii="Arial" w:hAnsi="Arial" w:hint="default"/>
      </w:rPr>
    </w:lvl>
    <w:lvl w:ilvl="4" w:tplc="92E02B94" w:tentative="1">
      <w:start w:val="1"/>
      <w:numFmt w:val="bullet"/>
      <w:lvlText w:val="•"/>
      <w:lvlJc w:val="left"/>
      <w:pPr>
        <w:tabs>
          <w:tab w:val="num" w:pos="3960"/>
        </w:tabs>
        <w:ind w:left="3960" w:hanging="360"/>
      </w:pPr>
      <w:rPr>
        <w:rFonts w:ascii="Arial" w:hAnsi="Arial" w:hint="default"/>
      </w:rPr>
    </w:lvl>
    <w:lvl w:ilvl="5" w:tplc="27F0750C" w:tentative="1">
      <w:start w:val="1"/>
      <w:numFmt w:val="bullet"/>
      <w:lvlText w:val="•"/>
      <w:lvlJc w:val="left"/>
      <w:pPr>
        <w:tabs>
          <w:tab w:val="num" w:pos="4680"/>
        </w:tabs>
        <w:ind w:left="4680" w:hanging="360"/>
      </w:pPr>
      <w:rPr>
        <w:rFonts w:ascii="Arial" w:hAnsi="Arial" w:hint="default"/>
      </w:rPr>
    </w:lvl>
    <w:lvl w:ilvl="6" w:tplc="E2D22E56" w:tentative="1">
      <w:start w:val="1"/>
      <w:numFmt w:val="bullet"/>
      <w:lvlText w:val="•"/>
      <w:lvlJc w:val="left"/>
      <w:pPr>
        <w:tabs>
          <w:tab w:val="num" w:pos="5400"/>
        </w:tabs>
        <w:ind w:left="5400" w:hanging="360"/>
      </w:pPr>
      <w:rPr>
        <w:rFonts w:ascii="Arial" w:hAnsi="Arial" w:hint="default"/>
      </w:rPr>
    </w:lvl>
    <w:lvl w:ilvl="7" w:tplc="04B6353E" w:tentative="1">
      <w:start w:val="1"/>
      <w:numFmt w:val="bullet"/>
      <w:lvlText w:val="•"/>
      <w:lvlJc w:val="left"/>
      <w:pPr>
        <w:tabs>
          <w:tab w:val="num" w:pos="6120"/>
        </w:tabs>
        <w:ind w:left="6120" w:hanging="360"/>
      </w:pPr>
      <w:rPr>
        <w:rFonts w:ascii="Arial" w:hAnsi="Arial" w:hint="default"/>
      </w:rPr>
    </w:lvl>
    <w:lvl w:ilvl="8" w:tplc="D79284A6" w:tentative="1">
      <w:start w:val="1"/>
      <w:numFmt w:val="bullet"/>
      <w:lvlText w:val="•"/>
      <w:lvlJc w:val="left"/>
      <w:pPr>
        <w:tabs>
          <w:tab w:val="num" w:pos="6840"/>
        </w:tabs>
        <w:ind w:left="6840" w:hanging="360"/>
      </w:pPr>
      <w:rPr>
        <w:rFonts w:ascii="Arial" w:hAnsi="Arial" w:hint="default"/>
      </w:rPr>
    </w:lvl>
  </w:abstractNum>
  <w:abstractNum w:abstractNumId="40"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3B7FC6"/>
    <w:multiLevelType w:val="hybridMultilevel"/>
    <w:tmpl w:val="3104C6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6AA22DC"/>
    <w:multiLevelType w:val="hybridMultilevel"/>
    <w:tmpl w:val="22F2F9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6C77FEA"/>
    <w:multiLevelType w:val="hybridMultilevel"/>
    <w:tmpl w:val="F78EBBB0"/>
    <w:lvl w:ilvl="0" w:tplc="F5F2CE26">
      <w:start w:val="1"/>
      <w:numFmt w:val="lowerLetter"/>
      <w:lvlText w:val="%1."/>
      <w:lvlJc w:val="left"/>
      <w:pPr>
        <w:tabs>
          <w:tab w:val="num" w:pos="1080"/>
        </w:tabs>
        <w:ind w:left="1080" w:hanging="360"/>
      </w:pPr>
    </w:lvl>
    <w:lvl w:ilvl="1" w:tplc="3D207C06">
      <w:numFmt w:val="bullet"/>
      <w:lvlText w:val="o"/>
      <w:lvlJc w:val="left"/>
      <w:pPr>
        <w:tabs>
          <w:tab w:val="num" w:pos="1800"/>
        </w:tabs>
        <w:ind w:left="1800" w:hanging="360"/>
      </w:pPr>
      <w:rPr>
        <w:rFonts w:ascii="Courier New" w:hAnsi="Courier New" w:hint="default"/>
      </w:rPr>
    </w:lvl>
    <w:lvl w:ilvl="2" w:tplc="95B2429C" w:tentative="1">
      <w:start w:val="1"/>
      <w:numFmt w:val="lowerLetter"/>
      <w:lvlText w:val="%3."/>
      <w:lvlJc w:val="left"/>
      <w:pPr>
        <w:tabs>
          <w:tab w:val="num" w:pos="2520"/>
        </w:tabs>
        <w:ind w:left="2520" w:hanging="360"/>
      </w:pPr>
    </w:lvl>
    <w:lvl w:ilvl="3" w:tplc="E7D0DC62" w:tentative="1">
      <w:start w:val="1"/>
      <w:numFmt w:val="lowerLetter"/>
      <w:lvlText w:val="%4."/>
      <w:lvlJc w:val="left"/>
      <w:pPr>
        <w:tabs>
          <w:tab w:val="num" w:pos="3240"/>
        </w:tabs>
        <w:ind w:left="3240" w:hanging="360"/>
      </w:pPr>
    </w:lvl>
    <w:lvl w:ilvl="4" w:tplc="36A83F0A" w:tentative="1">
      <w:start w:val="1"/>
      <w:numFmt w:val="lowerLetter"/>
      <w:lvlText w:val="%5."/>
      <w:lvlJc w:val="left"/>
      <w:pPr>
        <w:tabs>
          <w:tab w:val="num" w:pos="3960"/>
        </w:tabs>
        <w:ind w:left="3960" w:hanging="360"/>
      </w:pPr>
    </w:lvl>
    <w:lvl w:ilvl="5" w:tplc="DE7611CA" w:tentative="1">
      <w:start w:val="1"/>
      <w:numFmt w:val="lowerLetter"/>
      <w:lvlText w:val="%6."/>
      <w:lvlJc w:val="left"/>
      <w:pPr>
        <w:tabs>
          <w:tab w:val="num" w:pos="4680"/>
        </w:tabs>
        <w:ind w:left="4680" w:hanging="360"/>
      </w:pPr>
    </w:lvl>
    <w:lvl w:ilvl="6" w:tplc="B7942D4C" w:tentative="1">
      <w:start w:val="1"/>
      <w:numFmt w:val="lowerLetter"/>
      <w:lvlText w:val="%7."/>
      <w:lvlJc w:val="left"/>
      <w:pPr>
        <w:tabs>
          <w:tab w:val="num" w:pos="5400"/>
        </w:tabs>
        <w:ind w:left="5400" w:hanging="360"/>
      </w:pPr>
    </w:lvl>
    <w:lvl w:ilvl="7" w:tplc="3D8CA98A" w:tentative="1">
      <w:start w:val="1"/>
      <w:numFmt w:val="lowerLetter"/>
      <w:lvlText w:val="%8."/>
      <w:lvlJc w:val="left"/>
      <w:pPr>
        <w:tabs>
          <w:tab w:val="num" w:pos="6120"/>
        </w:tabs>
        <w:ind w:left="6120" w:hanging="360"/>
      </w:pPr>
    </w:lvl>
    <w:lvl w:ilvl="8" w:tplc="96FCC466" w:tentative="1">
      <w:start w:val="1"/>
      <w:numFmt w:val="lowerLetter"/>
      <w:lvlText w:val="%9."/>
      <w:lvlJc w:val="left"/>
      <w:pPr>
        <w:tabs>
          <w:tab w:val="num" w:pos="6840"/>
        </w:tabs>
        <w:ind w:left="6840" w:hanging="360"/>
      </w:pPr>
    </w:lvl>
  </w:abstractNum>
  <w:abstractNum w:abstractNumId="44" w15:restartNumberingAfterBreak="0">
    <w:nsid w:val="480403AD"/>
    <w:multiLevelType w:val="hybridMultilevel"/>
    <w:tmpl w:val="19DEA0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81D3A15"/>
    <w:multiLevelType w:val="hybridMultilevel"/>
    <w:tmpl w:val="967A3B1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46" w15:restartNumberingAfterBreak="0">
    <w:nsid w:val="499D5108"/>
    <w:multiLevelType w:val="hybridMultilevel"/>
    <w:tmpl w:val="AD38D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4C6A4C2D"/>
    <w:multiLevelType w:val="hybridMultilevel"/>
    <w:tmpl w:val="1BF01DAA"/>
    <w:lvl w:ilvl="0" w:tplc="7A2EAB70">
      <w:start w:val="1"/>
      <w:numFmt w:val="decimal"/>
      <w:lvlText w:val="%1."/>
      <w:lvlJc w:val="left"/>
      <w:pPr>
        <w:tabs>
          <w:tab w:val="num" w:pos="720"/>
        </w:tabs>
        <w:ind w:left="720" w:hanging="360"/>
      </w:pPr>
    </w:lvl>
    <w:lvl w:ilvl="1" w:tplc="89BC9904" w:tentative="1">
      <w:start w:val="1"/>
      <w:numFmt w:val="decimal"/>
      <w:lvlText w:val="%2."/>
      <w:lvlJc w:val="left"/>
      <w:pPr>
        <w:tabs>
          <w:tab w:val="num" w:pos="1440"/>
        </w:tabs>
        <w:ind w:left="1440" w:hanging="360"/>
      </w:pPr>
    </w:lvl>
    <w:lvl w:ilvl="2" w:tplc="AFB42DB2" w:tentative="1">
      <w:start w:val="1"/>
      <w:numFmt w:val="decimal"/>
      <w:lvlText w:val="%3."/>
      <w:lvlJc w:val="left"/>
      <w:pPr>
        <w:tabs>
          <w:tab w:val="num" w:pos="2160"/>
        </w:tabs>
        <w:ind w:left="2160" w:hanging="360"/>
      </w:pPr>
    </w:lvl>
    <w:lvl w:ilvl="3" w:tplc="69F8C5B0" w:tentative="1">
      <w:start w:val="1"/>
      <w:numFmt w:val="decimal"/>
      <w:lvlText w:val="%4."/>
      <w:lvlJc w:val="left"/>
      <w:pPr>
        <w:tabs>
          <w:tab w:val="num" w:pos="2880"/>
        </w:tabs>
        <w:ind w:left="2880" w:hanging="360"/>
      </w:pPr>
    </w:lvl>
    <w:lvl w:ilvl="4" w:tplc="7D661E26" w:tentative="1">
      <w:start w:val="1"/>
      <w:numFmt w:val="decimal"/>
      <w:lvlText w:val="%5."/>
      <w:lvlJc w:val="left"/>
      <w:pPr>
        <w:tabs>
          <w:tab w:val="num" w:pos="3600"/>
        </w:tabs>
        <w:ind w:left="3600" w:hanging="360"/>
      </w:pPr>
    </w:lvl>
    <w:lvl w:ilvl="5" w:tplc="F3F46FCE" w:tentative="1">
      <w:start w:val="1"/>
      <w:numFmt w:val="decimal"/>
      <w:lvlText w:val="%6."/>
      <w:lvlJc w:val="left"/>
      <w:pPr>
        <w:tabs>
          <w:tab w:val="num" w:pos="4320"/>
        </w:tabs>
        <w:ind w:left="4320" w:hanging="360"/>
      </w:pPr>
    </w:lvl>
    <w:lvl w:ilvl="6" w:tplc="A60CA87C" w:tentative="1">
      <w:start w:val="1"/>
      <w:numFmt w:val="decimal"/>
      <w:lvlText w:val="%7."/>
      <w:lvlJc w:val="left"/>
      <w:pPr>
        <w:tabs>
          <w:tab w:val="num" w:pos="5040"/>
        </w:tabs>
        <w:ind w:left="5040" w:hanging="360"/>
      </w:pPr>
    </w:lvl>
    <w:lvl w:ilvl="7" w:tplc="0A608454" w:tentative="1">
      <w:start w:val="1"/>
      <w:numFmt w:val="decimal"/>
      <w:lvlText w:val="%8."/>
      <w:lvlJc w:val="left"/>
      <w:pPr>
        <w:tabs>
          <w:tab w:val="num" w:pos="5760"/>
        </w:tabs>
        <w:ind w:left="5760" w:hanging="360"/>
      </w:pPr>
    </w:lvl>
    <w:lvl w:ilvl="8" w:tplc="2C287968" w:tentative="1">
      <w:start w:val="1"/>
      <w:numFmt w:val="decimal"/>
      <w:lvlText w:val="%9."/>
      <w:lvlJc w:val="left"/>
      <w:pPr>
        <w:tabs>
          <w:tab w:val="num" w:pos="6480"/>
        </w:tabs>
        <w:ind w:left="6480" w:hanging="360"/>
      </w:pPr>
    </w:lvl>
  </w:abstractNum>
  <w:abstractNum w:abstractNumId="48" w15:restartNumberingAfterBreak="0">
    <w:nsid w:val="4C6C12C2"/>
    <w:multiLevelType w:val="hybridMultilevel"/>
    <w:tmpl w:val="C084FD3C"/>
    <w:lvl w:ilvl="0" w:tplc="857C8678">
      <w:start w:val="1"/>
      <w:numFmt w:val="bullet"/>
      <w:lvlText w:val="•"/>
      <w:lvlJc w:val="left"/>
      <w:pPr>
        <w:tabs>
          <w:tab w:val="num" w:pos="1080"/>
        </w:tabs>
        <w:ind w:left="1080" w:hanging="360"/>
      </w:pPr>
      <w:rPr>
        <w:rFonts w:ascii="Georgia" w:hAnsi="Georgia" w:hint="default"/>
      </w:rPr>
    </w:lvl>
    <w:lvl w:ilvl="1" w:tplc="3B8244F0" w:tentative="1">
      <w:start w:val="1"/>
      <w:numFmt w:val="bullet"/>
      <w:lvlText w:val="•"/>
      <w:lvlJc w:val="left"/>
      <w:pPr>
        <w:tabs>
          <w:tab w:val="num" w:pos="1800"/>
        </w:tabs>
        <w:ind w:left="1800" w:hanging="360"/>
      </w:pPr>
      <w:rPr>
        <w:rFonts w:ascii="Georgia" w:hAnsi="Georgia" w:hint="default"/>
      </w:rPr>
    </w:lvl>
    <w:lvl w:ilvl="2" w:tplc="08FAB7E6" w:tentative="1">
      <w:start w:val="1"/>
      <w:numFmt w:val="bullet"/>
      <w:lvlText w:val="•"/>
      <w:lvlJc w:val="left"/>
      <w:pPr>
        <w:tabs>
          <w:tab w:val="num" w:pos="2520"/>
        </w:tabs>
        <w:ind w:left="2520" w:hanging="360"/>
      </w:pPr>
      <w:rPr>
        <w:rFonts w:ascii="Georgia" w:hAnsi="Georgia" w:hint="default"/>
      </w:rPr>
    </w:lvl>
    <w:lvl w:ilvl="3" w:tplc="807A401C" w:tentative="1">
      <w:start w:val="1"/>
      <w:numFmt w:val="bullet"/>
      <w:lvlText w:val="•"/>
      <w:lvlJc w:val="left"/>
      <w:pPr>
        <w:tabs>
          <w:tab w:val="num" w:pos="3240"/>
        </w:tabs>
        <w:ind w:left="3240" w:hanging="360"/>
      </w:pPr>
      <w:rPr>
        <w:rFonts w:ascii="Georgia" w:hAnsi="Georgia" w:hint="default"/>
      </w:rPr>
    </w:lvl>
    <w:lvl w:ilvl="4" w:tplc="C2E09588" w:tentative="1">
      <w:start w:val="1"/>
      <w:numFmt w:val="bullet"/>
      <w:lvlText w:val="•"/>
      <w:lvlJc w:val="left"/>
      <w:pPr>
        <w:tabs>
          <w:tab w:val="num" w:pos="3960"/>
        </w:tabs>
        <w:ind w:left="3960" w:hanging="360"/>
      </w:pPr>
      <w:rPr>
        <w:rFonts w:ascii="Georgia" w:hAnsi="Georgia" w:hint="default"/>
      </w:rPr>
    </w:lvl>
    <w:lvl w:ilvl="5" w:tplc="31F03F26" w:tentative="1">
      <w:start w:val="1"/>
      <w:numFmt w:val="bullet"/>
      <w:lvlText w:val="•"/>
      <w:lvlJc w:val="left"/>
      <w:pPr>
        <w:tabs>
          <w:tab w:val="num" w:pos="4680"/>
        </w:tabs>
        <w:ind w:left="4680" w:hanging="360"/>
      </w:pPr>
      <w:rPr>
        <w:rFonts w:ascii="Georgia" w:hAnsi="Georgia" w:hint="default"/>
      </w:rPr>
    </w:lvl>
    <w:lvl w:ilvl="6" w:tplc="F49A6148" w:tentative="1">
      <w:start w:val="1"/>
      <w:numFmt w:val="bullet"/>
      <w:lvlText w:val="•"/>
      <w:lvlJc w:val="left"/>
      <w:pPr>
        <w:tabs>
          <w:tab w:val="num" w:pos="5400"/>
        </w:tabs>
        <w:ind w:left="5400" w:hanging="360"/>
      </w:pPr>
      <w:rPr>
        <w:rFonts w:ascii="Georgia" w:hAnsi="Georgia" w:hint="default"/>
      </w:rPr>
    </w:lvl>
    <w:lvl w:ilvl="7" w:tplc="7772EFDC" w:tentative="1">
      <w:start w:val="1"/>
      <w:numFmt w:val="bullet"/>
      <w:lvlText w:val="•"/>
      <w:lvlJc w:val="left"/>
      <w:pPr>
        <w:tabs>
          <w:tab w:val="num" w:pos="6120"/>
        </w:tabs>
        <w:ind w:left="6120" w:hanging="360"/>
      </w:pPr>
      <w:rPr>
        <w:rFonts w:ascii="Georgia" w:hAnsi="Georgia" w:hint="default"/>
      </w:rPr>
    </w:lvl>
    <w:lvl w:ilvl="8" w:tplc="5008D06E" w:tentative="1">
      <w:start w:val="1"/>
      <w:numFmt w:val="bullet"/>
      <w:lvlText w:val="•"/>
      <w:lvlJc w:val="left"/>
      <w:pPr>
        <w:tabs>
          <w:tab w:val="num" w:pos="6840"/>
        </w:tabs>
        <w:ind w:left="6840" w:hanging="360"/>
      </w:pPr>
      <w:rPr>
        <w:rFonts w:ascii="Georgia" w:hAnsi="Georgia" w:hint="default"/>
      </w:rPr>
    </w:lvl>
  </w:abstractNum>
  <w:abstractNum w:abstractNumId="49" w15:restartNumberingAfterBreak="0">
    <w:nsid w:val="4D771E0A"/>
    <w:multiLevelType w:val="hybridMultilevel"/>
    <w:tmpl w:val="34BA496E"/>
    <w:lvl w:ilvl="0" w:tplc="8D66E6E8">
      <w:start w:val="1"/>
      <w:numFmt w:val="bullet"/>
      <w:lvlText w:val="•"/>
      <w:lvlJc w:val="left"/>
      <w:pPr>
        <w:tabs>
          <w:tab w:val="num" w:pos="720"/>
        </w:tabs>
        <w:ind w:left="720" w:hanging="360"/>
      </w:pPr>
      <w:rPr>
        <w:rFonts w:ascii="Arial" w:hAnsi="Arial" w:hint="default"/>
      </w:rPr>
    </w:lvl>
    <w:lvl w:ilvl="1" w:tplc="EEF008EC">
      <w:numFmt w:val="bullet"/>
      <w:lvlText w:val="•"/>
      <w:lvlJc w:val="left"/>
      <w:pPr>
        <w:tabs>
          <w:tab w:val="num" w:pos="1440"/>
        </w:tabs>
        <w:ind w:left="1440" w:hanging="360"/>
      </w:pPr>
      <w:rPr>
        <w:rFonts w:ascii="Arial" w:hAnsi="Arial" w:hint="default"/>
      </w:rPr>
    </w:lvl>
    <w:lvl w:ilvl="2" w:tplc="B07C0476" w:tentative="1">
      <w:start w:val="1"/>
      <w:numFmt w:val="bullet"/>
      <w:lvlText w:val="•"/>
      <w:lvlJc w:val="left"/>
      <w:pPr>
        <w:tabs>
          <w:tab w:val="num" w:pos="2160"/>
        </w:tabs>
        <w:ind w:left="2160" w:hanging="360"/>
      </w:pPr>
      <w:rPr>
        <w:rFonts w:ascii="Arial" w:hAnsi="Arial" w:hint="default"/>
      </w:rPr>
    </w:lvl>
    <w:lvl w:ilvl="3" w:tplc="A43C2BFC" w:tentative="1">
      <w:start w:val="1"/>
      <w:numFmt w:val="bullet"/>
      <w:lvlText w:val="•"/>
      <w:lvlJc w:val="left"/>
      <w:pPr>
        <w:tabs>
          <w:tab w:val="num" w:pos="2880"/>
        </w:tabs>
        <w:ind w:left="2880" w:hanging="360"/>
      </w:pPr>
      <w:rPr>
        <w:rFonts w:ascii="Arial" w:hAnsi="Arial" w:hint="default"/>
      </w:rPr>
    </w:lvl>
    <w:lvl w:ilvl="4" w:tplc="B538B830" w:tentative="1">
      <w:start w:val="1"/>
      <w:numFmt w:val="bullet"/>
      <w:lvlText w:val="•"/>
      <w:lvlJc w:val="left"/>
      <w:pPr>
        <w:tabs>
          <w:tab w:val="num" w:pos="3600"/>
        </w:tabs>
        <w:ind w:left="3600" w:hanging="360"/>
      </w:pPr>
      <w:rPr>
        <w:rFonts w:ascii="Arial" w:hAnsi="Arial" w:hint="default"/>
      </w:rPr>
    </w:lvl>
    <w:lvl w:ilvl="5" w:tplc="9A9257BE" w:tentative="1">
      <w:start w:val="1"/>
      <w:numFmt w:val="bullet"/>
      <w:lvlText w:val="•"/>
      <w:lvlJc w:val="left"/>
      <w:pPr>
        <w:tabs>
          <w:tab w:val="num" w:pos="4320"/>
        </w:tabs>
        <w:ind w:left="4320" w:hanging="360"/>
      </w:pPr>
      <w:rPr>
        <w:rFonts w:ascii="Arial" w:hAnsi="Arial" w:hint="default"/>
      </w:rPr>
    </w:lvl>
    <w:lvl w:ilvl="6" w:tplc="90DE2D24" w:tentative="1">
      <w:start w:val="1"/>
      <w:numFmt w:val="bullet"/>
      <w:lvlText w:val="•"/>
      <w:lvlJc w:val="left"/>
      <w:pPr>
        <w:tabs>
          <w:tab w:val="num" w:pos="5040"/>
        </w:tabs>
        <w:ind w:left="5040" w:hanging="360"/>
      </w:pPr>
      <w:rPr>
        <w:rFonts w:ascii="Arial" w:hAnsi="Arial" w:hint="default"/>
      </w:rPr>
    </w:lvl>
    <w:lvl w:ilvl="7" w:tplc="250A5320" w:tentative="1">
      <w:start w:val="1"/>
      <w:numFmt w:val="bullet"/>
      <w:lvlText w:val="•"/>
      <w:lvlJc w:val="left"/>
      <w:pPr>
        <w:tabs>
          <w:tab w:val="num" w:pos="5760"/>
        </w:tabs>
        <w:ind w:left="5760" w:hanging="360"/>
      </w:pPr>
      <w:rPr>
        <w:rFonts w:ascii="Arial" w:hAnsi="Arial" w:hint="default"/>
      </w:rPr>
    </w:lvl>
    <w:lvl w:ilvl="8" w:tplc="7E3AD9FA"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4E346A81"/>
    <w:multiLevelType w:val="hybridMultilevel"/>
    <w:tmpl w:val="6164AC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4E997970"/>
    <w:multiLevelType w:val="hybridMultilevel"/>
    <w:tmpl w:val="30FC96E0"/>
    <w:lvl w:ilvl="0" w:tplc="AF0CCB3E">
      <w:start w:val="1"/>
      <w:numFmt w:val="bullet"/>
      <w:lvlText w:val="•"/>
      <w:lvlJc w:val="left"/>
      <w:pPr>
        <w:tabs>
          <w:tab w:val="num" w:pos="720"/>
        </w:tabs>
        <w:ind w:left="720" w:hanging="360"/>
      </w:pPr>
      <w:rPr>
        <w:rFonts w:ascii="Arial" w:hAnsi="Arial" w:hint="default"/>
      </w:rPr>
    </w:lvl>
    <w:lvl w:ilvl="1" w:tplc="84EA9F04">
      <w:start w:val="1"/>
      <w:numFmt w:val="bullet"/>
      <w:lvlText w:val="•"/>
      <w:lvlJc w:val="left"/>
      <w:pPr>
        <w:tabs>
          <w:tab w:val="num" w:pos="1440"/>
        </w:tabs>
        <w:ind w:left="1440" w:hanging="360"/>
      </w:pPr>
      <w:rPr>
        <w:rFonts w:ascii="Arial" w:hAnsi="Arial" w:hint="default"/>
      </w:rPr>
    </w:lvl>
    <w:lvl w:ilvl="2" w:tplc="E9D8A2C0" w:tentative="1">
      <w:start w:val="1"/>
      <w:numFmt w:val="bullet"/>
      <w:lvlText w:val="•"/>
      <w:lvlJc w:val="left"/>
      <w:pPr>
        <w:tabs>
          <w:tab w:val="num" w:pos="2160"/>
        </w:tabs>
        <w:ind w:left="2160" w:hanging="360"/>
      </w:pPr>
      <w:rPr>
        <w:rFonts w:ascii="Arial" w:hAnsi="Arial" w:hint="default"/>
      </w:rPr>
    </w:lvl>
    <w:lvl w:ilvl="3" w:tplc="286861C6" w:tentative="1">
      <w:start w:val="1"/>
      <w:numFmt w:val="bullet"/>
      <w:lvlText w:val="•"/>
      <w:lvlJc w:val="left"/>
      <w:pPr>
        <w:tabs>
          <w:tab w:val="num" w:pos="2880"/>
        </w:tabs>
        <w:ind w:left="2880" w:hanging="360"/>
      </w:pPr>
      <w:rPr>
        <w:rFonts w:ascii="Arial" w:hAnsi="Arial" w:hint="default"/>
      </w:rPr>
    </w:lvl>
    <w:lvl w:ilvl="4" w:tplc="5554096C" w:tentative="1">
      <w:start w:val="1"/>
      <w:numFmt w:val="bullet"/>
      <w:lvlText w:val="•"/>
      <w:lvlJc w:val="left"/>
      <w:pPr>
        <w:tabs>
          <w:tab w:val="num" w:pos="3600"/>
        </w:tabs>
        <w:ind w:left="3600" w:hanging="360"/>
      </w:pPr>
      <w:rPr>
        <w:rFonts w:ascii="Arial" w:hAnsi="Arial" w:hint="default"/>
      </w:rPr>
    </w:lvl>
    <w:lvl w:ilvl="5" w:tplc="DAACB342" w:tentative="1">
      <w:start w:val="1"/>
      <w:numFmt w:val="bullet"/>
      <w:lvlText w:val="•"/>
      <w:lvlJc w:val="left"/>
      <w:pPr>
        <w:tabs>
          <w:tab w:val="num" w:pos="4320"/>
        </w:tabs>
        <w:ind w:left="4320" w:hanging="360"/>
      </w:pPr>
      <w:rPr>
        <w:rFonts w:ascii="Arial" w:hAnsi="Arial" w:hint="default"/>
      </w:rPr>
    </w:lvl>
    <w:lvl w:ilvl="6" w:tplc="8C1CB5A0" w:tentative="1">
      <w:start w:val="1"/>
      <w:numFmt w:val="bullet"/>
      <w:lvlText w:val="•"/>
      <w:lvlJc w:val="left"/>
      <w:pPr>
        <w:tabs>
          <w:tab w:val="num" w:pos="5040"/>
        </w:tabs>
        <w:ind w:left="5040" w:hanging="360"/>
      </w:pPr>
      <w:rPr>
        <w:rFonts w:ascii="Arial" w:hAnsi="Arial" w:hint="default"/>
      </w:rPr>
    </w:lvl>
    <w:lvl w:ilvl="7" w:tplc="4B86D5C4" w:tentative="1">
      <w:start w:val="1"/>
      <w:numFmt w:val="bullet"/>
      <w:lvlText w:val="•"/>
      <w:lvlJc w:val="left"/>
      <w:pPr>
        <w:tabs>
          <w:tab w:val="num" w:pos="5760"/>
        </w:tabs>
        <w:ind w:left="5760" w:hanging="360"/>
      </w:pPr>
      <w:rPr>
        <w:rFonts w:ascii="Arial" w:hAnsi="Arial" w:hint="default"/>
      </w:rPr>
    </w:lvl>
    <w:lvl w:ilvl="8" w:tplc="377CFF00"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51E21FC0"/>
    <w:multiLevelType w:val="hybridMultilevel"/>
    <w:tmpl w:val="A712E35C"/>
    <w:lvl w:ilvl="0" w:tplc="F59C239A">
      <w:start w:val="1"/>
      <w:numFmt w:val="bullet"/>
      <w:lvlText w:val="•"/>
      <w:lvlJc w:val="left"/>
      <w:pPr>
        <w:tabs>
          <w:tab w:val="num" w:pos="720"/>
        </w:tabs>
        <w:ind w:left="720" w:hanging="360"/>
      </w:pPr>
      <w:rPr>
        <w:rFonts w:ascii="Arial" w:hAnsi="Arial" w:hint="default"/>
      </w:rPr>
    </w:lvl>
    <w:lvl w:ilvl="1" w:tplc="4A10BF9C" w:tentative="1">
      <w:start w:val="1"/>
      <w:numFmt w:val="bullet"/>
      <w:lvlText w:val="•"/>
      <w:lvlJc w:val="left"/>
      <w:pPr>
        <w:tabs>
          <w:tab w:val="num" w:pos="1440"/>
        </w:tabs>
        <w:ind w:left="1440" w:hanging="360"/>
      </w:pPr>
      <w:rPr>
        <w:rFonts w:ascii="Arial" w:hAnsi="Arial" w:hint="default"/>
      </w:rPr>
    </w:lvl>
    <w:lvl w:ilvl="2" w:tplc="585881CE" w:tentative="1">
      <w:start w:val="1"/>
      <w:numFmt w:val="bullet"/>
      <w:lvlText w:val="•"/>
      <w:lvlJc w:val="left"/>
      <w:pPr>
        <w:tabs>
          <w:tab w:val="num" w:pos="2160"/>
        </w:tabs>
        <w:ind w:left="2160" w:hanging="360"/>
      </w:pPr>
      <w:rPr>
        <w:rFonts w:ascii="Arial" w:hAnsi="Arial" w:hint="default"/>
      </w:rPr>
    </w:lvl>
    <w:lvl w:ilvl="3" w:tplc="22B4AB1C" w:tentative="1">
      <w:start w:val="1"/>
      <w:numFmt w:val="bullet"/>
      <w:lvlText w:val="•"/>
      <w:lvlJc w:val="left"/>
      <w:pPr>
        <w:tabs>
          <w:tab w:val="num" w:pos="2880"/>
        </w:tabs>
        <w:ind w:left="2880" w:hanging="360"/>
      </w:pPr>
      <w:rPr>
        <w:rFonts w:ascii="Arial" w:hAnsi="Arial" w:hint="default"/>
      </w:rPr>
    </w:lvl>
    <w:lvl w:ilvl="4" w:tplc="CFAC9B16" w:tentative="1">
      <w:start w:val="1"/>
      <w:numFmt w:val="bullet"/>
      <w:lvlText w:val="•"/>
      <w:lvlJc w:val="left"/>
      <w:pPr>
        <w:tabs>
          <w:tab w:val="num" w:pos="3600"/>
        </w:tabs>
        <w:ind w:left="3600" w:hanging="360"/>
      </w:pPr>
      <w:rPr>
        <w:rFonts w:ascii="Arial" w:hAnsi="Arial" w:hint="default"/>
      </w:rPr>
    </w:lvl>
    <w:lvl w:ilvl="5" w:tplc="15D4C22A" w:tentative="1">
      <w:start w:val="1"/>
      <w:numFmt w:val="bullet"/>
      <w:lvlText w:val="•"/>
      <w:lvlJc w:val="left"/>
      <w:pPr>
        <w:tabs>
          <w:tab w:val="num" w:pos="4320"/>
        </w:tabs>
        <w:ind w:left="4320" w:hanging="360"/>
      </w:pPr>
      <w:rPr>
        <w:rFonts w:ascii="Arial" w:hAnsi="Arial" w:hint="default"/>
      </w:rPr>
    </w:lvl>
    <w:lvl w:ilvl="6" w:tplc="7DC8E126" w:tentative="1">
      <w:start w:val="1"/>
      <w:numFmt w:val="bullet"/>
      <w:lvlText w:val="•"/>
      <w:lvlJc w:val="left"/>
      <w:pPr>
        <w:tabs>
          <w:tab w:val="num" w:pos="5040"/>
        </w:tabs>
        <w:ind w:left="5040" w:hanging="360"/>
      </w:pPr>
      <w:rPr>
        <w:rFonts w:ascii="Arial" w:hAnsi="Arial" w:hint="default"/>
      </w:rPr>
    </w:lvl>
    <w:lvl w:ilvl="7" w:tplc="00AABD2E" w:tentative="1">
      <w:start w:val="1"/>
      <w:numFmt w:val="bullet"/>
      <w:lvlText w:val="•"/>
      <w:lvlJc w:val="left"/>
      <w:pPr>
        <w:tabs>
          <w:tab w:val="num" w:pos="5760"/>
        </w:tabs>
        <w:ind w:left="5760" w:hanging="360"/>
      </w:pPr>
      <w:rPr>
        <w:rFonts w:ascii="Arial" w:hAnsi="Arial" w:hint="default"/>
      </w:rPr>
    </w:lvl>
    <w:lvl w:ilvl="8" w:tplc="2396AB96" w:tentative="1">
      <w:start w:val="1"/>
      <w:numFmt w:val="bullet"/>
      <w:lvlText w:val="•"/>
      <w:lvlJc w:val="left"/>
      <w:pPr>
        <w:tabs>
          <w:tab w:val="num" w:pos="6480"/>
        </w:tabs>
        <w:ind w:left="6480" w:hanging="360"/>
      </w:pPr>
      <w:rPr>
        <w:rFonts w:ascii="Arial" w:hAnsi="Arial" w:hint="default"/>
      </w:rPr>
    </w:lvl>
  </w:abstractNum>
  <w:abstractNum w:abstractNumId="53" w15:restartNumberingAfterBreak="0">
    <w:nsid w:val="5319271D"/>
    <w:multiLevelType w:val="hybridMultilevel"/>
    <w:tmpl w:val="32403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423197C"/>
    <w:multiLevelType w:val="hybridMultilevel"/>
    <w:tmpl w:val="9B7EB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4FE59E7"/>
    <w:multiLevelType w:val="hybridMultilevel"/>
    <w:tmpl w:val="78224B52"/>
    <w:lvl w:ilvl="0" w:tplc="150CB4A8">
      <w:start w:val="1"/>
      <w:numFmt w:val="bullet"/>
      <w:lvlText w:val="•"/>
      <w:lvlJc w:val="left"/>
      <w:pPr>
        <w:tabs>
          <w:tab w:val="num" w:pos="1080"/>
        </w:tabs>
        <w:ind w:left="1080" w:hanging="360"/>
      </w:pPr>
      <w:rPr>
        <w:rFonts w:ascii="Georgia" w:hAnsi="Georgia" w:hint="default"/>
      </w:rPr>
    </w:lvl>
    <w:lvl w:ilvl="1" w:tplc="0FFCA110" w:tentative="1">
      <w:start w:val="1"/>
      <w:numFmt w:val="bullet"/>
      <w:lvlText w:val="•"/>
      <w:lvlJc w:val="left"/>
      <w:pPr>
        <w:tabs>
          <w:tab w:val="num" w:pos="1800"/>
        </w:tabs>
        <w:ind w:left="1800" w:hanging="360"/>
      </w:pPr>
      <w:rPr>
        <w:rFonts w:ascii="Georgia" w:hAnsi="Georgia" w:hint="default"/>
      </w:rPr>
    </w:lvl>
    <w:lvl w:ilvl="2" w:tplc="7AE89F4C" w:tentative="1">
      <w:start w:val="1"/>
      <w:numFmt w:val="bullet"/>
      <w:lvlText w:val="•"/>
      <w:lvlJc w:val="left"/>
      <w:pPr>
        <w:tabs>
          <w:tab w:val="num" w:pos="2520"/>
        </w:tabs>
        <w:ind w:left="2520" w:hanging="360"/>
      </w:pPr>
      <w:rPr>
        <w:rFonts w:ascii="Georgia" w:hAnsi="Georgia" w:hint="default"/>
      </w:rPr>
    </w:lvl>
    <w:lvl w:ilvl="3" w:tplc="B03433D6" w:tentative="1">
      <w:start w:val="1"/>
      <w:numFmt w:val="bullet"/>
      <w:lvlText w:val="•"/>
      <w:lvlJc w:val="left"/>
      <w:pPr>
        <w:tabs>
          <w:tab w:val="num" w:pos="3240"/>
        </w:tabs>
        <w:ind w:left="3240" w:hanging="360"/>
      </w:pPr>
      <w:rPr>
        <w:rFonts w:ascii="Georgia" w:hAnsi="Georgia" w:hint="default"/>
      </w:rPr>
    </w:lvl>
    <w:lvl w:ilvl="4" w:tplc="007E51CC" w:tentative="1">
      <w:start w:val="1"/>
      <w:numFmt w:val="bullet"/>
      <w:lvlText w:val="•"/>
      <w:lvlJc w:val="left"/>
      <w:pPr>
        <w:tabs>
          <w:tab w:val="num" w:pos="3960"/>
        </w:tabs>
        <w:ind w:left="3960" w:hanging="360"/>
      </w:pPr>
      <w:rPr>
        <w:rFonts w:ascii="Georgia" w:hAnsi="Georgia" w:hint="default"/>
      </w:rPr>
    </w:lvl>
    <w:lvl w:ilvl="5" w:tplc="63FAD648" w:tentative="1">
      <w:start w:val="1"/>
      <w:numFmt w:val="bullet"/>
      <w:lvlText w:val="•"/>
      <w:lvlJc w:val="left"/>
      <w:pPr>
        <w:tabs>
          <w:tab w:val="num" w:pos="4680"/>
        </w:tabs>
        <w:ind w:left="4680" w:hanging="360"/>
      </w:pPr>
      <w:rPr>
        <w:rFonts w:ascii="Georgia" w:hAnsi="Georgia" w:hint="default"/>
      </w:rPr>
    </w:lvl>
    <w:lvl w:ilvl="6" w:tplc="2FA8A99C" w:tentative="1">
      <w:start w:val="1"/>
      <w:numFmt w:val="bullet"/>
      <w:lvlText w:val="•"/>
      <w:lvlJc w:val="left"/>
      <w:pPr>
        <w:tabs>
          <w:tab w:val="num" w:pos="5400"/>
        </w:tabs>
        <w:ind w:left="5400" w:hanging="360"/>
      </w:pPr>
      <w:rPr>
        <w:rFonts w:ascii="Georgia" w:hAnsi="Georgia" w:hint="default"/>
      </w:rPr>
    </w:lvl>
    <w:lvl w:ilvl="7" w:tplc="52B2FF2C" w:tentative="1">
      <w:start w:val="1"/>
      <w:numFmt w:val="bullet"/>
      <w:lvlText w:val="•"/>
      <w:lvlJc w:val="left"/>
      <w:pPr>
        <w:tabs>
          <w:tab w:val="num" w:pos="6120"/>
        </w:tabs>
        <w:ind w:left="6120" w:hanging="360"/>
      </w:pPr>
      <w:rPr>
        <w:rFonts w:ascii="Georgia" w:hAnsi="Georgia" w:hint="default"/>
      </w:rPr>
    </w:lvl>
    <w:lvl w:ilvl="8" w:tplc="07767DE4" w:tentative="1">
      <w:start w:val="1"/>
      <w:numFmt w:val="bullet"/>
      <w:lvlText w:val="•"/>
      <w:lvlJc w:val="left"/>
      <w:pPr>
        <w:tabs>
          <w:tab w:val="num" w:pos="6840"/>
        </w:tabs>
        <w:ind w:left="6840" w:hanging="360"/>
      </w:pPr>
      <w:rPr>
        <w:rFonts w:ascii="Georgia" w:hAnsi="Georgia" w:hint="default"/>
      </w:rPr>
    </w:lvl>
  </w:abstractNum>
  <w:abstractNum w:abstractNumId="56" w15:restartNumberingAfterBreak="0">
    <w:nsid w:val="55277F26"/>
    <w:multiLevelType w:val="hybridMultilevel"/>
    <w:tmpl w:val="66BCB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83D5341"/>
    <w:multiLevelType w:val="hybridMultilevel"/>
    <w:tmpl w:val="70F28ACA"/>
    <w:lvl w:ilvl="0" w:tplc="135061C2">
      <w:start w:val="1"/>
      <w:numFmt w:val="decimal"/>
      <w:lvlText w:val="%1."/>
      <w:lvlJc w:val="left"/>
      <w:pPr>
        <w:tabs>
          <w:tab w:val="num" w:pos="720"/>
        </w:tabs>
        <w:ind w:left="720" w:hanging="360"/>
      </w:pPr>
    </w:lvl>
    <w:lvl w:ilvl="1" w:tplc="AF12DE16" w:tentative="1">
      <w:start w:val="1"/>
      <w:numFmt w:val="decimal"/>
      <w:lvlText w:val="%2."/>
      <w:lvlJc w:val="left"/>
      <w:pPr>
        <w:tabs>
          <w:tab w:val="num" w:pos="1440"/>
        </w:tabs>
        <w:ind w:left="1440" w:hanging="360"/>
      </w:pPr>
    </w:lvl>
    <w:lvl w:ilvl="2" w:tplc="9280D468" w:tentative="1">
      <w:start w:val="1"/>
      <w:numFmt w:val="decimal"/>
      <w:lvlText w:val="%3."/>
      <w:lvlJc w:val="left"/>
      <w:pPr>
        <w:tabs>
          <w:tab w:val="num" w:pos="2160"/>
        </w:tabs>
        <w:ind w:left="2160" w:hanging="360"/>
      </w:pPr>
    </w:lvl>
    <w:lvl w:ilvl="3" w:tplc="576A0974" w:tentative="1">
      <w:start w:val="1"/>
      <w:numFmt w:val="decimal"/>
      <w:lvlText w:val="%4."/>
      <w:lvlJc w:val="left"/>
      <w:pPr>
        <w:tabs>
          <w:tab w:val="num" w:pos="2880"/>
        </w:tabs>
        <w:ind w:left="2880" w:hanging="360"/>
      </w:pPr>
    </w:lvl>
    <w:lvl w:ilvl="4" w:tplc="1602C1FA" w:tentative="1">
      <w:start w:val="1"/>
      <w:numFmt w:val="decimal"/>
      <w:lvlText w:val="%5."/>
      <w:lvlJc w:val="left"/>
      <w:pPr>
        <w:tabs>
          <w:tab w:val="num" w:pos="3600"/>
        </w:tabs>
        <w:ind w:left="3600" w:hanging="360"/>
      </w:pPr>
    </w:lvl>
    <w:lvl w:ilvl="5" w:tplc="386A9AFA" w:tentative="1">
      <w:start w:val="1"/>
      <w:numFmt w:val="decimal"/>
      <w:lvlText w:val="%6."/>
      <w:lvlJc w:val="left"/>
      <w:pPr>
        <w:tabs>
          <w:tab w:val="num" w:pos="4320"/>
        </w:tabs>
        <w:ind w:left="4320" w:hanging="360"/>
      </w:pPr>
    </w:lvl>
    <w:lvl w:ilvl="6" w:tplc="EE2A44A8" w:tentative="1">
      <w:start w:val="1"/>
      <w:numFmt w:val="decimal"/>
      <w:lvlText w:val="%7."/>
      <w:lvlJc w:val="left"/>
      <w:pPr>
        <w:tabs>
          <w:tab w:val="num" w:pos="5040"/>
        </w:tabs>
        <w:ind w:left="5040" w:hanging="360"/>
      </w:pPr>
    </w:lvl>
    <w:lvl w:ilvl="7" w:tplc="6232955E" w:tentative="1">
      <w:start w:val="1"/>
      <w:numFmt w:val="decimal"/>
      <w:lvlText w:val="%8."/>
      <w:lvlJc w:val="left"/>
      <w:pPr>
        <w:tabs>
          <w:tab w:val="num" w:pos="5760"/>
        </w:tabs>
        <w:ind w:left="5760" w:hanging="360"/>
      </w:pPr>
    </w:lvl>
    <w:lvl w:ilvl="8" w:tplc="C57E199A" w:tentative="1">
      <w:start w:val="1"/>
      <w:numFmt w:val="decimal"/>
      <w:lvlText w:val="%9."/>
      <w:lvlJc w:val="left"/>
      <w:pPr>
        <w:tabs>
          <w:tab w:val="num" w:pos="6480"/>
        </w:tabs>
        <w:ind w:left="6480" w:hanging="360"/>
      </w:pPr>
    </w:lvl>
  </w:abstractNum>
  <w:abstractNum w:abstractNumId="58" w15:restartNumberingAfterBreak="0">
    <w:nsid w:val="5C835A8C"/>
    <w:multiLevelType w:val="hybridMultilevel"/>
    <w:tmpl w:val="FA8A21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D76300F"/>
    <w:multiLevelType w:val="hybridMultilevel"/>
    <w:tmpl w:val="D9D8D420"/>
    <w:lvl w:ilvl="0" w:tplc="82020708">
      <w:start w:val="1"/>
      <w:numFmt w:val="bullet"/>
      <w:lvlText w:val="•"/>
      <w:lvlJc w:val="left"/>
      <w:pPr>
        <w:tabs>
          <w:tab w:val="num" w:pos="720"/>
        </w:tabs>
        <w:ind w:left="720" w:hanging="360"/>
      </w:pPr>
      <w:rPr>
        <w:rFonts w:ascii="Arial" w:hAnsi="Arial" w:hint="default"/>
      </w:rPr>
    </w:lvl>
    <w:lvl w:ilvl="1" w:tplc="0BCCFCD8" w:tentative="1">
      <w:start w:val="1"/>
      <w:numFmt w:val="bullet"/>
      <w:lvlText w:val="•"/>
      <w:lvlJc w:val="left"/>
      <w:pPr>
        <w:tabs>
          <w:tab w:val="num" w:pos="1440"/>
        </w:tabs>
        <w:ind w:left="1440" w:hanging="360"/>
      </w:pPr>
      <w:rPr>
        <w:rFonts w:ascii="Arial" w:hAnsi="Arial" w:hint="default"/>
      </w:rPr>
    </w:lvl>
    <w:lvl w:ilvl="2" w:tplc="6D54A33C" w:tentative="1">
      <w:start w:val="1"/>
      <w:numFmt w:val="bullet"/>
      <w:lvlText w:val="•"/>
      <w:lvlJc w:val="left"/>
      <w:pPr>
        <w:tabs>
          <w:tab w:val="num" w:pos="2160"/>
        </w:tabs>
        <w:ind w:left="2160" w:hanging="360"/>
      </w:pPr>
      <w:rPr>
        <w:rFonts w:ascii="Arial" w:hAnsi="Arial" w:hint="default"/>
      </w:rPr>
    </w:lvl>
    <w:lvl w:ilvl="3" w:tplc="D06407D4" w:tentative="1">
      <w:start w:val="1"/>
      <w:numFmt w:val="bullet"/>
      <w:lvlText w:val="•"/>
      <w:lvlJc w:val="left"/>
      <w:pPr>
        <w:tabs>
          <w:tab w:val="num" w:pos="2880"/>
        </w:tabs>
        <w:ind w:left="2880" w:hanging="360"/>
      </w:pPr>
      <w:rPr>
        <w:rFonts w:ascii="Arial" w:hAnsi="Arial" w:hint="default"/>
      </w:rPr>
    </w:lvl>
    <w:lvl w:ilvl="4" w:tplc="C14C2AF2" w:tentative="1">
      <w:start w:val="1"/>
      <w:numFmt w:val="bullet"/>
      <w:lvlText w:val="•"/>
      <w:lvlJc w:val="left"/>
      <w:pPr>
        <w:tabs>
          <w:tab w:val="num" w:pos="3600"/>
        </w:tabs>
        <w:ind w:left="3600" w:hanging="360"/>
      </w:pPr>
      <w:rPr>
        <w:rFonts w:ascii="Arial" w:hAnsi="Arial" w:hint="default"/>
      </w:rPr>
    </w:lvl>
    <w:lvl w:ilvl="5" w:tplc="DF30DACA" w:tentative="1">
      <w:start w:val="1"/>
      <w:numFmt w:val="bullet"/>
      <w:lvlText w:val="•"/>
      <w:lvlJc w:val="left"/>
      <w:pPr>
        <w:tabs>
          <w:tab w:val="num" w:pos="4320"/>
        </w:tabs>
        <w:ind w:left="4320" w:hanging="360"/>
      </w:pPr>
      <w:rPr>
        <w:rFonts w:ascii="Arial" w:hAnsi="Arial" w:hint="default"/>
      </w:rPr>
    </w:lvl>
    <w:lvl w:ilvl="6" w:tplc="0FD02540" w:tentative="1">
      <w:start w:val="1"/>
      <w:numFmt w:val="bullet"/>
      <w:lvlText w:val="•"/>
      <w:lvlJc w:val="left"/>
      <w:pPr>
        <w:tabs>
          <w:tab w:val="num" w:pos="5040"/>
        </w:tabs>
        <w:ind w:left="5040" w:hanging="360"/>
      </w:pPr>
      <w:rPr>
        <w:rFonts w:ascii="Arial" w:hAnsi="Arial" w:hint="default"/>
      </w:rPr>
    </w:lvl>
    <w:lvl w:ilvl="7" w:tplc="7200CB00" w:tentative="1">
      <w:start w:val="1"/>
      <w:numFmt w:val="bullet"/>
      <w:lvlText w:val="•"/>
      <w:lvlJc w:val="left"/>
      <w:pPr>
        <w:tabs>
          <w:tab w:val="num" w:pos="5760"/>
        </w:tabs>
        <w:ind w:left="5760" w:hanging="360"/>
      </w:pPr>
      <w:rPr>
        <w:rFonts w:ascii="Arial" w:hAnsi="Arial" w:hint="default"/>
      </w:rPr>
    </w:lvl>
    <w:lvl w:ilvl="8" w:tplc="65B2EB30" w:tentative="1">
      <w:start w:val="1"/>
      <w:numFmt w:val="bullet"/>
      <w:lvlText w:val="•"/>
      <w:lvlJc w:val="left"/>
      <w:pPr>
        <w:tabs>
          <w:tab w:val="num" w:pos="6480"/>
        </w:tabs>
        <w:ind w:left="6480" w:hanging="360"/>
      </w:pPr>
      <w:rPr>
        <w:rFonts w:ascii="Arial" w:hAnsi="Arial" w:hint="default"/>
      </w:rPr>
    </w:lvl>
  </w:abstractNum>
  <w:abstractNum w:abstractNumId="60" w15:restartNumberingAfterBreak="0">
    <w:nsid w:val="5E3121EB"/>
    <w:multiLevelType w:val="hybridMultilevel"/>
    <w:tmpl w:val="08C273CA"/>
    <w:lvl w:ilvl="0" w:tplc="86F84E36">
      <w:start w:val="1"/>
      <w:numFmt w:val="bullet"/>
      <w:lvlText w:val=""/>
      <w:lvlJc w:val="left"/>
      <w:pPr>
        <w:ind w:left="1080" w:hanging="360"/>
      </w:pPr>
      <w:rPr>
        <w:rFonts w:ascii="Symbol" w:hAnsi="Symbol" w:hint="default"/>
      </w:rPr>
    </w:lvl>
    <w:lvl w:ilvl="1" w:tplc="0186F06C">
      <w:start w:val="1"/>
      <w:numFmt w:val="bullet"/>
      <w:lvlText w:val="o"/>
      <w:lvlJc w:val="left"/>
      <w:pPr>
        <w:ind w:left="1800" w:hanging="360"/>
      </w:pPr>
      <w:rPr>
        <w:rFonts w:ascii="Courier New" w:hAnsi="Courier New" w:hint="default"/>
      </w:rPr>
    </w:lvl>
    <w:lvl w:ilvl="2" w:tplc="21921FF0">
      <w:start w:val="1"/>
      <w:numFmt w:val="bullet"/>
      <w:lvlText w:val=""/>
      <w:lvlJc w:val="left"/>
      <w:pPr>
        <w:ind w:left="2520" w:hanging="360"/>
      </w:pPr>
      <w:rPr>
        <w:rFonts w:ascii="Wingdings" w:hAnsi="Wingdings" w:hint="default"/>
      </w:rPr>
    </w:lvl>
    <w:lvl w:ilvl="3" w:tplc="8F181B58">
      <w:start w:val="1"/>
      <w:numFmt w:val="bullet"/>
      <w:lvlText w:val=""/>
      <w:lvlJc w:val="left"/>
      <w:pPr>
        <w:ind w:left="3240" w:hanging="360"/>
      </w:pPr>
      <w:rPr>
        <w:rFonts w:ascii="Symbol" w:hAnsi="Symbol" w:hint="default"/>
      </w:rPr>
    </w:lvl>
    <w:lvl w:ilvl="4" w:tplc="3E9E8D60">
      <w:start w:val="1"/>
      <w:numFmt w:val="bullet"/>
      <w:lvlText w:val="o"/>
      <w:lvlJc w:val="left"/>
      <w:pPr>
        <w:ind w:left="3960" w:hanging="360"/>
      </w:pPr>
      <w:rPr>
        <w:rFonts w:ascii="Courier New" w:hAnsi="Courier New" w:hint="default"/>
      </w:rPr>
    </w:lvl>
    <w:lvl w:ilvl="5" w:tplc="462800E6">
      <w:start w:val="1"/>
      <w:numFmt w:val="bullet"/>
      <w:lvlText w:val=""/>
      <w:lvlJc w:val="left"/>
      <w:pPr>
        <w:ind w:left="4680" w:hanging="360"/>
      </w:pPr>
      <w:rPr>
        <w:rFonts w:ascii="Wingdings" w:hAnsi="Wingdings" w:hint="default"/>
      </w:rPr>
    </w:lvl>
    <w:lvl w:ilvl="6" w:tplc="EE2A4814">
      <w:start w:val="1"/>
      <w:numFmt w:val="bullet"/>
      <w:lvlText w:val=""/>
      <w:lvlJc w:val="left"/>
      <w:pPr>
        <w:ind w:left="5400" w:hanging="360"/>
      </w:pPr>
      <w:rPr>
        <w:rFonts w:ascii="Symbol" w:hAnsi="Symbol" w:hint="default"/>
      </w:rPr>
    </w:lvl>
    <w:lvl w:ilvl="7" w:tplc="8D9889DE">
      <w:start w:val="1"/>
      <w:numFmt w:val="bullet"/>
      <w:lvlText w:val="o"/>
      <w:lvlJc w:val="left"/>
      <w:pPr>
        <w:ind w:left="6120" w:hanging="360"/>
      </w:pPr>
      <w:rPr>
        <w:rFonts w:ascii="Courier New" w:hAnsi="Courier New" w:hint="default"/>
      </w:rPr>
    </w:lvl>
    <w:lvl w:ilvl="8" w:tplc="99109EFA">
      <w:start w:val="1"/>
      <w:numFmt w:val="bullet"/>
      <w:lvlText w:val=""/>
      <w:lvlJc w:val="left"/>
      <w:pPr>
        <w:ind w:left="6840" w:hanging="360"/>
      </w:pPr>
      <w:rPr>
        <w:rFonts w:ascii="Wingdings" w:hAnsi="Wingdings" w:hint="default"/>
      </w:rPr>
    </w:lvl>
  </w:abstractNum>
  <w:abstractNum w:abstractNumId="61" w15:restartNumberingAfterBreak="0">
    <w:nsid w:val="5F7C58D8"/>
    <w:multiLevelType w:val="hybridMultilevel"/>
    <w:tmpl w:val="63400C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5F88200B"/>
    <w:multiLevelType w:val="hybridMultilevel"/>
    <w:tmpl w:val="FA82EA2E"/>
    <w:lvl w:ilvl="0" w:tplc="A3FA24B0">
      <w:start w:val="1"/>
      <w:numFmt w:val="bullet"/>
      <w:lvlText w:val="•"/>
      <w:lvlJc w:val="left"/>
      <w:pPr>
        <w:tabs>
          <w:tab w:val="num" w:pos="720"/>
        </w:tabs>
        <w:ind w:left="720" w:hanging="360"/>
      </w:pPr>
      <w:rPr>
        <w:rFonts w:ascii="Arial" w:hAnsi="Arial" w:hint="default"/>
      </w:rPr>
    </w:lvl>
    <w:lvl w:ilvl="1" w:tplc="BA3E4BF0">
      <w:numFmt w:val="bullet"/>
      <w:lvlText w:val="•"/>
      <w:lvlJc w:val="left"/>
      <w:pPr>
        <w:tabs>
          <w:tab w:val="num" w:pos="1440"/>
        </w:tabs>
        <w:ind w:left="1440" w:hanging="360"/>
      </w:pPr>
      <w:rPr>
        <w:rFonts w:ascii="Arial" w:hAnsi="Arial" w:hint="default"/>
      </w:rPr>
    </w:lvl>
    <w:lvl w:ilvl="2" w:tplc="CAF82854" w:tentative="1">
      <w:start w:val="1"/>
      <w:numFmt w:val="bullet"/>
      <w:lvlText w:val="•"/>
      <w:lvlJc w:val="left"/>
      <w:pPr>
        <w:tabs>
          <w:tab w:val="num" w:pos="2160"/>
        </w:tabs>
        <w:ind w:left="2160" w:hanging="360"/>
      </w:pPr>
      <w:rPr>
        <w:rFonts w:ascii="Arial" w:hAnsi="Arial" w:hint="default"/>
      </w:rPr>
    </w:lvl>
    <w:lvl w:ilvl="3" w:tplc="6FB4ADF8" w:tentative="1">
      <w:start w:val="1"/>
      <w:numFmt w:val="bullet"/>
      <w:lvlText w:val="•"/>
      <w:lvlJc w:val="left"/>
      <w:pPr>
        <w:tabs>
          <w:tab w:val="num" w:pos="2880"/>
        </w:tabs>
        <w:ind w:left="2880" w:hanging="360"/>
      </w:pPr>
      <w:rPr>
        <w:rFonts w:ascii="Arial" w:hAnsi="Arial" w:hint="default"/>
      </w:rPr>
    </w:lvl>
    <w:lvl w:ilvl="4" w:tplc="7180DF78" w:tentative="1">
      <w:start w:val="1"/>
      <w:numFmt w:val="bullet"/>
      <w:lvlText w:val="•"/>
      <w:lvlJc w:val="left"/>
      <w:pPr>
        <w:tabs>
          <w:tab w:val="num" w:pos="3600"/>
        </w:tabs>
        <w:ind w:left="3600" w:hanging="360"/>
      </w:pPr>
      <w:rPr>
        <w:rFonts w:ascii="Arial" w:hAnsi="Arial" w:hint="default"/>
      </w:rPr>
    </w:lvl>
    <w:lvl w:ilvl="5" w:tplc="BC545CDC" w:tentative="1">
      <w:start w:val="1"/>
      <w:numFmt w:val="bullet"/>
      <w:lvlText w:val="•"/>
      <w:lvlJc w:val="left"/>
      <w:pPr>
        <w:tabs>
          <w:tab w:val="num" w:pos="4320"/>
        </w:tabs>
        <w:ind w:left="4320" w:hanging="360"/>
      </w:pPr>
      <w:rPr>
        <w:rFonts w:ascii="Arial" w:hAnsi="Arial" w:hint="default"/>
      </w:rPr>
    </w:lvl>
    <w:lvl w:ilvl="6" w:tplc="CF907756" w:tentative="1">
      <w:start w:val="1"/>
      <w:numFmt w:val="bullet"/>
      <w:lvlText w:val="•"/>
      <w:lvlJc w:val="left"/>
      <w:pPr>
        <w:tabs>
          <w:tab w:val="num" w:pos="5040"/>
        </w:tabs>
        <w:ind w:left="5040" w:hanging="360"/>
      </w:pPr>
      <w:rPr>
        <w:rFonts w:ascii="Arial" w:hAnsi="Arial" w:hint="default"/>
      </w:rPr>
    </w:lvl>
    <w:lvl w:ilvl="7" w:tplc="A0FED9E0" w:tentative="1">
      <w:start w:val="1"/>
      <w:numFmt w:val="bullet"/>
      <w:lvlText w:val="•"/>
      <w:lvlJc w:val="left"/>
      <w:pPr>
        <w:tabs>
          <w:tab w:val="num" w:pos="5760"/>
        </w:tabs>
        <w:ind w:left="5760" w:hanging="360"/>
      </w:pPr>
      <w:rPr>
        <w:rFonts w:ascii="Arial" w:hAnsi="Arial" w:hint="default"/>
      </w:rPr>
    </w:lvl>
    <w:lvl w:ilvl="8" w:tplc="07D8391A" w:tentative="1">
      <w:start w:val="1"/>
      <w:numFmt w:val="bullet"/>
      <w:lvlText w:val="•"/>
      <w:lvlJc w:val="left"/>
      <w:pPr>
        <w:tabs>
          <w:tab w:val="num" w:pos="6480"/>
        </w:tabs>
        <w:ind w:left="6480" w:hanging="360"/>
      </w:pPr>
      <w:rPr>
        <w:rFonts w:ascii="Arial" w:hAnsi="Arial" w:hint="default"/>
      </w:rPr>
    </w:lvl>
  </w:abstractNum>
  <w:abstractNum w:abstractNumId="63" w15:restartNumberingAfterBreak="0">
    <w:nsid w:val="600A3815"/>
    <w:multiLevelType w:val="hybridMultilevel"/>
    <w:tmpl w:val="727C9176"/>
    <w:lvl w:ilvl="0" w:tplc="0622AD78">
      <w:start w:val="1"/>
      <w:numFmt w:val="lowerLetter"/>
      <w:lvlText w:val="%1)"/>
      <w:lvlJc w:val="left"/>
      <w:pPr>
        <w:tabs>
          <w:tab w:val="num" w:pos="720"/>
        </w:tabs>
        <w:ind w:left="720" w:hanging="360"/>
      </w:pPr>
    </w:lvl>
    <w:lvl w:ilvl="1" w:tplc="6F407CE2" w:tentative="1">
      <w:start w:val="1"/>
      <w:numFmt w:val="lowerLetter"/>
      <w:lvlText w:val="%2)"/>
      <w:lvlJc w:val="left"/>
      <w:pPr>
        <w:tabs>
          <w:tab w:val="num" w:pos="1440"/>
        </w:tabs>
        <w:ind w:left="1440" w:hanging="360"/>
      </w:pPr>
    </w:lvl>
    <w:lvl w:ilvl="2" w:tplc="56B4ACA6" w:tentative="1">
      <w:start w:val="1"/>
      <w:numFmt w:val="lowerLetter"/>
      <w:lvlText w:val="%3)"/>
      <w:lvlJc w:val="left"/>
      <w:pPr>
        <w:tabs>
          <w:tab w:val="num" w:pos="2160"/>
        </w:tabs>
        <w:ind w:left="2160" w:hanging="360"/>
      </w:pPr>
    </w:lvl>
    <w:lvl w:ilvl="3" w:tplc="D75A19CC" w:tentative="1">
      <w:start w:val="1"/>
      <w:numFmt w:val="lowerLetter"/>
      <w:lvlText w:val="%4)"/>
      <w:lvlJc w:val="left"/>
      <w:pPr>
        <w:tabs>
          <w:tab w:val="num" w:pos="2880"/>
        </w:tabs>
        <w:ind w:left="2880" w:hanging="360"/>
      </w:pPr>
    </w:lvl>
    <w:lvl w:ilvl="4" w:tplc="29809952" w:tentative="1">
      <w:start w:val="1"/>
      <w:numFmt w:val="lowerLetter"/>
      <w:lvlText w:val="%5)"/>
      <w:lvlJc w:val="left"/>
      <w:pPr>
        <w:tabs>
          <w:tab w:val="num" w:pos="3600"/>
        </w:tabs>
        <w:ind w:left="3600" w:hanging="360"/>
      </w:pPr>
    </w:lvl>
    <w:lvl w:ilvl="5" w:tplc="72E2BCE4" w:tentative="1">
      <w:start w:val="1"/>
      <w:numFmt w:val="lowerLetter"/>
      <w:lvlText w:val="%6)"/>
      <w:lvlJc w:val="left"/>
      <w:pPr>
        <w:tabs>
          <w:tab w:val="num" w:pos="4320"/>
        </w:tabs>
        <w:ind w:left="4320" w:hanging="360"/>
      </w:pPr>
    </w:lvl>
    <w:lvl w:ilvl="6" w:tplc="0D0E16B0" w:tentative="1">
      <w:start w:val="1"/>
      <w:numFmt w:val="lowerLetter"/>
      <w:lvlText w:val="%7)"/>
      <w:lvlJc w:val="left"/>
      <w:pPr>
        <w:tabs>
          <w:tab w:val="num" w:pos="5040"/>
        </w:tabs>
        <w:ind w:left="5040" w:hanging="360"/>
      </w:pPr>
    </w:lvl>
    <w:lvl w:ilvl="7" w:tplc="D854B804" w:tentative="1">
      <w:start w:val="1"/>
      <w:numFmt w:val="lowerLetter"/>
      <w:lvlText w:val="%8)"/>
      <w:lvlJc w:val="left"/>
      <w:pPr>
        <w:tabs>
          <w:tab w:val="num" w:pos="5760"/>
        </w:tabs>
        <w:ind w:left="5760" w:hanging="360"/>
      </w:pPr>
    </w:lvl>
    <w:lvl w:ilvl="8" w:tplc="FB4E9616" w:tentative="1">
      <w:start w:val="1"/>
      <w:numFmt w:val="lowerLetter"/>
      <w:lvlText w:val="%9)"/>
      <w:lvlJc w:val="left"/>
      <w:pPr>
        <w:tabs>
          <w:tab w:val="num" w:pos="6480"/>
        </w:tabs>
        <w:ind w:left="6480" w:hanging="360"/>
      </w:pPr>
    </w:lvl>
  </w:abstractNum>
  <w:abstractNum w:abstractNumId="64" w15:restartNumberingAfterBreak="0">
    <w:nsid w:val="60C53E7D"/>
    <w:multiLevelType w:val="hybridMultilevel"/>
    <w:tmpl w:val="13143C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64B42844"/>
    <w:multiLevelType w:val="hybridMultilevel"/>
    <w:tmpl w:val="EE746C8E"/>
    <w:lvl w:ilvl="0" w:tplc="E7ECE6FA">
      <w:start w:val="1"/>
      <w:numFmt w:val="bullet"/>
      <w:lvlText w:val="•"/>
      <w:lvlJc w:val="left"/>
      <w:pPr>
        <w:tabs>
          <w:tab w:val="num" w:pos="720"/>
        </w:tabs>
        <w:ind w:left="720" w:hanging="360"/>
      </w:pPr>
      <w:rPr>
        <w:rFonts w:ascii="Arial" w:hAnsi="Arial" w:hint="default"/>
      </w:rPr>
    </w:lvl>
    <w:lvl w:ilvl="1" w:tplc="A0F09446" w:tentative="1">
      <w:start w:val="1"/>
      <w:numFmt w:val="bullet"/>
      <w:lvlText w:val="•"/>
      <w:lvlJc w:val="left"/>
      <w:pPr>
        <w:tabs>
          <w:tab w:val="num" w:pos="1440"/>
        </w:tabs>
        <w:ind w:left="1440" w:hanging="360"/>
      </w:pPr>
      <w:rPr>
        <w:rFonts w:ascii="Arial" w:hAnsi="Arial" w:hint="default"/>
      </w:rPr>
    </w:lvl>
    <w:lvl w:ilvl="2" w:tplc="D514D8B8" w:tentative="1">
      <w:start w:val="1"/>
      <w:numFmt w:val="bullet"/>
      <w:lvlText w:val="•"/>
      <w:lvlJc w:val="left"/>
      <w:pPr>
        <w:tabs>
          <w:tab w:val="num" w:pos="2160"/>
        </w:tabs>
        <w:ind w:left="2160" w:hanging="360"/>
      </w:pPr>
      <w:rPr>
        <w:rFonts w:ascii="Arial" w:hAnsi="Arial" w:hint="default"/>
      </w:rPr>
    </w:lvl>
    <w:lvl w:ilvl="3" w:tplc="AE706FFA" w:tentative="1">
      <w:start w:val="1"/>
      <w:numFmt w:val="bullet"/>
      <w:lvlText w:val="•"/>
      <w:lvlJc w:val="left"/>
      <w:pPr>
        <w:tabs>
          <w:tab w:val="num" w:pos="2880"/>
        </w:tabs>
        <w:ind w:left="2880" w:hanging="360"/>
      </w:pPr>
      <w:rPr>
        <w:rFonts w:ascii="Arial" w:hAnsi="Arial" w:hint="default"/>
      </w:rPr>
    </w:lvl>
    <w:lvl w:ilvl="4" w:tplc="2C924A36" w:tentative="1">
      <w:start w:val="1"/>
      <w:numFmt w:val="bullet"/>
      <w:lvlText w:val="•"/>
      <w:lvlJc w:val="left"/>
      <w:pPr>
        <w:tabs>
          <w:tab w:val="num" w:pos="3600"/>
        </w:tabs>
        <w:ind w:left="3600" w:hanging="360"/>
      </w:pPr>
      <w:rPr>
        <w:rFonts w:ascii="Arial" w:hAnsi="Arial" w:hint="default"/>
      </w:rPr>
    </w:lvl>
    <w:lvl w:ilvl="5" w:tplc="8AAEB9FC" w:tentative="1">
      <w:start w:val="1"/>
      <w:numFmt w:val="bullet"/>
      <w:lvlText w:val="•"/>
      <w:lvlJc w:val="left"/>
      <w:pPr>
        <w:tabs>
          <w:tab w:val="num" w:pos="4320"/>
        </w:tabs>
        <w:ind w:left="4320" w:hanging="360"/>
      </w:pPr>
      <w:rPr>
        <w:rFonts w:ascii="Arial" w:hAnsi="Arial" w:hint="default"/>
      </w:rPr>
    </w:lvl>
    <w:lvl w:ilvl="6" w:tplc="B1689758" w:tentative="1">
      <w:start w:val="1"/>
      <w:numFmt w:val="bullet"/>
      <w:lvlText w:val="•"/>
      <w:lvlJc w:val="left"/>
      <w:pPr>
        <w:tabs>
          <w:tab w:val="num" w:pos="5040"/>
        </w:tabs>
        <w:ind w:left="5040" w:hanging="360"/>
      </w:pPr>
      <w:rPr>
        <w:rFonts w:ascii="Arial" w:hAnsi="Arial" w:hint="default"/>
      </w:rPr>
    </w:lvl>
    <w:lvl w:ilvl="7" w:tplc="9A02E236" w:tentative="1">
      <w:start w:val="1"/>
      <w:numFmt w:val="bullet"/>
      <w:lvlText w:val="•"/>
      <w:lvlJc w:val="left"/>
      <w:pPr>
        <w:tabs>
          <w:tab w:val="num" w:pos="5760"/>
        </w:tabs>
        <w:ind w:left="5760" w:hanging="360"/>
      </w:pPr>
      <w:rPr>
        <w:rFonts w:ascii="Arial" w:hAnsi="Arial" w:hint="default"/>
      </w:rPr>
    </w:lvl>
    <w:lvl w:ilvl="8" w:tplc="DE5ACE72" w:tentative="1">
      <w:start w:val="1"/>
      <w:numFmt w:val="bullet"/>
      <w:lvlText w:val="•"/>
      <w:lvlJc w:val="left"/>
      <w:pPr>
        <w:tabs>
          <w:tab w:val="num" w:pos="6480"/>
        </w:tabs>
        <w:ind w:left="6480" w:hanging="360"/>
      </w:pPr>
      <w:rPr>
        <w:rFonts w:ascii="Arial" w:hAnsi="Arial" w:hint="default"/>
      </w:rPr>
    </w:lvl>
  </w:abstractNum>
  <w:abstractNum w:abstractNumId="66" w15:restartNumberingAfterBreak="0">
    <w:nsid w:val="65F70BFB"/>
    <w:multiLevelType w:val="hybridMultilevel"/>
    <w:tmpl w:val="94BECE42"/>
    <w:lvl w:ilvl="0" w:tplc="52C85186">
      <w:start w:val="1"/>
      <w:numFmt w:val="bullet"/>
      <w:lvlText w:val="▫"/>
      <w:lvlJc w:val="left"/>
      <w:pPr>
        <w:tabs>
          <w:tab w:val="num" w:pos="720"/>
        </w:tabs>
        <w:ind w:left="720" w:hanging="360"/>
      </w:pPr>
      <w:rPr>
        <w:rFonts w:ascii="Georgia" w:hAnsi="Georgia" w:hint="default"/>
      </w:rPr>
    </w:lvl>
    <w:lvl w:ilvl="1" w:tplc="DF60F90E">
      <w:start w:val="1"/>
      <w:numFmt w:val="bullet"/>
      <w:lvlText w:val="▫"/>
      <w:lvlJc w:val="left"/>
      <w:pPr>
        <w:tabs>
          <w:tab w:val="num" w:pos="1440"/>
        </w:tabs>
        <w:ind w:left="1440" w:hanging="360"/>
      </w:pPr>
      <w:rPr>
        <w:rFonts w:ascii="Georgia" w:hAnsi="Georgia" w:hint="default"/>
      </w:rPr>
    </w:lvl>
    <w:lvl w:ilvl="2" w:tplc="14B82372">
      <w:start w:val="207"/>
      <w:numFmt w:val="bullet"/>
      <w:lvlText w:val=""/>
      <w:lvlJc w:val="left"/>
      <w:pPr>
        <w:tabs>
          <w:tab w:val="num" w:pos="2160"/>
        </w:tabs>
        <w:ind w:left="2160" w:hanging="360"/>
      </w:pPr>
      <w:rPr>
        <w:rFonts w:ascii="Wingdings 2" w:hAnsi="Wingdings 2" w:hint="default"/>
      </w:rPr>
    </w:lvl>
    <w:lvl w:ilvl="3" w:tplc="52DAF356" w:tentative="1">
      <w:start w:val="1"/>
      <w:numFmt w:val="bullet"/>
      <w:lvlText w:val="▫"/>
      <w:lvlJc w:val="left"/>
      <w:pPr>
        <w:tabs>
          <w:tab w:val="num" w:pos="2880"/>
        </w:tabs>
        <w:ind w:left="2880" w:hanging="360"/>
      </w:pPr>
      <w:rPr>
        <w:rFonts w:ascii="Georgia" w:hAnsi="Georgia" w:hint="default"/>
      </w:rPr>
    </w:lvl>
    <w:lvl w:ilvl="4" w:tplc="BCF8EF6C" w:tentative="1">
      <w:start w:val="1"/>
      <w:numFmt w:val="bullet"/>
      <w:lvlText w:val="▫"/>
      <w:lvlJc w:val="left"/>
      <w:pPr>
        <w:tabs>
          <w:tab w:val="num" w:pos="3600"/>
        </w:tabs>
        <w:ind w:left="3600" w:hanging="360"/>
      </w:pPr>
      <w:rPr>
        <w:rFonts w:ascii="Georgia" w:hAnsi="Georgia" w:hint="default"/>
      </w:rPr>
    </w:lvl>
    <w:lvl w:ilvl="5" w:tplc="8ACE88DC" w:tentative="1">
      <w:start w:val="1"/>
      <w:numFmt w:val="bullet"/>
      <w:lvlText w:val="▫"/>
      <w:lvlJc w:val="left"/>
      <w:pPr>
        <w:tabs>
          <w:tab w:val="num" w:pos="4320"/>
        </w:tabs>
        <w:ind w:left="4320" w:hanging="360"/>
      </w:pPr>
      <w:rPr>
        <w:rFonts w:ascii="Georgia" w:hAnsi="Georgia" w:hint="default"/>
      </w:rPr>
    </w:lvl>
    <w:lvl w:ilvl="6" w:tplc="F8DA876C" w:tentative="1">
      <w:start w:val="1"/>
      <w:numFmt w:val="bullet"/>
      <w:lvlText w:val="▫"/>
      <w:lvlJc w:val="left"/>
      <w:pPr>
        <w:tabs>
          <w:tab w:val="num" w:pos="5040"/>
        </w:tabs>
        <w:ind w:left="5040" w:hanging="360"/>
      </w:pPr>
      <w:rPr>
        <w:rFonts w:ascii="Georgia" w:hAnsi="Georgia" w:hint="default"/>
      </w:rPr>
    </w:lvl>
    <w:lvl w:ilvl="7" w:tplc="DF8E0B1C" w:tentative="1">
      <w:start w:val="1"/>
      <w:numFmt w:val="bullet"/>
      <w:lvlText w:val="▫"/>
      <w:lvlJc w:val="left"/>
      <w:pPr>
        <w:tabs>
          <w:tab w:val="num" w:pos="5760"/>
        </w:tabs>
        <w:ind w:left="5760" w:hanging="360"/>
      </w:pPr>
      <w:rPr>
        <w:rFonts w:ascii="Georgia" w:hAnsi="Georgia" w:hint="default"/>
      </w:rPr>
    </w:lvl>
    <w:lvl w:ilvl="8" w:tplc="9F3EA6DE" w:tentative="1">
      <w:start w:val="1"/>
      <w:numFmt w:val="bullet"/>
      <w:lvlText w:val="▫"/>
      <w:lvlJc w:val="left"/>
      <w:pPr>
        <w:tabs>
          <w:tab w:val="num" w:pos="6480"/>
        </w:tabs>
        <w:ind w:left="6480" w:hanging="360"/>
      </w:pPr>
      <w:rPr>
        <w:rFonts w:ascii="Georgia" w:hAnsi="Georgia" w:hint="default"/>
      </w:rPr>
    </w:lvl>
  </w:abstractNum>
  <w:abstractNum w:abstractNumId="67" w15:restartNumberingAfterBreak="0">
    <w:nsid w:val="66395A6A"/>
    <w:multiLevelType w:val="hybridMultilevel"/>
    <w:tmpl w:val="BD388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6733510E"/>
    <w:multiLevelType w:val="hybridMultilevel"/>
    <w:tmpl w:val="275E8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7ABDC95"/>
    <w:multiLevelType w:val="hybridMultilevel"/>
    <w:tmpl w:val="6944E72C"/>
    <w:lvl w:ilvl="0" w:tplc="4A7ABCA0">
      <w:start w:val="1"/>
      <w:numFmt w:val="bullet"/>
      <w:lvlText w:val="•"/>
      <w:lvlJc w:val="left"/>
      <w:pPr>
        <w:ind w:left="1440" w:hanging="360"/>
      </w:pPr>
      <w:rPr>
        <w:rFonts w:ascii="Arial" w:hAnsi="Arial" w:hint="default"/>
      </w:rPr>
    </w:lvl>
    <w:lvl w:ilvl="1" w:tplc="DD5A5A40">
      <w:start w:val="1"/>
      <w:numFmt w:val="bullet"/>
      <w:lvlText w:val="o"/>
      <w:lvlJc w:val="left"/>
      <w:pPr>
        <w:ind w:left="1800" w:hanging="360"/>
      </w:pPr>
      <w:rPr>
        <w:rFonts w:ascii="Courier New" w:hAnsi="Courier New" w:hint="default"/>
      </w:rPr>
    </w:lvl>
    <w:lvl w:ilvl="2" w:tplc="A8B8291A">
      <w:start w:val="1"/>
      <w:numFmt w:val="bullet"/>
      <w:lvlText w:val=""/>
      <w:lvlJc w:val="left"/>
      <w:pPr>
        <w:ind w:left="2520" w:hanging="360"/>
      </w:pPr>
      <w:rPr>
        <w:rFonts w:ascii="Wingdings" w:hAnsi="Wingdings" w:hint="default"/>
      </w:rPr>
    </w:lvl>
    <w:lvl w:ilvl="3" w:tplc="38E40C7C">
      <w:start w:val="1"/>
      <w:numFmt w:val="bullet"/>
      <w:lvlText w:val=""/>
      <w:lvlJc w:val="left"/>
      <w:pPr>
        <w:ind w:left="3240" w:hanging="360"/>
      </w:pPr>
      <w:rPr>
        <w:rFonts w:ascii="Symbol" w:hAnsi="Symbol" w:hint="default"/>
      </w:rPr>
    </w:lvl>
    <w:lvl w:ilvl="4" w:tplc="68BC89B6">
      <w:start w:val="1"/>
      <w:numFmt w:val="bullet"/>
      <w:lvlText w:val="o"/>
      <w:lvlJc w:val="left"/>
      <w:pPr>
        <w:ind w:left="3960" w:hanging="360"/>
      </w:pPr>
      <w:rPr>
        <w:rFonts w:ascii="Courier New" w:hAnsi="Courier New" w:hint="default"/>
      </w:rPr>
    </w:lvl>
    <w:lvl w:ilvl="5" w:tplc="B35EB538">
      <w:start w:val="1"/>
      <w:numFmt w:val="bullet"/>
      <w:lvlText w:val=""/>
      <w:lvlJc w:val="left"/>
      <w:pPr>
        <w:ind w:left="4680" w:hanging="360"/>
      </w:pPr>
      <w:rPr>
        <w:rFonts w:ascii="Wingdings" w:hAnsi="Wingdings" w:hint="default"/>
      </w:rPr>
    </w:lvl>
    <w:lvl w:ilvl="6" w:tplc="C62E70CC">
      <w:start w:val="1"/>
      <w:numFmt w:val="bullet"/>
      <w:lvlText w:val=""/>
      <w:lvlJc w:val="left"/>
      <w:pPr>
        <w:ind w:left="5400" w:hanging="360"/>
      </w:pPr>
      <w:rPr>
        <w:rFonts w:ascii="Symbol" w:hAnsi="Symbol" w:hint="default"/>
      </w:rPr>
    </w:lvl>
    <w:lvl w:ilvl="7" w:tplc="C30E640E">
      <w:start w:val="1"/>
      <w:numFmt w:val="bullet"/>
      <w:lvlText w:val="o"/>
      <w:lvlJc w:val="left"/>
      <w:pPr>
        <w:ind w:left="6120" w:hanging="360"/>
      </w:pPr>
      <w:rPr>
        <w:rFonts w:ascii="Courier New" w:hAnsi="Courier New" w:hint="default"/>
      </w:rPr>
    </w:lvl>
    <w:lvl w:ilvl="8" w:tplc="FE2A16B6">
      <w:start w:val="1"/>
      <w:numFmt w:val="bullet"/>
      <w:lvlText w:val=""/>
      <w:lvlJc w:val="left"/>
      <w:pPr>
        <w:ind w:left="6840" w:hanging="360"/>
      </w:pPr>
      <w:rPr>
        <w:rFonts w:ascii="Wingdings" w:hAnsi="Wingdings" w:hint="default"/>
      </w:rPr>
    </w:lvl>
  </w:abstractNum>
  <w:abstractNum w:abstractNumId="70"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BC23E2D"/>
    <w:multiLevelType w:val="hybridMultilevel"/>
    <w:tmpl w:val="2F7C2550"/>
    <w:lvl w:ilvl="0" w:tplc="F14C7FCC">
      <w:start w:val="1"/>
      <w:numFmt w:val="bullet"/>
      <w:lvlText w:val="•"/>
      <w:lvlJc w:val="left"/>
      <w:pPr>
        <w:tabs>
          <w:tab w:val="num" w:pos="720"/>
        </w:tabs>
        <w:ind w:left="720" w:hanging="360"/>
      </w:pPr>
      <w:rPr>
        <w:rFonts w:ascii="Arial" w:hAnsi="Arial" w:hint="default"/>
      </w:rPr>
    </w:lvl>
    <w:lvl w:ilvl="1" w:tplc="53509D02">
      <w:start w:val="1"/>
      <w:numFmt w:val="bullet"/>
      <w:lvlText w:val="•"/>
      <w:lvlJc w:val="left"/>
      <w:pPr>
        <w:tabs>
          <w:tab w:val="num" w:pos="1440"/>
        </w:tabs>
        <w:ind w:left="1440" w:hanging="360"/>
      </w:pPr>
      <w:rPr>
        <w:rFonts w:ascii="Arial" w:hAnsi="Arial" w:hint="default"/>
      </w:rPr>
    </w:lvl>
    <w:lvl w:ilvl="2" w:tplc="FCB66E70" w:tentative="1">
      <w:start w:val="1"/>
      <w:numFmt w:val="bullet"/>
      <w:lvlText w:val="•"/>
      <w:lvlJc w:val="left"/>
      <w:pPr>
        <w:tabs>
          <w:tab w:val="num" w:pos="2160"/>
        </w:tabs>
        <w:ind w:left="2160" w:hanging="360"/>
      </w:pPr>
      <w:rPr>
        <w:rFonts w:ascii="Arial" w:hAnsi="Arial" w:hint="default"/>
      </w:rPr>
    </w:lvl>
    <w:lvl w:ilvl="3" w:tplc="60BA39B8" w:tentative="1">
      <w:start w:val="1"/>
      <w:numFmt w:val="bullet"/>
      <w:lvlText w:val="•"/>
      <w:lvlJc w:val="left"/>
      <w:pPr>
        <w:tabs>
          <w:tab w:val="num" w:pos="2880"/>
        </w:tabs>
        <w:ind w:left="2880" w:hanging="360"/>
      </w:pPr>
      <w:rPr>
        <w:rFonts w:ascii="Arial" w:hAnsi="Arial" w:hint="default"/>
      </w:rPr>
    </w:lvl>
    <w:lvl w:ilvl="4" w:tplc="A2D40DCE" w:tentative="1">
      <w:start w:val="1"/>
      <w:numFmt w:val="bullet"/>
      <w:lvlText w:val="•"/>
      <w:lvlJc w:val="left"/>
      <w:pPr>
        <w:tabs>
          <w:tab w:val="num" w:pos="3600"/>
        </w:tabs>
        <w:ind w:left="3600" w:hanging="360"/>
      </w:pPr>
      <w:rPr>
        <w:rFonts w:ascii="Arial" w:hAnsi="Arial" w:hint="default"/>
      </w:rPr>
    </w:lvl>
    <w:lvl w:ilvl="5" w:tplc="EDAC71CA" w:tentative="1">
      <w:start w:val="1"/>
      <w:numFmt w:val="bullet"/>
      <w:lvlText w:val="•"/>
      <w:lvlJc w:val="left"/>
      <w:pPr>
        <w:tabs>
          <w:tab w:val="num" w:pos="4320"/>
        </w:tabs>
        <w:ind w:left="4320" w:hanging="360"/>
      </w:pPr>
      <w:rPr>
        <w:rFonts w:ascii="Arial" w:hAnsi="Arial" w:hint="default"/>
      </w:rPr>
    </w:lvl>
    <w:lvl w:ilvl="6" w:tplc="C5862234" w:tentative="1">
      <w:start w:val="1"/>
      <w:numFmt w:val="bullet"/>
      <w:lvlText w:val="•"/>
      <w:lvlJc w:val="left"/>
      <w:pPr>
        <w:tabs>
          <w:tab w:val="num" w:pos="5040"/>
        </w:tabs>
        <w:ind w:left="5040" w:hanging="360"/>
      </w:pPr>
      <w:rPr>
        <w:rFonts w:ascii="Arial" w:hAnsi="Arial" w:hint="default"/>
      </w:rPr>
    </w:lvl>
    <w:lvl w:ilvl="7" w:tplc="9A74BF0E" w:tentative="1">
      <w:start w:val="1"/>
      <w:numFmt w:val="bullet"/>
      <w:lvlText w:val="•"/>
      <w:lvlJc w:val="left"/>
      <w:pPr>
        <w:tabs>
          <w:tab w:val="num" w:pos="5760"/>
        </w:tabs>
        <w:ind w:left="5760" w:hanging="360"/>
      </w:pPr>
      <w:rPr>
        <w:rFonts w:ascii="Arial" w:hAnsi="Arial" w:hint="default"/>
      </w:rPr>
    </w:lvl>
    <w:lvl w:ilvl="8" w:tplc="F85C9878" w:tentative="1">
      <w:start w:val="1"/>
      <w:numFmt w:val="bullet"/>
      <w:lvlText w:val="•"/>
      <w:lvlJc w:val="left"/>
      <w:pPr>
        <w:tabs>
          <w:tab w:val="num" w:pos="6480"/>
        </w:tabs>
        <w:ind w:left="6480" w:hanging="360"/>
      </w:pPr>
      <w:rPr>
        <w:rFonts w:ascii="Arial" w:hAnsi="Arial" w:hint="default"/>
      </w:rPr>
    </w:lvl>
  </w:abstractNum>
  <w:abstractNum w:abstractNumId="72" w15:restartNumberingAfterBreak="0">
    <w:nsid w:val="6ED1079B"/>
    <w:multiLevelType w:val="hybridMultilevel"/>
    <w:tmpl w:val="967A3B1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73" w15:restartNumberingAfterBreak="0">
    <w:nsid w:val="71B61A2A"/>
    <w:multiLevelType w:val="hybridMultilevel"/>
    <w:tmpl w:val="CD6C1E00"/>
    <w:lvl w:ilvl="0" w:tplc="50B83292">
      <w:start w:val="1"/>
      <w:numFmt w:val="bullet"/>
      <w:lvlText w:val="•"/>
      <w:lvlJc w:val="left"/>
      <w:pPr>
        <w:tabs>
          <w:tab w:val="num" w:pos="1080"/>
        </w:tabs>
        <w:ind w:left="1080" w:hanging="360"/>
      </w:pPr>
      <w:rPr>
        <w:rFonts w:ascii="Georgia" w:hAnsi="Georgia" w:hint="default"/>
      </w:rPr>
    </w:lvl>
    <w:lvl w:ilvl="1" w:tplc="8F400284" w:tentative="1">
      <w:start w:val="1"/>
      <w:numFmt w:val="bullet"/>
      <w:lvlText w:val="•"/>
      <w:lvlJc w:val="left"/>
      <w:pPr>
        <w:tabs>
          <w:tab w:val="num" w:pos="1800"/>
        </w:tabs>
        <w:ind w:left="1800" w:hanging="360"/>
      </w:pPr>
      <w:rPr>
        <w:rFonts w:ascii="Georgia" w:hAnsi="Georgia" w:hint="default"/>
      </w:rPr>
    </w:lvl>
    <w:lvl w:ilvl="2" w:tplc="D4B0DE42" w:tentative="1">
      <w:start w:val="1"/>
      <w:numFmt w:val="bullet"/>
      <w:lvlText w:val="•"/>
      <w:lvlJc w:val="left"/>
      <w:pPr>
        <w:tabs>
          <w:tab w:val="num" w:pos="2520"/>
        </w:tabs>
        <w:ind w:left="2520" w:hanging="360"/>
      </w:pPr>
      <w:rPr>
        <w:rFonts w:ascii="Georgia" w:hAnsi="Georgia" w:hint="default"/>
      </w:rPr>
    </w:lvl>
    <w:lvl w:ilvl="3" w:tplc="4A925B08" w:tentative="1">
      <w:start w:val="1"/>
      <w:numFmt w:val="bullet"/>
      <w:lvlText w:val="•"/>
      <w:lvlJc w:val="left"/>
      <w:pPr>
        <w:tabs>
          <w:tab w:val="num" w:pos="3240"/>
        </w:tabs>
        <w:ind w:left="3240" w:hanging="360"/>
      </w:pPr>
      <w:rPr>
        <w:rFonts w:ascii="Georgia" w:hAnsi="Georgia" w:hint="default"/>
      </w:rPr>
    </w:lvl>
    <w:lvl w:ilvl="4" w:tplc="B6AA0604" w:tentative="1">
      <w:start w:val="1"/>
      <w:numFmt w:val="bullet"/>
      <w:lvlText w:val="•"/>
      <w:lvlJc w:val="left"/>
      <w:pPr>
        <w:tabs>
          <w:tab w:val="num" w:pos="3960"/>
        </w:tabs>
        <w:ind w:left="3960" w:hanging="360"/>
      </w:pPr>
      <w:rPr>
        <w:rFonts w:ascii="Georgia" w:hAnsi="Georgia" w:hint="default"/>
      </w:rPr>
    </w:lvl>
    <w:lvl w:ilvl="5" w:tplc="367CAC7C" w:tentative="1">
      <w:start w:val="1"/>
      <w:numFmt w:val="bullet"/>
      <w:lvlText w:val="•"/>
      <w:lvlJc w:val="left"/>
      <w:pPr>
        <w:tabs>
          <w:tab w:val="num" w:pos="4680"/>
        </w:tabs>
        <w:ind w:left="4680" w:hanging="360"/>
      </w:pPr>
      <w:rPr>
        <w:rFonts w:ascii="Georgia" w:hAnsi="Georgia" w:hint="default"/>
      </w:rPr>
    </w:lvl>
    <w:lvl w:ilvl="6" w:tplc="B22CF9D8" w:tentative="1">
      <w:start w:val="1"/>
      <w:numFmt w:val="bullet"/>
      <w:lvlText w:val="•"/>
      <w:lvlJc w:val="left"/>
      <w:pPr>
        <w:tabs>
          <w:tab w:val="num" w:pos="5400"/>
        </w:tabs>
        <w:ind w:left="5400" w:hanging="360"/>
      </w:pPr>
      <w:rPr>
        <w:rFonts w:ascii="Georgia" w:hAnsi="Georgia" w:hint="default"/>
      </w:rPr>
    </w:lvl>
    <w:lvl w:ilvl="7" w:tplc="6C126EBA" w:tentative="1">
      <w:start w:val="1"/>
      <w:numFmt w:val="bullet"/>
      <w:lvlText w:val="•"/>
      <w:lvlJc w:val="left"/>
      <w:pPr>
        <w:tabs>
          <w:tab w:val="num" w:pos="6120"/>
        </w:tabs>
        <w:ind w:left="6120" w:hanging="360"/>
      </w:pPr>
      <w:rPr>
        <w:rFonts w:ascii="Georgia" w:hAnsi="Georgia" w:hint="default"/>
      </w:rPr>
    </w:lvl>
    <w:lvl w:ilvl="8" w:tplc="730C1054" w:tentative="1">
      <w:start w:val="1"/>
      <w:numFmt w:val="bullet"/>
      <w:lvlText w:val="•"/>
      <w:lvlJc w:val="left"/>
      <w:pPr>
        <w:tabs>
          <w:tab w:val="num" w:pos="6840"/>
        </w:tabs>
        <w:ind w:left="6840" w:hanging="360"/>
      </w:pPr>
      <w:rPr>
        <w:rFonts w:ascii="Georgia" w:hAnsi="Georgia" w:hint="default"/>
      </w:rPr>
    </w:lvl>
  </w:abstractNum>
  <w:abstractNum w:abstractNumId="74" w15:restartNumberingAfterBreak="0">
    <w:nsid w:val="721F5B8E"/>
    <w:multiLevelType w:val="hybridMultilevel"/>
    <w:tmpl w:val="DC5EB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4831768"/>
    <w:multiLevelType w:val="hybridMultilevel"/>
    <w:tmpl w:val="26ECB39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76D63260"/>
    <w:multiLevelType w:val="hybridMultilevel"/>
    <w:tmpl w:val="88A465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79BB59B2"/>
    <w:multiLevelType w:val="hybridMultilevel"/>
    <w:tmpl w:val="749ABB0E"/>
    <w:lvl w:ilvl="0" w:tplc="ACCED32E">
      <w:start w:val="1"/>
      <w:numFmt w:val="bullet"/>
      <w:lvlText w:val="•"/>
      <w:lvlJc w:val="left"/>
      <w:pPr>
        <w:tabs>
          <w:tab w:val="num" w:pos="720"/>
        </w:tabs>
        <w:ind w:left="720" w:hanging="360"/>
      </w:pPr>
      <w:rPr>
        <w:rFonts w:ascii="Arial" w:hAnsi="Arial" w:hint="default"/>
      </w:rPr>
    </w:lvl>
    <w:lvl w:ilvl="1" w:tplc="4872997A" w:tentative="1">
      <w:start w:val="1"/>
      <w:numFmt w:val="bullet"/>
      <w:lvlText w:val="•"/>
      <w:lvlJc w:val="left"/>
      <w:pPr>
        <w:tabs>
          <w:tab w:val="num" w:pos="1440"/>
        </w:tabs>
        <w:ind w:left="1440" w:hanging="360"/>
      </w:pPr>
      <w:rPr>
        <w:rFonts w:ascii="Arial" w:hAnsi="Arial" w:hint="default"/>
      </w:rPr>
    </w:lvl>
    <w:lvl w:ilvl="2" w:tplc="813EA322" w:tentative="1">
      <w:start w:val="1"/>
      <w:numFmt w:val="bullet"/>
      <w:lvlText w:val="•"/>
      <w:lvlJc w:val="left"/>
      <w:pPr>
        <w:tabs>
          <w:tab w:val="num" w:pos="2160"/>
        </w:tabs>
        <w:ind w:left="2160" w:hanging="360"/>
      </w:pPr>
      <w:rPr>
        <w:rFonts w:ascii="Arial" w:hAnsi="Arial" w:hint="default"/>
      </w:rPr>
    </w:lvl>
    <w:lvl w:ilvl="3" w:tplc="E40AF768" w:tentative="1">
      <w:start w:val="1"/>
      <w:numFmt w:val="bullet"/>
      <w:lvlText w:val="•"/>
      <w:lvlJc w:val="left"/>
      <w:pPr>
        <w:tabs>
          <w:tab w:val="num" w:pos="2880"/>
        </w:tabs>
        <w:ind w:left="2880" w:hanging="360"/>
      </w:pPr>
      <w:rPr>
        <w:rFonts w:ascii="Arial" w:hAnsi="Arial" w:hint="default"/>
      </w:rPr>
    </w:lvl>
    <w:lvl w:ilvl="4" w:tplc="0EB23E9C" w:tentative="1">
      <w:start w:val="1"/>
      <w:numFmt w:val="bullet"/>
      <w:lvlText w:val="•"/>
      <w:lvlJc w:val="left"/>
      <w:pPr>
        <w:tabs>
          <w:tab w:val="num" w:pos="3600"/>
        </w:tabs>
        <w:ind w:left="3600" w:hanging="360"/>
      </w:pPr>
      <w:rPr>
        <w:rFonts w:ascii="Arial" w:hAnsi="Arial" w:hint="default"/>
      </w:rPr>
    </w:lvl>
    <w:lvl w:ilvl="5" w:tplc="36CE098E" w:tentative="1">
      <w:start w:val="1"/>
      <w:numFmt w:val="bullet"/>
      <w:lvlText w:val="•"/>
      <w:lvlJc w:val="left"/>
      <w:pPr>
        <w:tabs>
          <w:tab w:val="num" w:pos="4320"/>
        </w:tabs>
        <w:ind w:left="4320" w:hanging="360"/>
      </w:pPr>
      <w:rPr>
        <w:rFonts w:ascii="Arial" w:hAnsi="Arial" w:hint="default"/>
      </w:rPr>
    </w:lvl>
    <w:lvl w:ilvl="6" w:tplc="FDFA02C8" w:tentative="1">
      <w:start w:val="1"/>
      <w:numFmt w:val="bullet"/>
      <w:lvlText w:val="•"/>
      <w:lvlJc w:val="left"/>
      <w:pPr>
        <w:tabs>
          <w:tab w:val="num" w:pos="5040"/>
        </w:tabs>
        <w:ind w:left="5040" w:hanging="360"/>
      </w:pPr>
      <w:rPr>
        <w:rFonts w:ascii="Arial" w:hAnsi="Arial" w:hint="default"/>
      </w:rPr>
    </w:lvl>
    <w:lvl w:ilvl="7" w:tplc="0C161B70" w:tentative="1">
      <w:start w:val="1"/>
      <w:numFmt w:val="bullet"/>
      <w:lvlText w:val="•"/>
      <w:lvlJc w:val="left"/>
      <w:pPr>
        <w:tabs>
          <w:tab w:val="num" w:pos="5760"/>
        </w:tabs>
        <w:ind w:left="5760" w:hanging="360"/>
      </w:pPr>
      <w:rPr>
        <w:rFonts w:ascii="Arial" w:hAnsi="Arial" w:hint="default"/>
      </w:rPr>
    </w:lvl>
    <w:lvl w:ilvl="8" w:tplc="09C8BA2C" w:tentative="1">
      <w:start w:val="1"/>
      <w:numFmt w:val="bullet"/>
      <w:lvlText w:val="•"/>
      <w:lvlJc w:val="left"/>
      <w:pPr>
        <w:tabs>
          <w:tab w:val="num" w:pos="6480"/>
        </w:tabs>
        <w:ind w:left="6480" w:hanging="360"/>
      </w:pPr>
      <w:rPr>
        <w:rFonts w:ascii="Arial" w:hAnsi="Arial" w:hint="default"/>
      </w:rPr>
    </w:lvl>
  </w:abstractNum>
  <w:abstractNum w:abstractNumId="78" w15:restartNumberingAfterBreak="0">
    <w:nsid w:val="7A8059B9"/>
    <w:multiLevelType w:val="hybridMultilevel"/>
    <w:tmpl w:val="A574DA3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7D945FE8"/>
    <w:multiLevelType w:val="hybridMultilevel"/>
    <w:tmpl w:val="123ABBF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E600E2B"/>
    <w:multiLevelType w:val="hybridMultilevel"/>
    <w:tmpl w:val="6B88DF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23835762">
    <w:abstractNumId w:val="60"/>
  </w:num>
  <w:num w:numId="2" w16cid:durableId="369764193">
    <w:abstractNumId w:val="69"/>
  </w:num>
  <w:num w:numId="3" w16cid:durableId="411240968">
    <w:abstractNumId w:val="2"/>
  </w:num>
  <w:num w:numId="4" w16cid:durableId="1734962692">
    <w:abstractNumId w:val="23"/>
  </w:num>
  <w:num w:numId="5" w16cid:durableId="1974747125">
    <w:abstractNumId w:val="53"/>
  </w:num>
  <w:num w:numId="6" w16cid:durableId="206994901">
    <w:abstractNumId w:val="70"/>
  </w:num>
  <w:num w:numId="7" w16cid:durableId="1905094760">
    <w:abstractNumId w:val="38"/>
  </w:num>
  <w:num w:numId="8" w16cid:durableId="1992322961">
    <w:abstractNumId w:val="31"/>
  </w:num>
  <w:num w:numId="9" w16cid:durableId="2033190170">
    <w:abstractNumId w:val="26"/>
  </w:num>
  <w:num w:numId="10" w16cid:durableId="930554143">
    <w:abstractNumId w:val="7"/>
  </w:num>
  <w:num w:numId="11" w16cid:durableId="1022559585">
    <w:abstractNumId w:val="40"/>
  </w:num>
  <w:num w:numId="12" w16cid:durableId="1182432888">
    <w:abstractNumId w:val="44"/>
  </w:num>
  <w:num w:numId="13" w16cid:durableId="1650668796">
    <w:abstractNumId w:val="24"/>
  </w:num>
  <w:num w:numId="14" w16cid:durableId="1866022897">
    <w:abstractNumId w:val="3"/>
  </w:num>
  <w:num w:numId="15" w16cid:durableId="970280399">
    <w:abstractNumId w:val="56"/>
  </w:num>
  <w:num w:numId="16" w16cid:durableId="562133700">
    <w:abstractNumId w:val="79"/>
  </w:num>
  <w:num w:numId="17" w16cid:durableId="1280183257">
    <w:abstractNumId w:val="68"/>
  </w:num>
  <w:num w:numId="18" w16cid:durableId="1333489112">
    <w:abstractNumId w:val="29"/>
  </w:num>
  <w:num w:numId="19" w16cid:durableId="917860241">
    <w:abstractNumId w:val="35"/>
  </w:num>
  <w:num w:numId="20" w16cid:durableId="1680113522">
    <w:abstractNumId w:val="78"/>
  </w:num>
  <w:num w:numId="21" w16cid:durableId="1872960337">
    <w:abstractNumId w:val="25"/>
  </w:num>
  <w:num w:numId="22" w16cid:durableId="1036809326">
    <w:abstractNumId w:val="61"/>
  </w:num>
  <w:num w:numId="23" w16cid:durableId="150022595">
    <w:abstractNumId w:val="58"/>
  </w:num>
  <w:num w:numId="24" w16cid:durableId="334918544">
    <w:abstractNumId w:val="18"/>
  </w:num>
  <w:num w:numId="25" w16cid:durableId="1022122140">
    <w:abstractNumId w:val="10"/>
  </w:num>
  <w:num w:numId="26" w16cid:durableId="240527150">
    <w:abstractNumId w:val="46"/>
  </w:num>
  <w:num w:numId="27" w16cid:durableId="550263416">
    <w:abstractNumId w:val="5"/>
  </w:num>
  <w:num w:numId="28" w16cid:durableId="1882785372">
    <w:abstractNumId w:val="77"/>
  </w:num>
  <w:num w:numId="29" w16cid:durableId="985473578">
    <w:abstractNumId w:val="28"/>
  </w:num>
  <w:num w:numId="30" w16cid:durableId="1946569815">
    <w:abstractNumId w:val="67"/>
  </w:num>
  <w:num w:numId="31" w16cid:durableId="2109689190">
    <w:abstractNumId w:val="62"/>
  </w:num>
  <w:num w:numId="32" w16cid:durableId="1478572690">
    <w:abstractNumId w:val="15"/>
  </w:num>
  <w:num w:numId="33" w16cid:durableId="466550878">
    <w:abstractNumId w:val="42"/>
  </w:num>
  <w:num w:numId="34" w16cid:durableId="1737506052">
    <w:abstractNumId w:val="71"/>
  </w:num>
  <w:num w:numId="35" w16cid:durableId="457338484">
    <w:abstractNumId w:val="6"/>
  </w:num>
  <w:num w:numId="36" w16cid:durableId="629170363">
    <w:abstractNumId w:val="59"/>
  </w:num>
  <w:num w:numId="37" w16cid:durableId="238059332">
    <w:abstractNumId w:val="21"/>
  </w:num>
  <w:num w:numId="38" w16cid:durableId="1634172647">
    <w:abstractNumId w:val="13"/>
  </w:num>
  <w:num w:numId="39" w16cid:durableId="514999915">
    <w:abstractNumId w:val="63"/>
  </w:num>
  <w:num w:numId="40" w16cid:durableId="384990977">
    <w:abstractNumId w:val="51"/>
  </w:num>
  <w:num w:numId="41" w16cid:durableId="607008298">
    <w:abstractNumId w:val="20"/>
  </w:num>
  <w:num w:numId="42" w16cid:durableId="975448060">
    <w:abstractNumId w:val="11"/>
  </w:num>
  <w:num w:numId="43" w16cid:durableId="2012757682">
    <w:abstractNumId w:val="80"/>
  </w:num>
  <w:num w:numId="44" w16cid:durableId="835338353">
    <w:abstractNumId w:val="76"/>
  </w:num>
  <w:num w:numId="45" w16cid:durableId="18821548">
    <w:abstractNumId w:val="43"/>
  </w:num>
  <w:num w:numId="46" w16cid:durableId="2066636599">
    <w:abstractNumId w:val="16"/>
  </w:num>
  <w:num w:numId="47" w16cid:durableId="1080256770">
    <w:abstractNumId w:val="37"/>
  </w:num>
  <w:num w:numId="48" w16cid:durableId="1960185960">
    <w:abstractNumId w:val="72"/>
  </w:num>
  <w:num w:numId="49" w16cid:durableId="1720663368">
    <w:abstractNumId w:val="45"/>
  </w:num>
  <w:num w:numId="50" w16cid:durableId="488131453">
    <w:abstractNumId w:val="1"/>
  </w:num>
  <w:num w:numId="51" w16cid:durableId="1920753518">
    <w:abstractNumId w:val="32"/>
  </w:num>
  <w:num w:numId="52" w16cid:durableId="1650745249">
    <w:abstractNumId w:val="73"/>
  </w:num>
  <w:num w:numId="53" w16cid:durableId="1515584">
    <w:abstractNumId w:val="30"/>
  </w:num>
  <w:num w:numId="54" w16cid:durableId="586764329">
    <w:abstractNumId w:val="19"/>
  </w:num>
  <w:num w:numId="55" w16cid:durableId="1312325373">
    <w:abstractNumId w:val="65"/>
  </w:num>
  <w:num w:numId="56" w16cid:durableId="592784429">
    <w:abstractNumId w:val="14"/>
  </w:num>
  <w:num w:numId="57" w16cid:durableId="586573579">
    <w:abstractNumId w:val="39"/>
  </w:num>
  <w:num w:numId="58" w16cid:durableId="1859268512">
    <w:abstractNumId w:val="33"/>
  </w:num>
  <w:num w:numId="59" w16cid:durableId="991835689">
    <w:abstractNumId w:val="75"/>
  </w:num>
  <w:num w:numId="60" w16cid:durableId="572348375">
    <w:abstractNumId w:val="4"/>
  </w:num>
  <w:num w:numId="61" w16cid:durableId="258178153">
    <w:abstractNumId w:val="0"/>
    <w:lvlOverride w:ilvl="0">
      <w:lvl w:ilvl="0">
        <w:numFmt w:val="bullet"/>
        <w:lvlText w:val="•"/>
        <w:legacy w:legacy="1" w:legacySpace="0" w:legacyIndent="0"/>
        <w:lvlJc w:val="left"/>
        <w:rPr>
          <w:rFonts w:ascii="ATT Aleck Sans" w:hAnsi="ATT Aleck Sans" w:cs="ATT Aleck Sans" w:hint="default"/>
          <w:sz w:val="36"/>
        </w:rPr>
      </w:lvl>
    </w:lvlOverride>
  </w:num>
  <w:num w:numId="62" w16cid:durableId="758138725">
    <w:abstractNumId w:val="22"/>
  </w:num>
  <w:num w:numId="63" w16cid:durableId="49885324">
    <w:abstractNumId w:val="47"/>
  </w:num>
  <w:num w:numId="64" w16cid:durableId="1935429785">
    <w:abstractNumId w:val="27"/>
  </w:num>
  <w:num w:numId="65" w16cid:durableId="2011786477">
    <w:abstractNumId w:val="17"/>
  </w:num>
  <w:num w:numId="66" w16cid:durableId="1534150166">
    <w:abstractNumId w:val="8"/>
  </w:num>
  <w:num w:numId="67" w16cid:durableId="869879140">
    <w:abstractNumId w:val="36"/>
  </w:num>
  <w:num w:numId="68" w16cid:durableId="1458840861">
    <w:abstractNumId w:val="48"/>
  </w:num>
  <w:num w:numId="69" w16cid:durableId="7753664">
    <w:abstractNumId w:val="55"/>
  </w:num>
  <w:num w:numId="70" w16cid:durableId="809128170">
    <w:abstractNumId w:val="64"/>
  </w:num>
  <w:num w:numId="71" w16cid:durableId="932395470">
    <w:abstractNumId w:val="57"/>
  </w:num>
  <w:num w:numId="72" w16cid:durableId="1199781593">
    <w:abstractNumId w:val="12"/>
  </w:num>
  <w:num w:numId="73" w16cid:durableId="1516112084">
    <w:abstractNumId w:val="54"/>
  </w:num>
  <w:num w:numId="74" w16cid:durableId="1647080984">
    <w:abstractNumId w:val="41"/>
  </w:num>
  <w:num w:numId="75" w16cid:durableId="1334139349">
    <w:abstractNumId w:val="9"/>
  </w:num>
  <w:num w:numId="76" w16cid:durableId="566108349">
    <w:abstractNumId w:val="66"/>
  </w:num>
  <w:num w:numId="77" w16cid:durableId="1904484560">
    <w:abstractNumId w:val="74"/>
  </w:num>
  <w:num w:numId="78" w16cid:durableId="225923876">
    <w:abstractNumId w:val="50"/>
  </w:num>
  <w:num w:numId="79" w16cid:durableId="261882190">
    <w:abstractNumId w:val="52"/>
  </w:num>
  <w:num w:numId="80" w16cid:durableId="1692950507">
    <w:abstractNumId w:val="49"/>
  </w:num>
  <w:num w:numId="81" w16cid:durableId="95950014">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7B8"/>
    <w:rsid w:val="00006EA1"/>
    <w:rsid w:val="00016096"/>
    <w:rsid w:val="0001753A"/>
    <w:rsid w:val="00020390"/>
    <w:rsid w:val="0002408A"/>
    <w:rsid w:val="00026DFD"/>
    <w:rsid w:val="00030CDD"/>
    <w:rsid w:val="00031EDA"/>
    <w:rsid w:val="000320D1"/>
    <w:rsid w:val="000335CE"/>
    <w:rsid w:val="00034DB7"/>
    <w:rsid w:val="00035C08"/>
    <w:rsid w:val="0004281C"/>
    <w:rsid w:val="000477F6"/>
    <w:rsid w:val="00050D2E"/>
    <w:rsid w:val="00051DD2"/>
    <w:rsid w:val="00054B80"/>
    <w:rsid w:val="000552F3"/>
    <w:rsid w:val="00057C5D"/>
    <w:rsid w:val="00060618"/>
    <w:rsid w:val="00061ECF"/>
    <w:rsid w:val="00063255"/>
    <w:rsid w:val="00063822"/>
    <w:rsid w:val="0007017B"/>
    <w:rsid w:val="000708D3"/>
    <w:rsid w:val="00070B6C"/>
    <w:rsid w:val="00074079"/>
    <w:rsid w:val="00077418"/>
    <w:rsid w:val="00077655"/>
    <w:rsid w:val="00081913"/>
    <w:rsid w:val="0008362A"/>
    <w:rsid w:val="000846F1"/>
    <w:rsid w:val="000853BF"/>
    <w:rsid w:val="00094130"/>
    <w:rsid w:val="0009605C"/>
    <w:rsid w:val="000A4D66"/>
    <w:rsid w:val="000A6A11"/>
    <w:rsid w:val="000B2027"/>
    <w:rsid w:val="000B423F"/>
    <w:rsid w:val="000B75EA"/>
    <w:rsid w:val="000B7890"/>
    <w:rsid w:val="000B7AE0"/>
    <w:rsid w:val="000C26D2"/>
    <w:rsid w:val="000C5286"/>
    <w:rsid w:val="000C65E0"/>
    <w:rsid w:val="000C7686"/>
    <w:rsid w:val="000D00EC"/>
    <w:rsid w:val="000D1239"/>
    <w:rsid w:val="000D22C0"/>
    <w:rsid w:val="000D3F63"/>
    <w:rsid w:val="000D4E59"/>
    <w:rsid w:val="000D7716"/>
    <w:rsid w:val="000D7AC2"/>
    <w:rsid w:val="000E1667"/>
    <w:rsid w:val="000E3890"/>
    <w:rsid w:val="000E4D57"/>
    <w:rsid w:val="000F1C02"/>
    <w:rsid w:val="000F1FA1"/>
    <w:rsid w:val="000F32BF"/>
    <w:rsid w:val="000F40EE"/>
    <w:rsid w:val="000F65BD"/>
    <w:rsid w:val="000F666E"/>
    <w:rsid w:val="00100839"/>
    <w:rsid w:val="00100FE8"/>
    <w:rsid w:val="00104F45"/>
    <w:rsid w:val="00105E78"/>
    <w:rsid w:val="001109AC"/>
    <w:rsid w:val="00111DF2"/>
    <w:rsid w:val="001128F8"/>
    <w:rsid w:val="00114BC6"/>
    <w:rsid w:val="0011D8E5"/>
    <w:rsid w:val="00122991"/>
    <w:rsid w:val="0012677A"/>
    <w:rsid w:val="00131862"/>
    <w:rsid w:val="00132642"/>
    <w:rsid w:val="00136772"/>
    <w:rsid w:val="00136ED3"/>
    <w:rsid w:val="00137E41"/>
    <w:rsid w:val="00140492"/>
    <w:rsid w:val="00140971"/>
    <w:rsid w:val="00140AD4"/>
    <w:rsid w:val="00142933"/>
    <w:rsid w:val="0014487F"/>
    <w:rsid w:val="00145C35"/>
    <w:rsid w:val="00150646"/>
    <w:rsid w:val="00150C0F"/>
    <w:rsid w:val="00151245"/>
    <w:rsid w:val="00151F9E"/>
    <w:rsid w:val="00160C51"/>
    <w:rsid w:val="00163FAE"/>
    <w:rsid w:val="00167676"/>
    <w:rsid w:val="001708FC"/>
    <w:rsid w:val="001727F1"/>
    <w:rsid w:val="00172CCD"/>
    <w:rsid w:val="00174968"/>
    <w:rsid w:val="00174DA0"/>
    <w:rsid w:val="001819E4"/>
    <w:rsid w:val="001821A9"/>
    <w:rsid w:val="00182D89"/>
    <w:rsid w:val="0018479C"/>
    <w:rsid w:val="00197BEF"/>
    <w:rsid w:val="001A0981"/>
    <w:rsid w:val="001A0D71"/>
    <w:rsid w:val="001A145D"/>
    <w:rsid w:val="001A16B8"/>
    <w:rsid w:val="001A23D0"/>
    <w:rsid w:val="001A28C8"/>
    <w:rsid w:val="001A518D"/>
    <w:rsid w:val="001A63BE"/>
    <w:rsid w:val="001B1566"/>
    <w:rsid w:val="001B2845"/>
    <w:rsid w:val="001B6398"/>
    <w:rsid w:val="001C078F"/>
    <w:rsid w:val="001C251B"/>
    <w:rsid w:val="001C2545"/>
    <w:rsid w:val="001C26C2"/>
    <w:rsid w:val="001C359D"/>
    <w:rsid w:val="001C399F"/>
    <w:rsid w:val="001C5AAA"/>
    <w:rsid w:val="001C7615"/>
    <w:rsid w:val="001C7BB7"/>
    <w:rsid w:val="001D156B"/>
    <w:rsid w:val="001D1D73"/>
    <w:rsid w:val="001D2A00"/>
    <w:rsid w:val="001D5B85"/>
    <w:rsid w:val="001F5C42"/>
    <w:rsid w:val="001F63F7"/>
    <w:rsid w:val="00203DC4"/>
    <w:rsid w:val="00206C9B"/>
    <w:rsid w:val="0021225D"/>
    <w:rsid w:val="00212668"/>
    <w:rsid w:val="00215175"/>
    <w:rsid w:val="002178FA"/>
    <w:rsid w:val="00217D82"/>
    <w:rsid w:val="00217D91"/>
    <w:rsid w:val="002236AE"/>
    <w:rsid w:val="00223A1B"/>
    <w:rsid w:val="00224DB1"/>
    <w:rsid w:val="002252AF"/>
    <w:rsid w:val="002255E0"/>
    <w:rsid w:val="00226EA8"/>
    <w:rsid w:val="00233B89"/>
    <w:rsid w:val="00235ABD"/>
    <w:rsid w:val="00240825"/>
    <w:rsid w:val="00240B77"/>
    <w:rsid w:val="00243AB0"/>
    <w:rsid w:val="002453CC"/>
    <w:rsid w:val="00246B1D"/>
    <w:rsid w:val="00247417"/>
    <w:rsid w:val="00252A2E"/>
    <w:rsid w:val="00253E5D"/>
    <w:rsid w:val="002548CB"/>
    <w:rsid w:val="002548CC"/>
    <w:rsid w:val="002555BF"/>
    <w:rsid w:val="002564C4"/>
    <w:rsid w:val="00260885"/>
    <w:rsid w:val="00260C68"/>
    <w:rsid w:val="00261E20"/>
    <w:rsid w:val="00265600"/>
    <w:rsid w:val="00266675"/>
    <w:rsid w:val="002735DA"/>
    <w:rsid w:val="002754B7"/>
    <w:rsid w:val="00281FFC"/>
    <w:rsid w:val="002852CD"/>
    <w:rsid w:val="00287385"/>
    <w:rsid w:val="00287EC1"/>
    <w:rsid w:val="0029228F"/>
    <w:rsid w:val="00292DA0"/>
    <w:rsid w:val="002A1116"/>
    <w:rsid w:val="002A333D"/>
    <w:rsid w:val="002A49EA"/>
    <w:rsid w:val="002A5E1A"/>
    <w:rsid w:val="002B0AF0"/>
    <w:rsid w:val="002B0BE9"/>
    <w:rsid w:val="002B5864"/>
    <w:rsid w:val="002C3652"/>
    <w:rsid w:val="002C46DA"/>
    <w:rsid w:val="002C46FE"/>
    <w:rsid w:val="002C666D"/>
    <w:rsid w:val="002C70CD"/>
    <w:rsid w:val="002C71D8"/>
    <w:rsid w:val="002D0D5E"/>
    <w:rsid w:val="002D45E6"/>
    <w:rsid w:val="002D5583"/>
    <w:rsid w:val="002E10C4"/>
    <w:rsid w:val="002E13F3"/>
    <w:rsid w:val="002E3D59"/>
    <w:rsid w:val="002F166F"/>
    <w:rsid w:val="002F1814"/>
    <w:rsid w:val="002F3105"/>
    <w:rsid w:val="002F688D"/>
    <w:rsid w:val="00303467"/>
    <w:rsid w:val="00305416"/>
    <w:rsid w:val="00306AAD"/>
    <w:rsid w:val="00307188"/>
    <w:rsid w:val="003075CF"/>
    <w:rsid w:val="00313E2F"/>
    <w:rsid w:val="0031401F"/>
    <w:rsid w:val="00314033"/>
    <w:rsid w:val="00317145"/>
    <w:rsid w:val="00317F87"/>
    <w:rsid w:val="003200C0"/>
    <w:rsid w:val="0032306B"/>
    <w:rsid w:val="003234A2"/>
    <w:rsid w:val="00324062"/>
    <w:rsid w:val="00332F41"/>
    <w:rsid w:val="00337CD5"/>
    <w:rsid w:val="00341D80"/>
    <w:rsid w:val="003440E8"/>
    <w:rsid w:val="00344E05"/>
    <w:rsid w:val="003502CF"/>
    <w:rsid w:val="003526CF"/>
    <w:rsid w:val="0035354E"/>
    <w:rsid w:val="00355100"/>
    <w:rsid w:val="0035653B"/>
    <w:rsid w:val="00357437"/>
    <w:rsid w:val="00360A4D"/>
    <w:rsid w:val="00361ABE"/>
    <w:rsid w:val="003629CB"/>
    <w:rsid w:val="00366FE7"/>
    <w:rsid w:val="0037308C"/>
    <w:rsid w:val="003732AB"/>
    <w:rsid w:val="003740CF"/>
    <w:rsid w:val="003751F0"/>
    <w:rsid w:val="00375AA0"/>
    <w:rsid w:val="00377182"/>
    <w:rsid w:val="00384314"/>
    <w:rsid w:val="003913B7"/>
    <w:rsid w:val="003A1C0F"/>
    <w:rsid w:val="003A6233"/>
    <w:rsid w:val="003B4A5D"/>
    <w:rsid w:val="003B613D"/>
    <w:rsid w:val="003C04F5"/>
    <w:rsid w:val="003C5718"/>
    <w:rsid w:val="003C59D4"/>
    <w:rsid w:val="003C717D"/>
    <w:rsid w:val="003D0ACA"/>
    <w:rsid w:val="003D1BFB"/>
    <w:rsid w:val="003D34FF"/>
    <w:rsid w:val="003D4C25"/>
    <w:rsid w:val="003E05BB"/>
    <w:rsid w:val="003F4C85"/>
    <w:rsid w:val="003F56E6"/>
    <w:rsid w:val="003F65F2"/>
    <w:rsid w:val="00403098"/>
    <w:rsid w:val="004037CC"/>
    <w:rsid w:val="00404570"/>
    <w:rsid w:val="0041103B"/>
    <w:rsid w:val="00414177"/>
    <w:rsid w:val="00417637"/>
    <w:rsid w:val="00422426"/>
    <w:rsid w:val="00422A80"/>
    <w:rsid w:val="00424A53"/>
    <w:rsid w:val="00424DA4"/>
    <w:rsid w:val="00430596"/>
    <w:rsid w:val="00430AB1"/>
    <w:rsid w:val="004312FA"/>
    <w:rsid w:val="004329EE"/>
    <w:rsid w:val="00433A6C"/>
    <w:rsid w:val="00434A1B"/>
    <w:rsid w:val="00440C44"/>
    <w:rsid w:val="00441217"/>
    <w:rsid w:val="00442BFD"/>
    <w:rsid w:val="00447900"/>
    <w:rsid w:val="004621CB"/>
    <w:rsid w:val="0046331B"/>
    <w:rsid w:val="0046457D"/>
    <w:rsid w:val="00465257"/>
    <w:rsid w:val="00467401"/>
    <w:rsid w:val="00467BB2"/>
    <w:rsid w:val="00467E05"/>
    <w:rsid w:val="0047088F"/>
    <w:rsid w:val="00470D4C"/>
    <w:rsid w:val="004725D1"/>
    <w:rsid w:val="00474679"/>
    <w:rsid w:val="004848EF"/>
    <w:rsid w:val="004904E0"/>
    <w:rsid w:val="004A1BE9"/>
    <w:rsid w:val="004A2972"/>
    <w:rsid w:val="004A78EC"/>
    <w:rsid w:val="004B6DE3"/>
    <w:rsid w:val="004B7A9E"/>
    <w:rsid w:val="004C5F6B"/>
    <w:rsid w:val="004C67DB"/>
    <w:rsid w:val="004C76FE"/>
    <w:rsid w:val="004D4593"/>
    <w:rsid w:val="004E04B3"/>
    <w:rsid w:val="004E3595"/>
    <w:rsid w:val="004E3ADB"/>
    <w:rsid w:val="004E3B06"/>
    <w:rsid w:val="004F3EFB"/>
    <w:rsid w:val="004F562F"/>
    <w:rsid w:val="004F5F9C"/>
    <w:rsid w:val="004F6A5F"/>
    <w:rsid w:val="00501E13"/>
    <w:rsid w:val="005025AA"/>
    <w:rsid w:val="005046B8"/>
    <w:rsid w:val="005201B8"/>
    <w:rsid w:val="0052371E"/>
    <w:rsid w:val="00523B67"/>
    <w:rsid w:val="0052684E"/>
    <w:rsid w:val="00532ED2"/>
    <w:rsid w:val="00535534"/>
    <w:rsid w:val="0054244A"/>
    <w:rsid w:val="005432DF"/>
    <w:rsid w:val="00552C5B"/>
    <w:rsid w:val="005638D1"/>
    <w:rsid w:val="00563CB1"/>
    <w:rsid w:val="00564DAE"/>
    <w:rsid w:val="00564E81"/>
    <w:rsid w:val="005655DF"/>
    <w:rsid w:val="00567BCE"/>
    <w:rsid w:val="005704B0"/>
    <w:rsid w:val="00582836"/>
    <w:rsid w:val="00584EAF"/>
    <w:rsid w:val="00585065"/>
    <w:rsid w:val="00591057"/>
    <w:rsid w:val="0059637C"/>
    <w:rsid w:val="005A2212"/>
    <w:rsid w:val="005A7DA0"/>
    <w:rsid w:val="005B11B1"/>
    <w:rsid w:val="005B6C78"/>
    <w:rsid w:val="005B6D39"/>
    <w:rsid w:val="005B7D30"/>
    <w:rsid w:val="005C17A7"/>
    <w:rsid w:val="005C23C4"/>
    <w:rsid w:val="005C743C"/>
    <w:rsid w:val="005D2AD2"/>
    <w:rsid w:val="005E1B4A"/>
    <w:rsid w:val="005E1FEF"/>
    <w:rsid w:val="005E3BDE"/>
    <w:rsid w:val="005E56B4"/>
    <w:rsid w:val="005E5B1E"/>
    <w:rsid w:val="005E69AB"/>
    <w:rsid w:val="005E721F"/>
    <w:rsid w:val="005F1123"/>
    <w:rsid w:val="005F449D"/>
    <w:rsid w:val="005F598B"/>
    <w:rsid w:val="006035DA"/>
    <w:rsid w:val="00603E77"/>
    <w:rsid w:val="00606131"/>
    <w:rsid w:val="00606D92"/>
    <w:rsid w:val="00611F02"/>
    <w:rsid w:val="00612486"/>
    <w:rsid w:val="006218CF"/>
    <w:rsid w:val="0062345B"/>
    <w:rsid w:val="006244BF"/>
    <w:rsid w:val="00634267"/>
    <w:rsid w:val="00636A25"/>
    <w:rsid w:val="006378A0"/>
    <w:rsid w:val="00637EDA"/>
    <w:rsid w:val="006405D3"/>
    <w:rsid w:val="00640F23"/>
    <w:rsid w:val="00640F7D"/>
    <w:rsid w:val="006453B1"/>
    <w:rsid w:val="006511A2"/>
    <w:rsid w:val="006527E9"/>
    <w:rsid w:val="006564DA"/>
    <w:rsid w:val="0066061A"/>
    <w:rsid w:val="006616C7"/>
    <w:rsid w:val="006653E3"/>
    <w:rsid w:val="00670A34"/>
    <w:rsid w:val="00670EF9"/>
    <w:rsid w:val="00671A29"/>
    <w:rsid w:val="00674944"/>
    <w:rsid w:val="006758AE"/>
    <w:rsid w:val="006764F9"/>
    <w:rsid w:val="006808A1"/>
    <w:rsid w:val="00682AC6"/>
    <w:rsid w:val="00684BA1"/>
    <w:rsid w:val="00685171"/>
    <w:rsid w:val="00685803"/>
    <w:rsid w:val="00685FEC"/>
    <w:rsid w:val="0069234D"/>
    <w:rsid w:val="00693D6C"/>
    <w:rsid w:val="0069510E"/>
    <w:rsid w:val="006A0D92"/>
    <w:rsid w:val="006A370F"/>
    <w:rsid w:val="006A3B72"/>
    <w:rsid w:val="006A5D08"/>
    <w:rsid w:val="006A6D92"/>
    <w:rsid w:val="006B0770"/>
    <w:rsid w:val="006B0BF6"/>
    <w:rsid w:val="006B1733"/>
    <w:rsid w:val="006B3C53"/>
    <w:rsid w:val="006B7AAE"/>
    <w:rsid w:val="006C4920"/>
    <w:rsid w:val="006D5518"/>
    <w:rsid w:val="006D62B1"/>
    <w:rsid w:val="006D7323"/>
    <w:rsid w:val="006E0F83"/>
    <w:rsid w:val="006E121E"/>
    <w:rsid w:val="006E25BC"/>
    <w:rsid w:val="006E4C63"/>
    <w:rsid w:val="006E5AB9"/>
    <w:rsid w:val="006E6DCC"/>
    <w:rsid w:val="006F0690"/>
    <w:rsid w:val="006F0C0C"/>
    <w:rsid w:val="006F5A61"/>
    <w:rsid w:val="00700EC8"/>
    <w:rsid w:val="00701DF4"/>
    <w:rsid w:val="007025D9"/>
    <w:rsid w:val="00702B7D"/>
    <w:rsid w:val="00706FAD"/>
    <w:rsid w:val="00710DB2"/>
    <w:rsid w:val="0071164F"/>
    <w:rsid w:val="00711DA4"/>
    <w:rsid w:val="0071509F"/>
    <w:rsid w:val="0072055C"/>
    <w:rsid w:val="00721376"/>
    <w:rsid w:val="00721CA0"/>
    <w:rsid w:val="007351F8"/>
    <w:rsid w:val="007464F9"/>
    <w:rsid w:val="0074682D"/>
    <w:rsid w:val="00750DFB"/>
    <w:rsid w:val="0076199B"/>
    <w:rsid w:val="00775552"/>
    <w:rsid w:val="007773E6"/>
    <w:rsid w:val="00780491"/>
    <w:rsid w:val="00781349"/>
    <w:rsid w:val="007914B3"/>
    <w:rsid w:val="00791F8E"/>
    <w:rsid w:val="007920C1"/>
    <w:rsid w:val="00793C9F"/>
    <w:rsid w:val="007948FA"/>
    <w:rsid w:val="007A0845"/>
    <w:rsid w:val="007A162C"/>
    <w:rsid w:val="007A1920"/>
    <w:rsid w:val="007A1D3C"/>
    <w:rsid w:val="007A5138"/>
    <w:rsid w:val="007A6D7A"/>
    <w:rsid w:val="007B11A7"/>
    <w:rsid w:val="007B3DE1"/>
    <w:rsid w:val="007B5FC2"/>
    <w:rsid w:val="007B6063"/>
    <w:rsid w:val="007B66BB"/>
    <w:rsid w:val="007C0E6B"/>
    <w:rsid w:val="007C6908"/>
    <w:rsid w:val="007D011C"/>
    <w:rsid w:val="007D2011"/>
    <w:rsid w:val="007D2B54"/>
    <w:rsid w:val="007D3143"/>
    <w:rsid w:val="007D60AC"/>
    <w:rsid w:val="007E28B6"/>
    <w:rsid w:val="007E3E8E"/>
    <w:rsid w:val="007E6A6F"/>
    <w:rsid w:val="007E7CF5"/>
    <w:rsid w:val="007F2470"/>
    <w:rsid w:val="007F49C3"/>
    <w:rsid w:val="007F6149"/>
    <w:rsid w:val="007F61B9"/>
    <w:rsid w:val="00806A5B"/>
    <w:rsid w:val="00806B40"/>
    <w:rsid w:val="008070F4"/>
    <w:rsid w:val="00812868"/>
    <w:rsid w:val="00820271"/>
    <w:rsid w:val="00822B3E"/>
    <w:rsid w:val="0082415B"/>
    <w:rsid w:val="00831B0B"/>
    <w:rsid w:val="00832062"/>
    <w:rsid w:val="00837E39"/>
    <w:rsid w:val="00845894"/>
    <w:rsid w:val="00845E2C"/>
    <w:rsid w:val="00854D6B"/>
    <w:rsid w:val="00854D89"/>
    <w:rsid w:val="00856856"/>
    <w:rsid w:val="00856F0E"/>
    <w:rsid w:val="00860B7A"/>
    <w:rsid w:val="0086264C"/>
    <w:rsid w:val="008675BF"/>
    <w:rsid w:val="00871096"/>
    <w:rsid w:val="0089386D"/>
    <w:rsid w:val="00894949"/>
    <w:rsid w:val="00894B55"/>
    <w:rsid w:val="008979BD"/>
    <w:rsid w:val="00897D48"/>
    <w:rsid w:val="008A233A"/>
    <w:rsid w:val="008A3DD6"/>
    <w:rsid w:val="008A52E3"/>
    <w:rsid w:val="008A5782"/>
    <w:rsid w:val="008A599C"/>
    <w:rsid w:val="008B1749"/>
    <w:rsid w:val="008B52F9"/>
    <w:rsid w:val="008B587E"/>
    <w:rsid w:val="008C05FE"/>
    <w:rsid w:val="008C3068"/>
    <w:rsid w:val="008C3810"/>
    <w:rsid w:val="008C6F22"/>
    <w:rsid w:val="008C70C0"/>
    <w:rsid w:val="008D46C1"/>
    <w:rsid w:val="008D7CCE"/>
    <w:rsid w:val="008E2789"/>
    <w:rsid w:val="008E2E13"/>
    <w:rsid w:val="008E42E1"/>
    <w:rsid w:val="008F161E"/>
    <w:rsid w:val="008F3363"/>
    <w:rsid w:val="008F7F25"/>
    <w:rsid w:val="00904B0C"/>
    <w:rsid w:val="00907DCE"/>
    <w:rsid w:val="00910C11"/>
    <w:rsid w:val="009118E0"/>
    <w:rsid w:val="009139EA"/>
    <w:rsid w:val="0091429C"/>
    <w:rsid w:val="00920032"/>
    <w:rsid w:val="00923378"/>
    <w:rsid w:val="00924472"/>
    <w:rsid w:val="009269E9"/>
    <w:rsid w:val="009270E8"/>
    <w:rsid w:val="00933B03"/>
    <w:rsid w:val="0094249F"/>
    <w:rsid w:val="009442D9"/>
    <w:rsid w:val="00944C82"/>
    <w:rsid w:val="00946EBC"/>
    <w:rsid w:val="00952105"/>
    <w:rsid w:val="00954CBA"/>
    <w:rsid w:val="00954CE1"/>
    <w:rsid w:val="0095724D"/>
    <w:rsid w:val="00957ED1"/>
    <w:rsid w:val="00962A7F"/>
    <w:rsid w:val="00963BB9"/>
    <w:rsid w:val="0096459E"/>
    <w:rsid w:val="00964B9B"/>
    <w:rsid w:val="00967327"/>
    <w:rsid w:val="00967C31"/>
    <w:rsid w:val="00970AD4"/>
    <w:rsid w:val="00971250"/>
    <w:rsid w:val="00971615"/>
    <w:rsid w:val="00971AEE"/>
    <w:rsid w:val="009821DD"/>
    <w:rsid w:val="00982522"/>
    <w:rsid w:val="00983118"/>
    <w:rsid w:val="0098314A"/>
    <w:rsid w:val="009841E2"/>
    <w:rsid w:val="00986AD2"/>
    <w:rsid w:val="00991B20"/>
    <w:rsid w:val="00992382"/>
    <w:rsid w:val="00995451"/>
    <w:rsid w:val="009A20E8"/>
    <w:rsid w:val="009B1C20"/>
    <w:rsid w:val="009B3133"/>
    <w:rsid w:val="009B4F5A"/>
    <w:rsid w:val="009C4CF0"/>
    <w:rsid w:val="009D590B"/>
    <w:rsid w:val="009D6AAA"/>
    <w:rsid w:val="009E2FA6"/>
    <w:rsid w:val="009E4AEC"/>
    <w:rsid w:val="009E4B3D"/>
    <w:rsid w:val="009E4F00"/>
    <w:rsid w:val="009F2ECB"/>
    <w:rsid w:val="00A01C3F"/>
    <w:rsid w:val="00A03CC5"/>
    <w:rsid w:val="00A1371A"/>
    <w:rsid w:val="00A13D84"/>
    <w:rsid w:val="00A14EE4"/>
    <w:rsid w:val="00A16442"/>
    <w:rsid w:val="00A1658A"/>
    <w:rsid w:val="00A209C4"/>
    <w:rsid w:val="00A21A69"/>
    <w:rsid w:val="00A23800"/>
    <w:rsid w:val="00A267E8"/>
    <w:rsid w:val="00A33BDD"/>
    <w:rsid w:val="00A33CA6"/>
    <w:rsid w:val="00A33F30"/>
    <w:rsid w:val="00A4071E"/>
    <w:rsid w:val="00A430E7"/>
    <w:rsid w:val="00A44D0E"/>
    <w:rsid w:val="00A46BA5"/>
    <w:rsid w:val="00A47651"/>
    <w:rsid w:val="00A567C8"/>
    <w:rsid w:val="00A60D88"/>
    <w:rsid w:val="00A627AA"/>
    <w:rsid w:val="00A63F1F"/>
    <w:rsid w:val="00A734CA"/>
    <w:rsid w:val="00A74A6B"/>
    <w:rsid w:val="00A75CF4"/>
    <w:rsid w:val="00A777BB"/>
    <w:rsid w:val="00A80AC2"/>
    <w:rsid w:val="00A8324D"/>
    <w:rsid w:val="00A8C720"/>
    <w:rsid w:val="00A93ECA"/>
    <w:rsid w:val="00A961C5"/>
    <w:rsid w:val="00AA2B3D"/>
    <w:rsid w:val="00AA2F16"/>
    <w:rsid w:val="00AA446C"/>
    <w:rsid w:val="00AA619E"/>
    <w:rsid w:val="00AA67F4"/>
    <w:rsid w:val="00AA69EC"/>
    <w:rsid w:val="00AB011D"/>
    <w:rsid w:val="00AB1837"/>
    <w:rsid w:val="00AB4FA0"/>
    <w:rsid w:val="00AC2C95"/>
    <w:rsid w:val="00AC50D1"/>
    <w:rsid w:val="00AC5CA2"/>
    <w:rsid w:val="00AC6B5E"/>
    <w:rsid w:val="00AC6C07"/>
    <w:rsid w:val="00AD3AF2"/>
    <w:rsid w:val="00AD6438"/>
    <w:rsid w:val="00AE0D4A"/>
    <w:rsid w:val="00AE1FFC"/>
    <w:rsid w:val="00AE2E85"/>
    <w:rsid w:val="00AE4D18"/>
    <w:rsid w:val="00AE5393"/>
    <w:rsid w:val="00AF0FED"/>
    <w:rsid w:val="00AF10E0"/>
    <w:rsid w:val="00AF63B9"/>
    <w:rsid w:val="00AF681A"/>
    <w:rsid w:val="00B0406C"/>
    <w:rsid w:val="00B074FA"/>
    <w:rsid w:val="00B100B3"/>
    <w:rsid w:val="00B10A30"/>
    <w:rsid w:val="00B10C21"/>
    <w:rsid w:val="00B12403"/>
    <w:rsid w:val="00B16AA8"/>
    <w:rsid w:val="00B202F9"/>
    <w:rsid w:val="00B22057"/>
    <w:rsid w:val="00B2271B"/>
    <w:rsid w:val="00B24749"/>
    <w:rsid w:val="00B315CC"/>
    <w:rsid w:val="00B336AA"/>
    <w:rsid w:val="00B50333"/>
    <w:rsid w:val="00B5034A"/>
    <w:rsid w:val="00B547EE"/>
    <w:rsid w:val="00B603DE"/>
    <w:rsid w:val="00B629CA"/>
    <w:rsid w:val="00B663F6"/>
    <w:rsid w:val="00B6659F"/>
    <w:rsid w:val="00B71DB9"/>
    <w:rsid w:val="00B76458"/>
    <w:rsid w:val="00B771A7"/>
    <w:rsid w:val="00B809F7"/>
    <w:rsid w:val="00B80D35"/>
    <w:rsid w:val="00B85294"/>
    <w:rsid w:val="00B862C1"/>
    <w:rsid w:val="00B875D1"/>
    <w:rsid w:val="00B94385"/>
    <w:rsid w:val="00B952A6"/>
    <w:rsid w:val="00B9765C"/>
    <w:rsid w:val="00BA1A8D"/>
    <w:rsid w:val="00BA2148"/>
    <w:rsid w:val="00BB448E"/>
    <w:rsid w:val="00BB61E3"/>
    <w:rsid w:val="00BB73FE"/>
    <w:rsid w:val="00BC3C20"/>
    <w:rsid w:val="00BCDDAD"/>
    <w:rsid w:val="00BD12CB"/>
    <w:rsid w:val="00BD3E39"/>
    <w:rsid w:val="00BD5465"/>
    <w:rsid w:val="00BE28FB"/>
    <w:rsid w:val="00BE6177"/>
    <w:rsid w:val="00BE6B80"/>
    <w:rsid w:val="00BE7407"/>
    <w:rsid w:val="00BE76D7"/>
    <w:rsid w:val="00BE7D31"/>
    <w:rsid w:val="00BF59BB"/>
    <w:rsid w:val="00BF5BDD"/>
    <w:rsid w:val="00C0124F"/>
    <w:rsid w:val="00C041DB"/>
    <w:rsid w:val="00C12DEA"/>
    <w:rsid w:val="00C133C4"/>
    <w:rsid w:val="00C16072"/>
    <w:rsid w:val="00C21AD8"/>
    <w:rsid w:val="00C241A5"/>
    <w:rsid w:val="00C26635"/>
    <w:rsid w:val="00C26EFC"/>
    <w:rsid w:val="00C340EC"/>
    <w:rsid w:val="00C35663"/>
    <w:rsid w:val="00C3781F"/>
    <w:rsid w:val="00C412A8"/>
    <w:rsid w:val="00C44699"/>
    <w:rsid w:val="00C45EAF"/>
    <w:rsid w:val="00C46397"/>
    <w:rsid w:val="00C46F95"/>
    <w:rsid w:val="00C47773"/>
    <w:rsid w:val="00C52386"/>
    <w:rsid w:val="00C567B5"/>
    <w:rsid w:val="00C5747F"/>
    <w:rsid w:val="00C61DCA"/>
    <w:rsid w:val="00C63F8D"/>
    <w:rsid w:val="00C74E65"/>
    <w:rsid w:val="00C8420B"/>
    <w:rsid w:val="00C855F7"/>
    <w:rsid w:val="00C8715B"/>
    <w:rsid w:val="00C905AC"/>
    <w:rsid w:val="00C90F69"/>
    <w:rsid w:val="00C914BE"/>
    <w:rsid w:val="00C92CFE"/>
    <w:rsid w:val="00CA4526"/>
    <w:rsid w:val="00CA502F"/>
    <w:rsid w:val="00CB0F86"/>
    <w:rsid w:val="00CB188D"/>
    <w:rsid w:val="00CB34B1"/>
    <w:rsid w:val="00CB37E8"/>
    <w:rsid w:val="00CB477B"/>
    <w:rsid w:val="00CB54EE"/>
    <w:rsid w:val="00CB6B1B"/>
    <w:rsid w:val="00CC4B23"/>
    <w:rsid w:val="00CD25DC"/>
    <w:rsid w:val="00CE1DF2"/>
    <w:rsid w:val="00CF04F7"/>
    <w:rsid w:val="00CF5E58"/>
    <w:rsid w:val="00CF757C"/>
    <w:rsid w:val="00D0254A"/>
    <w:rsid w:val="00D044E2"/>
    <w:rsid w:val="00D046A4"/>
    <w:rsid w:val="00D106E3"/>
    <w:rsid w:val="00D10FE6"/>
    <w:rsid w:val="00D11886"/>
    <w:rsid w:val="00D16271"/>
    <w:rsid w:val="00D173D7"/>
    <w:rsid w:val="00D22D25"/>
    <w:rsid w:val="00D250B0"/>
    <w:rsid w:val="00D27168"/>
    <w:rsid w:val="00D31F32"/>
    <w:rsid w:val="00D321B6"/>
    <w:rsid w:val="00D3475F"/>
    <w:rsid w:val="00D35399"/>
    <w:rsid w:val="00D40B36"/>
    <w:rsid w:val="00D50EA9"/>
    <w:rsid w:val="00D54628"/>
    <w:rsid w:val="00D56A84"/>
    <w:rsid w:val="00D577C1"/>
    <w:rsid w:val="00D5BDD6"/>
    <w:rsid w:val="00D6047F"/>
    <w:rsid w:val="00D61035"/>
    <w:rsid w:val="00D620F6"/>
    <w:rsid w:val="00D633C5"/>
    <w:rsid w:val="00D679B3"/>
    <w:rsid w:val="00D67F82"/>
    <w:rsid w:val="00D77C4F"/>
    <w:rsid w:val="00D815EA"/>
    <w:rsid w:val="00D8402D"/>
    <w:rsid w:val="00D85C43"/>
    <w:rsid w:val="00D906A1"/>
    <w:rsid w:val="00D90791"/>
    <w:rsid w:val="00D94CEB"/>
    <w:rsid w:val="00DA1473"/>
    <w:rsid w:val="00DA1C3C"/>
    <w:rsid w:val="00DA23AF"/>
    <w:rsid w:val="00DA2E51"/>
    <w:rsid w:val="00DA4A6F"/>
    <w:rsid w:val="00DA6E33"/>
    <w:rsid w:val="00DB07FC"/>
    <w:rsid w:val="00DB6139"/>
    <w:rsid w:val="00DB7C48"/>
    <w:rsid w:val="00DC6694"/>
    <w:rsid w:val="00DC68BC"/>
    <w:rsid w:val="00DC6D92"/>
    <w:rsid w:val="00DC76A3"/>
    <w:rsid w:val="00DC7CCA"/>
    <w:rsid w:val="00DD068C"/>
    <w:rsid w:val="00DD1328"/>
    <w:rsid w:val="00DD548C"/>
    <w:rsid w:val="00DD7C08"/>
    <w:rsid w:val="00DE5055"/>
    <w:rsid w:val="00DF0AD3"/>
    <w:rsid w:val="00DF2545"/>
    <w:rsid w:val="00DF6246"/>
    <w:rsid w:val="00E01A5C"/>
    <w:rsid w:val="00E07D46"/>
    <w:rsid w:val="00E17677"/>
    <w:rsid w:val="00E179F9"/>
    <w:rsid w:val="00E22136"/>
    <w:rsid w:val="00E22B67"/>
    <w:rsid w:val="00E26B4A"/>
    <w:rsid w:val="00E26B83"/>
    <w:rsid w:val="00E30ECA"/>
    <w:rsid w:val="00E3139A"/>
    <w:rsid w:val="00E31996"/>
    <w:rsid w:val="00E31E11"/>
    <w:rsid w:val="00E34374"/>
    <w:rsid w:val="00E346F0"/>
    <w:rsid w:val="00E356A8"/>
    <w:rsid w:val="00E3575B"/>
    <w:rsid w:val="00E36FF9"/>
    <w:rsid w:val="00E41AC9"/>
    <w:rsid w:val="00E425B7"/>
    <w:rsid w:val="00E454B6"/>
    <w:rsid w:val="00E46639"/>
    <w:rsid w:val="00E51CF7"/>
    <w:rsid w:val="00E520D1"/>
    <w:rsid w:val="00E531A9"/>
    <w:rsid w:val="00E549EB"/>
    <w:rsid w:val="00E560B6"/>
    <w:rsid w:val="00E600CF"/>
    <w:rsid w:val="00E6385B"/>
    <w:rsid w:val="00E65864"/>
    <w:rsid w:val="00E6798E"/>
    <w:rsid w:val="00E7177F"/>
    <w:rsid w:val="00E71B4A"/>
    <w:rsid w:val="00E727F7"/>
    <w:rsid w:val="00E74B8E"/>
    <w:rsid w:val="00E75215"/>
    <w:rsid w:val="00E81924"/>
    <w:rsid w:val="00E83CC8"/>
    <w:rsid w:val="00E90608"/>
    <w:rsid w:val="00E908FA"/>
    <w:rsid w:val="00E91858"/>
    <w:rsid w:val="00E95B3B"/>
    <w:rsid w:val="00E96826"/>
    <w:rsid w:val="00EA293F"/>
    <w:rsid w:val="00EA29C4"/>
    <w:rsid w:val="00EA3EF3"/>
    <w:rsid w:val="00EB1497"/>
    <w:rsid w:val="00EB241D"/>
    <w:rsid w:val="00EB44C2"/>
    <w:rsid w:val="00EB789A"/>
    <w:rsid w:val="00EBF2BB"/>
    <w:rsid w:val="00EC0108"/>
    <w:rsid w:val="00EC0D77"/>
    <w:rsid w:val="00EC13C6"/>
    <w:rsid w:val="00EC2601"/>
    <w:rsid w:val="00EC642E"/>
    <w:rsid w:val="00EC6766"/>
    <w:rsid w:val="00EC6E1B"/>
    <w:rsid w:val="00ED02C6"/>
    <w:rsid w:val="00ED1CE4"/>
    <w:rsid w:val="00ED3A41"/>
    <w:rsid w:val="00ED62F5"/>
    <w:rsid w:val="00EE079E"/>
    <w:rsid w:val="00EE0ADE"/>
    <w:rsid w:val="00EF1A72"/>
    <w:rsid w:val="00EF3F0A"/>
    <w:rsid w:val="00EF40FB"/>
    <w:rsid w:val="00EF41B9"/>
    <w:rsid w:val="00EF477C"/>
    <w:rsid w:val="00EF5165"/>
    <w:rsid w:val="00EF57B8"/>
    <w:rsid w:val="00EF5CBE"/>
    <w:rsid w:val="00F0091E"/>
    <w:rsid w:val="00F03963"/>
    <w:rsid w:val="00F03C2D"/>
    <w:rsid w:val="00F041F3"/>
    <w:rsid w:val="00F06EF6"/>
    <w:rsid w:val="00F07605"/>
    <w:rsid w:val="00F13EEB"/>
    <w:rsid w:val="00F15442"/>
    <w:rsid w:val="00F16684"/>
    <w:rsid w:val="00F16E77"/>
    <w:rsid w:val="00F208FC"/>
    <w:rsid w:val="00F20C75"/>
    <w:rsid w:val="00F20F5F"/>
    <w:rsid w:val="00F22FFC"/>
    <w:rsid w:val="00F24344"/>
    <w:rsid w:val="00F27896"/>
    <w:rsid w:val="00F305A0"/>
    <w:rsid w:val="00F33DD0"/>
    <w:rsid w:val="00F34370"/>
    <w:rsid w:val="00F37EFB"/>
    <w:rsid w:val="00F414B1"/>
    <w:rsid w:val="00F423C6"/>
    <w:rsid w:val="00F42D5E"/>
    <w:rsid w:val="00F5354C"/>
    <w:rsid w:val="00F54248"/>
    <w:rsid w:val="00F55550"/>
    <w:rsid w:val="00F56EF2"/>
    <w:rsid w:val="00F5758D"/>
    <w:rsid w:val="00F62A09"/>
    <w:rsid w:val="00F62B33"/>
    <w:rsid w:val="00F635BF"/>
    <w:rsid w:val="00F6482F"/>
    <w:rsid w:val="00F733E7"/>
    <w:rsid w:val="00F77F07"/>
    <w:rsid w:val="00F82DAD"/>
    <w:rsid w:val="00F85EED"/>
    <w:rsid w:val="00F85F6E"/>
    <w:rsid w:val="00F87E3E"/>
    <w:rsid w:val="00F90682"/>
    <w:rsid w:val="00F93561"/>
    <w:rsid w:val="00FA1AC4"/>
    <w:rsid w:val="00FA2083"/>
    <w:rsid w:val="00FA2925"/>
    <w:rsid w:val="00FA7723"/>
    <w:rsid w:val="00FB1563"/>
    <w:rsid w:val="00FB1A43"/>
    <w:rsid w:val="00FB22E0"/>
    <w:rsid w:val="00FB3B73"/>
    <w:rsid w:val="00FC0489"/>
    <w:rsid w:val="00FC1156"/>
    <w:rsid w:val="00FC1C9C"/>
    <w:rsid w:val="00FC3108"/>
    <w:rsid w:val="00FC345B"/>
    <w:rsid w:val="00FC361A"/>
    <w:rsid w:val="00FC6C03"/>
    <w:rsid w:val="00FD4EEA"/>
    <w:rsid w:val="00FD6210"/>
    <w:rsid w:val="00FD7244"/>
    <w:rsid w:val="00FE0695"/>
    <w:rsid w:val="00FE32AD"/>
    <w:rsid w:val="01176928"/>
    <w:rsid w:val="01857780"/>
    <w:rsid w:val="01D6E975"/>
    <w:rsid w:val="0213CC00"/>
    <w:rsid w:val="026945DF"/>
    <w:rsid w:val="02FA1C6A"/>
    <w:rsid w:val="0347B828"/>
    <w:rsid w:val="037F33C6"/>
    <w:rsid w:val="03CF56D2"/>
    <w:rsid w:val="03DFDD97"/>
    <w:rsid w:val="03E2B8F3"/>
    <w:rsid w:val="03E2E1E7"/>
    <w:rsid w:val="03FCCDF8"/>
    <w:rsid w:val="043B5A20"/>
    <w:rsid w:val="04B0BB34"/>
    <w:rsid w:val="04C5864A"/>
    <w:rsid w:val="053A500C"/>
    <w:rsid w:val="0565CACF"/>
    <w:rsid w:val="05B87DA1"/>
    <w:rsid w:val="05E49A3C"/>
    <w:rsid w:val="060CB230"/>
    <w:rsid w:val="063992DE"/>
    <w:rsid w:val="0665EF04"/>
    <w:rsid w:val="066B77EA"/>
    <w:rsid w:val="06D20126"/>
    <w:rsid w:val="072A5A8A"/>
    <w:rsid w:val="072C2759"/>
    <w:rsid w:val="07405A32"/>
    <w:rsid w:val="0751F315"/>
    <w:rsid w:val="075452DC"/>
    <w:rsid w:val="075F08AF"/>
    <w:rsid w:val="0778E774"/>
    <w:rsid w:val="07F0F8B2"/>
    <w:rsid w:val="07F6A933"/>
    <w:rsid w:val="0807E01B"/>
    <w:rsid w:val="0865C52E"/>
    <w:rsid w:val="086F2F3D"/>
    <w:rsid w:val="089E15AB"/>
    <w:rsid w:val="092F0BAD"/>
    <w:rsid w:val="097A0575"/>
    <w:rsid w:val="09947B9D"/>
    <w:rsid w:val="09EEE80C"/>
    <w:rsid w:val="0A1474B9"/>
    <w:rsid w:val="0A7CC6C0"/>
    <w:rsid w:val="0A894753"/>
    <w:rsid w:val="0A9FEF4B"/>
    <w:rsid w:val="0ACE1701"/>
    <w:rsid w:val="0B0ACDB4"/>
    <w:rsid w:val="0B2D98D5"/>
    <w:rsid w:val="0B4B033C"/>
    <w:rsid w:val="0C123BA2"/>
    <w:rsid w:val="0C2803E8"/>
    <w:rsid w:val="0C36B2A6"/>
    <w:rsid w:val="0C40F333"/>
    <w:rsid w:val="0C4CF6B2"/>
    <w:rsid w:val="0C508231"/>
    <w:rsid w:val="0C6826B5"/>
    <w:rsid w:val="0D190429"/>
    <w:rsid w:val="0D5DA8A9"/>
    <w:rsid w:val="0DBB0A64"/>
    <w:rsid w:val="0DC513D7"/>
    <w:rsid w:val="0DDD2164"/>
    <w:rsid w:val="0DFE7CC2"/>
    <w:rsid w:val="0E69FBC3"/>
    <w:rsid w:val="0E71763F"/>
    <w:rsid w:val="0E8A6E3D"/>
    <w:rsid w:val="0ECC309C"/>
    <w:rsid w:val="0ECEB967"/>
    <w:rsid w:val="0F307DBC"/>
    <w:rsid w:val="0F390FB7"/>
    <w:rsid w:val="0F6BBDC1"/>
    <w:rsid w:val="0F897855"/>
    <w:rsid w:val="0FC56810"/>
    <w:rsid w:val="0FD73F2D"/>
    <w:rsid w:val="0FEFD65D"/>
    <w:rsid w:val="0FF2CAEE"/>
    <w:rsid w:val="104A8B42"/>
    <w:rsid w:val="104BFCE9"/>
    <w:rsid w:val="10621FBB"/>
    <w:rsid w:val="110AE05D"/>
    <w:rsid w:val="113965D4"/>
    <w:rsid w:val="114D172B"/>
    <w:rsid w:val="11501298"/>
    <w:rsid w:val="1199D55E"/>
    <w:rsid w:val="127FDFD7"/>
    <w:rsid w:val="128E341D"/>
    <w:rsid w:val="1294825C"/>
    <w:rsid w:val="1300912B"/>
    <w:rsid w:val="1305CBC4"/>
    <w:rsid w:val="13200B23"/>
    <w:rsid w:val="132E4C59"/>
    <w:rsid w:val="134048C6"/>
    <w:rsid w:val="1341CC22"/>
    <w:rsid w:val="1360C97B"/>
    <w:rsid w:val="138AC4E6"/>
    <w:rsid w:val="139CC466"/>
    <w:rsid w:val="13DF861C"/>
    <w:rsid w:val="13EC1768"/>
    <w:rsid w:val="1437CD18"/>
    <w:rsid w:val="14DF7E04"/>
    <w:rsid w:val="14F2E362"/>
    <w:rsid w:val="14FB727E"/>
    <w:rsid w:val="152A1AAF"/>
    <w:rsid w:val="1532A422"/>
    <w:rsid w:val="15732FA8"/>
    <w:rsid w:val="15B71335"/>
    <w:rsid w:val="15F1C01F"/>
    <w:rsid w:val="16677C8B"/>
    <w:rsid w:val="16D753C8"/>
    <w:rsid w:val="16F72935"/>
    <w:rsid w:val="17F641C4"/>
    <w:rsid w:val="184B0477"/>
    <w:rsid w:val="186B335C"/>
    <w:rsid w:val="1883A098"/>
    <w:rsid w:val="188CEAC0"/>
    <w:rsid w:val="18A8F12F"/>
    <w:rsid w:val="18C91069"/>
    <w:rsid w:val="18E31D71"/>
    <w:rsid w:val="1911CAA5"/>
    <w:rsid w:val="1917441C"/>
    <w:rsid w:val="1958A2AD"/>
    <w:rsid w:val="19757CC1"/>
    <w:rsid w:val="19A6181C"/>
    <w:rsid w:val="19D45306"/>
    <w:rsid w:val="1A48C962"/>
    <w:rsid w:val="1A793C54"/>
    <w:rsid w:val="1AE421EF"/>
    <w:rsid w:val="1AFDD7AE"/>
    <w:rsid w:val="1B364107"/>
    <w:rsid w:val="1B543CCD"/>
    <w:rsid w:val="1B591CC0"/>
    <w:rsid w:val="1B698806"/>
    <w:rsid w:val="1B97E0D8"/>
    <w:rsid w:val="1BC1D28A"/>
    <w:rsid w:val="1BC3D3F3"/>
    <w:rsid w:val="1BECDC7B"/>
    <w:rsid w:val="1BF3B5D7"/>
    <w:rsid w:val="1C31DEA1"/>
    <w:rsid w:val="1CF413DC"/>
    <w:rsid w:val="1CF425F1"/>
    <w:rsid w:val="1CFF970C"/>
    <w:rsid w:val="1D0EEF09"/>
    <w:rsid w:val="1D18E74B"/>
    <w:rsid w:val="1D32C61E"/>
    <w:rsid w:val="1D38868D"/>
    <w:rsid w:val="1D3B60D8"/>
    <w:rsid w:val="1D3E4B4B"/>
    <w:rsid w:val="1DEBCB6F"/>
    <w:rsid w:val="1E073F05"/>
    <w:rsid w:val="1E2770D6"/>
    <w:rsid w:val="1E45A6D7"/>
    <w:rsid w:val="1FE99044"/>
    <w:rsid w:val="20258824"/>
    <w:rsid w:val="20274C6B"/>
    <w:rsid w:val="202EFF8F"/>
    <w:rsid w:val="207DB3B0"/>
    <w:rsid w:val="20E7D42B"/>
    <w:rsid w:val="20E911D9"/>
    <w:rsid w:val="20F1C3AB"/>
    <w:rsid w:val="210B29B9"/>
    <w:rsid w:val="21249D15"/>
    <w:rsid w:val="21588BD2"/>
    <w:rsid w:val="216F6E13"/>
    <w:rsid w:val="21782BC5"/>
    <w:rsid w:val="21BAD331"/>
    <w:rsid w:val="21CE8FAB"/>
    <w:rsid w:val="2209EBD2"/>
    <w:rsid w:val="22268CD6"/>
    <w:rsid w:val="2247CCEF"/>
    <w:rsid w:val="22B4B33B"/>
    <w:rsid w:val="22D0C26B"/>
    <w:rsid w:val="2312DC57"/>
    <w:rsid w:val="23136F08"/>
    <w:rsid w:val="231B5352"/>
    <w:rsid w:val="232021F0"/>
    <w:rsid w:val="2341C6E6"/>
    <w:rsid w:val="2352B954"/>
    <w:rsid w:val="238FD4C0"/>
    <w:rsid w:val="2390F26B"/>
    <w:rsid w:val="239A0950"/>
    <w:rsid w:val="239A22B9"/>
    <w:rsid w:val="23AA5889"/>
    <w:rsid w:val="23E1756A"/>
    <w:rsid w:val="2449018F"/>
    <w:rsid w:val="2475C7E3"/>
    <w:rsid w:val="24874C1F"/>
    <w:rsid w:val="24909296"/>
    <w:rsid w:val="24917631"/>
    <w:rsid w:val="24DBDA8E"/>
    <w:rsid w:val="25031937"/>
    <w:rsid w:val="25A95E42"/>
    <w:rsid w:val="25B3FAA9"/>
    <w:rsid w:val="25D87141"/>
    <w:rsid w:val="25ED3497"/>
    <w:rsid w:val="260F795A"/>
    <w:rsid w:val="263BB370"/>
    <w:rsid w:val="2653E811"/>
    <w:rsid w:val="26B73BEB"/>
    <w:rsid w:val="26C16E32"/>
    <w:rsid w:val="26CB8C24"/>
    <w:rsid w:val="271183E6"/>
    <w:rsid w:val="278A590C"/>
    <w:rsid w:val="28981672"/>
    <w:rsid w:val="28A94B88"/>
    <w:rsid w:val="290D9F2B"/>
    <w:rsid w:val="297449DB"/>
    <w:rsid w:val="29EC57F3"/>
    <w:rsid w:val="29F4C6A3"/>
    <w:rsid w:val="29F5C9B1"/>
    <w:rsid w:val="2A07B19E"/>
    <w:rsid w:val="2ABCE62E"/>
    <w:rsid w:val="2B98096F"/>
    <w:rsid w:val="2BCCC6A4"/>
    <w:rsid w:val="2BF68A3A"/>
    <w:rsid w:val="2C54B48A"/>
    <w:rsid w:val="2C699AFF"/>
    <w:rsid w:val="2CC2F633"/>
    <w:rsid w:val="2D08A960"/>
    <w:rsid w:val="2D22EFF1"/>
    <w:rsid w:val="2D245A69"/>
    <w:rsid w:val="2D8EF44B"/>
    <w:rsid w:val="2DEF4D30"/>
    <w:rsid w:val="2E04F771"/>
    <w:rsid w:val="2E157523"/>
    <w:rsid w:val="2E1C1A68"/>
    <w:rsid w:val="2E1F4F14"/>
    <w:rsid w:val="2E2CA51B"/>
    <w:rsid w:val="2E40D3FD"/>
    <w:rsid w:val="2E457A2B"/>
    <w:rsid w:val="2E4BFAFD"/>
    <w:rsid w:val="2E849C8A"/>
    <w:rsid w:val="2E9D6CBB"/>
    <w:rsid w:val="2F0C4733"/>
    <w:rsid w:val="2F66823F"/>
    <w:rsid w:val="2F7A8619"/>
    <w:rsid w:val="2F82E02F"/>
    <w:rsid w:val="2FD0E846"/>
    <w:rsid w:val="3001000B"/>
    <w:rsid w:val="300B8AA6"/>
    <w:rsid w:val="3020CE1A"/>
    <w:rsid w:val="308F0813"/>
    <w:rsid w:val="310BFD78"/>
    <w:rsid w:val="317641C5"/>
    <w:rsid w:val="318C4050"/>
    <w:rsid w:val="31D71C9B"/>
    <w:rsid w:val="31DD007F"/>
    <w:rsid w:val="31F27E8D"/>
    <w:rsid w:val="323C4852"/>
    <w:rsid w:val="326680B8"/>
    <w:rsid w:val="32FB9EC3"/>
    <w:rsid w:val="330E49B0"/>
    <w:rsid w:val="332BD257"/>
    <w:rsid w:val="332EDF11"/>
    <w:rsid w:val="33456278"/>
    <w:rsid w:val="334FA4A6"/>
    <w:rsid w:val="33526FD9"/>
    <w:rsid w:val="33587463"/>
    <w:rsid w:val="3379E32B"/>
    <w:rsid w:val="339BD6BB"/>
    <w:rsid w:val="33E7D702"/>
    <w:rsid w:val="34282B9E"/>
    <w:rsid w:val="3445B55E"/>
    <w:rsid w:val="347CCAF8"/>
    <w:rsid w:val="348F0EB4"/>
    <w:rsid w:val="34BEA2DB"/>
    <w:rsid w:val="35048FB5"/>
    <w:rsid w:val="3560A071"/>
    <w:rsid w:val="35675EF4"/>
    <w:rsid w:val="35A2C1CF"/>
    <w:rsid w:val="35D35EAF"/>
    <w:rsid w:val="35DB492F"/>
    <w:rsid w:val="360A792F"/>
    <w:rsid w:val="360AADD6"/>
    <w:rsid w:val="36191466"/>
    <w:rsid w:val="3657769D"/>
    <w:rsid w:val="365B6129"/>
    <w:rsid w:val="366BD6CF"/>
    <w:rsid w:val="36AD5C18"/>
    <w:rsid w:val="36E14D72"/>
    <w:rsid w:val="37010B3F"/>
    <w:rsid w:val="377AAB41"/>
    <w:rsid w:val="37AA87CD"/>
    <w:rsid w:val="37CB0F74"/>
    <w:rsid w:val="37D0808B"/>
    <w:rsid w:val="3830928E"/>
    <w:rsid w:val="383699ED"/>
    <w:rsid w:val="3849A733"/>
    <w:rsid w:val="3880E76F"/>
    <w:rsid w:val="39634403"/>
    <w:rsid w:val="397F9EFC"/>
    <w:rsid w:val="398171E7"/>
    <w:rsid w:val="3991854B"/>
    <w:rsid w:val="399FDBD0"/>
    <w:rsid w:val="3A3B37B5"/>
    <w:rsid w:val="3A5648E6"/>
    <w:rsid w:val="3A7FE25F"/>
    <w:rsid w:val="3AC990E5"/>
    <w:rsid w:val="3B10B064"/>
    <w:rsid w:val="3B2400D6"/>
    <w:rsid w:val="3B54007E"/>
    <w:rsid w:val="3B6117AB"/>
    <w:rsid w:val="3B9AB510"/>
    <w:rsid w:val="3B9DF31E"/>
    <w:rsid w:val="3C17989D"/>
    <w:rsid w:val="3C5B40F5"/>
    <w:rsid w:val="3CDE4956"/>
    <w:rsid w:val="3CE157F7"/>
    <w:rsid w:val="3D03308C"/>
    <w:rsid w:val="3D83F8E7"/>
    <w:rsid w:val="3D91A4BC"/>
    <w:rsid w:val="3DA27F1D"/>
    <w:rsid w:val="3DBCBCC5"/>
    <w:rsid w:val="3E5489BE"/>
    <w:rsid w:val="3E6CE6BC"/>
    <w:rsid w:val="3E75B01E"/>
    <w:rsid w:val="3E89B677"/>
    <w:rsid w:val="3EAF9047"/>
    <w:rsid w:val="3F019625"/>
    <w:rsid w:val="3F59C8EB"/>
    <w:rsid w:val="3F748D5E"/>
    <w:rsid w:val="3F8268B3"/>
    <w:rsid w:val="3FA8A57C"/>
    <w:rsid w:val="3FC399AA"/>
    <w:rsid w:val="3FC8F00F"/>
    <w:rsid w:val="4072C3C9"/>
    <w:rsid w:val="40746793"/>
    <w:rsid w:val="40776C2B"/>
    <w:rsid w:val="408D1F5B"/>
    <w:rsid w:val="40B42F45"/>
    <w:rsid w:val="40EAD876"/>
    <w:rsid w:val="41243D26"/>
    <w:rsid w:val="4148ADE5"/>
    <w:rsid w:val="4149C6A6"/>
    <w:rsid w:val="415A1085"/>
    <w:rsid w:val="417C76F2"/>
    <w:rsid w:val="418585DB"/>
    <w:rsid w:val="420055CD"/>
    <w:rsid w:val="42396E41"/>
    <w:rsid w:val="42585B93"/>
    <w:rsid w:val="430FFCD3"/>
    <w:rsid w:val="4311E038"/>
    <w:rsid w:val="438879DB"/>
    <w:rsid w:val="43ADD8E3"/>
    <w:rsid w:val="43C263F6"/>
    <w:rsid w:val="43F34BD3"/>
    <w:rsid w:val="44101D0D"/>
    <w:rsid w:val="443CF413"/>
    <w:rsid w:val="447B23E2"/>
    <w:rsid w:val="44D8B7CB"/>
    <w:rsid w:val="44F3A264"/>
    <w:rsid w:val="44F3FFF6"/>
    <w:rsid w:val="45717029"/>
    <w:rsid w:val="45A1A620"/>
    <w:rsid w:val="45A82FC8"/>
    <w:rsid w:val="45B30D68"/>
    <w:rsid w:val="465EEBB5"/>
    <w:rsid w:val="468452F9"/>
    <w:rsid w:val="468B81F3"/>
    <w:rsid w:val="46B8EDE6"/>
    <w:rsid w:val="472BF8B5"/>
    <w:rsid w:val="473A12D0"/>
    <w:rsid w:val="47556AF5"/>
    <w:rsid w:val="4769344E"/>
    <w:rsid w:val="47727720"/>
    <w:rsid w:val="47A70869"/>
    <w:rsid w:val="47BD2578"/>
    <w:rsid w:val="47C83FD4"/>
    <w:rsid w:val="4807BB6F"/>
    <w:rsid w:val="480E4202"/>
    <w:rsid w:val="4848D003"/>
    <w:rsid w:val="4878610C"/>
    <w:rsid w:val="488EA312"/>
    <w:rsid w:val="4904CE8C"/>
    <w:rsid w:val="4905EE5F"/>
    <w:rsid w:val="490EEE14"/>
    <w:rsid w:val="492CBF64"/>
    <w:rsid w:val="494D573C"/>
    <w:rsid w:val="495CA6D3"/>
    <w:rsid w:val="4972CC6C"/>
    <w:rsid w:val="497B7C13"/>
    <w:rsid w:val="49889499"/>
    <w:rsid w:val="4A4AE3E7"/>
    <w:rsid w:val="4A4E1132"/>
    <w:rsid w:val="4AB6D528"/>
    <w:rsid w:val="4B72CFC0"/>
    <w:rsid w:val="4B76F37F"/>
    <w:rsid w:val="4BF48914"/>
    <w:rsid w:val="4C565312"/>
    <w:rsid w:val="4CDFA425"/>
    <w:rsid w:val="4D7C5EAB"/>
    <w:rsid w:val="4D7E26A5"/>
    <w:rsid w:val="4D8DF43E"/>
    <w:rsid w:val="4D96BAB9"/>
    <w:rsid w:val="4DA4C954"/>
    <w:rsid w:val="4DB74852"/>
    <w:rsid w:val="4DC916F4"/>
    <w:rsid w:val="4E205220"/>
    <w:rsid w:val="4E6D9A6B"/>
    <w:rsid w:val="4E7EAF6D"/>
    <w:rsid w:val="4E8D0CBF"/>
    <w:rsid w:val="4ECFBE52"/>
    <w:rsid w:val="4EEBEFE6"/>
    <w:rsid w:val="4F0EEB9F"/>
    <w:rsid w:val="4F4A2748"/>
    <w:rsid w:val="4F519CBD"/>
    <w:rsid w:val="4F544861"/>
    <w:rsid w:val="4FCF7DCD"/>
    <w:rsid w:val="500C4180"/>
    <w:rsid w:val="506AAE8E"/>
    <w:rsid w:val="50A1D8C0"/>
    <w:rsid w:val="51010597"/>
    <w:rsid w:val="510607E6"/>
    <w:rsid w:val="515ADDEF"/>
    <w:rsid w:val="5169A56F"/>
    <w:rsid w:val="519E7348"/>
    <w:rsid w:val="51F25B08"/>
    <w:rsid w:val="521E1712"/>
    <w:rsid w:val="52C3162E"/>
    <w:rsid w:val="52F3B656"/>
    <w:rsid w:val="5329FC9F"/>
    <w:rsid w:val="5361622F"/>
    <w:rsid w:val="536CFE01"/>
    <w:rsid w:val="537BB3A2"/>
    <w:rsid w:val="537F1F81"/>
    <w:rsid w:val="539FAD23"/>
    <w:rsid w:val="53A18E10"/>
    <w:rsid w:val="53B0B7A6"/>
    <w:rsid w:val="53CF162E"/>
    <w:rsid w:val="54348C66"/>
    <w:rsid w:val="549DD05E"/>
    <w:rsid w:val="549ECB00"/>
    <w:rsid w:val="54BD893F"/>
    <w:rsid w:val="54FF3304"/>
    <w:rsid w:val="55489423"/>
    <w:rsid w:val="555D0A42"/>
    <w:rsid w:val="5584E2C3"/>
    <w:rsid w:val="55F47069"/>
    <w:rsid w:val="55FDEBD6"/>
    <w:rsid w:val="5663FD4E"/>
    <w:rsid w:val="5692CC7F"/>
    <w:rsid w:val="56A31D4C"/>
    <w:rsid w:val="56A96901"/>
    <w:rsid w:val="56E81375"/>
    <w:rsid w:val="57336356"/>
    <w:rsid w:val="575B796F"/>
    <w:rsid w:val="577C3EF2"/>
    <w:rsid w:val="579CA9DF"/>
    <w:rsid w:val="57B878E5"/>
    <w:rsid w:val="57D62541"/>
    <w:rsid w:val="581A002D"/>
    <w:rsid w:val="582C1FA5"/>
    <w:rsid w:val="58370BE4"/>
    <w:rsid w:val="58506D93"/>
    <w:rsid w:val="58D46E40"/>
    <w:rsid w:val="590FB03C"/>
    <w:rsid w:val="5910D80E"/>
    <w:rsid w:val="592A6CE0"/>
    <w:rsid w:val="5931D849"/>
    <w:rsid w:val="593CF56A"/>
    <w:rsid w:val="5969C341"/>
    <w:rsid w:val="5A07B2EE"/>
    <w:rsid w:val="5A406D92"/>
    <w:rsid w:val="5A5C41C1"/>
    <w:rsid w:val="5ABCB186"/>
    <w:rsid w:val="5B273A79"/>
    <w:rsid w:val="5BF6392F"/>
    <w:rsid w:val="5BFE25F2"/>
    <w:rsid w:val="5C1CCBA7"/>
    <w:rsid w:val="5C56B6A0"/>
    <w:rsid w:val="5CB90C1D"/>
    <w:rsid w:val="5CBB1DB0"/>
    <w:rsid w:val="5CC9A5F0"/>
    <w:rsid w:val="5CD98B20"/>
    <w:rsid w:val="5CF2CE3A"/>
    <w:rsid w:val="5D9BD9F9"/>
    <w:rsid w:val="5DD865EE"/>
    <w:rsid w:val="5E7F0274"/>
    <w:rsid w:val="5EC2F7F6"/>
    <w:rsid w:val="5F4B53AD"/>
    <w:rsid w:val="5FDFDEBA"/>
    <w:rsid w:val="5FF3E2DB"/>
    <w:rsid w:val="606B83B0"/>
    <w:rsid w:val="611DADE5"/>
    <w:rsid w:val="616B3969"/>
    <w:rsid w:val="6184F738"/>
    <w:rsid w:val="61BE4D9F"/>
    <w:rsid w:val="6220C274"/>
    <w:rsid w:val="62FEC463"/>
    <w:rsid w:val="6306BE33"/>
    <w:rsid w:val="63D18144"/>
    <w:rsid w:val="642B1805"/>
    <w:rsid w:val="64384243"/>
    <w:rsid w:val="64536A18"/>
    <w:rsid w:val="64D82683"/>
    <w:rsid w:val="64DC4385"/>
    <w:rsid w:val="6533D170"/>
    <w:rsid w:val="65778035"/>
    <w:rsid w:val="65B28259"/>
    <w:rsid w:val="66001AD8"/>
    <w:rsid w:val="6626591B"/>
    <w:rsid w:val="66F7C46D"/>
    <w:rsid w:val="677EC946"/>
    <w:rsid w:val="67A510F4"/>
    <w:rsid w:val="67CB5F5D"/>
    <w:rsid w:val="682DD9F5"/>
    <w:rsid w:val="684BDA5B"/>
    <w:rsid w:val="685DB8EA"/>
    <w:rsid w:val="686E96EB"/>
    <w:rsid w:val="687489E8"/>
    <w:rsid w:val="68940F01"/>
    <w:rsid w:val="68E6CF52"/>
    <w:rsid w:val="69273B75"/>
    <w:rsid w:val="6935EA82"/>
    <w:rsid w:val="69425C5A"/>
    <w:rsid w:val="6989D015"/>
    <w:rsid w:val="6A137D38"/>
    <w:rsid w:val="6A7365FF"/>
    <w:rsid w:val="6AD9BF13"/>
    <w:rsid w:val="6AFABBCE"/>
    <w:rsid w:val="6B62C20C"/>
    <w:rsid w:val="6B69E7B2"/>
    <w:rsid w:val="6B717484"/>
    <w:rsid w:val="6B915885"/>
    <w:rsid w:val="6BBA133D"/>
    <w:rsid w:val="6BBC1718"/>
    <w:rsid w:val="6C79E8EE"/>
    <w:rsid w:val="6C7C2077"/>
    <w:rsid w:val="6CB28179"/>
    <w:rsid w:val="6CE66D9B"/>
    <w:rsid w:val="6CFA64CD"/>
    <w:rsid w:val="6D3DF2A5"/>
    <w:rsid w:val="6D60E31F"/>
    <w:rsid w:val="6DA4460D"/>
    <w:rsid w:val="6DF05E54"/>
    <w:rsid w:val="6E4C1556"/>
    <w:rsid w:val="6E53E2C2"/>
    <w:rsid w:val="6E6FABEC"/>
    <w:rsid w:val="6E72991A"/>
    <w:rsid w:val="6E767C48"/>
    <w:rsid w:val="6E88E3BC"/>
    <w:rsid w:val="6EC7E154"/>
    <w:rsid w:val="6EFB7D04"/>
    <w:rsid w:val="6F29C9DE"/>
    <w:rsid w:val="6F404DBC"/>
    <w:rsid w:val="6FA8FC7E"/>
    <w:rsid w:val="6FD14D98"/>
    <w:rsid w:val="70011B31"/>
    <w:rsid w:val="7019A678"/>
    <w:rsid w:val="701CF022"/>
    <w:rsid w:val="7044CE2A"/>
    <w:rsid w:val="70A1F689"/>
    <w:rsid w:val="70A2823D"/>
    <w:rsid w:val="70D10F3E"/>
    <w:rsid w:val="70D29154"/>
    <w:rsid w:val="70E81CFC"/>
    <w:rsid w:val="71332CD2"/>
    <w:rsid w:val="718AF00F"/>
    <w:rsid w:val="7194D62A"/>
    <w:rsid w:val="71EEC944"/>
    <w:rsid w:val="720E1FA5"/>
    <w:rsid w:val="7280B95D"/>
    <w:rsid w:val="72825419"/>
    <w:rsid w:val="7327931B"/>
    <w:rsid w:val="73AAEC85"/>
    <w:rsid w:val="73F5B4D8"/>
    <w:rsid w:val="73F96E8D"/>
    <w:rsid w:val="7427D312"/>
    <w:rsid w:val="742CD4D2"/>
    <w:rsid w:val="7438C8A3"/>
    <w:rsid w:val="749674A9"/>
    <w:rsid w:val="74A2F899"/>
    <w:rsid w:val="74A45AB5"/>
    <w:rsid w:val="74AABFB0"/>
    <w:rsid w:val="74C21D61"/>
    <w:rsid w:val="75016467"/>
    <w:rsid w:val="756BB6E5"/>
    <w:rsid w:val="75883811"/>
    <w:rsid w:val="75A6960B"/>
    <w:rsid w:val="75F62749"/>
    <w:rsid w:val="769CB25C"/>
    <w:rsid w:val="76B7113D"/>
    <w:rsid w:val="76C50E8B"/>
    <w:rsid w:val="77257CA6"/>
    <w:rsid w:val="77766A69"/>
    <w:rsid w:val="77D5AC65"/>
    <w:rsid w:val="7805EFCC"/>
    <w:rsid w:val="78258747"/>
    <w:rsid w:val="7833AE12"/>
    <w:rsid w:val="784D8C3A"/>
    <w:rsid w:val="78666B0B"/>
    <w:rsid w:val="78D64B4E"/>
    <w:rsid w:val="78DB5D9F"/>
    <w:rsid w:val="7900529A"/>
    <w:rsid w:val="792237F3"/>
    <w:rsid w:val="794188A8"/>
    <w:rsid w:val="79452F74"/>
    <w:rsid w:val="79B1F732"/>
    <w:rsid w:val="79C86CA1"/>
    <w:rsid w:val="79D56A0D"/>
    <w:rsid w:val="79D754B6"/>
    <w:rsid w:val="7A396D75"/>
    <w:rsid w:val="7A809193"/>
    <w:rsid w:val="7A98645D"/>
    <w:rsid w:val="7AD431A6"/>
    <w:rsid w:val="7B4B5722"/>
    <w:rsid w:val="7BB16B66"/>
    <w:rsid w:val="7BC4B9F0"/>
    <w:rsid w:val="7C3B4936"/>
    <w:rsid w:val="7C7B43C4"/>
    <w:rsid w:val="7CA92F91"/>
    <w:rsid w:val="7D2C615B"/>
    <w:rsid w:val="7D3B3983"/>
    <w:rsid w:val="7D570854"/>
    <w:rsid w:val="7D6DA281"/>
    <w:rsid w:val="7D9F3716"/>
    <w:rsid w:val="7DA86FCE"/>
    <w:rsid w:val="7DC79857"/>
    <w:rsid w:val="7E9D3AD3"/>
    <w:rsid w:val="7EC0A537"/>
    <w:rsid w:val="7F022934"/>
    <w:rsid w:val="7F161C02"/>
    <w:rsid w:val="7F2C8EC5"/>
    <w:rsid w:val="7F5DA4AA"/>
    <w:rsid w:val="7F9D12B8"/>
    <w:rsid w:val="7FB71DE1"/>
    <w:rsid w:val="7FD93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6B1A8"/>
  <w15:chartTrackingRefBased/>
  <w15:docId w15:val="{76A494B3-3B82-1E45-8531-418160439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4B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character" w:styleId="CommentReference">
    <w:name w:val="annotation reference"/>
    <w:basedOn w:val="DefaultParagraphFont"/>
    <w:uiPriority w:val="99"/>
    <w:semiHidden/>
    <w:unhideWhenUsed/>
    <w:rsid w:val="007D60AC"/>
    <w:rPr>
      <w:sz w:val="16"/>
      <w:szCs w:val="16"/>
    </w:rPr>
  </w:style>
  <w:style w:type="paragraph" w:styleId="CommentText">
    <w:name w:val="annotation text"/>
    <w:basedOn w:val="Normal"/>
    <w:link w:val="CommentTextChar"/>
    <w:uiPriority w:val="99"/>
    <w:unhideWhenUsed/>
    <w:rsid w:val="007D60AC"/>
    <w:rPr>
      <w:sz w:val="20"/>
      <w:szCs w:val="20"/>
    </w:rPr>
  </w:style>
  <w:style w:type="character" w:customStyle="1" w:styleId="CommentTextChar">
    <w:name w:val="Comment Text Char"/>
    <w:basedOn w:val="DefaultParagraphFont"/>
    <w:link w:val="CommentText"/>
    <w:uiPriority w:val="99"/>
    <w:rsid w:val="007D60AC"/>
    <w:rPr>
      <w:sz w:val="20"/>
      <w:szCs w:val="20"/>
    </w:rPr>
  </w:style>
  <w:style w:type="paragraph" w:styleId="CommentSubject">
    <w:name w:val="annotation subject"/>
    <w:basedOn w:val="CommentText"/>
    <w:next w:val="CommentText"/>
    <w:link w:val="CommentSubjectChar"/>
    <w:uiPriority w:val="99"/>
    <w:semiHidden/>
    <w:unhideWhenUsed/>
    <w:rsid w:val="007D60AC"/>
    <w:rPr>
      <w:b/>
      <w:bCs/>
    </w:rPr>
  </w:style>
  <w:style w:type="character" w:customStyle="1" w:styleId="CommentSubjectChar">
    <w:name w:val="Comment Subject Char"/>
    <w:basedOn w:val="CommentTextChar"/>
    <w:link w:val="CommentSubject"/>
    <w:uiPriority w:val="99"/>
    <w:semiHidden/>
    <w:rsid w:val="007D60AC"/>
    <w:rPr>
      <w:b/>
      <w:bCs/>
      <w:sz w:val="20"/>
      <w:szCs w:val="20"/>
    </w:rPr>
  </w:style>
  <w:style w:type="paragraph" w:styleId="BalloonText">
    <w:name w:val="Balloon Text"/>
    <w:basedOn w:val="Normal"/>
    <w:link w:val="BalloonTextChar"/>
    <w:uiPriority w:val="99"/>
    <w:semiHidden/>
    <w:unhideWhenUsed/>
    <w:rsid w:val="008202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271"/>
    <w:rPr>
      <w:rFonts w:ascii="Segoe UI" w:hAnsi="Segoe UI" w:cs="Segoe UI"/>
      <w:sz w:val="18"/>
      <w:szCs w:val="18"/>
    </w:rPr>
  </w:style>
  <w:style w:type="character" w:styleId="Hyperlink">
    <w:name w:val="Hyperlink"/>
    <w:basedOn w:val="DefaultParagraphFont"/>
    <w:uiPriority w:val="99"/>
    <w:unhideWhenUsed/>
    <w:rsid w:val="00806B40"/>
    <w:rPr>
      <w:color w:val="0563C1" w:themeColor="hyperlink"/>
      <w:u w:val="single"/>
    </w:rPr>
  </w:style>
  <w:style w:type="character" w:styleId="UnresolvedMention">
    <w:name w:val="Unresolved Mention"/>
    <w:basedOn w:val="DefaultParagraphFont"/>
    <w:uiPriority w:val="99"/>
    <w:semiHidden/>
    <w:unhideWhenUsed/>
    <w:rsid w:val="00806B40"/>
    <w:rPr>
      <w:color w:val="605E5C"/>
      <w:shd w:val="clear" w:color="auto" w:fill="E1DFDD"/>
    </w:rPr>
  </w:style>
  <w:style w:type="paragraph" w:styleId="Revision">
    <w:name w:val="Revision"/>
    <w:hidden/>
    <w:uiPriority w:val="99"/>
    <w:semiHidden/>
    <w:rsid w:val="00B22057"/>
  </w:style>
  <w:style w:type="paragraph" w:styleId="NormalWeb">
    <w:name w:val="Normal (Web)"/>
    <w:basedOn w:val="Normal"/>
    <w:uiPriority w:val="99"/>
    <w:unhideWhenUsed/>
    <w:rsid w:val="001B2845"/>
    <w:pPr>
      <w:spacing w:before="100" w:beforeAutospacing="1" w:after="100" w:afterAutospacing="1"/>
    </w:pPr>
  </w:style>
  <w:style w:type="table" w:styleId="TableGrid">
    <w:name w:val="Table Grid"/>
    <w:basedOn w:val="TableNormal"/>
    <w:uiPriority w:val="39"/>
    <w:rsid w:val="00EE0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F166F"/>
    <w:rPr>
      <w:color w:val="954F72" w:themeColor="followedHyperlink"/>
      <w:u w:val="single"/>
    </w:rPr>
  </w:style>
  <w:style w:type="character" w:styleId="PageNumber">
    <w:name w:val="page number"/>
    <w:basedOn w:val="DefaultParagraphFont"/>
    <w:uiPriority w:val="99"/>
    <w:semiHidden/>
    <w:unhideWhenUsed/>
    <w:rsid w:val="00FC0489"/>
  </w:style>
  <w:style w:type="character" w:customStyle="1" w:styleId="cf01">
    <w:name w:val="cf01"/>
    <w:basedOn w:val="DefaultParagraphFont"/>
    <w:rsid w:val="004F6A5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759">
      <w:bodyDiv w:val="1"/>
      <w:marLeft w:val="0"/>
      <w:marRight w:val="0"/>
      <w:marTop w:val="0"/>
      <w:marBottom w:val="0"/>
      <w:divBdr>
        <w:top w:val="none" w:sz="0" w:space="0" w:color="auto"/>
        <w:left w:val="none" w:sz="0" w:space="0" w:color="auto"/>
        <w:bottom w:val="none" w:sz="0" w:space="0" w:color="auto"/>
        <w:right w:val="none" w:sz="0" w:space="0" w:color="auto"/>
      </w:divBdr>
      <w:divsChild>
        <w:div w:id="1210845352">
          <w:marLeft w:val="994"/>
          <w:marRight w:val="0"/>
          <w:marTop w:val="0"/>
          <w:marBottom w:val="0"/>
          <w:divBdr>
            <w:top w:val="none" w:sz="0" w:space="0" w:color="auto"/>
            <w:left w:val="none" w:sz="0" w:space="0" w:color="auto"/>
            <w:bottom w:val="none" w:sz="0" w:space="0" w:color="auto"/>
            <w:right w:val="none" w:sz="0" w:space="0" w:color="auto"/>
          </w:divBdr>
        </w:div>
        <w:div w:id="2091194828">
          <w:marLeft w:val="994"/>
          <w:marRight w:val="0"/>
          <w:marTop w:val="0"/>
          <w:marBottom w:val="0"/>
          <w:divBdr>
            <w:top w:val="none" w:sz="0" w:space="0" w:color="auto"/>
            <w:left w:val="none" w:sz="0" w:space="0" w:color="auto"/>
            <w:bottom w:val="none" w:sz="0" w:space="0" w:color="auto"/>
            <w:right w:val="none" w:sz="0" w:space="0" w:color="auto"/>
          </w:divBdr>
        </w:div>
        <w:div w:id="1355377992">
          <w:marLeft w:val="994"/>
          <w:marRight w:val="0"/>
          <w:marTop w:val="0"/>
          <w:marBottom w:val="0"/>
          <w:divBdr>
            <w:top w:val="none" w:sz="0" w:space="0" w:color="auto"/>
            <w:left w:val="none" w:sz="0" w:space="0" w:color="auto"/>
            <w:bottom w:val="none" w:sz="0" w:space="0" w:color="auto"/>
            <w:right w:val="none" w:sz="0" w:space="0" w:color="auto"/>
          </w:divBdr>
        </w:div>
      </w:divsChild>
    </w:div>
    <w:div w:id="8260095">
      <w:bodyDiv w:val="1"/>
      <w:marLeft w:val="0"/>
      <w:marRight w:val="0"/>
      <w:marTop w:val="0"/>
      <w:marBottom w:val="0"/>
      <w:divBdr>
        <w:top w:val="none" w:sz="0" w:space="0" w:color="auto"/>
        <w:left w:val="none" w:sz="0" w:space="0" w:color="auto"/>
        <w:bottom w:val="none" w:sz="0" w:space="0" w:color="auto"/>
        <w:right w:val="none" w:sz="0" w:space="0" w:color="auto"/>
      </w:divBdr>
    </w:div>
    <w:div w:id="9918432">
      <w:bodyDiv w:val="1"/>
      <w:marLeft w:val="0"/>
      <w:marRight w:val="0"/>
      <w:marTop w:val="0"/>
      <w:marBottom w:val="0"/>
      <w:divBdr>
        <w:top w:val="none" w:sz="0" w:space="0" w:color="auto"/>
        <w:left w:val="none" w:sz="0" w:space="0" w:color="auto"/>
        <w:bottom w:val="none" w:sz="0" w:space="0" w:color="auto"/>
        <w:right w:val="none" w:sz="0" w:space="0" w:color="auto"/>
      </w:divBdr>
    </w:div>
    <w:div w:id="14887504">
      <w:bodyDiv w:val="1"/>
      <w:marLeft w:val="0"/>
      <w:marRight w:val="0"/>
      <w:marTop w:val="0"/>
      <w:marBottom w:val="0"/>
      <w:divBdr>
        <w:top w:val="none" w:sz="0" w:space="0" w:color="auto"/>
        <w:left w:val="none" w:sz="0" w:space="0" w:color="auto"/>
        <w:bottom w:val="none" w:sz="0" w:space="0" w:color="auto"/>
        <w:right w:val="none" w:sz="0" w:space="0" w:color="auto"/>
      </w:divBdr>
    </w:div>
    <w:div w:id="28184350">
      <w:bodyDiv w:val="1"/>
      <w:marLeft w:val="0"/>
      <w:marRight w:val="0"/>
      <w:marTop w:val="0"/>
      <w:marBottom w:val="0"/>
      <w:divBdr>
        <w:top w:val="none" w:sz="0" w:space="0" w:color="auto"/>
        <w:left w:val="none" w:sz="0" w:space="0" w:color="auto"/>
        <w:bottom w:val="none" w:sz="0" w:space="0" w:color="auto"/>
        <w:right w:val="none" w:sz="0" w:space="0" w:color="auto"/>
      </w:divBdr>
    </w:div>
    <w:div w:id="31808676">
      <w:bodyDiv w:val="1"/>
      <w:marLeft w:val="0"/>
      <w:marRight w:val="0"/>
      <w:marTop w:val="0"/>
      <w:marBottom w:val="0"/>
      <w:divBdr>
        <w:top w:val="none" w:sz="0" w:space="0" w:color="auto"/>
        <w:left w:val="none" w:sz="0" w:space="0" w:color="auto"/>
        <w:bottom w:val="none" w:sz="0" w:space="0" w:color="auto"/>
        <w:right w:val="none" w:sz="0" w:space="0" w:color="auto"/>
      </w:divBdr>
    </w:div>
    <w:div w:id="34819919">
      <w:bodyDiv w:val="1"/>
      <w:marLeft w:val="0"/>
      <w:marRight w:val="0"/>
      <w:marTop w:val="0"/>
      <w:marBottom w:val="0"/>
      <w:divBdr>
        <w:top w:val="none" w:sz="0" w:space="0" w:color="auto"/>
        <w:left w:val="none" w:sz="0" w:space="0" w:color="auto"/>
        <w:bottom w:val="none" w:sz="0" w:space="0" w:color="auto"/>
        <w:right w:val="none" w:sz="0" w:space="0" w:color="auto"/>
      </w:divBdr>
    </w:div>
    <w:div w:id="35931692">
      <w:bodyDiv w:val="1"/>
      <w:marLeft w:val="0"/>
      <w:marRight w:val="0"/>
      <w:marTop w:val="0"/>
      <w:marBottom w:val="0"/>
      <w:divBdr>
        <w:top w:val="none" w:sz="0" w:space="0" w:color="auto"/>
        <w:left w:val="none" w:sz="0" w:space="0" w:color="auto"/>
        <w:bottom w:val="none" w:sz="0" w:space="0" w:color="auto"/>
        <w:right w:val="none" w:sz="0" w:space="0" w:color="auto"/>
      </w:divBdr>
    </w:div>
    <w:div w:id="36055493">
      <w:bodyDiv w:val="1"/>
      <w:marLeft w:val="0"/>
      <w:marRight w:val="0"/>
      <w:marTop w:val="0"/>
      <w:marBottom w:val="0"/>
      <w:divBdr>
        <w:top w:val="none" w:sz="0" w:space="0" w:color="auto"/>
        <w:left w:val="none" w:sz="0" w:space="0" w:color="auto"/>
        <w:bottom w:val="none" w:sz="0" w:space="0" w:color="auto"/>
        <w:right w:val="none" w:sz="0" w:space="0" w:color="auto"/>
      </w:divBdr>
    </w:div>
    <w:div w:id="39399260">
      <w:bodyDiv w:val="1"/>
      <w:marLeft w:val="0"/>
      <w:marRight w:val="0"/>
      <w:marTop w:val="0"/>
      <w:marBottom w:val="0"/>
      <w:divBdr>
        <w:top w:val="none" w:sz="0" w:space="0" w:color="auto"/>
        <w:left w:val="none" w:sz="0" w:space="0" w:color="auto"/>
        <w:bottom w:val="none" w:sz="0" w:space="0" w:color="auto"/>
        <w:right w:val="none" w:sz="0" w:space="0" w:color="auto"/>
      </w:divBdr>
    </w:div>
    <w:div w:id="52892527">
      <w:bodyDiv w:val="1"/>
      <w:marLeft w:val="0"/>
      <w:marRight w:val="0"/>
      <w:marTop w:val="0"/>
      <w:marBottom w:val="0"/>
      <w:divBdr>
        <w:top w:val="none" w:sz="0" w:space="0" w:color="auto"/>
        <w:left w:val="none" w:sz="0" w:space="0" w:color="auto"/>
        <w:bottom w:val="none" w:sz="0" w:space="0" w:color="auto"/>
        <w:right w:val="none" w:sz="0" w:space="0" w:color="auto"/>
      </w:divBdr>
    </w:div>
    <w:div w:id="71701024">
      <w:bodyDiv w:val="1"/>
      <w:marLeft w:val="0"/>
      <w:marRight w:val="0"/>
      <w:marTop w:val="0"/>
      <w:marBottom w:val="0"/>
      <w:divBdr>
        <w:top w:val="none" w:sz="0" w:space="0" w:color="auto"/>
        <w:left w:val="none" w:sz="0" w:space="0" w:color="auto"/>
        <w:bottom w:val="none" w:sz="0" w:space="0" w:color="auto"/>
        <w:right w:val="none" w:sz="0" w:space="0" w:color="auto"/>
      </w:divBdr>
      <w:divsChild>
        <w:div w:id="1647709018">
          <w:marLeft w:val="432"/>
          <w:marRight w:val="0"/>
          <w:marTop w:val="45"/>
          <w:marBottom w:val="0"/>
          <w:divBdr>
            <w:top w:val="none" w:sz="0" w:space="0" w:color="auto"/>
            <w:left w:val="none" w:sz="0" w:space="0" w:color="auto"/>
            <w:bottom w:val="none" w:sz="0" w:space="0" w:color="auto"/>
            <w:right w:val="none" w:sz="0" w:space="0" w:color="auto"/>
          </w:divBdr>
        </w:div>
      </w:divsChild>
    </w:div>
    <w:div w:id="74397957">
      <w:bodyDiv w:val="1"/>
      <w:marLeft w:val="0"/>
      <w:marRight w:val="0"/>
      <w:marTop w:val="0"/>
      <w:marBottom w:val="0"/>
      <w:divBdr>
        <w:top w:val="none" w:sz="0" w:space="0" w:color="auto"/>
        <w:left w:val="none" w:sz="0" w:space="0" w:color="auto"/>
        <w:bottom w:val="none" w:sz="0" w:space="0" w:color="auto"/>
        <w:right w:val="none" w:sz="0" w:space="0" w:color="auto"/>
      </w:divBdr>
    </w:div>
    <w:div w:id="76751683">
      <w:bodyDiv w:val="1"/>
      <w:marLeft w:val="0"/>
      <w:marRight w:val="0"/>
      <w:marTop w:val="0"/>
      <w:marBottom w:val="0"/>
      <w:divBdr>
        <w:top w:val="none" w:sz="0" w:space="0" w:color="auto"/>
        <w:left w:val="none" w:sz="0" w:space="0" w:color="auto"/>
        <w:bottom w:val="none" w:sz="0" w:space="0" w:color="auto"/>
        <w:right w:val="none" w:sz="0" w:space="0" w:color="auto"/>
      </w:divBdr>
    </w:div>
    <w:div w:id="78600474">
      <w:bodyDiv w:val="1"/>
      <w:marLeft w:val="0"/>
      <w:marRight w:val="0"/>
      <w:marTop w:val="0"/>
      <w:marBottom w:val="0"/>
      <w:divBdr>
        <w:top w:val="none" w:sz="0" w:space="0" w:color="auto"/>
        <w:left w:val="none" w:sz="0" w:space="0" w:color="auto"/>
        <w:bottom w:val="none" w:sz="0" w:space="0" w:color="auto"/>
        <w:right w:val="none" w:sz="0" w:space="0" w:color="auto"/>
      </w:divBdr>
    </w:div>
    <w:div w:id="82530418">
      <w:bodyDiv w:val="1"/>
      <w:marLeft w:val="0"/>
      <w:marRight w:val="0"/>
      <w:marTop w:val="0"/>
      <w:marBottom w:val="0"/>
      <w:divBdr>
        <w:top w:val="none" w:sz="0" w:space="0" w:color="auto"/>
        <w:left w:val="none" w:sz="0" w:space="0" w:color="auto"/>
        <w:bottom w:val="none" w:sz="0" w:space="0" w:color="auto"/>
        <w:right w:val="none" w:sz="0" w:space="0" w:color="auto"/>
      </w:divBdr>
      <w:divsChild>
        <w:div w:id="1932086659">
          <w:marLeft w:val="994"/>
          <w:marRight w:val="0"/>
          <w:marTop w:val="0"/>
          <w:marBottom w:val="0"/>
          <w:divBdr>
            <w:top w:val="none" w:sz="0" w:space="0" w:color="auto"/>
            <w:left w:val="none" w:sz="0" w:space="0" w:color="auto"/>
            <w:bottom w:val="none" w:sz="0" w:space="0" w:color="auto"/>
            <w:right w:val="none" w:sz="0" w:space="0" w:color="auto"/>
          </w:divBdr>
        </w:div>
        <w:div w:id="1043941412">
          <w:marLeft w:val="994"/>
          <w:marRight w:val="0"/>
          <w:marTop w:val="0"/>
          <w:marBottom w:val="0"/>
          <w:divBdr>
            <w:top w:val="none" w:sz="0" w:space="0" w:color="auto"/>
            <w:left w:val="none" w:sz="0" w:space="0" w:color="auto"/>
            <w:bottom w:val="none" w:sz="0" w:space="0" w:color="auto"/>
            <w:right w:val="none" w:sz="0" w:space="0" w:color="auto"/>
          </w:divBdr>
        </w:div>
        <w:div w:id="860826570">
          <w:marLeft w:val="994"/>
          <w:marRight w:val="0"/>
          <w:marTop w:val="0"/>
          <w:marBottom w:val="0"/>
          <w:divBdr>
            <w:top w:val="none" w:sz="0" w:space="0" w:color="auto"/>
            <w:left w:val="none" w:sz="0" w:space="0" w:color="auto"/>
            <w:bottom w:val="none" w:sz="0" w:space="0" w:color="auto"/>
            <w:right w:val="none" w:sz="0" w:space="0" w:color="auto"/>
          </w:divBdr>
        </w:div>
      </w:divsChild>
    </w:div>
    <w:div w:id="87427552">
      <w:bodyDiv w:val="1"/>
      <w:marLeft w:val="0"/>
      <w:marRight w:val="0"/>
      <w:marTop w:val="0"/>
      <w:marBottom w:val="0"/>
      <w:divBdr>
        <w:top w:val="none" w:sz="0" w:space="0" w:color="auto"/>
        <w:left w:val="none" w:sz="0" w:space="0" w:color="auto"/>
        <w:bottom w:val="none" w:sz="0" w:space="0" w:color="auto"/>
        <w:right w:val="none" w:sz="0" w:space="0" w:color="auto"/>
      </w:divBdr>
    </w:div>
    <w:div w:id="88043716">
      <w:bodyDiv w:val="1"/>
      <w:marLeft w:val="0"/>
      <w:marRight w:val="0"/>
      <w:marTop w:val="0"/>
      <w:marBottom w:val="0"/>
      <w:divBdr>
        <w:top w:val="none" w:sz="0" w:space="0" w:color="auto"/>
        <w:left w:val="none" w:sz="0" w:space="0" w:color="auto"/>
        <w:bottom w:val="none" w:sz="0" w:space="0" w:color="auto"/>
        <w:right w:val="none" w:sz="0" w:space="0" w:color="auto"/>
      </w:divBdr>
    </w:div>
    <w:div w:id="88354731">
      <w:bodyDiv w:val="1"/>
      <w:marLeft w:val="0"/>
      <w:marRight w:val="0"/>
      <w:marTop w:val="0"/>
      <w:marBottom w:val="0"/>
      <w:divBdr>
        <w:top w:val="none" w:sz="0" w:space="0" w:color="auto"/>
        <w:left w:val="none" w:sz="0" w:space="0" w:color="auto"/>
        <w:bottom w:val="none" w:sz="0" w:space="0" w:color="auto"/>
        <w:right w:val="none" w:sz="0" w:space="0" w:color="auto"/>
      </w:divBdr>
    </w:div>
    <w:div w:id="90201775">
      <w:bodyDiv w:val="1"/>
      <w:marLeft w:val="0"/>
      <w:marRight w:val="0"/>
      <w:marTop w:val="0"/>
      <w:marBottom w:val="0"/>
      <w:divBdr>
        <w:top w:val="none" w:sz="0" w:space="0" w:color="auto"/>
        <w:left w:val="none" w:sz="0" w:space="0" w:color="auto"/>
        <w:bottom w:val="none" w:sz="0" w:space="0" w:color="auto"/>
        <w:right w:val="none" w:sz="0" w:space="0" w:color="auto"/>
      </w:divBdr>
      <w:divsChild>
        <w:div w:id="137429072">
          <w:marLeft w:val="432"/>
          <w:marRight w:val="0"/>
          <w:marTop w:val="45"/>
          <w:marBottom w:val="0"/>
          <w:divBdr>
            <w:top w:val="none" w:sz="0" w:space="0" w:color="auto"/>
            <w:left w:val="none" w:sz="0" w:space="0" w:color="auto"/>
            <w:bottom w:val="none" w:sz="0" w:space="0" w:color="auto"/>
            <w:right w:val="none" w:sz="0" w:space="0" w:color="auto"/>
          </w:divBdr>
        </w:div>
      </w:divsChild>
    </w:div>
    <w:div w:id="90516707">
      <w:bodyDiv w:val="1"/>
      <w:marLeft w:val="0"/>
      <w:marRight w:val="0"/>
      <w:marTop w:val="0"/>
      <w:marBottom w:val="0"/>
      <w:divBdr>
        <w:top w:val="none" w:sz="0" w:space="0" w:color="auto"/>
        <w:left w:val="none" w:sz="0" w:space="0" w:color="auto"/>
        <w:bottom w:val="none" w:sz="0" w:space="0" w:color="auto"/>
        <w:right w:val="none" w:sz="0" w:space="0" w:color="auto"/>
      </w:divBdr>
      <w:divsChild>
        <w:div w:id="1289165374">
          <w:marLeft w:val="274"/>
          <w:marRight w:val="0"/>
          <w:marTop w:val="0"/>
          <w:marBottom w:val="0"/>
          <w:divBdr>
            <w:top w:val="none" w:sz="0" w:space="0" w:color="auto"/>
            <w:left w:val="none" w:sz="0" w:space="0" w:color="auto"/>
            <w:bottom w:val="none" w:sz="0" w:space="0" w:color="auto"/>
            <w:right w:val="none" w:sz="0" w:space="0" w:color="auto"/>
          </w:divBdr>
        </w:div>
        <w:div w:id="1072001304">
          <w:marLeft w:val="274"/>
          <w:marRight w:val="0"/>
          <w:marTop w:val="0"/>
          <w:marBottom w:val="0"/>
          <w:divBdr>
            <w:top w:val="none" w:sz="0" w:space="0" w:color="auto"/>
            <w:left w:val="none" w:sz="0" w:space="0" w:color="auto"/>
            <w:bottom w:val="none" w:sz="0" w:space="0" w:color="auto"/>
            <w:right w:val="none" w:sz="0" w:space="0" w:color="auto"/>
          </w:divBdr>
        </w:div>
        <w:div w:id="1086654641">
          <w:marLeft w:val="274"/>
          <w:marRight w:val="0"/>
          <w:marTop w:val="0"/>
          <w:marBottom w:val="0"/>
          <w:divBdr>
            <w:top w:val="none" w:sz="0" w:space="0" w:color="auto"/>
            <w:left w:val="none" w:sz="0" w:space="0" w:color="auto"/>
            <w:bottom w:val="none" w:sz="0" w:space="0" w:color="auto"/>
            <w:right w:val="none" w:sz="0" w:space="0" w:color="auto"/>
          </w:divBdr>
        </w:div>
        <w:div w:id="399181607">
          <w:marLeft w:val="274"/>
          <w:marRight w:val="0"/>
          <w:marTop w:val="0"/>
          <w:marBottom w:val="0"/>
          <w:divBdr>
            <w:top w:val="none" w:sz="0" w:space="0" w:color="auto"/>
            <w:left w:val="none" w:sz="0" w:space="0" w:color="auto"/>
            <w:bottom w:val="none" w:sz="0" w:space="0" w:color="auto"/>
            <w:right w:val="none" w:sz="0" w:space="0" w:color="auto"/>
          </w:divBdr>
        </w:div>
        <w:div w:id="184445565">
          <w:marLeft w:val="274"/>
          <w:marRight w:val="0"/>
          <w:marTop w:val="0"/>
          <w:marBottom w:val="0"/>
          <w:divBdr>
            <w:top w:val="none" w:sz="0" w:space="0" w:color="auto"/>
            <w:left w:val="none" w:sz="0" w:space="0" w:color="auto"/>
            <w:bottom w:val="none" w:sz="0" w:space="0" w:color="auto"/>
            <w:right w:val="none" w:sz="0" w:space="0" w:color="auto"/>
          </w:divBdr>
        </w:div>
        <w:div w:id="1072042776">
          <w:marLeft w:val="274"/>
          <w:marRight w:val="0"/>
          <w:marTop w:val="0"/>
          <w:marBottom w:val="0"/>
          <w:divBdr>
            <w:top w:val="none" w:sz="0" w:space="0" w:color="auto"/>
            <w:left w:val="none" w:sz="0" w:space="0" w:color="auto"/>
            <w:bottom w:val="none" w:sz="0" w:space="0" w:color="auto"/>
            <w:right w:val="none" w:sz="0" w:space="0" w:color="auto"/>
          </w:divBdr>
        </w:div>
      </w:divsChild>
    </w:div>
    <w:div w:id="97797160">
      <w:bodyDiv w:val="1"/>
      <w:marLeft w:val="0"/>
      <w:marRight w:val="0"/>
      <w:marTop w:val="0"/>
      <w:marBottom w:val="0"/>
      <w:divBdr>
        <w:top w:val="none" w:sz="0" w:space="0" w:color="auto"/>
        <w:left w:val="none" w:sz="0" w:space="0" w:color="auto"/>
        <w:bottom w:val="none" w:sz="0" w:space="0" w:color="auto"/>
        <w:right w:val="none" w:sz="0" w:space="0" w:color="auto"/>
      </w:divBdr>
    </w:div>
    <w:div w:id="100734570">
      <w:bodyDiv w:val="1"/>
      <w:marLeft w:val="0"/>
      <w:marRight w:val="0"/>
      <w:marTop w:val="0"/>
      <w:marBottom w:val="0"/>
      <w:divBdr>
        <w:top w:val="none" w:sz="0" w:space="0" w:color="auto"/>
        <w:left w:val="none" w:sz="0" w:space="0" w:color="auto"/>
        <w:bottom w:val="none" w:sz="0" w:space="0" w:color="auto"/>
        <w:right w:val="none" w:sz="0" w:space="0" w:color="auto"/>
      </w:divBdr>
    </w:div>
    <w:div w:id="110975867">
      <w:bodyDiv w:val="1"/>
      <w:marLeft w:val="0"/>
      <w:marRight w:val="0"/>
      <w:marTop w:val="0"/>
      <w:marBottom w:val="0"/>
      <w:divBdr>
        <w:top w:val="none" w:sz="0" w:space="0" w:color="auto"/>
        <w:left w:val="none" w:sz="0" w:space="0" w:color="auto"/>
        <w:bottom w:val="none" w:sz="0" w:space="0" w:color="auto"/>
        <w:right w:val="none" w:sz="0" w:space="0" w:color="auto"/>
      </w:divBdr>
    </w:div>
    <w:div w:id="129054239">
      <w:bodyDiv w:val="1"/>
      <w:marLeft w:val="0"/>
      <w:marRight w:val="0"/>
      <w:marTop w:val="0"/>
      <w:marBottom w:val="0"/>
      <w:divBdr>
        <w:top w:val="none" w:sz="0" w:space="0" w:color="auto"/>
        <w:left w:val="none" w:sz="0" w:space="0" w:color="auto"/>
        <w:bottom w:val="none" w:sz="0" w:space="0" w:color="auto"/>
        <w:right w:val="none" w:sz="0" w:space="0" w:color="auto"/>
      </w:divBdr>
    </w:div>
    <w:div w:id="129520854">
      <w:bodyDiv w:val="1"/>
      <w:marLeft w:val="0"/>
      <w:marRight w:val="0"/>
      <w:marTop w:val="0"/>
      <w:marBottom w:val="0"/>
      <w:divBdr>
        <w:top w:val="none" w:sz="0" w:space="0" w:color="auto"/>
        <w:left w:val="none" w:sz="0" w:space="0" w:color="auto"/>
        <w:bottom w:val="none" w:sz="0" w:space="0" w:color="auto"/>
        <w:right w:val="none" w:sz="0" w:space="0" w:color="auto"/>
      </w:divBdr>
    </w:div>
    <w:div w:id="131947123">
      <w:bodyDiv w:val="1"/>
      <w:marLeft w:val="0"/>
      <w:marRight w:val="0"/>
      <w:marTop w:val="0"/>
      <w:marBottom w:val="0"/>
      <w:divBdr>
        <w:top w:val="none" w:sz="0" w:space="0" w:color="auto"/>
        <w:left w:val="none" w:sz="0" w:space="0" w:color="auto"/>
        <w:bottom w:val="none" w:sz="0" w:space="0" w:color="auto"/>
        <w:right w:val="none" w:sz="0" w:space="0" w:color="auto"/>
      </w:divBdr>
      <w:divsChild>
        <w:div w:id="1922907374">
          <w:marLeft w:val="432"/>
          <w:marRight w:val="0"/>
          <w:marTop w:val="45"/>
          <w:marBottom w:val="0"/>
          <w:divBdr>
            <w:top w:val="none" w:sz="0" w:space="0" w:color="auto"/>
            <w:left w:val="none" w:sz="0" w:space="0" w:color="auto"/>
            <w:bottom w:val="none" w:sz="0" w:space="0" w:color="auto"/>
            <w:right w:val="none" w:sz="0" w:space="0" w:color="auto"/>
          </w:divBdr>
        </w:div>
      </w:divsChild>
    </w:div>
    <w:div w:id="134183827">
      <w:bodyDiv w:val="1"/>
      <w:marLeft w:val="0"/>
      <w:marRight w:val="0"/>
      <w:marTop w:val="0"/>
      <w:marBottom w:val="0"/>
      <w:divBdr>
        <w:top w:val="none" w:sz="0" w:space="0" w:color="auto"/>
        <w:left w:val="none" w:sz="0" w:space="0" w:color="auto"/>
        <w:bottom w:val="none" w:sz="0" w:space="0" w:color="auto"/>
        <w:right w:val="none" w:sz="0" w:space="0" w:color="auto"/>
      </w:divBdr>
    </w:div>
    <w:div w:id="134639216">
      <w:bodyDiv w:val="1"/>
      <w:marLeft w:val="0"/>
      <w:marRight w:val="0"/>
      <w:marTop w:val="0"/>
      <w:marBottom w:val="0"/>
      <w:divBdr>
        <w:top w:val="none" w:sz="0" w:space="0" w:color="auto"/>
        <w:left w:val="none" w:sz="0" w:space="0" w:color="auto"/>
        <w:bottom w:val="none" w:sz="0" w:space="0" w:color="auto"/>
        <w:right w:val="none" w:sz="0" w:space="0" w:color="auto"/>
      </w:divBdr>
    </w:div>
    <w:div w:id="135680992">
      <w:bodyDiv w:val="1"/>
      <w:marLeft w:val="0"/>
      <w:marRight w:val="0"/>
      <w:marTop w:val="0"/>
      <w:marBottom w:val="0"/>
      <w:divBdr>
        <w:top w:val="none" w:sz="0" w:space="0" w:color="auto"/>
        <w:left w:val="none" w:sz="0" w:space="0" w:color="auto"/>
        <w:bottom w:val="none" w:sz="0" w:space="0" w:color="auto"/>
        <w:right w:val="none" w:sz="0" w:space="0" w:color="auto"/>
      </w:divBdr>
    </w:div>
    <w:div w:id="136387517">
      <w:bodyDiv w:val="1"/>
      <w:marLeft w:val="0"/>
      <w:marRight w:val="0"/>
      <w:marTop w:val="0"/>
      <w:marBottom w:val="0"/>
      <w:divBdr>
        <w:top w:val="none" w:sz="0" w:space="0" w:color="auto"/>
        <w:left w:val="none" w:sz="0" w:space="0" w:color="auto"/>
        <w:bottom w:val="none" w:sz="0" w:space="0" w:color="auto"/>
        <w:right w:val="none" w:sz="0" w:space="0" w:color="auto"/>
      </w:divBdr>
    </w:div>
    <w:div w:id="142283102">
      <w:bodyDiv w:val="1"/>
      <w:marLeft w:val="0"/>
      <w:marRight w:val="0"/>
      <w:marTop w:val="0"/>
      <w:marBottom w:val="0"/>
      <w:divBdr>
        <w:top w:val="none" w:sz="0" w:space="0" w:color="auto"/>
        <w:left w:val="none" w:sz="0" w:space="0" w:color="auto"/>
        <w:bottom w:val="none" w:sz="0" w:space="0" w:color="auto"/>
        <w:right w:val="none" w:sz="0" w:space="0" w:color="auto"/>
      </w:divBdr>
      <w:divsChild>
        <w:div w:id="729497541">
          <w:marLeft w:val="432"/>
          <w:marRight w:val="0"/>
          <w:marTop w:val="45"/>
          <w:marBottom w:val="0"/>
          <w:divBdr>
            <w:top w:val="none" w:sz="0" w:space="0" w:color="auto"/>
            <w:left w:val="none" w:sz="0" w:space="0" w:color="auto"/>
            <w:bottom w:val="none" w:sz="0" w:space="0" w:color="auto"/>
            <w:right w:val="none" w:sz="0" w:space="0" w:color="auto"/>
          </w:divBdr>
        </w:div>
      </w:divsChild>
    </w:div>
    <w:div w:id="142354575">
      <w:bodyDiv w:val="1"/>
      <w:marLeft w:val="0"/>
      <w:marRight w:val="0"/>
      <w:marTop w:val="0"/>
      <w:marBottom w:val="0"/>
      <w:divBdr>
        <w:top w:val="none" w:sz="0" w:space="0" w:color="auto"/>
        <w:left w:val="none" w:sz="0" w:space="0" w:color="auto"/>
        <w:bottom w:val="none" w:sz="0" w:space="0" w:color="auto"/>
        <w:right w:val="none" w:sz="0" w:space="0" w:color="auto"/>
      </w:divBdr>
    </w:div>
    <w:div w:id="147790744">
      <w:bodyDiv w:val="1"/>
      <w:marLeft w:val="0"/>
      <w:marRight w:val="0"/>
      <w:marTop w:val="0"/>
      <w:marBottom w:val="0"/>
      <w:divBdr>
        <w:top w:val="none" w:sz="0" w:space="0" w:color="auto"/>
        <w:left w:val="none" w:sz="0" w:space="0" w:color="auto"/>
        <w:bottom w:val="none" w:sz="0" w:space="0" w:color="auto"/>
        <w:right w:val="none" w:sz="0" w:space="0" w:color="auto"/>
      </w:divBdr>
    </w:div>
    <w:div w:id="152113621">
      <w:bodyDiv w:val="1"/>
      <w:marLeft w:val="0"/>
      <w:marRight w:val="0"/>
      <w:marTop w:val="0"/>
      <w:marBottom w:val="0"/>
      <w:divBdr>
        <w:top w:val="none" w:sz="0" w:space="0" w:color="auto"/>
        <w:left w:val="none" w:sz="0" w:space="0" w:color="auto"/>
        <w:bottom w:val="none" w:sz="0" w:space="0" w:color="auto"/>
        <w:right w:val="none" w:sz="0" w:space="0" w:color="auto"/>
      </w:divBdr>
      <w:divsChild>
        <w:div w:id="1490487300">
          <w:marLeft w:val="432"/>
          <w:marRight w:val="0"/>
          <w:marTop w:val="45"/>
          <w:marBottom w:val="0"/>
          <w:divBdr>
            <w:top w:val="none" w:sz="0" w:space="0" w:color="auto"/>
            <w:left w:val="none" w:sz="0" w:space="0" w:color="auto"/>
            <w:bottom w:val="none" w:sz="0" w:space="0" w:color="auto"/>
            <w:right w:val="none" w:sz="0" w:space="0" w:color="auto"/>
          </w:divBdr>
        </w:div>
      </w:divsChild>
    </w:div>
    <w:div w:id="153034061">
      <w:bodyDiv w:val="1"/>
      <w:marLeft w:val="0"/>
      <w:marRight w:val="0"/>
      <w:marTop w:val="0"/>
      <w:marBottom w:val="0"/>
      <w:divBdr>
        <w:top w:val="none" w:sz="0" w:space="0" w:color="auto"/>
        <w:left w:val="none" w:sz="0" w:space="0" w:color="auto"/>
        <w:bottom w:val="none" w:sz="0" w:space="0" w:color="auto"/>
        <w:right w:val="none" w:sz="0" w:space="0" w:color="auto"/>
      </w:divBdr>
    </w:div>
    <w:div w:id="161506304">
      <w:bodyDiv w:val="1"/>
      <w:marLeft w:val="0"/>
      <w:marRight w:val="0"/>
      <w:marTop w:val="0"/>
      <w:marBottom w:val="0"/>
      <w:divBdr>
        <w:top w:val="none" w:sz="0" w:space="0" w:color="auto"/>
        <w:left w:val="none" w:sz="0" w:space="0" w:color="auto"/>
        <w:bottom w:val="none" w:sz="0" w:space="0" w:color="auto"/>
        <w:right w:val="none" w:sz="0" w:space="0" w:color="auto"/>
      </w:divBdr>
    </w:div>
    <w:div w:id="165631796">
      <w:bodyDiv w:val="1"/>
      <w:marLeft w:val="0"/>
      <w:marRight w:val="0"/>
      <w:marTop w:val="0"/>
      <w:marBottom w:val="0"/>
      <w:divBdr>
        <w:top w:val="none" w:sz="0" w:space="0" w:color="auto"/>
        <w:left w:val="none" w:sz="0" w:space="0" w:color="auto"/>
        <w:bottom w:val="none" w:sz="0" w:space="0" w:color="auto"/>
        <w:right w:val="none" w:sz="0" w:space="0" w:color="auto"/>
      </w:divBdr>
    </w:div>
    <w:div w:id="166479321">
      <w:bodyDiv w:val="1"/>
      <w:marLeft w:val="0"/>
      <w:marRight w:val="0"/>
      <w:marTop w:val="0"/>
      <w:marBottom w:val="0"/>
      <w:divBdr>
        <w:top w:val="none" w:sz="0" w:space="0" w:color="auto"/>
        <w:left w:val="none" w:sz="0" w:space="0" w:color="auto"/>
        <w:bottom w:val="none" w:sz="0" w:space="0" w:color="auto"/>
        <w:right w:val="none" w:sz="0" w:space="0" w:color="auto"/>
      </w:divBdr>
    </w:div>
    <w:div w:id="167406612">
      <w:bodyDiv w:val="1"/>
      <w:marLeft w:val="0"/>
      <w:marRight w:val="0"/>
      <w:marTop w:val="0"/>
      <w:marBottom w:val="0"/>
      <w:divBdr>
        <w:top w:val="none" w:sz="0" w:space="0" w:color="auto"/>
        <w:left w:val="none" w:sz="0" w:space="0" w:color="auto"/>
        <w:bottom w:val="none" w:sz="0" w:space="0" w:color="auto"/>
        <w:right w:val="none" w:sz="0" w:space="0" w:color="auto"/>
      </w:divBdr>
      <w:divsChild>
        <w:div w:id="529538490">
          <w:marLeft w:val="432"/>
          <w:marRight w:val="0"/>
          <w:marTop w:val="45"/>
          <w:marBottom w:val="0"/>
          <w:divBdr>
            <w:top w:val="none" w:sz="0" w:space="0" w:color="auto"/>
            <w:left w:val="none" w:sz="0" w:space="0" w:color="auto"/>
            <w:bottom w:val="none" w:sz="0" w:space="0" w:color="auto"/>
            <w:right w:val="none" w:sz="0" w:space="0" w:color="auto"/>
          </w:divBdr>
        </w:div>
      </w:divsChild>
    </w:div>
    <w:div w:id="170224803">
      <w:bodyDiv w:val="1"/>
      <w:marLeft w:val="0"/>
      <w:marRight w:val="0"/>
      <w:marTop w:val="0"/>
      <w:marBottom w:val="0"/>
      <w:divBdr>
        <w:top w:val="none" w:sz="0" w:space="0" w:color="auto"/>
        <w:left w:val="none" w:sz="0" w:space="0" w:color="auto"/>
        <w:bottom w:val="none" w:sz="0" w:space="0" w:color="auto"/>
        <w:right w:val="none" w:sz="0" w:space="0" w:color="auto"/>
      </w:divBdr>
    </w:div>
    <w:div w:id="171724839">
      <w:bodyDiv w:val="1"/>
      <w:marLeft w:val="0"/>
      <w:marRight w:val="0"/>
      <w:marTop w:val="0"/>
      <w:marBottom w:val="0"/>
      <w:divBdr>
        <w:top w:val="none" w:sz="0" w:space="0" w:color="auto"/>
        <w:left w:val="none" w:sz="0" w:space="0" w:color="auto"/>
        <w:bottom w:val="none" w:sz="0" w:space="0" w:color="auto"/>
        <w:right w:val="none" w:sz="0" w:space="0" w:color="auto"/>
      </w:divBdr>
    </w:div>
    <w:div w:id="171796520">
      <w:bodyDiv w:val="1"/>
      <w:marLeft w:val="0"/>
      <w:marRight w:val="0"/>
      <w:marTop w:val="0"/>
      <w:marBottom w:val="0"/>
      <w:divBdr>
        <w:top w:val="none" w:sz="0" w:space="0" w:color="auto"/>
        <w:left w:val="none" w:sz="0" w:space="0" w:color="auto"/>
        <w:bottom w:val="none" w:sz="0" w:space="0" w:color="auto"/>
        <w:right w:val="none" w:sz="0" w:space="0" w:color="auto"/>
      </w:divBdr>
    </w:div>
    <w:div w:id="175728872">
      <w:bodyDiv w:val="1"/>
      <w:marLeft w:val="0"/>
      <w:marRight w:val="0"/>
      <w:marTop w:val="0"/>
      <w:marBottom w:val="0"/>
      <w:divBdr>
        <w:top w:val="none" w:sz="0" w:space="0" w:color="auto"/>
        <w:left w:val="none" w:sz="0" w:space="0" w:color="auto"/>
        <w:bottom w:val="none" w:sz="0" w:space="0" w:color="auto"/>
        <w:right w:val="none" w:sz="0" w:space="0" w:color="auto"/>
      </w:divBdr>
    </w:div>
    <w:div w:id="177237145">
      <w:bodyDiv w:val="1"/>
      <w:marLeft w:val="0"/>
      <w:marRight w:val="0"/>
      <w:marTop w:val="0"/>
      <w:marBottom w:val="0"/>
      <w:divBdr>
        <w:top w:val="none" w:sz="0" w:space="0" w:color="auto"/>
        <w:left w:val="none" w:sz="0" w:space="0" w:color="auto"/>
        <w:bottom w:val="none" w:sz="0" w:space="0" w:color="auto"/>
        <w:right w:val="none" w:sz="0" w:space="0" w:color="auto"/>
      </w:divBdr>
    </w:div>
    <w:div w:id="180970381">
      <w:bodyDiv w:val="1"/>
      <w:marLeft w:val="0"/>
      <w:marRight w:val="0"/>
      <w:marTop w:val="0"/>
      <w:marBottom w:val="0"/>
      <w:divBdr>
        <w:top w:val="none" w:sz="0" w:space="0" w:color="auto"/>
        <w:left w:val="none" w:sz="0" w:space="0" w:color="auto"/>
        <w:bottom w:val="none" w:sz="0" w:space="0" w:color="auto"/>
        <w:right w:val="none" w:sz="0" w:space="0" w:color="auto"/>
      </w:divBdr>
    </w:div>
    <w:div w:id="181213950">
      <w:bodyDiv w:val="1"/>
      <w:marLeft w:val="0"/>
      <w:marRight w:val="0"/>
      <w:marTop w:val="0"/>
      <w:marBottom w:val="0"/>
      <w:divBdr>
        <w:top w:val="none" w:sz="0" w:space="0" w:color="auto"/>
        <w:left w:val="none" w:sz="0" w:space="0" w:color="auto"/>
        <w:bottom w:val="none" w:sz="0" w:space="0" w:color="auto"/>
        <w:right w:val="none" w:sz="0" w:space="0" w:color="auto"/>
      </w:divBdr>
    </w:div>
    <w:div w:id="183254910">
      <w:bodyDiv w:val="1"/>
      <w:marLeft w:val="0"/>
      <w:marRight w:val="0"/>
      <w:marTop w:val="0"/>
      <w:marBottom w:val="0"/>
      <w:divBdr>
        <w:top w:val="none" w:sz="0" w:space="0" w:color="auto"/>
        <w:left w:val="none" w:sz="0" w:space="0" w:color="auto"/>
        <w:bottom w:val="none" w:sz="0" w:space="0" w:color="auto"/>
        <w:right w:val="none" w:sz="0" w:space="0" w:color="auto"/>
      </w:divBdr>
    </w:div>
    <w:div w:id="192421343">
      <w:bodyDiv w:val="1"/>
      <w:marLeft w:val="0"/>
      <w:marRight w:val="0"/>
      <w:marTop w:val="0"/>
      <w:marBottom w:val="0"/>
      <w:divBdr>
        <w:top w:val="none" w:sz="0" w:space="0" w:color="auto"/>
        <w:left w:val="none" w:sz="0" w:space="0" w:color="auto"/>
        <w:bottom w:val="none" w:sz="0" w:space="0" w:color="auto"/>
        <w:right w:val="none" w:sz="0" w:space="0" w:color="auto"/>
      </w:divBdr>
    </w:div>
    <w:div w:id="192966338">
      <w:bodyDiv w:val="1"/>
      <w:marLeft w:val="0"/>
      <w:marRight w:val="0"/>
      <w:marTop w:val="0"/>
      <w:marBottom w:val="0"/>
      <w:divBdr>
        <w:top w:val="none" w:sz="0" w:space="0" w:color="auto"/>
        <w:left w:val="none" w:sz="0" w:space="0" w:color="auto"/>
        <w:bottom w:val="none" w:sz="0" w:space="0" w:color="auto"/>
        <w:right w:val="none" w:sz="0" w:space="0" w:color="auto"/>
      </w:divBdr>
    </w:div>
    <w:div w:id="197742611">
      <w:bodyDiv w:val="1"/>
      <w:marLeft w:val="0"/>
      <w:marRight w:val="0"/>
      <w:marTop w:val="0"/>
      <w:marBottom w:val="0"/>
      <w:divBdr>
        <w:top w:val="none" w:sz="0" w:space="0" w:color="auto"/>
        <w:left w:val="none" w:sz="0" w:space="0" w:color="auto"/>
        <w:bottom w:val="none" w:sz="0" w:space="0" w:color="auto"/>
        <w:right w:val="none" w:sz="0" w:space="0" w:color="auto"/>
      </w:divBdr>
      <w:divsChild>
        <w:div w:id="1898279030">
          <w:marLeft w:val="432"/>
          <w:marRight w:val="0"/>
          <w:marTop w:val="45"/>
          <w:marBottom w:val="0"/>
          <w:divBdr>
            <w:top w:val="none" w:sz="0" w:space="0" w:color="auto"/>
            <w:left w:val="none" w:sz="0" w:space="0" w:color="auto"/>
            <w:bottom w:val="none" w:sz="0" w:space="0" w:color="auto"/>
            <w:right w:val="none" w:sz="0" w:space="0" w:color="auto"/>
          </w:divBdr>
        </w:div>
      </w:divsChild>
    </w:div>
    <w:div w:id="199126517">
      <w:bodyDiv w:val="1"/>
      <w:marLeft w:val="0"/>
      <w:marRight w:val="0"/>
      <w:marTop w:val="0"/>
      <w:marBottom w:val="0"/>
      <w:divBdr>
        <w:top w:val="none" w:sz="0" w:space="0" w:color="auto"/>
        <w:left w:val="none" w:sz="0" w:space="0" w:color="auto"/>
        <w:bottom w:val="none" w:sz="0" w:space="0" w:color="auto"/>
        <w:right w:val="none" w:sz="0" w:space="0" w:color="auto"/>
      </w:divBdr>
    </w:div>
    <w:div w:id="203057278">
      <w:bodyDiv w:val="1"/>
      <w:marLeft w:val="0"/>
      <w:marRight w:val="0"/>
      <w:marTop w:val="0"/>
      <w:marBottom w:val="0"/>
      <w:divBdr>
        <w:top w:val="none" w:sz="0" w:space="0" w:color="auto"/>
        <w:left w:val="none" w:sz="0" w:space="0" w:color="auto"/>
        <w:bottom w:val="none" w:sz="0" w:space="0" w:color="auto"/>
        <w:right w:val="none" w:sz="0" w:space="0" w:color="auto"/>
      </w:divBdr>
    </w:div>
    <w:div w:id="205072697">
      <w:bodyDiv w:val="1"/>
      <w:marLeft w:val="0"/>
      <w:marRight w:val="0"/>
      <w:marTop w:val="0"/>
      <w:marBottom w:val="0"/>
      <w:divBdr>
        <w:top w:val="none" w:sz="0" w:space="0" w:color="auto"/>
        <w:left w:val="none" w:sz="0" w:space="0" w:color="auto"/>
        <w:bottom w:val="none" w:sz="0" w:space="0" w:color="auto"/>
        <w:right w:val="none" w:sz="0" w:space="0" w:color="auto"/>
      </w:divBdr>
    </w:div>
    <w:div w:id="213079257">
      <w:bodyDiv w:val="1"/>
      <w:marLeft w:val="0"/>
      <w:marRight w:val="0"/>
      <w:marTop w:val="0"/>
      <w:marBottom w:val="0"/>
      <w:divBdr>
        <w:top w:val="none" w:sz="0" w:space="0" w:color="auto"/>
        <w:left w:val="none" w:sz="0" w:space="0" w:color="auto"/>
        <w:bottom w:val="none" w:sz="0" w:space="0" w:color="auto"/>
        <w:right w:val="none" w:sz="0" w:space="0" w:color="auto"/>
      </w:divBdr>
    </w:div>
    <w:div w:id="220291796">
      <w:bodyDiv w:val="1"/>
      <w:marLeft w:val="0"/>
      <w:marRight w:val="0"/>
      <w:marTop w:val="0"/>
      <w:marBottom w:val="0"/>
      <w:divBdr>
        <w:top w:val="none" w:sz="0" w:space="0" w:color="auto"/>
        <w:left w:val="none" w:sz="0" w:space="0" w:color="auto"/>
        <w:bottom w:val="none" w:sz="0" w:space="0" w:color="auto"/>
        <w:right w:val="none" w:sz="0" w:space="0" w:color="auto"/>
      </w:divBdr>
    </w:div>
    <w:div w:id="221721176">
      <w:bodyDiv w:val="1"/>
      <w:marLeft w:val="0"/>
      <w:marRight w:val="0"/>
      <w:marTop w:val="0"/>
      <w:marBottom w:val="0"/>
      <w:divBdr>
        <w:top w:val="none" w:sz="0" w:space="0" w:color="auto"/>
        <w:left w:val="none" w:sz="0" w:space="0" w:color="auto"/>
        <w:bottom w:val="none" w:sz="0" w:space="0" w:color="auto"/>
        <w:right w:val="none" w:sz="0" w:space="0" w:color="auto"/>
      </w:divBdr>
      <w:divsChild>
        <w:div w:id="483471229">
          <w:marLeft w:val="778"/>
          <w:marRight w:val="0"/>
          <w:marTop w:val="45"/>
          <w:marBottom w:val="0"/>
          <w:divBdr>
            <w:top w:val="none" w:sz="0" w:space="0" w:color="auto"/>
            <w:left w:val="none" w:sz="0" w:space="0" w:color="auto"/>
            <w:bottom w:val="none" w:sz="0" w:space="0" w:color="auto"/>
            <w:right w:val="none" w:sz="0" w:space="0" w:color="auto"/>
          </w:divBdr>
        </w:div>
        <w:div w:id="1809778446">
          <w:marLeft w:val="778"/>
          <w:marRight w:val="0"/>
          <w:marTop w:val="45"/>
          <w:marBottom w:val="0"/>
          <w:divBdr>
            <w:top w:val="none" w:sz="0" w:space="0" w:color="auto"/>
            <w:left w:val="none" w:sz="0" w:space="0" w:color="auto"/>
            <w:bottom w:val="none" w:sz="0" w:space="0" w:color="auto"/>
            <w:right w:val="none" w:sz="0" w:space="0" w:color="auto"/>
          </w:divBdr>
        </w:div>
        <w:div w:id="1887402978">
          <w:marLeft w:val="1094"/>
          <w:marRight w:val="0"/>
          <w:marTop w:val="45"/>
          <w:marBottom w:val="0"/>
          <w:divBdr>
            <w:top w:val="none" w:sz="0" w:space="0" w:color="auto"/>
            <w:left w:val="none" w:sz="0" w:space="0" w:color="auto"/>
            <w:bottom w:val="none" w:sz="0" w:space="0" w:color="auto"/>
            <w:right w:val="none" w:sz="0" w:space="0" w:color="auto"/>
          </w:divBdr>
        </w:div>
        <w:div w:id="941374903">
          <w:marLeft w:val="1094"/>
          <w:marRight w:val="0"/>
          <w:marTop w:val="45"/>
          <w:marBottom w:val="0"/>
          <w:divBdr>
            <w:top w:val="none" w:sz="0" w:space="0" w:color="auto"/>
            <w:left w:val="none" w:sz="0" w:space="0" w:color="auto"/>
            <w:bottom w:val="none" w:sz="0" w:space="0" w:color="auto"/>
            <w:right w:val="none" w:sz="0" w:space="0" w:color="auto"/>
          </w:divBdr>
        </w:div>
        <w:div w:id="1092898523">
          <w:marLeft w:val="1094"/>
          <w:marRight w:val="0"/>
          <w:marTop w:val="45"/>
          <w:marBottom w:val="0"/>
          <w:divBdr>
            <w:top w:val="none" w:sz="0" w:space="0" w:color="auto"/>
            <w:left w:val="none" w:sz="0" w:space="0" w:color="auto"/>
            <w:bottom w:val="none" w:sz="0" w:space="0" w:color="auto"/>
            <w:right w:val="none" w:sz="0" w:space="0" w:color="auto"/>
          </w:divBdr>
        </w:div>
        <w:div w:id="1818718403">
          <w:marLeft w:val="778"/>
          <w:marRight w:val="0"/>
          <w:marTop w:val="45"/>
          <w:marBottom w:val="0"/>
          <w:divBdr>
            <w:top w:val="none" w:sz="0" w:space="0" w:color="auto"/>
            <w:left w:val="none" w:sz="0" w:space="0" w:color="auto"/>
            <w:bottom w:val="none" w:sz="0" w:space="0" w:color="auto"/>
            <w:right w:val="none" w:sz="0" w:space="0" w:color="auto"/>
          </w:divBdr>
        </w:div>
      </w:divsChild>
    </w:div>
    <w:div w:id="222181553">
      <w:bodyDiv w:val="1"/>
      <w:marLeft w:val="0"/>
      <w:marRight w:val="0"/>
      <w:marTop w:val="0"/>
      <w:marBottom w:val="0"/>
      <w:divBdr>
        <w:top w:val="none" w:sz="0" w:space="0" w:color="auto"/>
        <w:left w:val="none" w:sz="0" w:space="0" w:color="auto"/>
        <w:bottom w:val="none" w:sz="0" w:space="0" w:color="auto"/>
        <w:right w:val="none" w:sz="0" w:space="0" w:color="auto"/>
      </w:divBdr>
    </w:div>
    <w:div w:id="224684154">
      <w:bodyDiv w:val="1"/>
      <w:marLeft w:val="0"/>
      <w:marRight w:val="0"/>
      <w:marTop w:val="0"/>
      <w:marBottom w:val="0"/>
      <w:divBdr>
        <w:top w:val="none" w:sz="0" w:space="0" w:color="auto"/>
        <w:left w:val="none" w:sz="0" w:space="0" w:color="auto"/>
        <w:bottom w:val="none" w:sz="0" w:space="0" w:color="auto"/>
        <w:right w:val="none" w:sz="0" w:space="0" w:color="auto"/>
      </w:divBdr>
      <w:divsChild>
        <w:div w:id="1611620439">
          <w:marLeft w:val="432"/>
          <w:marRight w:val="0"/>
          <w:marTop w:val="45"/>
          <w:marBottom w:val="0"/>
          <w:divBdr>
            <w:top w:val="none" w:sz="0" w:space="0" w:color="auto"/>
            <w:left w:val="none" w:sz="0" w:space="0" w:color="auto"/>
            <w:bottom w:val="none" w:sz="0" w:space="0" w:color="auto"/>
            <w:right w:val="none" w:sz="0" w:space="0" w:color="auto"/>
          </w:divBdr>
        </w:div>
      </w:divsChild>
    </w:div>
    <w:div w:id="225841408">
      <w:bodyDiv w:val="1"/>
      <w:marLeft w:val="0"/>
      <w:marRight w:val="0"/>
      <w:marTop w:val="0"/>
      <w:marBottom w:val="0"/>
      <w:divBdr>
        <w:top w:val="none" w:sz="0" w:space="0" w:color="auto"/>
        <w:left w:val="none" w:sz="0" w:space="0" w:color="auto"/>
        <w:bottom w:val="none" w:sz="0" w:space="0" w:color="auto"/>
        <w:right w:val="none" w:sz="0" w:space="0" w:color="auto"/>
      </w:divBdr>
    </w:div>
    <w:div w:id="227496289">
      <w:bodyDiv w:val="1"/>
      <w:marLeft w:val="0"/>
      <w:marRight w:val="0"/>
      <w:marTop w:val="0"/>
      <w:marBottom w:val="0"/>
      <w:divBdr>
        <w:top w:val="none" w:sz="0" w:space="0" w:color="auto"/>
        <w:left w:val="none" w:sz="0" w:space="0" w:color="auto"/>
        <w:bottom w:val="none" w:sz="0" w:space="0" w:color="auto"/>
        <w:right w:val="none" w:sz="0" w:space="0" w:color="auto"/>
      </w:divBdr>
    </w:div>
    <w:div w:id="228226024">
      <w:bodyDiv w:val="1"/>
      <w:marLeft w:val="0"/>
      <w:marRight w:val="0"/>
      <w:marTop w:val="0"/>
      <w:marBottom w:val="0"/>
      <w:divBdr>
        <w:top w:val="none" w:sz="0" w:space="0" w:color="auto"/>
        <w:left w:val="none" w:sz="0" w:space="0" w:color="auto"/>
        <w:bottom w:val="none" w:sz="0" w:space="0" w:color="auto"/>
        <w:right w:val="none" w:sz="0" w:space="0" w:color="auto"/>
      </w:divBdr>
    </w:div>
    <w:div w:id="233202187">
      <w:bodyDiv w:val="1"/>
      <w:marLeft w:val="0"/>
      <w:marRight w:val="0"/>
      <w:marTop w:val="0"/>
      <w:marBottom w:val="0"/>
      <w:divBdr>
        <w:top w:val="none" w:sz="0" w:space="0" w:color="auto"/>
        <w:left w:val="none" w:sz="0" w:space="0" w:color="auto"/>
        <w:bottom w:val="none" w:sz="0" w:space="0" w:color="auto"/>
        <w:right w:val="none" w:sz="0" w:space="0" w:color="auto"/>
      </w:divBdr>
    </w:div>
    <w:div w:id="236063097">
      <w:bodyDiv w:val="1"/>
      <w:marLeft w:val="0"/>
      <w:marRight w:val="0"/>
      <w:marTop w:val="0"/>
      <w:marBottom w:val="0"/>
      <w:divBdr>
        <w:top w:val="none" w:sz="0" w:space="0" w:color="auto"/>
        <w:left w:val="none" w:sz="0" w:space="0" w:color="auto"/>
        <w:bottom w:val="none" w:sz="0" w:space="0" w:color="auto"/>
        <w:right w:val="none" w:sz="0" w:space="0" w:color="auto"/>
      </w:divBdr>
    </w:div>
    <w:div w:id="238486063">
      <w:bodyDiv w:val="1"/>
      <w:marLeft w:val="0"/>
      <w:marRight w:val="0"/>
      <w:marTop w:val="0"/>
      <w:marBottom w:val="0"/>
      <w:divBdr>
        <w:top w:val="none" w:sz="0" w:space="0" w:color="auto"/>
        <w:left w:val="none" w:sz="0" w:space="0" w:color="auto"/>
        <w:bottom w:val="none" w:sz="0" w:space="0" w:color="auto"/>
        <w:right w:val="none" w:sz="0" w:space="0" w:color="auto"/>
      </w:divBdr>
    </w:div>
    <w:div w:id="246967624">
      <w:bodyDiv w:val="1"/>
      <w:marLeft w:val="0"/>
      <w:marRight w:val="0"/>
      <w:marTop w:val="0"/>
      <w:marBottom w:val="0"/>
      <w:divBdr>
        <w:top w:val="none" w:sz="0" w:space="0" w:color="auto"/>
        <w:left w:val="none" w:sz="0" w:space="0" w:color="auto"/>
        <w:bottom w:val="none" w:sz="0" w:space="0" w:color="auto"/>
        <w:right w:val="none" w:sz="0" w:space="0" w:color="auto"/>
      </w:divBdr>
    </w:div>
    <w:div w:id="249658271">
      <w:bodyDiv w:val="1"/>
      <w:marLeft w:val="0"/>
      <w:marRight w:val="0"/>
      <w:marTop w:val="0"/>
      <w:marBottom w:val="0"/>
      <w:divBdr>
        <w:top w:val="none" w:sz="0" w:space="0" w:color="auto"/>
        <w:left w:val="none" w:sz="0" w:space="0" w:color="auto"/>
        <w:bottom w:val="none" w:sz="0" w:space="0" w:color="auto"/>
        <w:right w:val="none" w:sz="0" w:space="0" w:color="auto"/>
      </w:divBdr>
    </w:div>
    <w:div w:id="256404347">
      <w:bodyDiv w:val="1"/>
      <w:marLeft w:val="0"/>
      <w:marRight w:val="0"/>
      <w:marTop w:val="0"/>
      <w:marBottom w:val="0"/>
      <w:divBdr>
        <w:top w:val="none" w:sz="0" w:space="0" w:color="auto"/>
        <w:left w:val="none" w:sz="0" w:space="0" w:color="auto"/>
        <w:bottom w:val="none" w:sz="0" w:space="0" w:color="auto"/>
        <w:right w:val="none" w:sz="0" w:space="0" w:color="auto"/>
      </w:divBdr>
    </w:div>
    <w:div w:id="266935423">
      <w:bodyDiv w:val="1"/>
      <w:marLeft w:val="0"/>
      <w:marRight w:val="0"/>
      <w:marTop w:val="0"/>
      <w:marBottom w:val="0"/>
      <w:divBdr>
        <w:top w:val="none" w:sz="0" w:space="0" w:color="auto"/>
        <w:left w:val="none" w:sz="0" w:space="0" w:color="auto"/>
        <w:bottom w:val="none" w:sz="0" w:space="0" w:color="auto"/>
        <w:right w:val="none" w:sz="0" w:space="0" w:color="auto"/>
      </w:divBdr>
    </w:div>
    <w:div w:id="269437424">
      <w:bodyDiv w:val="1"/>
      <w:marLeft w:val="0"/>
      <w:marRight w:val="0"/>
      <w:marTop w:val="0"/>
      <w:marBottom w:val="0"/>
      <w:divBdr>
        <w:top w:val="none" w:sz="0" w:space="0" w:color="auto"/>
        <w:left w:val="none" w:sz="0" w:space="0" w:color="auto"/>
        <w:bottom w:val="none" w:sz="0" w:space="0" w:color="auto"/>
        <w:right w:val="none" w:sz="0" w:space="0" w:color="auto"/>
      </w:divBdr>
    </w:div>
    <w:div w:id="277491010">
      <w:bodyDiv w:val="1"/>
      <w:marLeft w:val="0"/>
      <w:marRight w:val="0"/>
      <w:marTop w:val="0"/>
      <w:marBottom w:val="0"/>
      <w:divBdr>
        <w:top w:val="none" w:sz="0" w:space="0" w:color="auto"/>
        <w:left w:val="none" w:sz="0" w:space="0" w:color="auto"/>
        <w:bottom w:val="none" w:sz="0" w:space="0" w:color="auto"/>
        <w:right w:val="none" w:sz="0" w:space="0" w:color="auto"/>
      </w:divBdr>
    </w:div>
    <w:div w:id="288973723">
      <w:bodyDiv w:val="1"/>
      <w:marLeft w:val="0"/>
      <w:marRight w:val="0"/>
      <w:marTop w:val="0"/>
      <w:marBottom w:val="0"/>
      <w:divBdr>
        <w:top w:val="none" w:sz="0" w:space="0" w:color="auto"/>
        <w:left w:val="none" w:sz="0" w:space="0" w:color="auto"/>
        <w:bottom w:val="none" w:sz="0" w:space="0" w:color="auto"/>
        <w:right w:val="none" w:sz="0" w:space="0" w:color="auto"/>
      </w:divBdr>
    </w:div>
    <w:div w:id="295644725">
      <w:bodyDiv w:val="1"/>
      <w:marLeft w:val="0"/>
      <w:marRight w:val="0"/>
      <w:marTop w:val="0"/>
      <w:marBottom w:val="0"/>
      <w:divBdr>
        <w:top w:val="none" w:sz="0" w:space="0" w:color="auto"/>
        <w:left w:val="none" w:sz="0" w:space="0" w:color="auto"/>
        <w:bottom w:val="none" w:sz="0" w:space="0" w:color="auto"/>
        <w:right w:val="none" w:sz="0" w:space="0" w:color="auto"/>
      </w:divBdr>
    </w:div>
    <w:div w:id="296959512">
      <w:bodyDiv w:val="1"/>
      <w:marLeft w:val="0"/>
      <w:marRight w:val="0"/>
      <w:marTop w:val="0"/>
      <w:marBottom w:val="0"/>
      <w:divBdr>
        <w:top w:val="none" w:sz="0" w:space="0" w:color="auto"/>
        <w:left w:val="none" w:sz="0" w:space="0" w:color="auto"/>
        <w:bottom w:val="none" w:sz="0" w:space="0" w:color="auto"/>
        <w:right w:val="none" w:sz="0" w:space="0" w:color="auto"/>
      </w:divBdr>
    </w:div>
    <w:div w:id="297494429">
      <w:bodyDiv w:val="1"/>
      <w:marLeft w:val="0"/>
      <w:marRight w:val="0"/>
      <w:marTop w:val="0"/>
      <w:marBottom w:val="0"/>
      <w:divBdr>
        <w:top w:val="none" w:sz="0" w:space="0" w:color="auto"/>
        <w:left w:val="none" w:sz="0" w:space="0" w:color="auto"/>
        <w:bottom w:val="none" w:sz="0" w:space="0" w:color="auto"/>
        <w:right w:val="none" w:sz="0" w:space="0" w:color="auto"/>
      </w:divBdr>
    </w:div>
    <w:div w:id="298800437">
      <w:bodyDiv w:val="1"/>
      <w:marLeft w:val="0"/>
      <w:marRight w:val="0"/>
      <w:marTop w:val="0"/>
      <w:marBottom w:val="0"/>
      <w:divBdr>
        <w:top w:val="none" w:sz="0" w:space="0" w:color="auto"/>
        <w:left w:val="none" w:sz="0" w:space="0" w:color="auto"/>
        <w:bottom w:val="none" w:sz="0" w:space="0" w:color="auto"/>
        <w:right w:val="none" w:sz="0" w:space="0" w:color="auto"/>
      </w:divBdr>
    </w:div>
    <w:div w:id="303395052">
      <w:bodyDiv w:val="1"/>
      <w:marLeft w:val="0"/>
      <w:marRight w:val="0"/>
      <w:marTop w:val="0"/>
      <w:marBottom w:val="0"/>
      <w:divBdr>
        <w:top w:val="none" w:sz="0" w:space="0" w:color="auto"/>
        <w:left w:val="none" w:sz="0" w:space="0" w:color="auto"/>
        <w:bottom w:val="none" w:sz="0" w:space="0" w:color="auto"/>
        <w:right w:val="none" w:sz="0" w:space="0" w:color="auto"/>
      </w:divBdr>
    </w:div>
    <w:div w:id="308823102">
      <w:bodyDiv w:val="1"/>
      <w:marLeft w:val="0"/>
      <w:marRight w:val="0"/>
      <w:marTop w:val="0"/>
      <w:marBottom w:val="0"/>
      <w:divBdr>
        <w:top w:val="none" w:sz="0" w:space="0" w:color="auto"/>
        <w:left w:val="none" w:sz="0" w:space="0" w:color="auto"/>
        <w:bottom w:val="none" w:sz="0" w:space="0" w:color="auto"/>
        <w:right w:val="none" w:sz="0" w:space="0" w:color="auto"/>
      </w:divBdr>
    </w:div>
    <w:div w:id="310259057">
      <w:bodyDiv w:val="1"/>
      <w:marLeft w:val="0"/>
      <w:marRight w:val="0"/>
      <w:marTop w:val="0"/>
      <w:marBottom w:val="0"/>
      <w:divBdr>
        <w:top w:val="none" w:sz="0" w:space="0" w:color="auto"/>
        <w:left w:val="none" w:sz="0" w:space="0" w:color="auto"/>
        <w:bottom w:val="none" w:sz="0" w:space="0" w:color="auto"/>
        <w:right w:val="none" w:sz="0" w:space="0" w:color="auto"/>
      </w:divBdr>
    </w:div>
    <w:div w:id="313724241">
      <w:bodyDiv w:val="1"/>
      <w:marLeft w:val="0"/>
      <w:marRight w:val="0"/>
      <w:marTop w:val="0"/>
      <w:marBottom w:val="0"/>
      <w:divBdr>
        <w:top w:val="none" w:sz="0" w:space="0" w:color="auto"/>
        <w:left w:val="none" w:sz="0" w:space="0" w:color="auto"/>
        <w:bottom w:val="none" w:sz="0" w:space="0" w:color="auto"/>
        <w:right w:val="none" w:sz="0" w:space="0" w:color="auto"/>
      </w:divBdr>
    </w:div>
    <w:div w:id="314997979">
      <w:bodyDiv w:val="1"/>
      <w:marLeft w:val="0"/>
      <w:marRight w:val="0"/>
      <w:marTop w:val="0"/>
      <w:marBottom w:val="0"/>
      <w:divBdr>
        <w:top w:val="none" w:sz="0" w:space="0" w:color="auto"/>
        <w:left w:val="none" w:sz="0" w:space="0" w:color="auto"/>
        <w:bottom w:val="none" w:sz="0" w:space="0" w:color="auto"/>
        <w:right w:val="none" w:sz="0" w:space="0" w:color="auto"/>
      </w:divBdr>
    </w:div>
    <w:div w:id="315651466">
      <w:bodyDiv w:val="1"/>
      <w:marLeft w:val="0"/>
      <w:marRight w:val="0"/>
      <w:marTop w:val="0"/>
      <w:marBottom w:val="0"/>
      <w:divBdr>
        <w:top w:val="none" w:sz="0" w:space="0" w:color="auto"/>
        <w:left w:val="none" w:sz="0" w:space="0" w:color="auto"/>
        <w:bottom w:val="none" w:sz="0" w:space="0" w:color="auto"/>
        <w:right w:val="none" w:sz="0" w:space="0" w:color="auto"/>
      </w:divBdr>
    </w:div>
    <w:div w:id="317002868">
      <w:bodyDiv w:val="1"/>
      <w:marLeft w:val="0"/>
      <w:marRight w:val="0"/>
      <w:marTop w:val="0"/>
      <w:marBottom w:val="0"/>
      <w:divBdr>
        <w:top w:val="none" w:sz="0" w:space="0" w:color="auto"/>
        <w:left w:val="none" w:sz="0" w:space="0" w:color="auto"/>
        <w:bottom w:val="none" w:sz="0" w:space="0" w:color="auto"/>
        <w:right w:val="none" w:sz="0" w:space="0" w:color="auto"/>
      </w:divBdr>
    </w:div>
    <w:div w:id="320474653">
      <w:bodyDiv w:val="1"/>
      <w:marLeft w:val="0"/>
      <w:marRight w:val="0"/>
      <w:marTop w:val="0"/>
      <w:marBottom w:val="0"/>
      <w:divBdr>
        <w:top w:val="none" w:sz="0" w:space="0" w:color="auto"/>
        <w:left w:val="none" w:sz="0" w:space="0" w:color="auto"/>
        <w:bottom w:val="none" w:sz="0" w:space="0" w:color="auto"/>
        <w:right w:val="none" w:sz="0" w:space="0" w:color="auto"/>
      </w:divBdr>
    </w:div>
    <w:div w:id="329986610">
      <w:bodyDiv w:val="1"/>
      <w:marLeft w:val="0"/>
      <w:marRight w:val="0"/>
      <w:marTop w:val="0"/>
      <w:marBottom w:val="0"/>
      <w:divBdr>
        <w:top w:val="none" w:sz="0" w:space="0" w:color="auto"/>
        <w:left w:val="none" w:sz="0" w:space="0" w:color="auto"/>
        <w:bottom w:val="none" w:sz="0" w:space="0" w:color="auto"/>
        <w:right w:val="none" w:sz="0" w:space="0" w:color="auto"/>
      </w:divBdr>
    </w:div>
    <w:div w:id="331416159">
      <w:bodyDiv w:val="1"/>
      <w:marLeft w:val="0"/>
      <w:marRight w:val="0"/>
      <w:marTop w:val="0"/>
      <w:marBottom w:val="0"/>
      <w:divBdr>
        <w:top w:val="none" w:sz="0" w:space="0" w:color="auto"/>
        <w:left w:val="none" w:sz="0" w:space="0" w:color="auto"/>
        <w:bottom w:val="none" w:sz="0" w:space="0" w:color="auto"/>
        <w:right w:val="none" w:sz="0" w:space="0" w:color="auto"/>
      </w:divBdr>
    </w:div>
    <w:div w:id="336347217">
      <w:bodyDiv w:val="1"/>
      <w:marLeft w:val="0"/>
      <w:marRight w:val="0"/>
      <w:marTop w:val="0"/>
      <w:marBottom w:val="0"/>
      <w:divBdr>
        <w:top w:val="none" w:sz="0" w:space="0" w:color="auto"/>
        <w:left w:val="none" w:sz="0" w:space="0" w:color="auto"/>
        <w:bottom w:val="none" w:sz="0" w:space="0" w:color="auto"/>
        <w:right w:val="none" w:sz="0" w:space="0" w:color="auto"/>
      </w:divBdr>
    </w:div>
    <w:div w:id="342754887">
      <w:bodyDiv w:val="1"/>
      <w:marLeft w:val="0"/>
      <w:marRight w:val="0"/>
      <w:marTop w:val="0"/>
      <w:marBottom w:val="0"/>
      <w:divBdr>
        <w:top w:val="none" w:sz="0" w:space="0" w:color="auto"/>
        <w:left w:val="none" w:sz="0" w:space="0" w:color="auto"/>
        <w:bottom w:val="none" w:sz="0" w:space="0" w:color="auto"/>
        <w:right w:val="none" w:sz="0" w:space="0" w:color="auto"/>
      </w:divBdr>
    </w:div>
    <w:div w:id="343243809">
      <w:bodyDiv w:val="1"/>
      <w:marLeft w:val="0"/>
      <w:marRight w:val="0"/>
      <w:marTop w:val="0"/>
      <w:marBottom w:val="0"/>
      <w:divBdr>
        <w:top w:val="none" w:sz="0" w:space="0" w:color="auto"/>
        <w:left w:val="none" w:sz="0" w:space="0" w:color="auto"/>
        <w:bottom w:val="none" w:sz="0" w:space="0" w:color="auto"/>
        <w:right w:val="none" w:sz="0" w:space="0" w:color="auto"/>
      </w:divBdr>
    </w:div>
    <w:div w:id="347870411">
      <w:bodyDiv w:val="1"/>
      <w:marLeft w:val="0"/>
      <w:marRight w:val="0"/>
      <w:marTop w:val="0"/>
      <w:marBottom w:val="0"/>
      <w:divBdr>
        <w:top w:val="none" w:sz="0" w:space="0" w:color="auto"/>
        <w:left w:val="none" w:sz="0" w:space="0" w:color="auto"/>
        <w:bottom w:val="none" w:sz="0" w:space="0" w:color="auto"/>
        <w:right w:val="none" w:sz="0" w:space="0" w:color="auto"/>
      </w:divBdr>
    </w:div>
    <w:div w:id="358748778">
      <w:bodyDiv w:val="1"/>
      <w:marLeft w:val="0"/>
      <w:marRight w:val="0"/>
      <w:marTop w:val="0"/>
      <w:marBottom w:val="0"/>
      <w:divBdr>
        <w:top w:val="none" w:sz="0" w:space="0" w:color="auto"/>
        <w:left w:val="none" w:sz="0" w:space="0" w:color="auto"/>
        <w:bottom w:val="none" w:sz="0" w:space="0" w:color="auto"/>
        <w:right w:val="none" w:sz="0" w:space="0" w:color="auto"/>
      </w:divBdr>
      <w:divsChild>
        <w:div w:id="1976451119">
          <w:marLeft w:val="274"/>
          <w:marRight w:val="0"/>
          <w:marTop w:val="0"/>
          <w:marBottom w:val="0"/>
          <w:divBdr>
            <w:top w:val="none" w:sz="0" w:space="0" w:color="auto"/>
            <w:left w:val="none" w:sz="0" w:space="0" w:color="auto"/>
            <w:bottom w:val="none" w:sz="0" w:space="0" w:color="auto"/>
            <w:right w:val="none" w:sz="0" w:space="0" w:color="auto"/>
          </w:divBdr>
        </w:div>
        <w:div w:id="1421218988">
          <w:marLeft w:val="274"/>
          <w:marRight w:val="0"/>
          <w:marTop w:val="0"/>
          <w:marBottom w:val="0"/>
          <w:divBdr>
            <w:top w:val="none" w:sz="0" w:space="0" w:color="auto"/>
            <w:left w:val="none" w:sz="0" w:space="0" w:color="auto"/>
            <w:bottom w:val="none" w:sz="0" w:space="0" w:color="auto"/>
            <w:right w:val="none" w:sz="0" w:space="0" w:color="auto"/>
          </w:divBdr>
        </w:div>
      </w:divsChild>
    </w:div>
    <w:div w:id="376441263">
      <w:bodyDiv w:val="1"/>
      <w:marLeft w:val="0"/>
      <w:marRight w:val="0"/>
      <w:marTop w:val="0"/>
      <w:marBottom w:val="0"/>
      <w:divBdr>
        <w:top w:val="none" w:sz="0" w:space="0" w:color="auto"/>
        <w:left w:val="none" w:sz="0" w:space="0" w:color="auto"/>
        <w:bottom w:val="none" w:sz="0" w:space="0" w:color="auto"/>
        <w:right w:val="none" w:sz="0" w:space="0" w:color="auto"/>
      </w:divBdr>
    </w:div>
    <w:div w:id="379597034">
      <w:bodyDiv w:val="1"/>
      <w:marLeft w:val="0"/>
      <w:marRight w:val="0"/>
      <w:marTop w:val="0"/>
      <w:marBottom w:val="0"/>
      <w:divBdr>
        <w:top w:val="none" w:sz="0" w:space="0" w:color="auto"/>
        <w:left w:val="none" w:sz="0" w:space="0" w:color="auto"/>
        <w:bottom w:val="none" w:sz="0" w:space="0" w:color="auto"/>
        <w:right w:val="none" w:sz="0" w:space="0" w:color="auto"/>
      </w:divBdr>
    </w:div>
    <w:div w:id="385421817">
      <w:bodyDiv w:val="1"/>
      <w:marLeft w:val="0"/>
      <w:marRight w:val="0"/>
      <w:marTop w:val="0"/>
      <w:marBottom w:val="0"/>
      <w:divBdr>
        <w:top w:val="none" w:sz="0" w:space="0" w:color="auto"/>
        <w:left w:val="none" w:sz="0" w:space="0" w:color="auto"/>
        <w:bottom w:val="none" w:sz="0" w:space="0" w:color="auto"/>
        <w:right w:val="none" w:sz="0" w:space="0" w:color="auto"/>
      </w:divBdr>
    </w:div>
    <w:div w:id="385884672">
      <w:bodyDiv w:val="1"/>
      <w:marLeft w:val="0"/>
      <w:marRight w:val="0"/>
      <w:marTop w:val="0"/>
      <w:marBottom w:val="0"/>
      <w:divBdr>
        <w:top w:val="none" w:sz="0" w:space="0" w:color="auto"/>
        <w:left w:val="none" w:sz="0" w:space="0" w:color="auto"/>
        <w:bottom w:val="none" w:sz="0" w:space="0" w:color="auto"/>
        <w:right w:val="none" w:sz="0" w:space="0" w:color="auto"/>
      </w:divBdr>
    </w:div>
    <w:div w:id="386732911">
      <w:bodyDiv w:val="1"/>
      <w:marLeft w:val="0"/>
      <w:marRight w:val="0"/>
      <w:marTop w:val="0"/>
      <w:marBottom w:val="0"/>
      <w:divBdr>
        <w:top w:val="none" w:sz="0" w:space="0" w:color="auto"/>
        <w:left w:val="none" w:sz="0" w:space="0" w:color="auto"/>
        <w:bottom w:val="none" w:sz="0" w:space="0" w:color="auto"/>
        <w:right w:val="none" w:sz="0" w:space="0" w:color="auto"/>
      </w:divBdr>
    </w:div>
    <w:div w:id="394788910">
      <w:bodyDiv w:val="1"/>
      <w:marLeft w:val="0"/>
      <w:marRight w:val="0"/>
      <w:marTop w:val="0"/>
      <w:marBottom w:val="0"/>
      <w:divBdr>
        <w:top w:val="none" w:sz="0" w:space="0" w:color="auto"/>
        <w:left w:val="none" w:sz="0" w:space="0" w:color="auto"/>
        <w:bottom w:val="none" w:sz="0" w:space="0" w:color="auto"/>
        <w:right w:val="none" w:sz="0" w:space="0" w:color="auto"/>
      </w:divBdr>
      <w:divsChild>
        <w:div w:id="836194228">
          <w:marLeft w:val="360"/>
          <w:marRight w:val="0"/>
          <w:marTop w:val="0"/>
          <w:marBottom w:val="0"/>
          <w:divBdr>
            <w:top w:val="none" w:sz="0" w:space="0" w:color="auto"/>
            <w:left w:val="none" w:sz="0" w:space="0" w:color="auto"/>
            <w:bottom w:val="none" w:sz="0" w:space="0" w:color="auto"/>
            <w:right w:val="none" w:sz="0" w:space="0" w:color="auto"/>
          </w:divBdr>
        </w:div>
        <w:div w:id="881360166">
          <w:marLeft w:val="360"/>
          <w:marRight w:val="0"/>
          <w:marTop w:val="0"/>
          <w:marBottom w:val="0"/>
          <w:divBdr>
            <w:top w:val="none" w:sz="0" w:space="0" w:color="auto"/>
            <w:left w:val="none" w:sz="0" w:space="0" w:color="auto"/>
            <w:bottom w:val="none" w:sz="0" w:space="0" w:color="auto"/>
            <w:right w:val="none" w:sz="0" w:space="0" w:color="auto"/>
          </w:divBdr>
        </w:div>
        <w:div w:id="834491439">
          <w:marLeft w:val="360"/>
          <w:marRight w:val="0"/>
          <w:marTop w:val="0"/>
          <w:marBottom w:val="0"/>
          <w:divBdr>
            <w:top w:val="none" w:sz="0" w:space="0" w:color="auto"/>
            <w:left w:val="none" w:sz="0" w:space="0" w:color="auto"/>
            <w:bottom w:val="none" w:sz="0" w:space="0" w:color="auto"/>
            <w:right w:val="none" w:sz="0" w:space="0" w:color="auto"/>
          </w:divBdr>
        </w:div>
        <w:div w:id="1321811864">
          <w:marLeft w:val="360"/>
          <w:marRight w:val="0"/>
          <w:marTop w:val="0"/>
          <w:marBottom w:val="0"/>
          <w:divBdr>
            <w:top w:val="none" w:sz="0" w:space="0" w:color="auto"/>
            <w:left w:val="none" w:sz="0" w:space="0" w:color="auto"/>
            <w:bottom w:val="none" w:sz="0" w:space="0" w:color="auto"/>
            <w:right w:val="none" w:sz="0" w:space="0" w:color="auto"/>
          </w:divBdr>
        </w:div>
        <w:div w:id="1609391311">
          <w:marLeft w:val="360"/>
          <w:marRight w:val="0"/>
          <w:marTop w:val="0"/>
          <w:marBottom w:val="0"/>
          <w:divBdr>
            <w:top w:val="none" w:sz="0" w:space="0" w:color="auto"/>
            <w:left w:val="none" w:sz="0" w:space="0" w:color="auto"/>
            <w:bottom w:val="none" w:sz="0" w:space="0" w:color="auto"/>
            <w:right w:val="none" w:sz="0" w:space="0" w:color="auto"/>
          </w:divBdr>
        </w:div>
        <w:div w:id="1457874236">
          <w:marLeft w:val="360"/>
          <w:marRight w:val="0"/>
          <w:marTop w:val="0"/>
          <w:marBottom w:val="0"/>
          <w:divBdr>
            <w:top w:val="none" w:sz="0" w:space="0" w:color="auto"/>
            <w:left w:val="none" w:sz="0" w:space="0" w:color="auto"/>
            <w:bottom w:val="none" w:sz="0" w:space="0" w:color="auto"/>
            <w:right w:val="none" w:sz="0" w:space="0" w:color="auto"/>
          </w:divBdr>
        </w:div>
        <w:div w:id="1346832949">
          <w:marLeft w:val="360"/>
          <w:marRight w:val="0"/>
          <w:marTop w:val="0"/>
          <w:marBottom w:val="0"/>
          <w:divBdr>
            <w:top w:val="none" w:sz="0" w:space="0" w:color="auto"/>
            <w:left w:val="none" w:sz="0" w:space="0" w:color="auto"/>
            <w:bottom w:val="none" w:sz="0" w:space="0" w:color="auto"/>
            <w:right w:val="none" w:sz="0" w:space="0" w:color="auto"/>
          </w:divBdr>
        </w:div>
      </w:divsChild>
    </w:div>
    <w:div w:id="398018718">
      <w:bodyDiv w:val="1"/>
      <w:marLeft w:val="0"/>
      <w:marRight w:val="0"/>
      <w:marTop w:val="0"/>
      <w:marBottom w:val="0"/>
      <w:divBdr>
        <w:top w:val="none" w:sz="0" w:space="0" w:color="auto"/>
        <w:left w:val="none" w:sz="0" w:space="0" w:color="auto"/>
        <w:bottom w:val="none" w:sz="0" w:space="0" w:color="auto"/>
        <w:right w:val="none" w:sz="0" w:space="0" w:color="auto"/>
      </w:divBdr>
      <w:divsChild>
        <w:div w:id="1989280825">
          <w:marLeft w:val="994"/>
          <w:marRight w:val="0"/>
          <w:marTop w:val="0"/>
          <w:marBottom w:val="0"/>
          <w:divBdr>
            <w:top w:val="none" w:sz="0" w:space="0" w:color="auto"/>
            <w:left w:val="none" w:sz="0" w:space="0" w:color="auto"/>
            <w:bottom w:val="none" w:sz="0" w:space="0" w:color="auto"/>
            <w:right w:val="none" w:sz="0" w:space="0" w:color="auto"/>
          </w:divBdr>
        </w:div>
        <w:div w:id="1132483847">
          <w:marLeft w:val="994"/>
          <w:marRight w:val="0"/>
          <w:marTop w:val="0"/>
          <w:marBottom w:val="0"/>
          <w:divBdr>
            <w:top w:val="none" w:sz="0" w:space="0" w:color="auto"/>
            <w:left w:val="none" w:sz="0" w:space="0" w:color="auto"/>
            <w:bottom w:val="none" w:sz="0" w:space="0" w:color="auto"/>
            <w:right w:val="none" w:sz="0" w:space="0" w:color="auto"/>
          </w:divBdr>
        </w:div>
      </w:divsChild>
    </w:div>
    <w:div w:id="410129369">
      <w:bodyDiv w:val="1"/>
      <w:marLeft w:val="0"/>
      <w:marRight w:val="0"/>
      <w:marTop w:val="0"/>
      <w:marBottom w:val="0"/>
      <w:divBdr>
        <w:top w:val="none" w:sz="0" w:space="0" w:color="auto"/>
        <w:left w:val="none" w:sz="0" w:space="0" w:color="auto"/>
        <w:bottom w:val="none" w:sz="0" w:space="0" w:color="auto"/>
        <w:right w:val="none" w:sz="0" w:space="0" w:color="auto"/>
      </w:divBdr>
    </w:div>
    <w:div w:id="412094523">
      <w:bodyDiv w:val="1"/>
      <w:marLeft w:val="0"/>
      <w:marRight w:val="0"/>
      <w:marTop w:val="0"/>
      <w:marBottom w:val="0"/>
      <w:divBdr>
        <w:top w:val="none" w:sz="0" w:space="0" w:color="auto"/>
        <w:left w:val="none" w:sz="0" w:space="0" w:color="auto"/>
        <w:bottom w:val="none" w:sz="0" w:space="0" w:color="auto"/>
        <w:right w:val="none" w:sz="0" w:space="0" w:color="auto"/>
      </w:divBdr>
    </w:div>
    <w:div w:id="413206727">
      <w:bodyDiv w:val="1"/>
      <w:marLeft w:val="0"/>
      <w:marRight w:val="0"/>
      <w:marTop w:val="0"/>
      <w:marBottom w:val="0"/>
      <w:divBdr>
        <w:top w:val="none" w:sz="0" w:space="0" w:color="auto"/>
        <w:left w:val="none" w:sz="0" w:space="0" w:color="auto"/>
        <w:bottom w:val="none" w:sz="0" w:space="0" w:color="auto"/>
        <w:right w:val="none" w:sz="0" w:space="0" w:color="auto"/>
      </w:divBdr>
    </w:div>
    <w:div w:id="413357433">
      <w:bodyDiv w:val="1"/>
      <w:marLeft w:val="0"/>
      <w:marRight w:val="0"/>
      <w:marTop w:val="0"/>
      <w:marBottom w:val="0"/>
      <w:divBdr>
        <w:top w:val="none" w:sz="0" w:space="0" w:color="auto"/>
        <w:left w:val="none" w:sz="0" w:space="0" w:color="auto"/>
        <w:bottom w:val="none" w:sz="0" w:space="0" w:color="auto"/>
        <w:right w:val="none" w:sz="0" w:space="0" w:color="auto"/>
      </w:divBdr>
      <w:divsChild>
        <w:div w:id="1013804187">
          <w:marLeft w:val="360"/>
          <w:marRight w:val="0"/>
          <w:marTop w:val="0"/>
          <w:marBottom w:val="0"/>
          <w:divBdr>
            <w:top w:val="none" w:sz="0" w:space="0" w:color="auto"/>
            <w:left w:val="none" w:sz="0" w:space="0" w:color="auto"/>
            <w:bottom w:val="none" w:sz="0" w:space="0" w:color="auto"/>
            <w:right w:val="none" w:sz="0" w:space="0" w:color="auto"/>
          </w:divBdr>
        </w:div>
        <w:div w:id="1836921743">
          <w:marLeft w:val="360"/>
          <w:marRight w:val="0"/>
          <w:marTop w:val="0"/>
          <w:marBottom w:val="0"/>
          <w:divBdr>
            <w:top w:val="none" w:sz="0" w:space="0" w:color="auto"/>
            <w:left w:val="none" w:sz="0" w:space="0" w:color="auto"/>
            <w:bottom w:val="none" w:sz="0" w:space="0" w:color="auto"/>
            <w:right w:val="none" w:sz="0" w:space="0" w:color="auto"/>
          </w:divBdr>
        </w:div>
        <w:div w:id="1046099716">
          <w:marLeft w:val="360"/>
          <w:marRight w:val="0"/>
          <w:marTop w:val="0"/>
          <w:marBottom w:val="0"/>
          <w:divBdr>
            <w:top w:val="none" w:sz="0" w:space="0" w:color="auto"/>
            <w:left w:val="none" w:sz="0" w:space="0" w:color="auto"/>
            <w:bottom w:val="none" w:sz="0" w:space="0" w:color="auto"/>
            <w:right w:val="none" w:sz="0" w:space="0" w:color="auto"/>
          </w:divBdr>
        </w:div>
        <w:div w:id="1883401186">
          <w:marLeft w:val="360"/>
          <w:marRight w:val="0"/>
          <w:marTop w:val="0"/>
          <w:marBottom w:val="0"/>
          <w:divBdr>
            <w:top w:val="none" w:sz="0" w:space="0" w:color="auto"/>
            <w:left w:val="none" w:sz="0" w:space="0" w:color="auto"/>
            <w:bottom w:val="none" w:sz="0" w:space="0" w:color="auto"/>
            <w:right w:val="none" w:sz="0" w:space="0" w:color="auto"/>
          </w:divBdr>
        </w:div>
        <w:div w:id="349065247">
          <w:marLeft w:val="360"/>
          <w:marRight w:val="0"/>
          <w:marTop w:val="0"/>
          <w:marBottom w:val="0"/>
          <w:divBdr>
            <w:top w:val="none" w:sz="0" w:space="0" w:color="auto"/>
            <w:left w:val="none" w:sz="0" w:space="0" w:color="auto"/>
            <w:bottom w:val="none" w:sz="0" w:space="0" w:color="auto"/>
            <w:right w:val="none" w:sz="0" w:space="0" w:color="auto"/>
          </w:divBdr>
        </w:div>
        <w:div w:id="2002392243">
          <w:marLeft w:val="360"/>
          <w:marRight w:val="0"/>
          <w:marTop w:val="0"/>
          <w:marBottom w:val="0"/>
          <w:divBdr>
            <w:top w:val="none" w:sz="0" w:space="0" w:color="auto"/>
            <w:left w:val="none" w:sz="0" w:space="0" w:color="auto"/>
            <w:bottom w:val="none" w:sz="0" w:space="0" w:color="auto"/>
            <w:right w:val="none" w:sz="0" w:space="0" w:color="auto"/>
          </w:divBdr>
        </w:div>
      </w:divsChild>
    </w:div>
    <w:div w:id="413556111">
      <w:bodyDiv w:val="1"/>
      <w:marLeft w:val="0"/>
      <w:marRight w:val="0"/>
      <w:marTop w:val="0"/>
      <w:marBottom w:val="0"/>
      <w:divBdr>
        <w:top w:val="none" w:sz="0" w:space="0" w:color="auto"/>
        <w:left w:val="none" w:sz="0" w:space="0" w:color="auto"/>
        <w:bottom w:val="none" w:sz="0" w:space="0" w:color="auto"/>
        <w:right w:val="none" w:sz="0" w:space="0" w:color="auto"/>
      </w:divBdr>
      <w:divsChild>
        <w:div w:id="1322083325">
          <w:marLeft w:val="432"/>
          <w:marRight w:val="0"/>
          <w:marTop w:val="45"/>
          <w:marBottom w:val="0"/>
          <w:divBdr>
            <w:top w:val="none" w:sz="0" w:space="0" w:color="auto"/>
            <w:left w:val="none" w:sz="0" w:space="0" w:color="auto"/>
            <w:bottom w:val="none" w:sz="0" w:space="0" w:color="auto"/>
            <w:right w:val="none" w:sz="0" w:space="0" w:color="auto"/>
          </w:divBdr>
        </w:div>
      </w:divsChild>
    </w:div>
    <w:div w:id="429936442">
      <w:bodyDiv w:val="1"/>
      <w:marLeft w:val="0"/>
      <w:marRight w:val="0"/>
      <w:marTop w:val="0"/>
      <w:marBottom w:val="0"/>
      <w:divBdr>
        <w:top w:val="none" w:sz="0" w:space="0" w:color="auto"/>
        <w:left w:val="none" w:sz="0" w:space="0" w:color="auto"/>
        <w:bottom w:val="none" w:sz="0" w:space="0" w:color="auto"/>
        <w:right w:val="none" w:sz="0" w:space="0" w:color="auto"/>
      </w:divBdr>
    </w:div>
    <w:div w:id="435710449">
      <w:bodyDiv w:val="1"/>
      <w:marLeft w:val="0"/>
      <w:marRight w:val="0"/>
      <w:marTop w:val="0"/>
      <w:marBottom w:val="0"/>
      <w:divBdr>
        <w:top w:val="none" w:sz="0" w:space="0" w:color="auto"/>
        <w:left w:val="none" w:sz="0" w:space="0" w:color="auto"/>
        <w:bottom w:val="none" w:sz="0" w:space="0" w:color="auto"/>
        <w:right w:val="none" w:sz="0" w:space="0" w:color="auto"/>
      </w:divBdr>
    </w:div>
    <w:div w:id="438918862">
      <w:bodyDiv w:val="1"/>
      <w:marLeft w:val="0"/>
      <w:marRight w:val="0"/>
      <w:marTop w:val="0"/>
      <w:marBottom w:val="0"/>
      <w:divBdr>
        <w:top w:val="none" w:sz="0" w:space="0" w:color="auto"/>
        <w:left w:val="none" w:sz="0" w:space="0" w:color="auto"/>
        <w:bottom w:val="none" w:sz="0" w:space="0" w:color="auto"/>
        <w:right w:val="none" w:sz="0" w:space="0" w:color="auto"/>
      </w:divBdr>
      <w:divsChild>
        <w:div w:id="951325102">
          <w:marLeft w:val="994"/>
          <w:marRight w:val="0"/>
          <w:marTop w:val="0"/>
          <w:marBottom w:val="0"/>
          <w:divBdr>
            <w:top w:val="none" w:sz="0" w:space="0" w:color="auto"/>
            <w:left w:val="none" w:sz="0" w:space="0" w:color="auto"/>
            <w:bottom w:val="none" w:sz="0" w:space="0" w:color="auto"/>
            <w:right w:val="none" w:sz="0" w:space="0" w:color="auto"/>
          </w:divBdr>
        </w:div>
        <w:div w:id="1619214938">
          <w:marLeft w:val="994"/>
          <w:marRight w:val="0"/>
          <w:marTop w:val="0"/>
          <w:marBottom w:val="0"/>
          <w:divBdr>
            <w:top w:val="none" w:sz="0" w:space="0" w:color="auto"/>
            <w:left w:val="none" w:sz="0" w:space="0" w:color="auto"/>
            <w:bottom w:val="none" w:sz="0" w:space="0" w:color="auto"/>
            <w:right w:val="none" w:sz="0" w:space="0" w:color="auto"/>
          </w:divBdr>
        </w:div>
        <w:div w:id="890118708">
          <w:marLeft w:val="994"/>
          <w:marRight w:val="0"/>
          <w:marTop w:val="0"/>
          <w:marBottom w:val="0"/>
          <w:divBdr>
            <w:top w:val="none" w:sz="0" w:space="0" w:color="auto"/>
            <w:left w:val="none" w:sz="0" w:space="0" w:color="auto"/>
            <w:bottom w:val="none" w:sz="0" w:space="0" w:color="auto"/>
            <w:right w:val="none" w:sz="0" w:space="0" w:color="auto"/>
          </w:divBdr>
        </w:div>
        <w:div w:id="1815373632">
          <w:marLeft w:val="994"/>
          <w:marRight w:val="0"/>
          <w:marTop w:val="0"/>
          <w:marBottom w:val="0"/>
          <w:divBdr>
            <w:top w:val="none" w:sz="0" w:space="0" w:color="auto"/>
            <w:left w:val="none" w:sz="0" w:space="0" w:color="auto"/>
            <w:bottom w:val="none" w:sz="0" w:space="0" w:color="auto"/>
            <w:right w:val="none" w:sz="0" w:space="0" w:color="auto"/>
          </w:divBdr>
        </w:div>
      </w:divsChild>
    </w:div>
    <w:div w:id="440730419">
      <w:bodyDiv w:val="1"/>
      <w:marLeft w:val="0"/>
      <w:marRight w:val="0"/>
      <w:marTop w:val="0"/>
      <w:marBottom w:val="0"/>
      <w:divBdr>
        <w:top w:val="none" w:sz="0" w:space="0" w:color="auto"/>
        <w:left w:val="none" w:sz="0" w:space="0" w:color="auto"/>
        <w:bottom w:val="none" w:sz="0" w:space="0" w:color="auto"/>
        <w:right w:val="none" w:sz="0" w:space="0" w:color="auto"/>
      </w:divBdr>
    </w:div>
    <w:div w:id="442071821">
      <w:bodyDiv w:val="1"/>
      <w:marLeft w:val="0"/>
      <w:marRight w:val="0"/>
      <w:marTop w:val="0"/>
      <w:marBottom w:val="0"/>
      <w:divBdr>
        <w:top w:val="none" w:sz="0" w:space="0" w:color="auto"/>
        <w:left w:val="none" w:sz="0" w:space="0" w:color="auto"/>
        <w:bottom w:val="none" w:sz="0" w:space="0" w:color="auto"/>
        <w:right w:val="none" w:sz="0" w:space="0" w:color="auto"/>
      </w:divBdr>
      <w:divsChild>
        <w:div w:id="1128624837">
          <w:marLeft w:val="432"/>
          <w:marRight w:val="0"/>
          <w:marTop w:val="45"/>
          <w:marBottom w:val="0"/>
          <w:divBdr>
            <w:top w:val="none" w:sz="0" w:space="0" w:color="auto"/>
            <w:left w:val="none" w:sz="0" w:space="0" w:color="auto"/>
            <w:bottom w:val="none" w:sz="0" w:space="0" w:color="auto"/>
            <w:right w:val="none" w:sz="0" w:space="0" w:color="auto"/>
          </w:divBdr>
        </w:div>
      </w:divsChild>
    </w:div>
    <w:div w:id="445008835">
      <w:bodyDiv w:val="1"/>
      <w:marLeft w:val="0"/>
      <w:marRight w:val="0"/>
      <w:marTop w:val="0"/>
      <w:marBottom w:val="0"/>
      <w:divBdr>
        <w:top w:val="none" w:sz="0" w:space="0" w:color="auto"/>
        <w:left w:val="none" w:sz="0" w:space="0" w:color="auto"/>
        <w:bottom w:val="none" w:sz="0" w:space="0" w:color="auto"/>
        <w:right w:val="none" w:sz="0" w:space="0" w:color="auto"/>
      </w:divBdr>
    </w:div>
    <w:div w:id="452671034">
      <w:bodyDiv w:val="1"/>
      <w:marLeft w:val="0"/>
      <w:marRight w:val="0"/>
      <w:marTop w:val="0"/>
      <w:marBottom w:val="0"/>
      <w:divBdr>
        <w:top w:val="none" w:sz="0" w:space="0" w:color="auto"/>
        <w:left w:val="none" w:sz="0" w:space="0" w:color="auto"/>
        <w:bottom w:val="none" w:sz="0" w:space="0" w:color="auto"/>
        <w:right w:val="none" w:sz="0" w:space="0" w:color="auto"/>
      </w:divBdr>
    </w:div>
    <w:div w:id="455028745">
      <w:bodyDiv w:val="1"/>
      <w:marLeft w:val="0"/>
      <w:marRight w:val="0"/>
      <w:marTop w:val="0"/>
      <w:marBottom w:val="0"/>
      <w:divBdr>
        <w:top w:val="none" w:sz="0" w:space="0" w:color="auto"/>
        <w:left w:val="none" w:sz="0" w:space="0" w:color="auto"/>
        <w:bottom w:val="none" w:sz="0" w:space="0" w:color="auto"/>
        <w:right w:val="none" w:sz="0" w:space="0" w:color="auto"/>
      </w:divBdr>
    </w:div>
    <w:div w:id="466895417">
      <w:bodyDiv w:val="1"/>
      <w:marLeft w:val="0"/>
      <w:marRight w:val="0"/>
      <w:marTop w:val="0"/>
      <w:marBottom w:val="0"/>
      <w:divBdr>
        <w:top w:val="none" w:sz="0" w:space="0" w:color="auto"/>
        <w:left w:val="none" w:sz="0" w:space="0" w:color="auto"/>
        <w:bottom w:val="none" w:sz="0" w:space="0" w:color="auto"/>
        <w:right w:val="none" w:sz="0" w:space="0" w:color="auto"/>
      </w:divBdr>
    </w:div>
    <w:div w:id="466899040">
      <w:bodyDiv w:val="1"/>
      <w:marLeft w:val="0"/>
      <w:marRight w:val="0"/>
      <w:marTop w:val="0"/>
      <w:marBottom w:val="0"/>
      <w:divBdr>
        <w:top w:val="none" w:sz="0" w:space="0" w:color="auto"/>
        <w:left w:val="none" w:sz="0" w:space="0" w:color="auto"/>
        <w:bottom w:val="none" w:sz="0" w:space="0" w:color="auto"/>
        <w:right w:val="none" w:sz="0" w:space="0" w:color="auto"/>
      </w:divBdr>
    </w:div>
    <w:div w:id="481434728">
      <w:bodyDiv w:val="1"/>
      <w:marLeft w:val="0"/>
      <w:marRight w:val="0"/>
      <w:marTop w:val="0"/>
      <w:marBottom w:val="0"/>
      <w:divBdr>
        <w:top w:val="none" w:sz="0" w:space="0" w:color="auto"/>
        <w:left w:val="none" w:sz="0" w:space="0" w:color="auto"/>
        <w:bottom w:val="none" w:sz="0" w:space="0" w:color="auto"/>
        <w:right w:val="none" w:sz="0" w:space="0" w:color="auto"/>
      </w:divBdr>
      <w:divsChild>
        <w:div w:id="1671374214">
          <w:marLeft w:val="432"/>
          <w:marRight w:val="0"/>
          <w:marTop w:val="45"/>
          <w:marBottom w:val="0"/>
          <w:divBdr>
            <w:top w:val="none" w:sz="0" w:space="0" w:color="auto"/>
            <w:left w:val="none" w:sz="0" w:space="0" w:color="auto"/>
            <w:bottom w:val="none" w:sz="0" w:space="0" w:color="auto"/>
            <w:right w:val="none" w:sz="0" w:space="0" w:color="auto"/>
          </w:divBdr>
        </w:div>
      </w:divsChild>
    </w:div>
    <w:div w:id="482503456">
      <w:bodyDiv w:val="1"/>
      <w:marLeft w:val="0"/>
      <w:marRight w:val="0"/>
      <w:marTop w:val="0"/>
      <w:marBottom w:val="0"/>
      <w:divBdr>
        <w:top w:val="none" w:sz="0" w:space="0" w:color="auto"/>
        <w:left w:val="none" w:sz="0" w:space="0" w:color="auto"/>
        <w:bottom w:val="none" w:sz="0" w:space="0" w:color="auto"/>
        <w:right w:val="none" w:sz="0" w:space="0" w:color="auto"/>
      </w:divBdr>
    </w:div>
    <w:div w:id="483666970">
      <w:bodyDiv w:val="1"/>
      <w:marLeft w:val="0"/>
      <w:marRight w:val="0"/>
      <w:marTop w:val="0"/>
      <w:marBottom w:val="0"/>
      <w:divBdr>
        <w:top w:val="none" w:sz="0" w:space="0" w:color="auto"/>
        <w:left w:val="none" w:sz="0" w:space="0" w:color="auto"/>
        <w:bottom w:val="none" w:sz="0" w:space="0" w:color="auto"/>
        <w:right w:val="none" w:sz="0" w:space="0" w:color="auto"/>
      </w:divBdr>
    </w:div>
    <w:div w:id="484472243">
      <w:bodyDiv w:val="1"/>
      <w:marLeft w:val="0"/>
      <w:marRight w:val="0"/>
      <w:marTop w:val="0"/>
      <w:marBottom w:val="0"/>
      <w:divBdr>
        <w:top w:val="none" w:sz="0" w:space="0" w:color="auto"/>
        <w:left w:val="none" w:sz="0" w:space="0" w:color="auto"/>
        <w:bottom w:val="none" w:sz="0" w:space="0" w:color="auto"/>
        <w:right w:val="none" w:sz="0" w:space="0" w:color="auto"/>
      </w:divBdr>
    </w:div>
    <w:div w:id="487328641">
      <w:bodyDiv w:val="1"/>
      <w:marLeft w:val="0"/>
      <w:marRight w:val="0"/>
      <w:marTop w:val="0"/>
      <w:marBottom w:val="0"/>
      <w:divBdr>
        <w:top w:val="none" w:sz="0" w:space="0" w:color="auto"/>
        <w:left w:val="none" w:sz="0" w:space="0" w:color="auto"/>
        <w:bottom w:val="none" w:sz="0" w:space="0" w:color="auto"/>
        <w:right w:val="none" w:sz="0" w:space="0" w:color="auto"/>
      </w:divBdr>
    </w:div>
    <w:div w:id="490174119">
      <w:bodyDiv w:val="1"/>
      <w:marLeft w:val="0"/>
      <w:marRight w:val="0"/>
      <w:marTop w:val="0"/>
      <w:marBottom w:val="0"/>
      <w:divBdr>
        <w:top w:val="none" w:sz="0" w:space="0" w:color="auto"/>
        <w:left w:val="none" w:sz="0" w:space="0" w:color="auto"/>
        <w:bottom w:val="none" w:sz="0" w:space="0" w:color="auto"/>
        <w:right w:val="none" w:sz="0" w:space="0" w:color="auto"/>
      </w:divBdr>
    </w:div>
    <w:div w:id="490676227">
      <w:bodyDiv w:val="1"/>
      <w:marLeft w:val="0"/>
      <w:marRight w:val="0"/>
      <w:marTop w:val="0"/>
      <w:marBottom w:val="0"/>
      <w:divBdr>
        <w:top w:val="none" w:sz="0" w:space="0" w:color="auto"/>
        <w:left w:val="none" w:sz="0" w:space="0" w:color="auto"/>
        <w:bottom w:val="none" w:sz="0" w:space="0" w:color="auto"/>
        <w:right w:val="none" w:sz="0" w:space="0" w:color="auto"/>
      </w:divBdr>
    </w:div>
    <w:div w:id="493381179">
      <w:bodyDiv w:val="1"/>
      <w:marLeft w:val="0"/>
      <w:marRight w:val="0"/>
      <w:marTop w:val="0"/>
      <w:marBottom w:val="0"/>
      <w:divBdr>
        <w:top w:val="none" w:sz="0" w:space="0" w:color="auto"/>
        <w:left w:val="none" w:sz="0" w:space="0" w:color="auto"/>
        <w:bottom w:val="none" w:sz="0" w:space="0" w:color="auto"/>
        <w:right w:val="none" w:sz="0" w:space="0" w:color="auto"/>
      </w:divBdr>
      <w:divsChild>
        <w:div w:id="684093125">
          <w:marLeft w:val="432"/>
          <w:marRight w:val="0"/>
          <w:marTop w:val="45"/>
          <w:marBottom w:val="0"/>
          <w:divBdr>
            <w:top w:val="none" w:sz="0" w:space="0" w:color="auto"/>
            <w:left w:val="none" w:sz="0" w:space="0" w:color="auto"/>
            <w:bottom w:val="none" w:sz="0" w:space="0" w:color="auto"/>
            <w:right w:val="none" w:sz="0" w:space="0" w:color="auto"/>
          </w:divBdr>
        </w:div>
      </w:divsChild>
    </w:div>
    <w:div w:id="503128655">
      <w:bodyDiv w:val="1"/>
      <w:marLeft w:val="0"/>
      <w:marRight w:val="0"/>
      <w:marTop w:val="0"/>
      <w:marBottom w:val="0"/>
      <w:divBdr>
        <w:top w:val="none" w:sz="0" w:space="0" w:color="auto"/>
        <w:left w:val="none" w:sz="0" w:space="0" w:color="auto"/>
        <w:bottom w:val="none" w:sz="0" w:space="0" w:color="auto"/>
        <w:right w:val="none" w:sz="0" w:space="0" w:color="auto"/>
      </w:divBdr>
    </w:div>
    <w:div w:id="510725706">
      <w:bodyDiv w:val="1"/>
      <w:marLeft w:val="0"/>
      <w:marRight w:val="0"/>
      <w:marTop w:val="0"/>
      <w:marBottom w:val="0"/>
      <w:divBdr>
        <w:top w:val="none" w:sz="0" w:space="0" w:color="auto"/>
        <w:left w:val="none" w:sz="0" w:space="0" w:color="auto"/>
        <w:bottom w:val="none" w:sz="0" w:space="0" w:color="auto"/>
        <w:right w:val="none" w:sz="0" w:space="0" w:color="auto"/>
      </w:divBdr>
    </w:div>
    <w:div w:id="515773111">
      <w:bodyDiv w:val="1"/>
      <w:marLeft w:val="0"/>
      <w:marRight w:val="0"/>
      <w:marTop w:val="0"/>
      <w:marBottom w:val="0"/>
      <w:divBdr>
        <w:top w:val="none" w:sz="0" w:space="0" w:color="auto"/>
        <w:left w:val="none" w:sz="0" w:space="0" w:color="auto"/>
        <w:bottom w:val="none" w:sz="0" w:space="0" w:color="auto"/>
        <w:right w:val="none" w:sz="0" w:space="0" w:color="auto"/>
      </w:divBdr>
    </w:div>
    <w:div w:id="515849514">
      <w:bodyDiv w:val="1"/>
      <w:marLeft w:val="0"/>
      <w:marRight w:val="0"/>
      <w:marTop w:val="0"/>
      <w:marBottom w:val="0"/>
      <w:divBdr>
        <w:top w:val="none" w:sz="0" w:space="0" w:color="auto"/>
        <w:left w:val="none" w:sz="0" w:space="0" w:color="auto"/>
        <w:bottom w:val="none" w:sz="0" w:space="0" w:color="auto"/>
        <w:right w:val="none" w:sz="0" w:space="0" w:color="auto"/>
      </w:divBdr>
    </w:div>
    <w:div w:id="521355862">
      <w:bodyDiv w:val="1"/>
      <w:marLeft w:val="0"/>
      <w:marRight w:val="0"/>
      <w:marTop w:val="0"/>
      <w:marBottom w:val="0"/>
      <w:divBdr>
        <w:top w:val="none" w:sz="0" w:space="0" w:color="auto"/>
        <w:left w:val="none" w:sz="0" w:space="0" w:color="auto"/>
        <w:bottom w:val="none" w:sz="0" w:space="0" w:color="auto"/>
        <w:right w:val="none" w:sz="0" w:space="0" w:color="auto"/>
      </w:divBdr>
      <w:divsChild>
        <w:div w:id="1176731382">
          <w:marLeft w:val="274"/>
          <w:marRight w:val="0"/>
          <w:marTop w:val="0"/>
          <w:marBottom w:val="0"/>
          <w:divBdr>
            <w:top w:val="none" w:sz="0" w:space="0" w:color="auto"/>
            <w:left w:val="none" w:sz="0" w:space="0" w:color="auto"/>
            <w:bottom w:val="none" w:sz="0" w:space="0" w:color="auto"/>
            <w:right w:val="none" w:sz="0" w:space="0" w:color="auto"/>
          </w:divBdr>
        </w:div>
        <w:div w:id="839584162">
          <w:marLeft w:val="274"/>
          <w:marRight w:val="0"/>
          <w:marTop w:val="0"/>
          <w:marBottom w:val="0"/>
          <w:divBdr>
            <w:top w:val="none" w:sz="0" w:space="0" w:color="auto"/>
            <w:left w:val="none" w:sz="0" w:space="0" w:color="auto"/>
            <w:bottom w:val="none" w:sz="0" w:space="0" w:color="auto"/>
            <w:right w:val="none" w:sz="0" w:space="0" w:color="auto"/>
          </w:divBdr>
        </w:div>
      </w:divsChild>
    </w:div>
    <w:div w:id="521626477">
      <w:bodyDiv w:val="1"/>
      <w:marLeft w:val="0"/>
      <w:marRight w:val="0"/>
      <w:marTop w:val="0"/>
      <w:marBottom w:val="0"/>
      <w:divBdr>
        <w:top w:val="none" w:sz="0" w:space="0" w:color="auto"/>
        <w:left w:val="none" w:sz="0" w:space="0" w:color="auto"/>
        <w:bottom w:val="none" w:sz="0" w:space="0" w:color="auto"/>
        <w:right w:val="none" w:sz="0" w:space="0" w:color="auto"/>
      </w:divBdr>
    </w:div>
    <w:div w:id="525094799">
      <w:bodyDiv w:val="1"/>
      <w:marLeft w:val="0"/>
      <w:marRight w:val="0"/>
      <w:marTop w:val="0"/>
      <w:marBottom w:val="0"/>
      <w:divBdr>
        <w:top w:val="none" w:sz="0" w:space="0" w:color="auto"/>
        <w:left w:val="none" w:sz="0" w:space="0" w:color="auto"/>
        <w:bottom w:val="none" w:sz="0" w:space="0" w:color="auto"/>
        <w:right w:val="none" w:sz="0" w:space="0" w:color="auto"/>
      </w:divBdr>
      <w:divsChild>
        <w:div w:id="876502400">
          <w:marLeft w:val="994"/>
          <w:marRight w:val="0"/>
          <w:marTop w:val="0"/>
          <w:marBottom w:val="0"/>
          <w:divBdr>
            <w:top w:val="none" w:sz="0" w:space="0" w:color="auto"/>
            <w:left w:val="none" w:sz="0" w:space="0" w:color="auto"/>
            <w:bottom w:val="none" w:sz="0" w:space="0" w:color="auto"/>
            <w:right w:val="none" w:sz="0" w:space="0" w:color="auto"/>
          </w:divBdr>
        </w:div>
      </w:divsChild>
    </w:div>
    <w:div w:id="525141580">
      <w:bodyDiv w:val="1"/>
      <w:marLeft w:val="0"/>
      <w:marRight w:val="0"/>
      <w:marTop w:val="0"/>
      <w:marBottom w:val="0"/>
      <w:divBdr>
        <w:top w:val="none" w:sz="0" w:space="0" w:color="auto"/>
        <w:left w:val="none" w:sz="0" w:space="0" w:color="auto"/>
        <w:bottom w:val="none" w:sz="0" w:space="0" w:color="auto"/>
        <w:right w:val="none" w:sz="0" w:space="0" w:color="auto"/>
      </w:divBdr>
    </w:div>
    <w:div w:id="529295351">
      <w:bodyDiv w:val="1"/>
      <w:marLeft w:val="0"/>
      <w:marRight w:val="0"/>
      <w:marTop w:val="0"/>
      <w:marBottom w:val="0"/>
      <w:divBdr>
        <w:top w:val="none" w:sz="0" w:space="0" w:color="auto"/>
        <w:left w:val="none" w:sz="0" w:space="0" w:color="auto"/>
        <w:bottom w:val="none" w:sz="0" w:space="0" w:color="auto"/>
        <w:right w:val="none" w:sz="0" w:space="0" w:color="auto"/>
      </w:divBdr>
    </w:div>
    <w:div w:id="532961134">
      <w:bodyDiv w:val="1"/>
      <w:marLeft w:val="0"/>
      <w:marRight w:val="0"/>
      <w:marTop w:val="0"/>
      <w:marBottom w:val="0"/>
      <w:divBdr>
        <w:top w:val="none" w:sz="0" w:space="0" w:color="auto"/>
        <w:left w:val="none" w:sz="0" w:space="0" w:color="auto"/>
        <w:bottom w:val="none" w:sz="0" w:space="0" w:color="auto"/>
        <w:right w:val="none" w:sz="0" w:space="0" w:color="auto"/>
      </w:divBdr>
    </w:div>
    <w:div w:id="538858622">
      <w:bodyDiv w:val="1"/>
      <w:marLeft w:val="0"/>
      <w:marRight w:val="0"/>
      <w:marTop w:val="0"/>
      <w:marBottom w:val="0"/>
      <w:divBdr>
        <w:top w:val="none" w:sz="0" w:space="0" w:color="auto"/>
        <w:left w:val="none" w:sz="0" w:space="0" w:color="auto"/>
        <w:bottom w:val="none" w:sz="0" w:space="0" w:color="auto"/>
        <w:right w:val="none" w:sz="0" w:space="0" w:color="auto"/>
      </w:divBdr>
    </w:div>
    <w:div w:id="539170129">
      <w:bodyDiv w:val="1"/>
      <w:marLeft w:val="0"/>
      <w:marRight w:val="0"/>
      <w:marTop w:val="0"/>
      <w:marBottom w:val="0"/>
      <w:divBdr>
        <w:top w:val="none" w:sz="0" w:space="0" w:color="auto"/>
        <w:left w:val="none" w:sz="0" w:space="0" w:color="auto"/>
        <w:bottom w:val="none" w:sz="0" w:space="0" w:color="auto"/>
        <w:right w:val="none" w:sz="0" w:space="0" w:color="auto"/>
      </w:divBdr>
    </w:div>
    <w:div w:id="550262533">
      <w:bodyDiv w:val="1"/>
      <w:marLeft w:val="0"/>
      <w:marRight w:val="0"/>
      <w:marTop w:val="0"/>
      <w:marBottom w:val="0"/>
      <w:divBdr>
        <w:top w:val="none" w:sz="0" w:space="0" w:color="auto"/>
        <w:left w:val="none" w:sz="0" w:space="0" w:color="auto"/>
        <w:bottom w:val="none" w:sz="0" w:space="0" w:color="auto"/>
        <w:right w:val="none" w:sz="0" w:space="0" w:color="auto"/>
      </w:divBdr>
    </w:div>
    <w:div w:id="556354969">
      <w:bodyDiv w:val="1"/>
      <w:marLeft w:val="0"/>
      <w:marRight w:val="0"/>
      <w:marTop w:val="0"/>
      <w:marBottom w:val="0"/>
      <w:divBdr>
        <w:top w:val="none" w:sz="0" w:space="0" w:color="auto"/>
        <w:left w:val="none" w:sz="0" w:space="0" w:color="auto"/>
        <w:bottom w:val="none" w:sz="0" w:space="0" w:color="auto"/>
        <w:right w:val="none" w:sz="0" w:space="0" w:color="auto"/>
      </w:divBdr>
    </w:div>
    <w:div w:id="556938348">
      <w:bodyDiv w:val="1"/>
      <w:marLeft w:val="0"/>
      <w:marRight w:val="0"/>
      <w:marTop w:val="0"/>
      <w:marBottom w:val="0"/>
      <w:divBdr>
        <w:top w:val="none" w:sz="0" w:space="0" w:color="auto"/>
        <w:left w:val="none" w:sz="0" w:space="0" w:color="auto"/>
        <w:bottom w:val="none" w:sz="0" w:space="0" w:color="auto"/>
        <w:right w:val="none" w:sz="0" w:space="0" w:color="auto"/>
      </w:divBdr>
    </w:div>
    <w:div w:id="558563811">
      <w:bodyDiv w:val="1"/>
      <w:marLeft w:val="0"/>
      <w:marRight w:val="0"/>
      <w:marTop w:val="0"/>
      <w:marBottom w:val="0"/>
      <w:divBdr>
        <w:top w:val="none" w:sz="0" w:space="0" w:color="auto"/>
        <w:left w:val="none" w:sz="0" w:space="0" w:color="auto"/>
        <w:bottom w:val="none" w:sz="0" w:space="0" w:color="auto"/>
        <w:right w:val="none" w:sz="0" w:space="0" w:color="auto"/>
      </w:divBdr>
    </w:div>
    <w:div w:id="560872624">
      <w:bodyDiv w:val="1"/>
      <w:marLeft w:val="0"/>
      <w:marRight w:val="0"/>
      <w:marTop w:val="0"/>
      <w:marBottom w:val="0"/>
      <w:divBdr>
        <w:top w:val="none" w:sz="0" w:space="0" w:color="auto"/>
        <w:left w:val="none" w:sz="0" w:space="0" w:color="auto"/>
        <w:bottom w:val="none" w:sz="0" w:space="0" w:color="auto"/>
        <w:right w:val="none" w:sz="0" w:space="0" w:color="auto"/>
      </w:divBdr>
    </w:div>
    <w:div w:id="562908391">
      <w:bodyDiv w:val="1"/>
      <w:marLeft w:val="0"/>
      <w:marRight w:val="0"/>
      <w:marTop w:val="0"/>
      <w:marBottom w:val="0"/>
      <w:divBdr>
        <w:top w:val="none" w:sz="0" w:space="0" w:color="auto"/>
        <w:left w:val="none" w:sz="0" w:space="0" w:color="auto"/>
        <w:bottom w:val="none" w:sz="0" w:space="0" w:color="auto"/>
        <w:right w:val="none" w:sz="0" w:space="0" w:color="auto"/>
      </w:divBdr>
    </w:div>
    <w:div w:id="563640349">
      <w:bodyDiv w:val="1"/>
      <w:marLeft w:val="0"/>
      <w:marRight w:val="0"/>
      <w:marTop w:val="0"/>
      <w:marBottom w:val="0"/>
      <w:divBdr>
        <w:top w:val="none" w:sz="0" w:space="0" w:color="auto"/>
        <w:left w:val="none" w:sz="0" w:space="0" w:color="auto"/>
        <w:bottom w:val="none" w:sz="0" w:space="0" w:color="auto"/>
        <w:right w:val="none" w:sz="0" w:space="0" w:color="auto"/>
      </w:divBdr>
    </w:div>
    <w:div w:id="566503111">
      <w:bodyDiv w:val="1"/>
      <w:marLeft w:val="0"/>
      <w:marRight w:val="0"/>
      <w:marTop w:val="0"/>
      <w:marBottom w:val="0"/>
      <w:divBdr>
        <w:top w:val="none" w:sz="0" w:space="0" w:color="auto"/>
        <w:left w:val="none" w:sz="0" w:space="0" w:color="auto"/>
        <w:bottom w:val="none" w:sz="0" w:space="0" w:color="auto"/>
        <w:right w:val="none" w:sz="0" w:space="0" w:color="auto"/>
      </w:divBdr>
    </w:div>
    <w:div w:id="567040192">
      <w:bodyDiv w:val="1"/>
      <w:marLeft w:val="0"/>
      <w:marRight w:val="0"/>
      <w:marTop w:val="0"/>
      <w:marBottom w:val="0"/>
      <w:divBdr>
        <w:top w:val="none" w:sz="0" w:space="0" w:color="auto"/>
        <w:left w:val="none" w:sz="0" w:space="0" w:color="auto"/>
        <w:bottom w:val="none" w:sz="0" w:space="0" w:color="auto"/>
        <w:right w:val="none" w:sz="0" w:space="0" w:color="auto"/>
      </w:divBdr>
    </w:div>
    <w:div w:id="569773596">
      <w:bodyDiv w:val="1"/>
      <w:marLeft w:val="0"/>
      <w:marRight w:val="0"/>
      <w:marTop w:val="0"/>
      <w:marBottom w:val="0"/>
      <w:divBdr>
        <w:top w:val="none" w:sz="0" w:space="0" w:color="auto"/>
        <w:left w:val="none" w:sz="0" w:space="0" w:color="auto"/>
        <w:bottom w:val="none" w:sz="0" w:space="0" w:color="auto"/>
        <w:right w:val="none" w:sz="0" w:space="0" w:color="auto"/>
      </w:divBdr>
    </w:div>
    <w:div w:id="578052573">
      <w:bodyDiv w:val="1"/>
      <w:marLeft w:val="0"/>
      <w:marRight w:val="0"/>
      <w:marTop w:val="0"/>
      <w:marBottom w:val="0"/>
      <w:divBdr>
        <w:top w:val="none" w:sz="0" w:space="0" w:color="auto"/>
        <w:left w:val="none" w:sz="0" w:space="0" w:color="auto"/>
        <w:bottom w:val="none" w:sz="0" w:space="0" w:color="auto"/>
        <w:right w:val="none" w:sz="0" w:space="0" w:color="auto"/>
      </w:divBdr>
    </w:div>
    <w:div w:id="584846938">
      <w:bodyDiv w:val="1"/>
      <w:marLeft w:val="0"/>
      <w:marRight w:val="0"/>
      <w:marTop w:val="0"/>
      <w:marBottom w:val="0"/>
      <w:divBdr>
        <w:top w:val="none" w:sz="0" w:space="0" w:color="auto"/>
        <w:left w:val="none" w:sz="0" w:space="0" w:color="auto"/>
        <w:bottom w:val="none" w:sz="0" w:space="0" w:color="auto"/>
        <w:right w:val="none" w:sz="0" w:space="0" w:color="auto"/>
      </w:divBdr>
    </w:div>
    <w:div w:id="588389808">
      <w:bodyDiv w:val="1"/>
      <w:marLeft w:val="0"/>
      <w:marRight w:val="0"/>
      <w:marTop w:val="0"/>
      <w:marBottom w:val="0"/>
      <w:divBdr>
        <w:top w:val="none" w:sz="0" w:space="0" w:color="auto"/>
        <w:left w:val="none" w:sz="0" w:space="0" w:color="auto"/>
        <w:bottom w:val="none" w:sz="0" w:space="0" w:color="auto"/>
        <w:right w:val="none" w:sz="0" w:space="0" w:color="auto"/>
      </w:divBdr>
    </w:div>
    <w:div w:id="602104457">
      <w:bodyDiv w:val="1"/>
      <w:marLeft w:val="0"/>
      <w:marRight w:val="0"/>
      <w:marTop w:val="0"/>
      <w:marBottom w:val="0"/>
      <w:divBdr>
        <w:top w:val="none" w:sz="0" w:space="0" w:color="auto"/>
        <w:left w:val="none" w:sz="0" w:space="0" w:color="auto"/>
        <w:bottom w:val="none" w:sz="0" w:space="0" w:color="auto"/>
        <w:right w:val="none" w:sz="0" w:space="0" w:color="auto"/>
      </w:divBdr>
    </w:div>
    <w:div w:id="603609057">
      <w:bodyDiv w:val="1"/>
      <w:marLeft w:val="0"/>
      <w:marRight w:val="0"/>
      <w:marTop w:val="0"/>
      <w:marBottom w:val="0"/>
      <w:divBdr>
        <w:top w:val="none" w:sz="0" w:space="0" w:color="auto"/>
        <w:left w:val="none" w:sz="0" w:space="0" w:color="auto"/>
        <w:bottom w:val="none" w:sz="0" w:space="0" w:color="auto"/>
        <w:right w:val="none" w:sz="0" w:space="0" w:color="auto"/>
      </w:divBdr>
    </w:div>
    <w:div w:id="604463189">
      <w:bodyDiv w:val="1"/>
      <w:marLeft w:val="0"/>
      <w:marRight w:val="0"/>
      <w:marTop w:val="0"/>
      <w:marBottom w:val="0"/>
      <w:divBdr>
        <w:top w:val="none" w:sz="0" w:space="0" w:color="auto"/>
        <w:left w:val="none" w:sz="0" w:space="0" w:color="auto"/>
        <w:bottom w:val="none" w:sz="0" w:space="0" w:color="auto"/>
        <w:right w:val="none" w:sz="0" w:space="0" w:color="auto"/>
      </w:divBdr>
    </w:div>
    <w:div w:id="614488549">
      <w:bodyDiv w:val="1"/>
      <w:marLeft w:val="0"/>
      <w:marRight w:val="0"/>
      <w:marTop w:val="0"/>
      <w:marBottom w:val="0"/>
      <w:divBdr>
        <w:top w:val="none" w:sz="0" w:space="0" w:color="auto"/>
        <w:left w:val="none" w:sz="0" w:space="0" w:color="auto"/>
        <w:bottom w:val="none" w:sz="0" w:space="0" w:color="auto"/>
        <w:right w:val="none" w:sz="0" w:space="0" w:color="auto"/>
      </w:divBdr>
      <w:divsChild>
        <w:div w:id="1763262634">
          <w:marLeft w:val="994"/>
          <w:marRight w:val="0"/>
          <w:marTop w:val="0"/>
          <w:marBottom w:val="0"/>
          <w:divBdr>
            <w:top w:val="none" w:sz="0" w:space="0" w:color="auto"/>
            <w:left w:val="none" w:sz="0" w:space="0" w:color="auto"/>
            <w:bottom w:val="none" w:sz="0" w:space="0" w:color="auto"/>
            <w:right w:val="none" w:sz="0" w:space="0" w:color="auto"/>
          </w:divBdr>
        </w:div>
        <w:div w:id="770394959">
          <w:marLeft w:val="994"/>
          <w:marRight w:val="0"/>
          <w:marTop w:val="0"/>
          <w:marBottom w:val="0"/>
          <w:divBdr>
            <w:top w:val="none" w:sz="0" w:space="0" w:color="auto"/>
            <w:left w:val="none" w:sz="0" w:space="0" w:color="auto"/>
            <w:bottom w:val="none" w:sz="0" w:space="0" w:color="auto"/>
            <w:right w:val="none" w:sz="0" w:space="0" w:color="auto"/>
          </w:divBdr>
        </w:div>
        <w:div w:id="2013291087">
          <w:marLeft w:val="994"/>
          <w:marRight w:val="0"/>
          <w:marTop w:val="0"/>
          <w:marBottom w:val="0"/>
          <w:divBdr>
            <w:top w:val="none" w:sz="0" w:space="0" w:color="auto"/>
            <w:left w:val="none" w:sz="0" w:space="0" w:color="auto"/>
            <w:bottom w:val="none" w:sz="0" w:space="0" w:color="auto"/>
            <w:right w:val="none" w:sz="0" w:space="0" w:color="auto"/>
          </w:divBdr>
        </w:div>
        <w:div w:id="533351550">
          <w:marLeft w:val="994"/>
          <w:marRight w:val="0"/>
          <w:marTop w:val="0"/>
          <w:marBottom w:val="0"/>
          <w:divBdr>
            <w:top w:val="none" w:sz="0" w:space="0" w:color="auto"/>
            <w:left w:val="none" w:sz="0" w:space="0" w:color="auto"/>
            <w:bottom w:val="none" w:sz="0" w:space="0" w:color="auto"/>
            <w:right w:val="none" w:sz="0" w:space="0" w:color="auto"/>
          </w:divBdr>
        </w:div>
      </w:divsChild>
    </w:div>
    <w:div w:id="615872598">
      <w:bodyDiv w:val="1"/>
      <w:marLeft w:val="0"/>
      <w:marRight w:val="0"/>
      <w:marTop w:val="0"/>
      <w:marBottom w:val="0"/>
      <w:divBdr>
        <w:top w:val="none" w:sz="0" w:space="0" w:color="auto"/>
        <w:left w:val="none" w:sz="0" w:space="0" w:color="auto"/>
        <w:bottom w:val="none" w:sz="0" w:space="0" w:color="auto"/>
        <w:right w:val="none" w:sz="0" w:space="0" w:color="auto"/>
      </w:divBdr>
    </w:div>
    <w:div w:id="617370278">
      <w:bodyDiv w:val="1"/>
      <w:marLeft w:val="0"/>
      <w:marRight w:val="0"/>
      <w:marTop w:val="0"/>
      <w:marBottom w:val="0"/>
      <w:divBdr>
        <w:top w:val="none" w:sz="0" w:space="0" w:color="auto"/>
        <w:left w:val="none" w:sz="0" w:space="0" w:color="auto"/>
        <w:bottom w:val="none" w:sz="0" w:space="0" w:color="auto"/>
        <w:right w:val="none" w:sz="0" w:space="0" w:color="auto"/>
      </w:divBdr>
    </w:div>
    <w:div w:id="617372937">
      <w:bodyDiv w:val="1"/>
      <w:marLeft w:val="0"/>
      <w:marRight w:val="0"/>
      <w:marTop w:val="0"/>
      <w:marBottom w:val="0"/>
      <w:divBdr>
        <w:top w:val="none" w:sz="0" w:space="0" w:color="auto"/>
        <w:left w:val="none" w:sz="0" w:space="0" w:color="auto"/>
        <w:bottom w:val="none" w:sz="0" w:space="0" w:color="auto"/>
        <w:right w:val="none" w:sz="0" w:space="0" w:color="auto"/>
      </w:divBdr>
    </w:div>
    <w:div w:id="620112392">
      <w:bodyDiv w:val="1"/>
      <w:marLeft w:val="0"/>
      <w:marRight w:val="0"/>
      <w:marTop w:val="0"/>
      <w:marBottom w:val="0"/>
      <w:divBdr>
        <w:top w:val="none" w:sz="0" w:space="0" w:color="auto"/>
        <w:left w:val="none" w:sz="0" w:space="0" w:color="auto"/>
        <w:bottom w:val="none" w:sz="0" w:space="0" w:color="auto"/>
        <w:right w:val="none" w:sz="0" w:space="0" w:color="auto"/>
      </w:divBdr>
    </w:div>
    <w:div w:id="620763760">
      <w:bodyDiv w:val="1"/>
      <w:marLeft w:val="0"/>
      <w:marRight w:val="0"/>
      <w:marTop w:val="0"/>
      <w:marBottom w:val="0"/>
      <w:divBdr>
        <w:top w:val="none" w:sz="0" w:space="0" w:color="auto"/>
        <w:left w:val="none" w:sz="0" w:space="0" w:color="auto"/>
        <w:bottom w:val="none" w:sz="0" w:space="0" w:color="auto"/>
        <w:right w:val="none" w:sz="0" w:space="0" w:color="auto"/>
      </w:divBdr>
      <w:divsChild>
        <w:div w:id="358315541">
          <w:marLeft w:val="432"/>
          <w:marRight w:val="0"/>
          <w:marTop w:val="45"/>
          <w:marBottom w:val="0"/>
          <w:divBdr>
            <w:top w:val="none" w:sz="0" w:space="0" w:color="auto"/>
            <w:left w:val="none" w:sz="0" w:space="0" w:color="auto"/>
            <w:bottom w:val="none" w:sz="0" w:space="0" w:color="auto"/>
            <w:right w:val="none" w:sz="0" w:space="0" w:color="auto"/>
          </w:divBdr>
        </w:div>
      </w:divsChild>
    </w:div>
    <w:div w:id="623853989">
      <w:bodyDiv w:val="1"/>
      <w:marLeft w:val="0"/>
      <w:marRight w:val="0"/>
      <w:marTop w:val="0"/>
      <w:marBottom w:val="0"/>
      <w:divBdr>
        <w:top w:val="none" w:sz="0" w:space="0" w:color="auto"/>
        <w:left w:val="none" w:sz="0" w:space="0" w:color="auto"/>
        <w:bottom w:val="none" w:sz="0" w:space="0" w:color="auto"/>
        <w:right w:val="none" w:sz="0" w:space="0" w:color="auto"/>
      </w:divBdr>
      <w:divsChild>
        <w:div w:id="1272084207">
          <w:marLeft w:val="274"/>
          <w:marRight w:val="0"/>
          <w:marTop w:val="0"/>
          <w:marBottom w:val="0"/>
          <w:divBdr>
            <w:top w:val="none" w:sz="0" w:space="0" w:color="auto"/>
            <w:left w:val="none" w:sz="0" w:space="0" w:color="auto"/>
            <w:bottom w:val="none" w:sz="0" w:space="0" w:color="auto"/>
            <w:right w:val="none" w:sz="0" w:space="0" w:color="auto"/>
          </w:divBdr>
        </w:div>
        <w:div w:id="1839035938">
          <w:marLeft w:val="274"/>
          <w:marRight w:val="0"/>
          <w:marTop w:val="0"/>
          <w:marBottom w:val="0"/>
          <w:divBdr>
            <w:top w:val="none" w:sz="0" w:space="0" w:color="auto"/>
            <w:left w:val="none" w:sz="0" w:space="0" w:color="auto"/>
            <w:bottom w:val="none" w:sz="0" w:space="0" w:color="auto"/>
            <w:right w:val="none" w:sz="0" w:space="0" w:color="auto"/>
          </w:divBdr>
        </w:div>
        <w:div w:id="1396395482">
          <w:marLeft w:val="274"/>
          <w:marRight w:val="0"/>
          <w:marTop w:val="0"/>
          <w:marBottom w:val="0"/>
          <w:divBdr>
            <w:top w:val="none" w:sz="0" w:space="0" w:color="auto"/>
            <w:left w:val="none" w:sz="0" w:space="0" w:color="auto"/>
            <w:bottom w:val="none" w:sz="0" w:space="0" w:color="auto"/>
            <w:right w:val="none" w:sz="0" w:space="0" w:color="auto"/>
          </w:divBdr>
        </w:div>
        <w:div w:id="1157696439">
          <w:marLeft w:val="274"/>
          <w:marRight w:val="0"/>
          <w:marTop w:val="0"/>
          <w:marBottom w:val="0"/>
          <w:divBdr>
            <w:top w:val="none" w:sz="0" w:space="0" w:color="auto"/>
            <w:left w:val="none" w:sz="0" w:space="0" w:color="auto"/>
            <w:bottom w:val="none" w:sz="0" w:space="0" w:color="auto"/>
            <w:right w:val="none" w:sz="0" w:space="0" w:color="auto"/>
          </w:divBdr>
        </w:div>
        <w:div w:id="1111708775">
          <w:marLeft w:val="274"/>
          <w:marRight w:val="0"/>
          <w:marTop w:val="0"/>
          <w:marBottom w:val="0"/>
          <w:divBdr>
            <w:top w:val="none" w:sz="0" w:space="0" w:color="auto"/>
            <w:left w:val="none" w:sz="0" w:space="0" w:color="auto"/>
            <w:bottom w:val="none" w:sz="0" w:space="0" w:color="auto"/>
            <w:right w:val="none" w:sz="0" w:space="0" w:color="auto"/>
          </w:divBdr>
        </w:div>
      </w:divsChild>
    </w:div>
    <w:div w:id="633143625">
      <w:bodyDiv w:val="1"/>
      <w:marLeft w:val="0"/>
      <w:marRight w:val="0"/>
      <w:marTop w:val="0"/>
      <w:marBottom w:val="0"/>
      <w:divBdr>
        <w:top w:val="none" w:sz="0" w:space="0" w:color="auto"/>
        <w:left w:val="none" w:sz="0" w:space="0" w:color="auto"/>
        <w:bottom w:val="none" w:sz="0" w:space="0" w:color="auto"/>
        <w:right w:val="none" w:sz="0" w:space="0" w:color="auto"/>
      </w:divBdr>
    </w:div>
    <w:div w:id="635843153">
      <w:bodyDiv w:val="1"/>
      <w:marLeft w:val="0"/>
      <w:marRight w:val="0"/>
      <w:marTop w:val="0"/>
      <w:marBottom w:val="0"/>
      <w:divBdr>
        <w:top w:val="none" w:sz="0" w:space="0" w:color="auto"/>
        <w:left w:val="none" w:sz="0" w:space="0" w:color="auto"/>
        <w:bottom w:val="none" w:sz="0" w:space="0" w:color="auto"/>
        <w:right w:val="none" w:sz="0" w:space="0" w:color="auto"/>
      </w:divBdr>
    </w:div>
    <w:div w:id="646856307">
      <w:bodyDiv w:val="1"/>
      <w:marLeft w:val="0"/>
      <w:marRight w:val="0"/>
      <w:marTop w:val="0"/>
      <w:marBottom w:val="0"/>
      <w:divBdr>
        <w:top w:val="none" w:sz="0" w:space="0" w:color="auto"/>
        <w:left w:val="none" w:sz="0" w:space="0" w:color="auto"/>
        <w:bottom w:val="none" w:sz="0" w:space="0" w:color="auto"/>
        <w:right w:val="none" w:sz="0" w:space="0" w:color="auto"/>
      </w:divBdr>
    </w:div>
    <w:div w:id="649018278">
      <w:bodyDiv w:val="1"/>
      <w:marLeft w:val="0"/>
      <w:marRight w:val="0"/>
      <w:marTop w:val="0"/>
      <w:marBottom w:val="0"/>
      <w:divBdr>
        <w:top w:val="none" w:sz="0" w:space="0" w:color="auto"/>
        <w:left w:val="none" w:sz="0" w:space="0" w:color="auto"/>
        <w:bottom w:val="none" w:sz="0" w:space="0" w:color="auto"/>
        <w:right w:val="none" w:sz="0" w:space="0" w:color="auto"/>
      </w:divBdr>
    </w:div>
    <w:div w:id="650208455">
      <w:bodyDiv w:val="1"/>
      <w:marLeft w:val="0"/>
      <w:marRight w:val="0"/>
      <w:marTop w:val="0"/>
      <w:marBottom w:val="0"/>
      <w:divBdr>
        <w:top w:val="none" w:sz="0" w:space="0" w:color="auto"/>
        <w:left w:val="none" w:sz="0" w:space="0" w:color="auto"/>
        <w:bottom w:val="none" w:sz="0" w:space="0" w:color="auto"/>
        <w:right w:val="none" w:sz="0" w:space="0" w:color="auto"/>
      </w:divBdr>
    </w:div>
    <w:div w:id="661470692">
      <w:bodyDiv w:val="1"/>
      <w:marLeft w:val="0"/>
      <w:marRight w:val="0"/>
      <w:marTop w:val="0"/>
      <w:marBottom w:val="0"/>
      <w:divBdr>
        <w:top w:val="none" w:sz="0" w:space="0" w:color="auto"/>
        <w:left w:val="none" w:sz="0" w:space="0" w:color="auto"/>
        <w:bottom w:val="none" w:sz="0" w:space="0" w:color="auto"/>
        <w:right w:val="none" w:sz="0" w:space="0" w:color="auto"/>
      </w:divBdr>
    </w:div>
    <w:div w:id="667900809">
      <w:bodyDiv w:val="1"/>
      <w:marLeft w:val="0"/>
      <w:marRight w:val="0"/>
      <w:marTop w:val="0"/>
      <w:marBottom w:val="0"/>
      <w:divBdr>
        <w:top w:val="none" w:sz="0" w:space="0" w:color="auto"/>
        <w:left w:val="none" w:sz="0" w:space="0" w:color="auto"/>
        <w:bottom w:val="none" w:sz="0" w:space="0" w:color="auto"/>
        <w:right w:val="none" w:sz="0" w:space="0" w:color="auto"/>
      </w:divBdr>
    </w:div>
    <w:div w:id="669911101">
      <w:bodyDiv w:val="1"/>
      <w:marLeft w:val="0"/>
      <w:marRight w:val="0"/>
      <w:marTop w:val="0"/>
      <w:marBottom w:val="0"/>
      <w:divBdr>
        <w:top w:val="none" w:sz="0" w:space="0" w:color="auto"/>
        <w:left w:val="none" w:sz="0" w:space="0" w:color="auto"/>
        <w:bottom w:val="none" w:sz="0" w:space="0" w:color="auto"/>
        <w:right w:val="none" w:sz="0" w:space="0" w:color="auto"/>
      </w:divBdr>
    </w:div>
    <w:div w:id="671299446">
      <w:bodyDiv w:val="1"/>
      <w:marLeft w:val="0"/>
      <w:marRight w:val="0"/>
      <w:marTop w:val="0"/>
      <w:marBottom w:val="0"/>
      <w:divBdr>
        <w:top w:val="none" w:sz="0" w:space="0" w:color="auto"/>
        <w:left w:val="none" w:sz="0" w:space="0" w:color="auto"/>
        <w:bottom w:val="none" w:sz="0" w:space="0" w:color="auto"/>
        <w:right w:val="none" w:sz="0" w:space="0" w:color="auto"/>
      </w:divBdr>
    </w:div>
    <w:div w:id="674455325">
      <w:bodyDiv w:val="1"/>
      <w:marLeft w:val="0"/>
      <w:marRight w:val="0"/>
      <w:marTop w:val="0"/>
      <w:marBottom w:val="0"/>
      <w:divBdr>
        <w:top w:val="none" w:sz="0" w:space="0" w:color="auto"/>
        <w:left w:val="none" w:sz="0" w:space="0" w:color="auto"/>
        <w:bottom w:val="none" w:sz="0" w:space="0" w:color="auto"/>
        <w:right w:val="none" w:sz="0" w:space="0" w:color="auto"/>
      </w:divBdr>
    </w:div>
    <w:div w:id="674961655">
      <w:bodyDiv w:val="1"/>
      <w:marLeft w:val="0"/>
      <w:marRight w:val="0"/>
      <w:marTop w:val="0"/>
      <w:marBottom w:val="0"/>
      <w:divBdr>
        <w:top w:val="none" w:sz="0" w:space="0" w:color="auto"/>
        <w:left w:val="none" w:sz="0" w:space="0" w:color="auto"/>
        <w:bottom w:val="none" w:sz="0" w:space="0" w:color="auto"/>
        <w:right w:val="none" w:sz="0" w:space="0" w:color="auto"/>
      </w:divBdr>
    </w:div>
    <w:div w:id="676078644">
      <w:bodyDiv w:val="1"/>
      <w:marLeft w:val="0"/>
      <w:marRight w:val="0"/>
      <w:marTop w:val="0"/>
      <w:marBottom w:val="0"/>
      <w:divBdr>
        <w:top w:val="none" w:sz="0" w:space="0" w:color="auto"/>
        <w:left w:val="none" w:sz="0" w:space="0" w:color="auto"/>
        <w:bottom w:val="none" w:sz="0" w:space="0" w:color="auto"/>
        <w:right w:val="none" w:sz="0" w:space="0" w:color="auto"/>
      </w:divBdr>
    </w:div>
    <w:div w:id="685138096">
      <w:bodyDiv w:val="1"/>
      <w:marLeft w:val="0"/>
      <w:marRight w:val="0"/>
      <w:marTop w:val="0"/>
      <w:marBottom w:val="0"/>
      <w:divBdr>
        <w:top w:val="none" w:sz="0" w:space="0" w:color="auto"/>
        <w:left w:val="none" w:sz="0" w:space="0" w:color="auto"/>
        <w:bottom w:val="none" w:sz="0" w:space="0" w:color="auto"/>
        <w:right w:val="none" w:sz="0" w:space="0" w:color="auto"/>
      </w:divBdr>
    </w:div>
    <w:div w:id="699820900">
      <w:bodyDiv w:val="1"/>
      <w:marLeft w:val="0"/>
      <w:marRight w:val="0"/>
      <w:marTop w:val="0"/>
      <w:marBottom w:val="0"/>
      <w:divBdr>
        <w:top w:val="none" w:sz="0" w:space="0" w:color="auto"/>
        <w:left w:val="none" w:sz="0" w:space="0" w:color="auto"/>
        <w:bottom w:val="none" w:sz="0" w:space="0" w:color="auto"/>
        <w:right w:val="none" w:sz="0" w:space="0" w:color="auto"/>
      </w:divBdr>
    </w:div>
    <w:div w:id="699939126">
      <w:bodyDiv w:val="1"/>
      <w:marLeft w:val="0"/>
      <w:marRight w:val="0"/>
      <w:marTop w:val="0"/>
      <w:marBottom w:val="0"/>
      <w:divBdr>
        <w:top w:val="none" w:sz="0" w:space="0" w:color="auto"/>
        <w:left w:val="none" w:sz="0" w:space="0" w:color="auto"/>
        <w:bottom w:val="none" w:sz="0" w:space="0" w:color="auto"/>
        <w:right w:val="none" w:sz="0" w:space="0" w:color="auto"/>
      </w:divBdr>
    </w:div>
    <w:div w:id="704520427">
      <w:bodyDiv w:val="1"/>
      <w:marLeft w:val="0"/>
      <w:marRight w:val="0"/>
      <w:marTop w:val="0"/>
      <w:marBottom w:val="0"/>
      <w:divBdr>
        <w:top w:val="none" w:sz="0" w:space="0" w:color="auto"/>
        <w:left w:val="none" w:sz="0" w:space="0" w:color="auto"/>
        <w:bottom w:val="none" w:sz="0" w:space="0" w:color="auto"/>
        <w:right w:val="none" w:sz="0" w:space="0" w:color="auto"/>
      </w:divBdr>
    </w:div>
    <w:div w:id="710813028">
      <w:bodyDiv w:val="1"/>
      <w:marLeft w:val="0"/>
      <w:marRight w:val="0"/>
      <w:marTop w:val="0"/>
      <w:marBottom w:val="0"/>
      <w:divBdr>
        <w:top w:val="none" w:sz="0" w:space="0" w:color="auto"/>
        <w:left w:val="none" w:sz="0" w:space="0" w:color="auto"/>
        <w:bottom w:val="none" w:sz="0" w:space="0" w:color="auto"/>
        <w:right w:val="none" w:sz="0" w:space="0" w:color="auto"/>
      </w:divBdr>
    </w:div>
    <w:div w:id="717241651">
      <w:bodyDiv w:val="1"/>
      <w:marLeft w:val="0"/>
      <w:marRight w:val="0"/>
      <w:marTop w:val="0"/>
      <w:marBottom w:val="0"/>
      <w:divBdr>
        <w:top w:val="none" w:sz="0" w:space="0" w:color="auto"/>
        <w:left w:val="none" w:sz="0" w:space="0" w:color="auto"/>
        <w:bottom w:val="none" w:sz="0" w:space="0" w:color="auto"/>
        <w:right w:val="none" w:sz="0" w:space="0" w:color="auto"/>
      </w:divBdr>
    </w:div>
    <w:div w:id="723531006">
      <w:bodyDiv w:val="1"/>
      <w:marLeft w:val="0"/>
      <w:marRight w:val="0"/>
      <w:marTop w:val="0"/>
      <w:marBottom w:val="0"/>
      <w:divBdr>
        <w:top w:val="none" w:sz="0" w:space="0" w:color="auto"/>
        <w:left w:val="none" w:sz="0" w:space="0" w:color="auto"/>
        <w:bottom w:val="none" w:sz="0" w:space="0" w:color="auto"/>
        <w:right w:val="none" w:sz="0" w:space="0" w:color="auto"/>
      </w:divBdr>
      <w:divsChild>
        <w:div w:id="1967545451">
          <w:marLeft w:val="432"/>
          <w:marRight w:val="0"/>
          <w:marTop w:val="45"/>
          <w:marBottom w:val="0"/>
          <w:divBdr>
            <w:top w:val="none" w:sz="0" w:space="0" w:color="auto"/>
            <w:left w:val="none" w:sz="0" w:space="0" w:color="auto"/>
            <w:bottom w:val="none" w:sz="0" w:space="0" w:color="auto"/>
            <w:right w:val="none" w:sz="0" w:space="0" w:color="auto"/>
          </w:divBdr>
        </w:div>
      </w:divsChild>
    </w:div>
    <w:div w:id="730153987">
      <w:bodyDiv w:val="1"/>
      <w:marLeft w:val="0"/>
      <w:marRight w:val="0"/>
      <w:marTop w:val="0"/>
      <w:marBottom w:val="0"/>
      <w:divBdr>
        <w:top w:val="none" w:sz="0" w:space="0" w:color="auto"/>
        <w:left w:val="none" w:sz="0" w:space="0" w:color="auto"/>
        <w:bottom w:val="none" w:sz="0" w:space="0" w:color="auto"/>
        <w:right w:val="none" w:sz="0" w:space="0" w:color="auto"/>
      </w:divBdr>
    </w:div>
    <w:div w:id="731465914">
      <w:bodyDiv w:val="1"/>
      <w:marLeft w:val="0"/>
      <w:marRight w:val="0"/>
      <w:marTop w:val="0"/>
      <w:marBottom w:val="0"/>
      <w:divBdr>
        <w:top w:val="none" w:sz="0" w:space="0" w:color="auto"/>
        <w:left w:val="none" w:sz="0" w:space="0" w:color="auto"/>
        <w:bottom w:val="none" w:sz="0" w:space="0" w:color="auto"/>
        <w:right w:val="none" w:sz="0" w:space="0" w:color="auto"/>
      </w:divBdr>
    </w:div>
    <w:div w:id="733621728">
      <w:bodyDiv w:val="1"/>
      <w:marLeft w:val="0"/>
      <w:marRight w:val="0"/>
      <w:marTop w:val="0"/>
      <w:marBottom w:val="0"/>
      <w:divBdr>
        <w:top w:val="none" w:sz="0" w:space="0" w:color="auto"/>
        <w:left w:val="none" w:sz="0" w:space="0" w:color="auto"/>
        <w:bottom w:val="none" w:sz="0" w:space="0" w:color="auto"/>
        <w:right w:val="none" w:sz="0" w:space="0" w:color="auto"/>
      </w:divBdr>
    </w:div>
    <w:div w:id="735318418">
      <w:bodyDiv w:val="1"/>
      <w:marLeft w:val="0"/>
      <w:marRight w:val="0"/>
      <w:marTop w:val="0"/>
      <w:marBottom w:val="0"/>
      <w:divBdr>
        <w:top w:val="none" w:sz="0" w:space="0" w:color="auto"/>
        <w:left w:val="none" w:sz="0" w:space="0" w:color="auto"/>
        <w:bottom w:val="none" w:sz="0" w:space="0" w:color="auto"/>
        <w:right w:val="none" w:sz="0" w:space="0" w:color="auto"/>
      </w:divBdr>
      <w:divsChild>
        <w:div w:id="44330093">
          <w:marLeft w:val="432"/>
          <w:marRight w:val="0"/>
          <w:marTop w:val="45"/>
          <w:marBottom w:val="0"/>
          <w:divBdr>
            <w:top w:val="none" w:sz="0" w:space="0" w:color="auto"/>
            <w:left w:val="none" w:sz="0" w:space="0" w:color="auto"/>
            <w:bottom w:val="none" w:sz="0" w:space="0" w:color="auto"/>
            <w:right w:val="none" w:sz="0" w:space="0" w:color="auto"/>
          </w:divBdr>
        </w:div>
      </w:divsChild>
    </w:div>
    <w:div w:id="741566993">
      <w:bodyDiv w:val="1"/>
      <w:marLeft w:val="0"/>
      <w:marRight w:val="0"/>
      <w:marTop w:val="0"/>
      <w:marBottom w:val="0"/>
      <w:divBdr>
        <w:top w:val="none" w:sz="0" w:space="0" w:color="auto"/>
        <w:left w:val="none" w:sz="0" w:space="0" w:color="auto"/>
        <w:bottom w:val="none" w:sz="0" w:space="0" w:color="auto"/>
        <w:right w:val="none" w:sz="0" w:space="0" w:color="auto"/>
      </w:divBdr>
    </w:div>
    <w:div w:id="743987797">
      <w:bodyDiv w:val="1"/>
      <w:marLeft w:val="0"/>
      <w:marRight w:val="0"/>
      <w:marTop w:val="0"/>
      <w:marBottom w:val="0"/>
      <w:divBdr>
        <w:top w:val="none" w:sz="0" w:space="0" w:color="auto"/>
        <w:left w:val="none" w:sz="0" w:space="0" w:color="auto"/>
        <w:bottom w:val="none" w:sz="0" w:space="0" w:color="auto"/>
        <w:right w:val="none" w:sz="0" w:space="0" w:color="auto"/>
      </w:divBdr>
    </w:div>
    <w:div w:id="744648416">
      <w:bodyDiv w:val="1"/>
      <w:marLeft w:val="0"/>
      <w:marRight w:val="0"/>
      <w:marTop w:val="0"/>
      <w:marBottom w:val="0"/>
      <w:divBdr>
        <w:top w:val="none" w:sz="0" w:space="0" w:color="auto"/>
        <w:left w:val="none" w:sz="0" w:space="0" w:color="auto"/>
        <w:bottom w:val="none" w:sz="0" w:space="0" w:color="auto"/>
        <w:right w:val="none" w:sz="0" w:space="0" w:color="auto"/>
      </w:divBdr>
    </w:div>
    <w:div w:id="756513508">
      <w:bodyDiv w:val="1"/>
      <w:marLeft w:val="0"/>
      <w:marRight w:val="0"/>
      <w:marTop w:val="0"/>
      <w:marBottom w:val="0"/>
      <w:divBdr>
        <w:top w:val="none" w:sz="0" w:space="0" w:color="auto"/>
        <w:left w:val="none" w:sz="0" w:space="0" w:color="auto"/>
        <w:bottom w:val="none" w:sz="0" w:space="0" w:color="auto"/>
        <w:right w:val="none" w:sz="0" w:space="0" w:color="auto"/>
      </w:divBdr>
    </w:div>
    <w:div w:id="761343924">
      <w:bodyDiv w:val="1"/>
      <w:marLeft w:val="0"/>
      <w:marRight w:val="0"/>
      <w:marTop w:val="0"/>
      <w:marBottom w:val="0"/>
      <w:divBdr>
        <w:top w:val="none" w:sz="0" w:space="0" w:color="auto"/>
        <w:left w:val="none" w:sz="0" w:space="0" w:color="auto"/>
        <w:bottom w:val="none" w:sz="0" w:space="0" w:color="auto"/>
        <w:right w:val="none" w:sz="0" w:space="0" w:color="auto"/>
      </w:divBdr>
      <w:divsChild>
        <w:div w:id="503517972">
          <w:marLeft w:val="994"/>
          <w:marRight w:val="0"/>
          <w:marTop w:val="0"/>
          <w:marBottom w:val="0"/>
          <w:divBdr>
            <w:top w:val="none" w:sz="0" w:space="0" w:color="auto"/>
            <w:left w:val="none" w:sz="0" w:space="0" w:color="auto"/>
            <w:bottom w:val="none" w:sz="0" w:space="0" w:color="auto"/>
            <w:right w:val="none" w:sz="0" w:space="0" w:color="auto"/>
          </w:divBdr>
        </w:div>
        <w:div w:id="1842038951">
          <w:marLeft w:val="994"/>
          <w:marRight w:val="0"/>
          <w:marTop w:val="0"/>
          <w:marBottom w:val="0"/>
          <w:divBdr>
            <w:top w:val="none" w:sz="0" w:space="0" w:color="auto"/>
            <w:left w:val="none" w:sz="0" w:space="0" w:color="auto"/>
            <w:bottom w:val="none" w:sz="0" w:space="0" w:color="auto"/>
            <w:right w:val="none" w:sz="0" w:space="0" w:color="auto"/>
          </w:divBdr>
        </w:div>
        <w:div w:id="1966351584">
          <w:marLeft w:val="994"/>
          <w:marRight w:val="0"/>
          <w:marTop w:val="0"/>
          <w:marBottom w:val="0"/>
          <w:divBdr>
            <w:top w:val="none" w:sz="0" w:space="0" w:color="auto"/>
            <w:left w:val="none" w:sz="0" w:space="0" w:color="auto"/>
            <w:bottom w:val="none" w:sz="0" w:space="0" w:color="auto"/>
            <w:right w:val="none" w:sz="0" w:space="0" w:color="auto"/>
          </w:divBdr>
        </w:div>
      </w:divsChild>
    </w:div>
    <w:div w:id="765073358">
      <w:bodyDiv w:val="1"/>
      <w:marLeft w:val="0"/>
      <w:marRight w:val="0"/>
      <w:marTop w:val="0"/>
      <w:marBottom w:val="0"/>
      <w:divBdr>
        <w:top w:val="none" w:sz="0" w:space="0" w:color="auto"/>
        <w:left w:val="none" w:sz="0" w:space="0" w:color="auto"/>
        <w:bottom w:val="none" w:sz="0" w:space="0" w:color="auto"/>
        <w:right w:val="none" w:sz="0" w:space="0" w:color="auto"/>
      </w:divBdr>
      <w:divsChild>
        <w:div w:id="1344167400">
          <w:marLeft w:val="432"/>
          <w:marRight w:val="0"/>
          <w:marTop w:val="45"/>
          <w:marBottom w:val="0"/>
          <w:divBdr>
            <w:top w:val="none" w:sz="0" w:space="0" w:color="auto"/>
            <w:left w:val="none" w:sz="0" w:space="0" w:color="auto"/>
            <w:bottom w:val="none" w:sz="0" w:space="0" w:color="auto"/>
            <w:right w:val="none" w:sz="0" w:space="0" w:color="auto"/>
          </w:divBdr>
        </w:div>
      </w:divsChild>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767433200">
      <w:bodyDiv w:val="1"/>
      <w:marLeft w:val="0"/>
      <w:marRight w:val="0"/>
      <w:marTop w:val="0"/>
      <w:marBottom w:val="0"/>
      <w:divBdr>
        <w:top w:val="none" w:sz="0" w:space="0" w:color="auto"/>
        <w:left w:val="none" w:sz="0" w:space="0" w:color="auto"/>
        <w:bottom w:val="none" w:sz="0" w:space="0" w:color="auto"/>
        <w:right w:val="none" w:sz="0" w:space="0" w:color="auto"/>
      </w:divBdr>
    </w:div>
    <w:div w:id="775321858">
      <w:bodyDiv w:val="1"/>
      <w:marLeft w:val="0"/>
      <w:marRight w:val="0"/>
      <w:marTop w:val="0"/>
      <w:marBottom w:val="0"/>
      <w:divBdr>
        <w:top w:val="none" w:sz="0" w:space="0" w:color="auto"/>
        <w:left w:val="none" w:sz="0" w:space="0" w:color="auto"/>
        <w:bottom w:val="none" w:sz="0" w:space="0" w:color="auto"/>
        <w:right w:val="none" w:sz="0" w:space="0" w:color="auto"/>
      </w:divBdr>
    </w:div>
    <w:div w:id="776566077">
      <w:bodyDiv w:val="1"/>
      <w:marLeft w:val="0"/>
      <w:marRight w:val="0"/>
      <w:marTop w:val="0"/>
      <w:marBottom w:val="0"/>
      <w:divBdr>
        <w:top w:val="none" w:sz="0" w:space="0" w:color="auto"/>
        <w:left w:val="none" w:sz="0" w:space="0" w:color="auto"/>
        <w:bottom w:val="none" w:sz="0" w:space="0" w:color="auto"/>
        <w:right w:val="none" w:sz="0" w:space="0" w:color="auto"/>
      </w:divBdr>
    </w:div>
    <w:div w:id="777067584">
      <w:bodyDiv w:val="1"/>
      <w:marLeft w:val="0"/>
      <w:marRight w:val="0"/>
      <w:marTop w:val="0"/>
      <w:marBottom w:val="0"/>
      <w:divBdr>
        <w:top w:val="none" w:sz="0" w:space="0" w:color="auto"/>
        <w:left w:val="none" w:sz="0" w:space="0" w:color="auto"/>
        <w:bottom w:val="none" w:sz="0" w:space="0" w:color="auto"/>
        <w:right w:val="none" w:sz="0" w:space="0" w:color="auto"/>
      </w:divBdr>
    </w:div>
    <w:div w:id="777481510">
      <w:bodyDiv w:val="1"/>
      <w:marLeft w:val="0"/>
      <w:marRight w:val="0"/>
      <w:marTop w:val="0"/>
      <w:marBottom w:val="0"/>
      <w:divBdr>
        <w:top w:val="none" w:sz="0" w:space="0" w:color="auto"/>
        <w:left w:val="none" w:sz="0" w:space="0" w:color="auto"/>
        <w:bottom w:val="none" w:sz="0" w:space="0" w:color="auto"/>
        <w:right w:val="none" w:sz="0" w:space="0" w:color="auto"/>
      </w:divBdr>
    </w:div>
    <w:div w:id="780488292">
      <w:bodyDiv w:val="1"/>
      <w:marLeft w:val="0"/>
      <w:marRight w:val="0"/>
      <w:marTop w:val="0"/>
      <w:marBottom w:val="0"/>
      <w:divBdr>
        <w:top w:val="none" w:sz="0" w:space="0" w:color="auto"/>
        <w:left w:val="none" w:sz="0" w:space="0" w:color="auto"/>
        <w:bottom w:val="none" w:sz="0" w:space="0" w:color="auto"/>
        <w:right w:val="none" w:sz="0" w:space="0" w:color="auto"/>
      </w:divBdr>
    </w:div>
    <w:div w:id="780883974">
      <w:bodyDiv w:val="1"/>
      <w:marLeft w:val="0"/>
      <w:marRight w:val="0"/>
      <w:marTop w:val="0"/>
      <w:marBottom w:val="0"/>
      <w:divBdr>
        <w:top w:val="none" w:sz="0" w:space="0" w:color="auto"/>
        <w:left w:val="none" w:sz="0" w:space="0" w:color="auto"/>
        <w:bottom w:val="none" w:sz="0" w:space="0" w:color="auto"/>
        <w:right w:val="none" w:sz="0" w:space="0" w:color="auto"/>
      </w:divBdr>
    </w:div>
    <w:div w:id="783354282">
      <w:bodyDiv w:val="1"/>
      <w:marLeft w:val="0"/>
      <w:marRight w:val="0"/>
      <w:marTop w:val="0"/>
      <w:marBottom w:val="0"/>
      <w:divBdr>
        <w:top w:val="none" w:sz="0" w:space="0" w:color="auto"/>
        <w:left w:val="none" w:sz="0" w:space="0" w:color="auto"/>
        <w:bottom w:val="none" w:sz="0" w:space="0" w:color="auto"/>
        <w:right w:val="none" w:sz="0" w:space="0" w:color="auto"/>
      </w:divBdr>
    </w:div>
    <w:div w:id="783886134">
      <w:bodyDiv w:val="1"/>
      <w:marLeft w:val="0"/>
      <w:marRight w:val="0"/>
      <w:marTop w:val="0"/>
      <w:marBottom w:val="0"/>
      <w:divBdr>
        <w:top w:val="none" w:sz="0" w:space="0" w:color="auto"/>
        <w:left w:val="none" w:sz="0" w:space="0" w:color="auto"/>
        <w:bottom w:val="none" w:sz="0" w:space="0" w:color="auto"/>
        <w:right w:val="none" w:sz="0" w:space="0" w:color="auto"/>
      </w:divBdr>
    </w:div>
    <w:div w:id="784081260">
      <w:bodyDiv w:val="1"/>
      <w:marLeft w:val="0"/>
      <w:marRight w:val="0"/>
      <w:marTop w:val="0"/>
      <w:marBottom w:val="0"/>
      <w:divBdr>
        <w:top w:val="none" w:sz="0" w:space="0" w:color="auto"/>
        <w:left w:val="none" w:sz="0" w:space="0" w:color="auto"/>
        <w:bottom w:val="none" w:sz="0" w:space="0" w:color="auto"/>
        <w:right w:val="none" w:sz="0" w:space="0" w:color="auto"/>
      </w:divBdr>
    </w:div>
    <w:div w:id="784928555">
      <w:bodyDiv w:val="1"/>
      <w:marLeft w:val="0"/>
      <w:marRight w:val="0"/>
      <w:marTop w:val="0"/>
      <w:marBottom w:val="0"/>
      <w:divBdr>
        <w:top w:val="none" w:sz="0" w:space="0" w:color="auto"/>
        <w:left w:val="none" w:sz="0" w:space="0" w:color="auto"/>
        <w:bottom w:val="none" w:sz="0" w:space="0" w:color="auto"/>
        <w:right w:val="none" w:sz="0" w:space="0" w:color="auto"/>
      </w:divBdr>
      <w:divsChild>
        <w:div w:id="2080595742">
          <w:marLeft w:val="432"/>
          <w:marRight w:val="0"/>
          <w:marTop w:val="45"/>
          <w:marBottom w:val="0"/>
          <w:divBdr>
            <w:top w:val="none" w:sz="0" w:space="0" w:color="auto"/>
            <w:left w:val="none" w:sz="0" w:space="0" w:color="auto"/>
            <w:bottom w:val="none" w:sz="0" w:space="0" w:color="auto"/>
            <w:right w:val="none" w:sz="0" w:space="0" w:color="auto"/>
          </w:divBdr>
        </w:div>
      </w:divsChild>
    </w:div>
    <w:div w:id="787892776">
      <w:bodyDiv w:val="1"/>
      <w:marLeft w:val="0"/>
      <w:marRight w:val="0"/>
      <w:marTop w:val="0"/>
      <w:marBottom w:val="0"/>
      <w:divBdr>
        <w:top w:val="none" w:sz="0" w:space="0" w:color="auto"/>
        <w:left w:val="none" w:sz="0" w:space="0" w:color="auto"/>
        <w:bottom w:val="none" w:sz="0" w:space="0" w:color="auto"/>
        <w:right w:val="none" w:sz="0" w:space="0" w:color="auto"/>
      </w:divBdr>
      <w:divsChild>
        <w:div w:id="1697657653">
          <w:marLeft w:val="274"/>
          <w:marRight w:val="0"/>
          <w:marTop w:val="0"/>
          <w:marBottom w:val="0"/>
          <w:divBdr>
            <w:top w:val="none" w:sz="0" w:space="0" w:color="auto"/>
            <w:left w:val="none" w:sz="0" w:space="0" w:color="auto"/>
            <w:bottom w:val="none" w:sz="0" w:space="0" w:color="auto"/>
            <w:right w:val="none" w:sz="0" w:space="0" w:color="auto"/>
          </w:divBdr>
        </w:div>
        <w:div w:id="1265845640">
          <w:marLeft w:val="274"/>
          <w:marRight w:val="0"/>
          <w:marTop w:val="0"/>
          <w:marBottom w:val="0"/>
          <w:divBdr>
            <w:top w:val="none" w:sz="0" w:space="0" w:color="auto"/>
            <w:left w:val="none" w:sz="0" w:space="0" w:color="auto"/>
            <w:bottom w:val="none" w:sz="0" w:space="0" w:color="auto"/>
            <w:right w:val="none" w:sz="0" w:space="0" w:color="auto"/>
          </w:divBdr>
        </w:div>
        <w:div w:id="1226063671">
          <w:marLeft w:val="274"/>
          <w:marRight w:val="0"/>
          <w:marTop w:val="0"/>
          <w:marBottom w:val="0"/>
          <w:divBdr>
            <w:top w:val="none" w:sz="0" w:space="0" w:color="auto"/>
            <w:left w:val="none" w:sz="0" w:space="0" w:color="auto"/>
            <w:bottom w:val="none" w:sz="0" w:space="0" w:color="auto"/>
            <w:right w:val="none" w:sz="0" w:space="0" w:color="auto"/>
          </w:divBdr>
        </w:div>
      </w:divsChild>
    </w:div>
    <w:div w:id="789671180">
      <w:bodyDiv w:val="1"/>
      <w:marLeft w:val="0"/>
      <w:marRight w:val="0"/>
      <w:marTop w:val="0"/>
      <w:marBottom w:val="0"/>
      <w:divBdr>
        <w:top w:val="none" w:sz="0" w:space="0" w:color="auto"/>
        <w:left w:val="none" w:sz="0" w:space="0" w:color="auto"/>
        <w:bottom w:val="none" w:sz="0" w:space="0" w:color="auto"/>
        <w:right w:val="none" w:sz="0" w:space="0" w:color="auto"/>
      </w:divBdr>
    </w:div>
    <w:div w:id="801918738">
      <w:bodyDiv w:val="1"/>
      <w:marLeft w:val="0"/>
      <w:marRight w:val="0"/>
      <w:marTop w:val="0"/>
      <w:marBottom w:val="0"/>
      <w:divBdr>
        <w:top w:val="none" w:sz="0" w:space="0" w:color="auto"/>
        <w:left w:val="none" w:sz="0" w:space="0" w:color="auto"/>
        <w:bottom w:val="none" w:sz="0" w:space="0" w:color="auto"/>
        <w:right w:val="none" w:sz="0" w:space="0" w:color="auto"/>
      </w:divBdr>
    </w:div>
    <w:div w:id="802579937">
      <w:bodyDiv w:val="1"/>
      <w:marLeft w:val="0"/>
      <w:marRight w:val="0"/>
      <w:marTop w:val="0"/>
      <w:marBottom w:val="0"/>
      <w:divBdr>
        <w:top w:val="none" w:sz="0" w:space="0" w:color="auto"/>
        <w:left w:val="none" w:sz="0" w:space="0" w:color="auto"/>
        <w:bottom w:val="none" w:sz="0" w:space="0" w:color="auto"/>
        <w:right w:val="none" w:sz="0" w:space="0" w:color="auto"/>
      </w:divBdr>
    </w:div>
    <w:div w:id="804196589">
      <w:bodyDiv w:val="1"/>
      <w:marLeft w:val="0"/>
      <w:marRight w:val="0"/>
      <w:marTop w:val="0"/>
      <w:marBottom w:val="0"/>
      <w:divBdr>
        <w:top w:val="none" w:sz="0" w:space="0" w:color="auto"/>
        <w:left w:val="none" w:sz="0" w:space="0" w:color="auto"/>
        <w:bottom w:val="none" w:sz="0" w:space="0" w:color="auto"/>
        <w:right w:val="none" w:sz="0" w:space="0" w:color="auto"/>
      </w:divBdr>
    </w:div>
    <w:div w:id="809908413">
      <w:bodyDiv w:val="1"/>
      <w:marLeft w:val="0"/>
      <w:marRight w:val="0"/>
      <w:marTop w:val="0"/>
      <w:marBottom w:val="0"/>
      <w:divBdr>
        <w:top w:val="none" w:sz="0" w:space="0" w:color="auto"/>
        <w:left w:val="none" w:sz="0" w:space="0" w:color="auto"/>
        <w:bottom w:val="none" w:sz="0" w:space="0" w:color="auto"/>
        <w:right w:val="none" w:sz="0" w:space="0" w:color="auto"/>
      </w:divBdr>
      <w:divsChild>
        <w:div w:id="1044019957">
          <w:marLeft w:val="432"/>
          <w:marRight w:val="0"/>
          <w:marTop w:val="45"/>
          <w:marBottom w:val="0"/>
          <w:divBdr>
            <w:top w:val="none" w:sz="0" w:space="0" w:color="auto"/>
            <w:left w:val="none" w:sz="0" w:space="0" w:color="auto"/>
            <w:bottom w:val="none" w:sz="0" w:space="0" w:color="auto"/>
            <w:right w:val="none" w:sz="0" w:space="0" w:color="auto"/>
          </w:divBdr>
        </w:div>
      </w:divsChild>
    </w:div>
    <w:div w:id="810712114">
      <w:bodyDiv w:val="1"/>
      <w:marLeft w:val="0"/>
      <w:marRight w:val="0"/>
      <w:marTop w:val="0"/>
      <w:marBottom w:val="0"/>
      <w:divBdr>
        <w:top w:val="none" w:sz="0" w:space="0" w:color="auto"/>
        <w:left w:val="none" w:sz="0" w:space="0" w:color="auto"/>
        <w:bottom w:val="none" w:sz="0" w:space="0" w:color="auto"/>
        <w:right w:val="none" w:sz="0" w:space="0" w:color="auto"/>
      </w:divBdr>
    </w:div>
    <w:div w:id="813832066">
      <w:bodyDiv w:val="1"/>
      <w:marLeft w:val="0"/>
      <w:marRight w:val="0"/>
      <w:marTop w:val="0"/>
      <w:marBottom w:val="0"/>
      <w:divBdr>
        <w:top w:val="none" w:sz="0" w:space="0" w:color="auto"/>
        <w:left w:val="none" w:sz="0" w:space="0" w:color="auto"/>
        <w:bottom w:val="none" w:sz="0" w:space="0" w:color="auto"/>
        <w:right w:val="none" w:sz="0" w:space="0" w:color="auto"/>
      </w:divBdr>
    </w:div>
    <w:div w:id="813985012">
      <w:bodyDiv w:val="1"/>
      <w:marLeft w:val="0"/>
      <w:marRight w:val="0"/>
      <w:marTop w:val="0"/>
      <w:marBottom w:val="0"/>
      <w:divBdr>
        <w:top w:val="none" w:sz="0" w:space="0" w:color="auto"/>
        <w:left w:val="none" w:sz="0" w:space="0" w:color="auto"/>
        <w:bottom w:val="none" w:sz="0" w:space="0" w:color="auto"/>
        <w:right w:val="none" w:sz="0" w:space="0" w:color="auto"/>
      </w:divBdr>
    </w:div>
    <w:div w:id="814420997">
      <w:bodyDiv w:val="1"/>
      <w:marLeft w:val="0"/>
      <w:marRight w:val="0"/>
      <w:marTop w:val="0"/>
      <w:marBottom w:val="0"/>
      <w:divBdr>
        <w:top w:val="none" w:sz="0" w:space="0" w:color="auto"/>
        <w:left w:val="none" w:sz="0" w:space="0" w:color="auto"/>
        <w:bottom w:val="none" w:sz="0" w:space="0" w:color="auto"/>
        <w:right w:val="none" w:sz="0" w:space="0" w:color="auto"/>
      </w:divBdr>
    </w:div>
    <w:div w:id="827673066">
      <w:bodyDiv w:val="1"/>
      <w:marLeft w:val="0"/>
      <w:marRight w:val="0"/>
      <w:marTop w:val="0"/>
      <w:marBottom w:val="0"/>
      <w:divBdr>
        <w:top w:val="none" w:sz="0" w:space="0" w:color="auto"/>
        <w:left w:val="none" w:sz="0" w:space="0" w:color="auto"/>
        <w:bottom w:val="none" w:sz="0" w:space="0" w:color="auto"/>
        <w:right w:val="none" w:sz="0" w:space="0" w:color="auto"/>
      </w:divBdr>
    </w:div>
    <w:div w:id="829370761">
      <w:bodyDiv w:val="1"/>
      <w:marLeft w:val="0"/>
      <w:marRight w:val="0"/>
      <w:marTop w:val="0"/>
      <w:marBottom w:val="0"/>
      <w:divBdr>
        <w:top w:val="none" w:sz="0" w:space="0" w:color="auto"/>
        <w:left w:val="none" w:sz="0" w:space="0" w:color="auto"/>
        <w:bottom w:val="none" w:sz="0" w:space="0" w:color="auto"/>
        <w:right w:val="none" w:sz="0" w:space="0" w:color="auto"/>
      </w:divBdr>
    </w:div>
    <w:div w:id="833453322">
      <w:bodyDiv w:val="1"/>
      <w:marLeft w:val="0"/>
      <w:marRight w:val="0"/>
      <w:marTop w:val="0"/>
      <w:marBottom w:val="0"/>
      <w:divBdr>
        <w:top w:val="none" w:sz="0" w:space="0" w:color="auto"/>
        <w:left w:val="none" w:sz="0" w:space="0" w:color="auto"/>
        <w:bottom w:val="none" w:sz="0" w:space="0" w:color="auto"/>
        <w:right w:val="none" w:sz="0" w:space="0" w:color="auto"/>
      </w:divBdr>
    </w:div>
    <w:div w:id="838010299">
      <w:bodyDiv w:val="1"/>
      <w:marLeft w:val="0"/>
      <w:marRight w:val="0"/>
      <w:marTop w:val="0"/>
      <w:marBottom w:val="0"/>
      <w:divBdr>
        <w:top w:val="none" w:sz="0" w:space="0" w:color="auto"/>
        <w:left w:val="none" w:sz="0" w:space="0" w:color="auto"/>
        <w:bottom w:val="none" w:sz="0" w:space="0" w:color="auto"/>
        <w:right w:val="none" w:sz="0" w:space="0" w:color="auto"/>
      </w:divBdr>
    </w:div>
    <w:div w:id="839927130">
      <w:bodyDiv w:val="1"/>
      <w:marLeft w:val="0"/>
      <w:marRight w:val="0"/>
      <w:marTop w:val="0"/>
      <w:marBottom w:val="0"/>
      <w:divBdr>
        <w:top w:val="none" w:sz="0" w:space="0" w:color="auto"/>
        <w:left w:val="none" w:sz="0" w:space="0" w:color="auto"/>
        <w:bottom w:val="none" w:sz="0" w:space="0" w:color="auto"/>
        <w:right w:val="none" w:sz="0" w:space="0" w:color="auto"/>
      </w:divBdr>
    </w:div>
    <w:div w:id="840312552">
      <w:bodyDiv w:val="1"/>
      <w:marLeft w:val="0"/>
      <w:marRight w:val="0"/>
      <w:marTop w:val="0"/>
      <w:marBottom w:val="0"/>
      <w:divBdr>
        <w:top w:val="none" w:sz="0" w:space="0" w:color="auto"/>
        <w:left w:val="none" w:sz="0" w:space="0" w:color="auto"/>
        <w:bottom w:val="none" w:sz="0" w:space="0" w:color="auto"/>
        <w:right w:val="none" w:sz="0" w:space="0" w:color="auto"/>
      </w:divBdr>
      <w:divsChild>
        <w:div w:id="2023699048">
          <w:marLeft w:val="432"/>
          <w:marRight w:val="0"/>
          <w:marTop w:val="45"/>
          <w:marBottom w:val="0"/>
          <w:divBdr>
            <w:top w:val="none" w:sz="0" w:space="0" w:color="auto"/>
            <w:left w:val="none" w:sz="0" w:space="0" w:color="auto"/>
            <w:bottom w:val="none" w:sz="0" w:space="0" w:color="auto"/>
            <w:right w:val="none" w:sz="0" w:space="0" w:color="auto"/>
          </w:divBdr>
        </w:div>
        <w:div w:id="21369048">
          <w:marLeft w:val="778"/>
          <w:marRight w:val="0"/>
          <w:marTop w:val="45"/>
          <w:marBottom w:val="0"/>
          <w:divBdr>
            <w:top w:val="none" w:sz="0" w:space="0" w:color="auto"/>
            <w:left w:val="none" w:sz="0" w:space="0" w:color="auto"/>
            <w:bottom w:val="none" w:sz="0" w:space="0" w:color="auto"/>
            <w:right w:val="none" w:sz="0" w:space="0" w:color="auto"/>
          </w:divBdr>
        </w:div>
      </w:divsChild>
    </w:div>
    <w:div w:id="850411099">
      <w:bodyDiv w:val="1"/>
      <w:marLeft w:val="0"/>
      <w:marRight w:val="0"/>
      <w:marTop w:val="0"/>
      <w:marBottom w:val="0"/>
      <w:divBdr>
        <w:top w:val="none" w:sz="0" w:space="0" w:color="auto"/>
        <w:left w:val="none" w:sz="0" w:space="0" w:color="auto"/>
        <w:bottom w:val="none" w:sz="0" w:space="0" w:color="auto"/>
        <w:right w:val="none" w:sz="0" w:space="0" w:color="auto"/>
      </w:divBdr>
      <w:divsChild>
        <w:div w:id="764231095">
          <w:marLeft w:val="432"/>
          <w:marRight w:val="0"/>
          <w:marTop w:val="45"/>
          <w:marBottom w:val="0"/>
          <w:divBdr>
            <w:top w:val="none" w:sz="0" w:space="0" w:color="auto"/>
            <w:left w:val="none" w:sz="0" w:space="0" w:color="auto"/>
            <w:bottom w:val="none" w:sz="0" w:space="0" w:color="auto"/>
            <w:right w:val="none" w:sz="0" w:space="0" w:color="auto"/>
          </w:divBdr>
        </w:div>
      </w:divsChild>
    </w:div>
    <w:div w:id="851337674">
      <w:bodyDiv w:val="1"/>
      <w:marLeft w:val="0"/>
      <w:marRight w:val="0"/>
      <w:marTop w:val="0"/>
      <w:marBottom w:val="0"/>
      <w:divBdr>
        <w:top w:val="none" w:sz="0" w:space="0" w:color="auto"/>
        <w:left w:val="none" w:sz="0" w:space="0" w:color="auto"/>
        <w:bottom w:val="none" w:sz="0" w:space="0" w:color="auto"/>
        <w:right w:val="none" w:sz="0" w:space="0" w:color="auto"/>
      </w:divBdr>
    </w:div>
    <w:div w:id="852916899">
      <w:bodyDiv w:val="1"/>
      <w:marLeft w:val="0"/>
      <w:marRight w:val="0"/>
      <w:marTop w:val="0"/>
      <w:marBottom w:val="0"/>
      <w:divBdr>
        <w:top w:val="none" w:sz="0" w:space="0" w:color="auto"/>
        <w:left w:val="none" w:sz="0" w:space="0" w:color="auto"/>
        <w:bottom w:val="none" w:sz="0" w:space="0" w:color="auto"/>
        <w:right w:val="none" w:sz="0" w:space="0" w:color="auto"/>
      </w:divBdr>
    </w:div>
    <w:div w:id="853687043">
      <w:bodyDiv w:val="1"/>
      <w:marLeft w:val="0"/>
      <w:marRight w:val="0"/>
      <w:marTop w:val="0"/>
      <w:marBottom w:val="0"/>
      <w:divBdr>
        <w:top w:val="none" w:sz="0" w:space="0" w:color="auto"/>
        <w:left w:val="none" w:sz="0" w:space="0" w:color="auto"/>
        <w:bottom w:val="none" w:sz="0" w:space="0" w:color="auto"/>
        <w:right w:val="none" w:sz="0" w:space="0" w:color="auto"/>
      </w:divBdr>
    </w:div>
    <w:div w:id="856773378">
      <w:bodyDiv w:val="1"/>
      <w:marLeft w:val="0"/>
      <w:marRight w:val="0"/>
      <w:marTop w:val="0"/>
      <w:marBottom w:val="0"/>
      <w:divBdr>
        <w:top w:val="none" w:sz="0" w:space="0" w:color="auto"/>
        <w:left w:val="none" w:sz="0" w:space="0" w:color="auto"/>
        <w:bottom w:val="none" w:sz="0" w:space="0" w:color="auto"/>
        <w:right w:val="none" w:sz="0" w:space="0" w:color="auto"/>
      </w:divBdr>
    </w:div>
    <w:div w:id="858927240">
      <w:bodyDiv w:val="1"/>
      <w:marLeft w:val="0"/>
      <w:marRight w:val="0"/>
      <w:marTop w:val="0"/>
      <w:marBottom w:val="0"/>
      <w:divBdr>
        <w:top w:val="none" w:sz="0" w:space="0" w:color="auto"/>
        <w:left w:val="none" w:sz="0" w:space="0" w:color="auto"/>
        <w:bottom w:val="none" w:sz="0" w:space="0" w:color="auto"/>
        <w:right w:val="none" w:sz="0" w:space="0" w:color="auto"/>
      </w:divBdr>
    </w:div>
    <w:div w:id="862594237">
      <w:bodyDiv w:val="1"/>
      <w:marLeft w:val="0"/>
      <w:marRight w:val="0"/>
      <w:marTop w:val="0"/>
      <w:marBottom w:val="0"/>
      <w:divBdr>
        <w:top w:val="none" w:sz="0" w:space="0" w:color="auto"/>
        <w:left w:val="none" w:sz="0" w:space="0" w:color="auto"/>
        <w:bottom w:val="none" w:sz="0" w:space="0" w:color="auto"/>
        <w:right w:val="none" w:sz="0" w:space="0" w:color="auto"/>
      </w:divBdr>
    </w:div>
    <w:div w:id="863206338">
      <w:bodyDiv w:val="1"/>
      <w:marLeft w:val="0"/>
      <w:marRight w:val="0"/>
      <w:marTop w:val="0"/>
      <w:marBottom w:val="0"/>
      <w:divBdr>
        <w:top w:val="none" w:sz="0" w:space="0" w:color="auto"/>
        <w:left w:val="none" w:sz="0" w:space="0" w:color="auto"/>
        <w:bottom w:val="none" w:sz="0" w:space="0" w:color="auto"/>
        <w:right w:val="none" w:sz="0" w:space="0" w:color="auto"/>
      </w:divBdr>
    </w:div>
    <w:div w:id="864102149">
      <w:bodyDiv w:val="1"/>
      <w:marLeft w:val="0"/>
      <w:marRight w:val="0"/>
      <w:marTop w:val="0"/>
      <w:marBottom w:val="0"/>
      <w:divBdr>
        <w:top w:val="none" w:sz="0" w:space="0" w:color="auto"/>
        <w:left w:val="none" w:sz="0" w:space="0" w:color="auto"/>
        <w:bottom w:val="none" w:sz="0" w:space="0" w:color="auto"/>
        <w:right w:val="none" w:sz="0" w:space="0" w:color="auto"/>
      </w:divBdr>
    </w:div>
    <w:div w:id="865143765">
      <w:bodyDiv w:val="1"/>
      <w:marLeft w:val="0"/>
      <w:marRight w:val="0"/>
      <w:marTop w:val="0"/>
      <w:marBottom w:val="0"/>
      <w:divBdr>
        <w:top w:val="none" w:sz="0" w:space="0" w:color="auto"/>
        <w:left w:val="none" w:sz="0" w:space="0" w:color="auto"/>
        <w:bottom w:val="none" w:sz="0" w:space="0" w:color="auto"/>
        <w:right w:val="none" w:sz="0" w:space="0" w:color="auto"/>
      </w:divBdr>
    </w:div>
    <w:div w:id="865486695">
      <w:bodyDiv w:val="1"/>
      <w:marLeft w:val="0"/>
      <w:marRight w:val="0"/>
      <w:marTop w:val="0"/>
      <w:marBottom w:val="0"/>
      <w:divBdr>
        <w:top w:val="none" w:sz="0" w:space="0" w:color="auto"/>
        <w:left w:val="none" w:sz="0" w:space="0" w:color="auto"/>
        <w:bottom w:val="none" w:sz="0" w:space="0" w:color="auto"/>
        <w:right w:val="none" w:sz="0" w:space="0" w:color="auto"/>
      </w:divBdr>
    </w:div>
    <w:div w:id="867177775">
      <w:bodyDiv w:val="1"/>
      <w:marLeft w:val="0"/>
      <w:marRight w:val="0"/>
      <w:marTop w:val="0"/>
      <w:marBottom w:val="0"/>
      <w:divBdr>
        <w:top w:val="none" w:sz="0" w:space="0" w:color="auto"/>
        <w:left w:val="none" w:sz="0" w:space="0" w:color="auto"/>
        <w:bottom w:val="none" w:sz="0" w:space="0" w:color="auto"/>
        <w:right w:val="none" w:sz="0" w:space="0" w:color="auto"/>
      </w:divBdr>
    </w:div>
    <w:div w:id="868490465">
      <w:bodyDiv w:val="1"/>
      <w:marLeft w:val="0"/>
      <w:marRight w:val="0"/>
      <w:marTop w:val="0"/>
      <w:marBottom w:val="0"/>
      <w:divBdr>
        <w:top w:val="none" w:sz="0" w:space="0" w:color="auto"/>
        <w:left w:val="none" w:sz="0" w:space="0" w:color="auto"/>
        <w:bottom w:val="none" w:sz="0" w:space="0" w:color="auto"/>
        <w:right w:val="none" w:sz="0" w:space="0" w:color="auto"/>
      </w:divBdr>
    </w:div>
    <w:div w:id="881601936">
      <w:bodyDiv w:val="1"/>
      <w:marLeft w:val="0"/>
      <w:marRight w:val="0"/>
      <w:marTop w:val="0"/>
      <w:marBottom w:val="0"/>
      <w:divBdr>
        <w:top w:val="none" w:sz="0" w:space="0" w:color="auto"/>
        <w:left w:val="none" w:sz="0" w:space="0" w:color="auto"/>
        <w:bottom w:val="none" w:sz="0" w:space="0" w:color="auto"/>
        <w:right w:val="none" w:sz="0" w:space="0" w:color="auto"/>
      </w:divBdr>
    </w:div>
    <w:div w:id="889263572">
      <w:bodyDiv w:val="1"/>
      <w:marLeft w:val="0"/>
      <w:marRight w:val="0"/>
      <w:marTop w:val="0"/>
      <w:marBottom w:val="0"/>
      <w:divBdr>
        <w:top w:val="none" w:sz="0" w:space="0" w:color="auto"/>
        <w:left w:val="none" w:sz="0" w:space="0" w:color="auto"/>
        <w:bottom w:val="none" w:sz="0" w:space="0" w:color="auto"/>
        <w:right w:val="none" w:sz="0" w:space="0" w:color="auto"/>
      </w:divBdr>
    </w:div>
    <w:div w:id="892158838">
      <w:bodyDiv w:val="1"/>
      <w:marLeft w:val="0"/>
      <w:marRight w:val="0"/>
      <w:marTop w:val="0"/>
      <w:marBottom w:val="0"/>
      <w:divBdr>
        <w:top w:val="none" w:sz="0" w:space="0" w:color="auto"/>
        <w:left w:val="none" w:sz="0" w:space="0" w:color="auto"/>
        <w:bottom w:val="none" w:sz="0" w:space="0" w:color="auto"/>
        <w:right w:val="none" w:sz="0" w:space="0" w:color="auto"/>
      </w:divBdr>
    </w:div>
    <w:div w:id="899443165">
      <w:bodyDiv w:val="1"/>
      <w:marLeft w:val="0"/>
      <w:marRight w:val="0"/>
      <w:marTop w:val="0"/>
      <w:marBottom w:val="0"/>
      <w:divBdr>
        <w:top w:val="none" w:sz="0" w:space="0" w:color="auto"/>
        <w:left w:val="none" w:sz="0" w:space="0" w:color="auto"/>
        <w:bottom w:val="none" w:sz="0" w:space="0" w:color="auto"/>
        <w:right w:val="none" w:sz="0" w:space="0" w:color="auto"/>
      </w:divBdr>
    </w:div>
    <w:div w:id="904533747">
      <w:bodyDiv w:val="1"/>
      <w:marLeft w:val="0"/>
      <w:marRight w:val="0"/>
      <w:marTop w:val="0"/>
      <w:marBottom w:val="0"/>
      <w:divBdr>
        <w:top w:val="none" w:sz="0" w:space="0" w:color="auto"/>
        <w:left w:val="none" w:sz="0" w:space="0" w:color="auto"/>
        <w:bottom w:val="none" w:sz="0" w:space="0" w:color="auto"/>
        <w:right w:val="none" w:sz="0" w:space="0" w:color="auto"/>
      </w:divBdr>
      <w:divsChild>
        <w:div w:id="631522607">
          <w:marLeft w:val="994"/>
          <w:marRight w:val="0"/>
          <w:marTop w:val="0"/>
          <w:marBottom w:val="0"/>
          <w:divBdr>
            <w:top w:val="none" w:sz="0" w:space="0" w:color="auto"/>
            <w:left w:val="none" w:sz="0" w:space="0" w:color="auto"/>
            <w:bottom w:val="none" w:sz="0" w:space="0" w:color="auto"/>
            <w:right w:val="none" w:sz="0" w:space="0" w:color="auto"/>
          </w:divBdr>
        </w:div>
        <w:div w:id="1699352906">
          <w:marLeft w:val="994"/>
          <w:marRight w:val="0"/>
          <w:marTop w:val="0"/>
          <w:marBottom w:val="0"/>
          <w:divBdr>
            <w:top w:val="none" w:sz="0" w:space="0" w:color="auto"/>
            <w:left w:val="none" w:sz="0" w:space="0" w:color="auto"/>
            <w:bottom w:val="none" w:sz="0" w:space="0" w:color="auto"/>
            <w:right w:val="none" w:sz="0" w:space="0" w:color="auto"/>
          </w:divBdr>
        </w:div>
        <w:div w:id="1646858556">
          <w:marLeft w:val="994"/>
          <w:marRight w:val="0"/>
          <w:marTop w:val="0"/>
          <w:marBottom w:val="0"/>
          <w:divBdr>
            <w:top w:val="none" w:sz="0" w:space="0" w:color="auto"/>
            <w:left w:val="none" w:sz="0" w:space="0" w:color="auto"/>
            <w:bottom w:val="none" w:sz="0" w:space="0" w:color="auto"/>
            <w:right w:val="none" w:sz="0" w:space="0" w:color="auto"/>
          </w:divBdr>
        </w:div>
      </w:divsChild>
    </w:div>
    <w:div w:id="910427946">
      <w:bodyDiv w:val="1"/>
      <w:marLeft w:val="0"/>
      <w:marRight w:val="0"/>
      <w:marTop w:val="0"/>
      <w:marBottom w:val="0"/>
      <w:divBdr>
        <w:top w:val="none" w:sz="0" w:space="0" w:color="auto"/>
        <w:left w:val="none" w:sz="0" w:space="0" w:color="auto"/>
        <w:bottom w:val="none" w:sz="0" w:space="0" w:color="auto"/>
        <w:right w:val="none" w:sz="0" w:space="0" w:color="auto"/>
      </w:divBdr>
    </w:div>
    <w:div w:id="911234459">
      <w:bodyDiv w:val="1"/>
      <w:marLeft w:val="0"/>
      <w:marRight w:val="0"/>
      <w:marTop w:val="0"/>
      <w:marBottom w:val="0"/>
      <w:divBdr>
        <w:top w:val="none" w:sz="0" w:space="0" w:color="auto"/>
        <w:left w:val="none" w:sz="0" w:space="0" w:color="auto"/>
        <w:bottom w:val="none" w:sz="0" w:space="0" w:color="auto"/>
        <w:right w:val="none" w:sz="0" w:space="0" w:color="auto"/>
      </w:divBdr>
    </w:div>
    <w:div w:id="911816209">
      <w:bodyDiv w:val="1"/>
      <w:marLeft w:val="0"/>
      <w:marRight w:val="0"/>
      <w:marTop w:val="0"/>
      <w:marBottom w:val="0"/>
      <w:divBdr>
        <w:top w:val="none" w:sz="0" w:space="0" w:color="auto"/>
        <w:left w:val="none" w:sz="0" w:space="0" w:color="auto"/>
        <w:bottom w:val="none" w:sz="0" w:space="0" w:color="auto"/>
        <w:right w:val="none" w:sz="0" w:space="0" w:color="auto"/>
      </w:divBdr>
    </w:div>
    <w:div w:id="912467595">
      <w:bodyDiv w:val="1"/>
      <w:marLeft w:val="0"/>
      <w:marRight w:val="0"/>
      <w:marTop w:val="0"/>
      <w:marBottom w:val="0"/>
      <w:divBdr>
        <w:top w:val="none" w:sz="0" w:space="0" w:color="auto"/>
        <w:left w:val="none" w:sz="0" w:space="0" w:color="auto"/>
        <w:bottom w:val="none" w:sz="0" w:space="0" w:color="auto"/>
        <w:right w:val="none" w:sz="0" w:space="0" w:color="auto"/>
      </w:divBdr>
      <w:divsChild>
        <w:div w:id="1074855987">
          <w:marLeft w:val="432"/>
          <w:marRight w:val="0"/>
          <w:marTop w:val="45"/>
          <w:marBottom w:val="0"/>
          <w:divBdr>
            <w:top w:val="none" w:sz="0" w:space="0" w:color="auto"/>
            <w:left w:val="none" w:sz="0" w:space="0" w:color="auto"/>
            <w:bottom w:val="none" w:sz="0" w:space="0" w:color="auto"/>
            <w:right w:val="none" w:sz="0" w:space="0" w:color="auto"/>
          </w:divBdr>
        </w:div>
      </w:divsChild>
    </w:div>
    <w:div w:id="913053243">
      <w:bodyDiv w:val="1"/>
      <w:marLeft w:val="0"/>
      <w:marRight w:val="0"/>
      <w:marTop w:val="0"/>
      <w:marBottom w:val="0"/>
      <w:divBdr>
        <w:top w:val="none" w:sz="0" w:space="0" w:color="auto"/>
        <w:left w:val="none" w:sz="0" w:space="0" w:color="auto"/>
        <w:bottom w:val="none" w:sz="0" w:space="0" w:color="auto"/>
        <w:right w:val="none" w:sz="0" w:space="0" w:color="auto"/>
      </w:divBdr>
    </w:div>
    <w:div w:id="917207943">
      <w:bodyDiv w:val="1"/>
      <w:marLeft w:val="0"/>
      <w:marRight w:val="0"/>
      <w:marTop w:val="0"/>
      <w:marBottom w:val="0"/>
      <w:divBdr>
        <w:top w:val="none" w:sz="0" w:space="0" w:color="auto"/>
        <w:left w:val="none" w:sz="0" w:space="0" w:color="auto"/>
        <w:bottom w:val="none" w:sz="0" w:space="0" w:color="auto"/>
        <w:right w:val="none" w:sz="0" w:space="0" w:color="auto"/>
      </w:divBdr>
    </w:div>
    <w:div w:id="918708521">
      <w:bodyDiv w:val="1"/>
      <w:marLeft w:val="0"/>
      <w:marRight w:val="0"/>
      <w:marTop w:val="0"/>
      <w:marBottom w:val="0"/>
      <w:divBdr>
        <w:top w:val="none" w:sz="0" w:space="0" w:color="auto"/>
        <w:left w:val="none" w:sz="0" w:space="0" w:color="auto"/>
        <w:bottom w:val="none" w:sz="0" w:space="0" w:color="auto"/>
        <w:right w:val="none" w:sz="0" w:space="0" w:color="auto"/>
      </w:divBdr>
    </w:div>
    <w:div w:id="923562961">
      <w:bodyDiv w:val="1"/>
      <w:marLeft w:val="0"/>
      <w:marRight w:val="0"/>
      <w:marTop w:val="0"/>
      <w:marBottom w:val="0"/>
      <w:divBdr>
        <w:top w:val="none" w:sz="0" w:space="0" w:color="auto"/>
        <w:left w:val="none" w:sz="0" w:space="0" w:color="auto"/>
        <w:bottom w:val="none" w:sz="0" w:space="0" w:color="auto"/>
        <w:right w:val="none" w:sz="0" w:space="0" w:color="auto"/>
      </w:divBdr>
    </w:div>
    <w:div w:id="925311042">
      <w:bodyDiv w:val="1"/>
      <w:marLeft w:val="0"/>
      <w:marRight w:val="0"/>
      <w:marTop w:val="0"/>
      <w:marBottom w:val="0"/>
      <w:divBdr>
        <w:top w:val="none" w:sz="0" w:space="0" w:color="auto"/>
        <w:left w:val="none" w:sz="0" w:space="0" w:color="auto"/>
        <w:bottom w:val="none" w:sz="0" w:space="0" w:color="auto"/>
        <w:right w:val="none" w:sz="0" w:space="0" w:color="auto"/>
      </w:divBdr>
    </w:div>
    <w:div w:id="927735029">
      <w:bodyDiv w:val="1"/>
      <w:marLeft w:val="0"/>
      <w:marRight w:val="0"/>
      <w:marTop w:val="0"/>
      <w:marBottom w:val="0"/>
      <w:divBdr>
        <w:top w:val="none" w:sz="0" w:space="0" w:color="auto"/>
        <w:left w:val="none" w:sz="0" w:space="0" w:color="auto"/>
        <w:bottom w:val="none" w:sz="0" w:space="0" w:color="auto"/>
        <w:right w:val="none" w:sz="0" w:space="0" w:color="auto"/>
      </w:divBdr>
    </w:div>
    <w:div w:id="929461213">
      <w:bodyDiv w:val="1"/>
      <w:marLeft w:val="0"/>
      <w:marRight w:val="0"/>
      <w:marTop w:val="0"/>
      <w:marBottom w:val="0"/>
      <w:divBdr>
        <w:top w:val="none" w:sz="0" w:space="0" w:color="auto"/>
        <w:left w:val="none" w:sz="0" w:space="0" w:color="auto"/>
        <w:bottom w:val="none" w:sz="0" w:space="0" w:color="auto"/>
        <w:right w:val="none" w:sz="0" w:space="0" w:color="auto"/>
      </w:divBdr>
    </w:div>
    <w:div w:id="930939852">
      <w:bodyDiv w:val="1"/>
      <w:marLeft w:val="0"/>
      <w:marRight w:val="0"/>
      <w:marTop w:val="0"/>
      <w:marBottom w:val="0"/>
      <w:divBdr>
        <w:top w:val="none" w:sz="0" w:space="0" w:color="auto"/>
        <w:left w:val="none" w:sz="0" w:space="0" w:color="auto"/>
        <w:bottom w:val="none" w:sz="0" w:space="0" w:color="auto"/>
        <w:right w:val="none" w:sz="0" w:space="0" w:color="auto"/>
      </w:divBdr>
    </w:div>
    <w:div w:id="932739102">
      <w:bodyDiv w:val="1"/>
      <w:marLeft w:val="0"/>
      <w:marRight w:val="0"/>
      <w:marTop w:val="0"/>
      <w:marBottom w:val="0"/>
      <w:divBdr>
        <w:top w:val="none" w:sz="0" w:space="0" w:color="auto"/>
        <w:left w:val="none" w:sz="0" w:space="0" w:color="auto"/>
        <w:bottom w:val="none" w:sz="0" w:space="0" w:color="auto"/>
        <w:right w:val="none" w:sz="0" w:space="0" w:color="auto"/>
      </w:divBdr>
    </w:div>
    <w:div w:id="935013922">
      <w:bodyDiv w:val="1"/>
      <w:marLeft w:val="0"/>
      <w:marRight w:val="0"/>
      <w:marTop w:val="0"/>
      <w:marBottom w:val="0"/>
      <w:divBdr>
        <w:top w:val="none" w:sz="0" w:space="0" w:color="auto"/>
        <w:left w:val="none" w:sz="0" w:space="0" w:color="auto"/>
        <w:bottom w:val="none" w:sz="0" w:space="0" w:color="auto"/>
        <w:right w:val="none" w:sz="0" w:space="0" w:color="auto"/>
      </w:divBdr>
    </w:div>
    <w:div w:id="938566958">
      <w:bodyDiv w:val="1"/>
      <w:marLeft w:val="0"/>
      <w:marRight w:val="0"/>
      <w:marTop w:val="0"/>
      <w:marBottom w:val="0"/>
      <w:divBdr>
        <w:top w:val="none" w:sz="0" w:space="0" w:color="auto"/>
        <w:left w:val="none" w:sz="0" w:space="0" w:color="auto"/>
        <w:bottom w:val="none" w:sz="0" w:space="0" w:color="auto"/>
        <w:right w:val="none" w:sz="0" w:space="0" w:color="auto"/>
      </w:divBdr>
    </w:div>
    <w:div w:id="939340569">
      <w:bodyDiv w:val="1"/>
      <w:marLeft w:val="0"/>
      <w:marRight w:val="0"/>
      <w:marTop w:val="0"/>
      <w:marBottom w:val="0"/>
      <w:divBdr>
        <w:top w:val="none" w:sz="0" w:space="0" w:color="auto"/>
        <w:left w:val="none" w:sz="0" w:space="0" w:color="auto"/>
        <w:bottom w:val="none" w:sz="0" w:space="0" w:color="auto"/>
        <w:right w:val="none" w:sz="0" w:space="0" w:color="auto"/>
      </w:divBdr>
    </w:div>
    <w:div w:id="941496412">
      <w:bodyDiv w:val="1"/>
      <w:marLeft w:val="0"/>
      <w:marRight w:val="0"/>
      <w:marTop w:val="0"/>
      <w:marBottom w:val="0"/>
      <w:divBdr>
        <w:top w:val="none" w:sz="0" w:space="0" w:color="auto"/>
        <w:left w:val="none" w:sz="0" w:space="0" w:color="auto"/>
        <w:bottom w:val="none" w:sz="0" w:space="0" w:color="auto"/>
        <w:right w:val="none" w:sz="0" w:space="0" w:color="auto"/>
      </w:divBdr>
    </w:div>
    <w:div w:id="942491174">
      <w:bodyDiv w:val="1"/>
      <w:marLeft w:val="0"/>
      <w:marRight w:val="0"/>
      <w:marTop w:val="0"/>
      <w:marBottom w:val="0"/>
      <w:divBdr>
        <w:top w:val="none" w:sz="0" w:space="0" w:color="auto"/>
        <w:left w:val="none" w:sz="0" w:space="0" w:color="auto"/>
        <w:bottom w:val="none" w:sz="0" w:space="0" w:color="auto"/>
        <w:right w:val="none" w:sz="0" w:space="0" w:color="auto"/>
      </w:divBdr>
      <w:divsChild>
        <w:div w:id="1501777969">
          <w:marLeft w:val="360"/>
          <w:marRight w:val="0"/>
          <w:marTop w:val="0"/>
          <w:marBottom w:val="0"/>
          <w:divBdr>
            <w:top w:val="none" w:sz="0" w:space="0" w:color="auto"/>
            <w:left w:val="none" w:sz="0" w:space="0" w:color="auto"/>
            <w:bottom w:val="none" w:sz="0" w:space="0" w:color="auto"/>
            <w:right w:val="none" w:sz="0" w:space="0" w:color="auto"/>
          </w:divBdr>
        </w:div>
        <w:div w:id="81412924">
          <w:marLeft w:val="360"/>
          <w:marRight w:val="0"/>
          <w:marTop w:val="0"/>
          <w:marBottom w:val="0"/>
          <w:divBdr>
            <w:top w:val="none" w:sz="0" w:space="0" w:color="auto"/>
            <w:left w:val="none" w:sz="0" w:space="0" w:color="auto"/>
            <w:bottom w:val="none" w:sz="0" w:space="0" w:color="auto"/>
            <w:right w:val="none" w:sz="0" w:space="0" w:color="auto"/>
          </w:divBdr>
        </w:div>
        <w:div w:id="2134445686">
          <w:marLeft w:val="360"/>
          <w:marRight w:val="0"/>
          <w:marTop w:val="0"/>
          <w:marBottom w:val="0"/>
          <w:divBdr>
            <w:top w:val="none" w:sz="0" w:space="0" w:color="auto"/>
            <w:left w:val="none" w:sz="0" w:space="0" w:color="auto"/>
            <w:bottom w:val="none" w:sz="0" w:space="0" w:color="auto"/>
            <w:right w:val="none" w:sz="0" w:space="0" w:color="auto"/>
          </w:divBdr>
        </w:div>
        <w:div w:id="1774782259">
          <w:marLeft w:val="360"/>
          <w:marRight w:val="0"/>
          <w:marTop w:val="0"/>
          <w:marBottom w:val="0"/>
          <w:divBdr>
            <w:top w:val="none" w:sz="0" w:space="0" w:color="auto"/>
            <w:left w:val="none" w:sz="0" w:space="0" w:color="auto"/>
            <w:bottom w:val="none" w:sz="0" w:space="0" w:color="auto"/>
            <w:right w:val="none" w:sz="0" w:space="0" w:color="auto"/>
          </w:divBdr>
        </w:div>
      </w:divsChild>
    </w:div>
    <w:div w:id="942685856">
      <w:bodyDiv w:val="1"/>
      <w:marLeft w:val="0"/>
      <w:marRight w:val="0"/>
      <w:marTop w:val="0"/>
      <w:marBottom w:val="0"/>
      <w:divBdr>
        <w:top w:val="none" w:sz="0" w:space="0" w:color="auto"/>
        <w:left w:val="none" w:sz="0" w:space="0" w:color="auto"/>
        <w:bottom w:val="none" w:sz="0" w:space="0" w:color="auto"/>
        <w:right w:val="none" w:sz="0" w:space="0" w:color="auto"/>
      </w:divBdr>
    </w:div>
    <w:div w:id="948657098">
      <w:bodyDiv w:val="1"/>
      <w:marLeft w:val="0"/>
      <w:marRight w:val="0"/>
      <w:marTop w:val="0"/>
      <w:marBottom w:val="0"/>
      <w:divBdr>
        <w:top w:val="none" w:sz="0" w:space="0" w:color="auto"/>
        <w:left w:val="none" w:sz="0" w:space="0" w:color="auto"/>
        <w:bottom w:val="none" w:sz="0" w:space="0" w:color="auto"/>
        <w:right w:val="none" w:sz="0" w:space="0" w:color="auto"/>
      </w:divBdr>
    </w:div>
    <w:div w:id="955407305">
      <w:bodyDiv w:val="1"/>
      <w:marLeft w:val="0"/>
      <w:marRight w:val="0"/>
      <w:marTop w:val="0"/>
      <w:marBottom w:val="0"/>
      <w:divBdr>
        <w:top w:val="none" w:sz="0" w:space="0" w:color="auto"/>
        <w:left w:val="none" w:sz="0" w:space="0" w:color="auto"/>
        <w:bottom w:val="none" w:sz="0" w:space="0" w:color="auto"/>
        <w:right w:val="none" w:sz="0" w:space="0" w:color="auto"/>
      </w:divBdr>
    </w:div>
    <w:div w:id="956066509">
      <w:bodyDiv w:val="1"/>
      <w:marLeft w:val="0"/>
      <w:marRight w:val="0"/>
      <w:marTop w:val="0"/>
      <w:marBottom w:val="0"/>
      <w:divBdr>
        <w:top w:val="none" w:sz="0" w:space="0" w:color="auto"/>
        <w:left w:val="none" w:sz="0" w:space="0" w:color="auto"/>
        <w:bottom w:val="none" w:sz="0" w:space="0" w:color="auto"/>
        <w:right w:val="none" w:sz="0" w:space="0" w:color="auto"/>
      </w:divBdr>
    </w:div>
    <w:div w:id="958877828">
      <w:bodyDiv w:val="1"/>
      <w:marLeft w:val="0"/>
      <w:marRight w:val="0"/>
      <w:marTop w:val="0"/>
      <w:marBottom w:val="0"/>
      <w:divBdr>
        <w:top w:val="none" w:sz="0" w:space="0" w:color="auto"/>
        <w:left w:val="none" w:sz="0" w:space="0" w:color="auto"/>
        <w:bottom w:val="none" w:sz="0" w:space="0" w:color="auto"/>
        <w:right w:val="none" w:sz="0" w:space="0" w:color="auto"/>
      </w:divBdr>
      <w:divsChild>
        <w:div w:id="1818573608">
          <w:marLeft w:val="432"/>
          <w:marRight w:val="0"/>
          <w:marTop w:val="45"/>
          <w:marBottom w:val="0"/>
          <w:divBdr>
            <w:top w:val="none" w:sz="0" w:space="0" w:color="auto"/>
            <w:left w:val="none" w:sz="0" w:space="0" w:color="auto"/>
            <w:bottom w:val="none" w:sz="0" w:space="0" w:color="auto"/>
            <w:right w:val="none" w:sz="0" w:space="0" w:color="auto"/>
          </w:divBdr>
        </w:div>
        <w:div w:id="356858646">
          <w:marLeft w:val="778"/>
          <w:marRight w:val="0"/>
          <w:marTop w:val="45"/>
          <w:marBottom w:val="0"/>
          <w:divBdr>
            <w:top w:val="none" w:sz="0" w:space="0" w:color="auto"/>
            <w:left w:val="none" w:sz="0" w:space="0" w:color="auto"/>
            <w:bottom w:val="none" w:sz="0" w:space="0" w:color="auto"/>
            <w:right w:val="none" w:sz="0" w:space="0" w:color="auto"/>
          </w:divBdr>
        </w:div>
        <w:div w:id="1245333615">
          <w:marLeft w:val="778"/>
          <w:marRight w:val="0"/>
          <w:marTop w:val="45"/>
          <w:marBottom w:val="0"/>
          <w:divBdr>
            <w:top w:val="none" w:sz="0" w:space="0" w:color="auto"/>
            <w:left w:val="none" w:sz="0" w:space="0" w:color="auto"/>
            <w:bottom w:val="none" w:sz="0" w:space="0" w:color="auto"/>
            <w:right w:val="none" w:sz="0" w:space="0" w:color="auto"/>
          </w:divBdr>
        </w:div>
        <w:div w:id="425007634">
          <w:marLeft w:val="778"/>
          <w:marRight w:val="0"/>
          <w:marTop w:val="45"/>
          <w:marBottom w:val="0"/>
          <w:divBdr>
            <w:top w:val="none" w:sz="0" w:space="0" w:color="auto"/>
            <w:left w:val="none" w:sz="0" w:space="0" w:color="auto"/>
            <w:bottom w:val="none" w:sz="0" w:space="0" w:color="auto"/>
            <w:right w:val="none" w:sz="0" w:space="0" w:color="auto"/>
          </w:divBdr>
        </w:div>
      </w:divsChild>
    </w:div>
    <w:div w:id="959803188">
      <w:bodyDiv w:val="1"/>
      <w:marLeft w:val="0"/>
      <w:marRight w:val="0"/>
      <w:marTop w:val="0"/>
      <w:marBottom w:val="0"/>
      <w:divBdr>
        <w:top w:val="none" w:sz="0" w:space="0" w:color="auto"/>
        <w:left w:val="none" w:sz="0" w:space="0" w:color="auto"/>
        <w:bottom w:val="none" w:sz="0" w:space="0" w:color="auto"/>
        <w:right w:val="none" w:sz="0" w:space="0" w:color="auto"/>
      </w:divBdr>
    </w:div>
    <w:div w:id="967051641">
      <w:bodyDiv w:val="1"/>
      <w:marLeft w:val="0"/>
      <w:marRight w:val="0"/>
      <w:marTop w:val="0"/>
      <w:marBottom w:val="0"/>
      <w:divBdr>
        <w:top w:val="none" w:sz="0" w:space="0" w:color="auto"/>
        <w:left w:val="none" w:sz="0" w:space="0" w:color="auto"/>
        <w:bottom w:val="none" w:sz="0" w:space="0" w:color="auto"/>
        <w:right w:val="none" w:sz="0" w:space="0" w:color="auto"/>
      </w:divBdr>
    </w:div>
    <w:div w:id="969559322">
      <w:bodyDiv w:val="1"/>
      <w:marLeft w:val="0"/>
      <w:marRight w:val="0"/>
      <w:marTop w:val="0"/>
      <w:marBottom w:val="0"/>
      <w:divBdr>
        <w:top w:val="none" w:sz="0" w:space="0" w:color="auto"/>
        <w:left w:val="none" w:sz="0" w:space="0" w:color="auto"/>
        <w:bottom w:val="none" w:sz="0" w:space="0" w:color="auto"/>
        <w:right w:val="none" w:sz="0" w:space="0" w:color="auto"/>
      </w:divBdr>
    </w:div>
    <w:div w:id="973144774">
      <w:bodyDiv w:val="1"/>
      <w:marLeft w:val="0"/>
      <w:marRight w:val="0"/>
      <w:marTop w:val="0"/>
      <w:marBottom w:val="0"/>
      <w:divBdr>
        <w:top w:val="none" w:sz="0" w:space="0" w:color="auto"/>
        <w:left w:val="none" w:sz="0" w:space="0" w:color="auto"/>
        <w:bottom w:val="none" w:sz="0" w:space="0" w:color="auto"/>
        <w:right w:val="none" w:sz="0" w:space="0" w:color="auto"/>
      </w:divBdr>
    </w:div>
    <w:div w:id="975376947">
      <w:bodyDiv w:val="1"/>
      <w:marLeft w:val="0"/>
      <w:marRight w:val="0"/>
      <w:marTop w:val="0"/>
      <w:marBottom w:val="0"/>
      <w:divBdr>
        <w:top w:val="none" w:sz="0" w:space="0" w:color="auto"/>
        <w:left w:val="none" w:sz="0" w:space="0" w:color="auto"/>
        <w:bottom w:val="none" w:sz="0" w:space="0" w:color="auto"/>
        <w:right w:val="none" w:sz="0" w:space="0" w:color="auto"/>
      </w:divBdr>
    </w:div>
    <w:div w:id="980115124">
      <w:bodyDiv w:val="1"/>
      <w:marLeft w:val="0"/>
      <w:marRight w:val="0"/>
      <w:marTop w:val="0"/>
      <w:marBottom w:val="0"/>
      <w:divBdr>
        <w:top w:val="none" w:sz="0" w:space="0" w:color="auto"/>
        <w:left w:val="none" w:sz="0" w:space="0" w:color="auto"/>
        <w:bottom w:val="none" w:sz="0" w:space="0" w:color="auto"/>
        <w:right w:val="none" w:sz="0" w:space="0" w:color="auto"/>
      </w:divBdr>
    </w:div>
    <w:div w:id="986594769">
      <w:bodyDiv w:val="1"/>
      <w:marLeft w:val="0"/>
      <w:marRight w:val="0"/>
      <w:marTop w:val="0"/>
      <w:marBottom w:val="0"/>
      <w:divBdr>
        <w:top w:val="none" w:sz="0" w:space="0" w:color="auto"/>
        <w:left w:val="none" w:sz="0" w:space="0" w:color="auto"/>
        <w:bottom w:val="none" w:sz="0" w:space="0" w:color="auto"/>
        <w:right w:val="none" w:sz="0" w:space="0" w:color="auto"/>
      </w:divBdr>
      <w:divsChild>
        <w:div w:id="1875848030">
          <w:marLeft w:val="994"/>
          <w:marRight w:val="0"/>
          <w:marTop w:val="0"/>
          <w:marBottom w:val="0"/>
          <w:divBdr>
            <w:top w:val="none" w:sz="0" w:space="0" w:color="auto"/>
            <w:left w:val="none" w:sz="0" w:space="0" w:color="auto"/>
            <w:bottom w:val="none" w:sz="0" w:space="0" w:color="auto"/>
            <w:right w:val="none" w:sz="0" w:space="0" w:color="auto"/>
          </w:divBdr>
        </w:div>
      </w:divsChild>
    </w:div>
    <w:div w:id="987242465">
      <w:bodyDiv w:val="1"/>
      <w:marLeft w:val="0"/>
      <w:marRight w:val="0"/>
      <w:marTop w:val="0"/>
      <w:marBottom w:val="0"/>
      <w:divBdr>
        <w:top w:val="none" w:sz="0" w:space="0" w:color="auto"/>
        <w:left w:val="none" w:sz="0" w:space="0" w:color="auto"/>
        <w:bottom w:val="none" w:sz="0" w:space="0" w:color="auto"/>
        <w:right w:val="none" w:sz="0" w:space="0" w:color="auto"/>
      </w:divBdr>
    </w:div>
    <w:div w:id="997005203">
      <w:bodyDiv w:val="1"/>
      <w:marLeft w:val="0"/>
      <w:marRight w:val="0"/>
      <w:marTop w:val="0"/>
      <w:marBottom w:val="0"/>
      <w:divBdr>
        <w:top w:val="none" w:sz="0" w:space="0" w:color="auto"/>
        <w:left w:val="none" w:sz="0" w:space="0" w:color="auto"/>
        <w:bottom w:val="none" w:sz="0" w:space="0" w:color="auto"/>
        <w:right w:val="none" w:sz="0" w:space="0" w:color="auto"/>
      </w:divBdr>
      <w:divsChild>
        <w:div w:id="1435899280">
          <w:marLeft w:val="994"/>
          <w:marRight w:val="0"/>
          <w:marTop w:val="0"/>
          <w:marBottom w:val="0"/>
          <w:divBdr>
            <w:top w:val="none" w:sz="0" w:space="0" w:color="auto"/>
            <w:left w:val="none" w:sz="0" w:space="0" w:color="auto"/>
            <w:bottom w:val="none" w:sz="0" w:space="0" w:color="auto"/>
            <w:right w:val="none" w:sz="0" w:space="0" w:color="auto"/>
          </w:divBdr>
        </w:div>
        <w:div w:id="89355943">
          <w:marLeft w:val="994"/>
          <w:marRight w:val="0"/>
          <w:marTop w:val="0"/>
          <w:marBottom w:val="0"/>
          <w:divBdr>
            <w:top w:val="none" w:sz="0" w:space="0" w:color="auto"/>
            <w:left w:val="none" w:sz="0" w:space="0" w:color="auto"/>
            <w:bottom w:val="none" w:sz="0" w:space="0" w:color="auto"/>
            <w:right w:val="none" w:sz="0" w:space="0" w:color="auto"/>
          </w:divBdr>
        </w:div>
        <w:div w:id="1663118828">
          <w:marLeft w:val="994"/>
          <w:marRight w:val="0"/>
          <w:marTop w:val="0"/>
          <w:marBottom w:val="0"/>
          <w:divBdr>
            <w:top w:val="none" w:sz="0" w:space="0" w:color="auto"/>
            <w:left w:val="none" w:sz="0" w:space="0" w:color="auto"/>
            <w:bottom w:val="none" w:sz="0" w:space="0" w:color="auto"/>
            <w:right w:val="none" w:sz="0" w:space="0" w:color="auto"/>
          </w:divBdr>
        </w:div>
        <w:div w:id="781075534">
          <w:marLeft w:val="994"/>
          <w:marRight w:val="0"/>
          <w:marTop w:val="0"/>
          <w:marBottom w:val="0"/>
          <w:divBdr>
            <w:top w:val="none" w:sz="0" w:space="0" w:color="auto"/>
            <w:left w:val="none" w:sz="0" w:space="0" w:color="auto"/>
            <w:bottom w:val="none" w:sz="0" w:space="0" w:color="auto"/>
            <w:right w:val="none" w:sz="0" w:space="0" w:color="auto"/>
          </w:divBdr>
        </w:div>
        <w:div w:id="1050766570">
          <w:marLeft w:val="994"/>
          <w:marRight w:val="0"/>
          <w:marTop w:val="0"/>
          <w:marBottom w:val="0"/>
          <w:divBdr>
            <w:top w:val="none" w:sz="0" w:space="0" w:color="auto"/>
            <w:left w:val="none" w:sz="0" w:space="0" w:color="auto"/>
            <w:bottom w:val="none" w:sz="0" w:space="0" w:color="auto"/>
            <w:right w:val="none" w:sz="0" w:space="0" w:color="auto"/>
          </w:divBdr>
        </w:div>
        <w:div w:id="2036809967">
          <w:marLeft w:val="994"/>
          <w:marRight w:val="0"/>
          <w:marTop w:val="0"/>
          <w:marBottom w:val="0"/>
          <w:divBdr>
            <w:top w:val="none" w:sz="0" w:space="0" w:color="auto"/>
            <w:left w:val="none" w:sz="0" w:space="0" w:color="auto"/>
            <w:bottom w:val="none" w:sz="0" w:space="0" w:color="auto"/>
            <w:right w:val="none" w:sz="0" w:space="0" w:color="auto"/>
          </w:divBdr>
        </w:div>
      </w:divsChild>
    </w:div>
    <w:div w:id="999113753">
      <w:bodyDiv w:val="1"/>
      <w:marLeft w:val="0"/>
      <w:marRight w:val="0"/>
      <w:marTop w:val="0"/>
      <w:marBottom w:val="0"/>
      <w:divBdr>
        <w:top w:val="none" w:sz="0" w:space="0" w:color="auto"/>
        <w:left w:val="none" w:sz="0" w:space="0" w:color="auto"/>
        <w:bottom w:val="none" w:sz="0" w:space="0" w:color="auto"/>
        <w:right w:val="none" w:sz="0" w:space="0" w:color="auto"/>
      </w:divBdr>
    </w:div>
    <w:div w:id="1010526607">
      <w:bodyDiv w:val="1"/>
      <w:marLeft w:val="0"/>
      <w:marRight w:val="0"/>
      <w:marTop w:val="0"/>
      <w:marBottom w:val="0"/>
      <w:divBdr>
        <w:top w:val="none" w:sz="0" w:space="0" w:color="auto"/>
        <w:left w:val="none" w:sz="0" w:space="0" w:color="auto"/>
        <w:bottom w:val="none" w:sz="0" w:space="0" w:color="auto"/>
        <w:right w:val="none" w:sz="0" w:space="0" w:color="auto"/>
      </w:divBdr>
    </w:div>
    <w:div w:id="1013607421">
      <w:bodyDiv w:val="1"/>
      <w:marLeft w:val="0"/>
      <w:marRight w:val="0"/>
      <w:marTop w:val="0"/>
      <w:marBottom w:val="0"/>
      <w:divBdr>
        <w:top w:val="none" w:sz="0" w:space="0" w:color="auto"/>
        <w:left w:val="none" w:sz="0" w:space="0" w:color="auto"/>
        <w:bottom w:val="none" w:sz="0" w:space="0" w:color="auto"/>
        <w:right w:val="none" w:sz="0" w:space="0" w:color="auto"/>
      </w:divBdr>
    </w:div>
    <w:div w:id="1014915363">
      <w:bodyDiv w:val="1"/>
      <w:marLeft w:val="0"/>
      <w:marRight w:val="0"/>
      <w:marTop w:val="0"/>
      <w:marBottom w:val="0"/>
      <w:divBdr>
        <w:top w:val="none" w:sz="0" w:space="0" w:color="auto"/>
        <w:left w:val="none" w:sz="0" w:space="0" w:color="auto"/>
        <w:bottom w:val="none" w:sz="0" w:space="0" w:color="auto"/>
        <w:right w:val="none" w:sz="0" w:space="0" w:color="auto"/>
      </w:divBdr>
    </w:div>
    <w:div w:id="1015693303">
      <w:bodyDiv w:val="1"/>
      <w:marLeft w:val="0"/>
      <w:marRight w:val="0"/>
      <w:marTop w:val="0"/>
      <w:marBottom w:val="0"/>
      <w:divBdr>
        <w:top w:val="none" w:sz="0" w:space="0" w:color="auto"/>
        <w:left w:val="none" w:sz="0" w:space="0" w:color="auto"/>
        <w:bottom w:val="none" w:sz="0" w:space="0" w:color="auto"/>
        <w:right w:val="none" w:sz="0" w:space="0" w:color="auto"/>
      </w:divBdr>
    </w:div>
    <w:div w:id="1018888327">
      <w:bodyDiv w:val="1"/>
      <w:marLeft w:val="0"/>
      <w:marRight w:val="0"/>
      <w:marTop w:val="0"/>
      <w:marBottom w:val="0"/>
      <w:divBdr>
        <w:top w:val="none" w:sz="0" w:space="0" w:color="auto"/>
        <w:left w:val="none" w:sz="0" w:space="0" w:color="auto"/>
        <w:bottom w:val="none" w:sz="0" w:space="0" w:color="auto"/>
        <w:right w:val="none" w:sz="0" w:space="0" w:color="auto"/>
      </w:divBdr>
    </w:div>
    <w:div w:id="1024672113">
      <w:bodyDiv w:val="1"/>
      <w:marLeft w:val="0"/>
      <w:marRight w:val="0"/>
      <w:marTop w:val="0"/>
      <w:marBottom w:val="0"/>
      <w:divBdr>
        <w:top w:val="none" w:sz="0" w:space="0" w:color="auto"/>
        <w:left w:val="none" w:sz="0" w:space="0" w:color="auto"/>
        <w:bottom w:val="none" w:sz="0" w:space="0" w:color="auto"/>
        <w:right w:val="none" w:sz="0" w:space="0" w:color="auto"/>
      </w:divBdr>
    </w:div>
    <w:div w:id="1032194999">
      <w:bodyDiv w:val="1"/>
      <w:marLeft w:val="0"/>
      <w:marRight w:val="0"/>
      <w:marTop w:val="0"/>
      <w:marBottom w:val="0"/>
      <w:divBdr>
        <w:top w:val="none" w:sz="0" w:space="0" w:color="auto"/>
        <w:left w:val="none" w:sz="0" w:space="0" w:color="auto"/>
        <w:bottom w:val="none" w:sz="0" w:space="0" w:color="auto"/>
        <w:right w:val="none" w:sz="0" w:space="0" w:color="auto"/>
      </w:divBdr>
    </w:div>
    <w:div w:id="1037436340">
      <w:bodyDiv w:val="1"/>
      <w:marLeft w:val="0"/>
      <w:marRight w:val="0"/>
      <w:marTop w:val="0"/>
      <w:marBottom w:val="0"/>
      <w:divBdr>
        <w:top w:val="none" w:sz="0" w:space="0" w:color="auto"/>
        <w:left w:val="none" w:sz="0" w:space="0" w:color="auto"/>
        <w:bottom w:val="none" w:sz="0" w:space="0" w:color="auto"/>
        <w:right w:val="none" w:sz="0" w:space="0" w:color="auto"/>
      </w:divBdr>
    </w:div>
    <w:div w:id="1050494845">
      <w:bodyDiv w:val="1"/>
      <w:marLeft w:val="0"/>
      <w:marRight w:val="0"/>
      <w:marTop w:val="0"/>
      <w:marBottom w:val="0"/>
      <w:divBdr>
        <w:top w:val="none" w:sz="0" w:space="0" w:color="auto"/>
        <w:left w:val="none" w:sz="0" w:space="0" w:color="auto"/>
        <w:bottom w:val="none" w:sz="0" w:space="0" w:color="auto"/>
        <w:right w:val="none" w:sz="0" w:space="0" w:color="auto"/>
      </w:divBdr>
    </w:div>
    <w:div w:id="1060055604">
      <w:bodyDiv w:val="1"/>
      <w:marLeft w:val="0"/>
      <w:marRight w:val="0"/>
      <w:marTop w:val="0"/>
      <w:marBottom w:val="0"/>
      <w:divBdr>
        <w:top w:val="none" w:sz="0" w:space="0" w:color="auto"/>
        <w:left w:val="none" w:sz="0" w:space="0" w:color="auto"/>
        <w:bottom w:val="none" w:sz="0" w:space="0" w:color="auto"/>
        <w:right w:val="none" w:sz="0" w:space="0" w:color="auto"/>
      </w:divBdr>
    </w:div>
    <w:div w:id="1063602635">
      <w:bodyDiv w:val="1"/>
      <w:marLeft w:val="0"/>
      <w:marRight w:val="0"/>
      <w:marTop w:val="0"/>
      <w:marBottom w:val="0"/>
      <w:divBdr>
        <w:top w:val="none" w:sz="0" w:space="0" w:color="auto"/>
        <w:left w:val="none" w:sz="0" w:space="0" w:color="auto"/>
        <w:bottom w:val="none" w:sz="0" w:space="0" w:color="auto"/>
        <w:right w:val="none" w:sz="0" w:space="0" w:color="auto"/>
      </w:divBdr>
    </w:div>
    <w:div w:id="1069500972">
      <w:bodyDiv w:val="1"/>
      <w:marLeft w:val="0"/>
      <w:marRight w:val="0"/>
      <w:marTop w:val="0"/>
      <w:marBottom w:val="0"/>
      <w:divBdr>
        <w:top w:val="none" w:sz="0" w:space="0" w:color="auto"/>
        <w:left w:val="none" w:sz="0" w:space="0" w:color="auto"/>
        <w:bottom w:val="none" w:sz="0" w:space="0" w:color="auto"/>
        <w:right w:val="none" w:sz="0" w:space="0" w:color="auto"/>
      </w:divBdr>
    </w:div>
    <w:div w:id="1069615998">
      <w:bodyDiv w:val="1"/>
      <w:marLeft w:val="0"/>
      <w:marRight w:val="0"/>
      <w:marTop w:val="0"/>
      <w:marBottom w:val="0"/>
      <w:divBdr>
        <w:top w:val="none" w:sz="0" w:space="0" w:color="auto"/>
        <w:left w:val="none" w:sz="0" w:space="0" w:color="auto"/>
        <w:bottom w:val="none" w:sz="0" w:space="0" w:color="auto"/>
        <w:right w:val="none" w:sz="0" w:space="0" w:color="auto"/>
      </w:divBdr>
    </w:div>
    <w:div w:id="1070545741">
      <w:bodyDiv w:val="1"/>
      <w:marLeft w:val="0"/>
      <w:marRight w:val="0"/>
      <w:marTop w:val="0"/>
      <w:marBottom w:val="0"/>
      <w:divBdr>
        <w:top w:val="none" w:sz="0" w:space="0" w:color="auto"/>
        <w:left w:val="none" w:sz="0" w:space="0" w:color="auto"/>
        <w:bottom w:val="none" w:sz="0" w:space="0" w:color="auto"/>
        <w:right w:val="none" w:sz="0" w:space="0" w:color="auto"/>
      </w:divBdr>
    </w:div>
    <w:div w:id="1071541273">
      <w:bodyDiv w:val="1"/>
      <w:marLeft w:val="0"/>
      <w:marRight w:val="0"/>
      <w:marTop w:val="0"/>
      <w:marBottom w:val="0"/>
      <w:divBdr>
        <w:top w:val="none" w:sz="0" w:space="0" w:color="auto"/>
        <w:left w:val="none" w:sz="0" w:space="0" w:color="auto"/>
        <w:bottom w:val="none" w:sz="0" w:space="0" w:color="auto"/>
        <w:right w:val="none" w:sz="0" w:space="0" w:color="auto"/>
      </w:divBdr>
    </w:div>
    <w:div w:id="1073161923">
      <w:bodyDiv w:val="1"/>
      <w:marLeft w:val="0"/>
      <w:marRight w:val="0"/>
      <w:marTop w:val="0"/>
      <w:marBottom w:val="0"/>
      <w:divBdr>
        <w:top w:val="none" w:sz="0" w:space="0" w:color="auto"/>
        <w:left w:val="none" w:sz="0" w:space="0" w:color="auto"/>
        <w:bottom w:val="none" w:sz="0" w:space="0" w:color="auto"/>
        <w:right w:val="none" w:sz="0" w:space="0" w:color="auto"/>
      </w:divBdr>
      <w:divsChild>
        <w:div w:id="68508376">
          <w:marLeft w:val="994"/>
          <w:marRight w:val="0"/>
          <w:marTop w:val="0"/>
          <w:marBottom w:val="0"/>
          <w:divBdr>
            <w:top w:val="none" w:sz="0" w:space="0" w:color="auto"/>
            <w:left w:val="none" w:sz="0" w:space="0" w:color="auto"/>
            <w:bottom w:val="none" w:sz="0" w:space="0" w:color="auto"/>
            <w:right w:val="none" w:sz="0" w:space="0" w:color="auto"/>
          </w:divBdr>
        </w:div>
        <w:div w:id="807473758">
          <w:marLeft w:val="994"/>
          <w:marRight w:val="0"/>
          <w:marTop w:val="0"/>
          <w:marBottom w:val="0"/>
          <w:divBdr>
            <w:top w:val="none" w:sz="0" w:space="0" w:color="auto"/>
            <w:left w:val="none" w:sz="0" w:space="0" w:color="auto"/>
            <w:bottom w:val="none" w:sz="0" w:space="0" w:color="auto"/>
            <w:right w:val="none" w:sz="0" w:space="0" w:color="auto"/>
          </w:divBdr>
        </w:div>
      </w:divsChild>
    </w:div>
    <w:div w:id="1073699459">
      <w:bodyDiv w:val="1"/>
      <w:marLeft w:val="0"/>
      <w:marRight w:val="0"/>
      <w:marTop w:val="0"/>
      <w:marBottom w:val="0"/>
      <w:divBdr>
        <w:top w:val="none" w:sz="0" w:space="0" w:color="auto"/>
        <w:left w:val="none" w:sz="0" w:space="0" w:color="auto"/>
        <w:bottom w:val="none" w:sz="0" w:space="0" w:color="auto"/>
        <w:right w:val="none" w:sz="0" w:space="0" w:color="auto"/>
      </w:divBdr>
    </w:div>
    <w:div w:id="1083987640">
      <w:bodyDiv w:val="1"/>
      <w:marLeft w:val="0"/>
      <w:marRight w:val="0"/>
      <w:marTop w:val="0"/>
      <w:marBottom w:val="0"/>
      <w:divBdr>
        <w:top w:val="none" w:sz="0" w:space="0" w:color="auto"/>
        <w:left w:val="none" w:sz="0" w:space="0" w:color="auto"/>
        <w:bottom w:val="none" w:sz="0" w:space="0" w:color="auto"/>
        <w:right w:val="none" w:sz="0" w:space="0" w:color="auto"/>
      </w:divBdr>
    </w:div>
    <w:div w:id="1085494553">
      <w:bodyDiv w:val="1"/>
      <w:marLeft w:val="0"/>
      <w:marRight w:val="0"/>
      <w:marTop w:val="0"/>
      <w:marBottom w:val="0"/>
      <w:divBdr>
        <w:top w:val="none" w:sz="0" w:space="0" w:color="auto"/>
        <w:left w:val="none" w:sz="0" w:space="0" w:color="auto"/>
        <w:bottom w:val="none" w:sz="0" w:space="0" w:color="auto"/>
        <w:right w:val="none" w:sz="0" w:space="0" w:color="auto"/>
      </w:divBdr>
    </w:div>
    <w:div w:id="1089812796">
      <w:bodyDiv w:val="1"/>
      <w:marLeft w:val="0"/>
      <w:marRight w:val="0"/>
      <w:marTop w:val="0"/>
      <w:marBottom w:val="0"/>
      <w:divBdr>
        <w:top w:val="none" w:sz="0" w:space="0" w:color="auto"/>
        <w:left w:val="none" w:sz="0" w:space="0" w:color="auto"/>
        <w:bottom w:val="none" w:sz="0" w:space="0" w:color="auto"/>
        <w:right w:val="none" w:sz="0" w:space="0" w:color="auto"/>
      </w:divBdr>
    </w:div>
    <w:div w:id="1100417477">
      <w:bodyDiv w:val="1"/>
      <w:marLeft w:val="0"/>
      <w:marRight w:val="0"/>
      <w:marTop w:val="0"/>
      <w:marBottom w:val="0"/>
      <w:divBdr>
        <w:top w:val="none" w:sz="0" w:space="0" w:color="auto"/>
        <w:left w:val="none" w:sz="0" w:space="0" w:color="auto"/>
        <w:bottom w:val="none" w:sz="0" w:space="0" w:color="auto"/>
        <w:right w:val="none" w:sz="0" w:space="0" w:color="auto"/>
      </w:divBdr>
    </w:div>
    <w:div w:id="1101488417">
      <w:bodyDiv w:val="1"/>
      <w:marLeft w:val="0"/>
      <w:marRight w:val="0"/>
      <w:marTop w:val="0"/>
      <w:marBottom w:val="0"/>
      <w:divBdr>
        <w:top w:val="none" w:sz="0" w:space="0" w:color="auto"/>
        <w:left w:val="none" w:sz="0" w:space="0" w:color="auto"/>
        <w:bottom w:val="none" w:sz="0" w:space="0" w:color="auto"/>
        <w:right w:val="none" w:sz="0" w:space="0" w:color="auto"/>
      </w:divBdr>
    </w:div>
    <w:div w:id="1112936129">
      <w:bodyDiv w:val="1"/>
      <w:marLeft w:val="0"/>
      <w:marRight w:val="0"/>
      <w:marTop w:val="0"/>
      <w:marBottom w:val="0"/>
      <w:divBdr>
        <w:top w:val="none" w:sz="0" w:space="0" w:color="auto"/>
        <w:left w:val="none" w:sz="0" w:space="0" w:color="auto"/>
        <w:bottom w:val="none" w:sz="0" w:space="0" w:color="auto"/>
        <w:right w:val="none" w:sz="0" w:space="0" w:color="auto"/>
      </w:divBdr>
    </w:div>
    <w:div w:id="1117603595">
      <w:bodyDiv w:val="1"/>
      <w:marLeft w:val="0"/>
      <w:marRight w:val="0"/>
      <w:marTop w:val="0"/>
      <w:marBottom w:val="0"/>
      <w:divBdr>
        <w:top w:val="none" w:sz="0" w:space="0" w:color="auto"/>
        <w:left w:val="none" w:sz="0" w:space="0" w:color="auto"/>
        <w:bottom w:val="none" w:sz="0" w:space="0" w:color="auto"/>
        <w:right w:val="none" w:sz="0" w:space="0" w:color="auto"/>
      </w:divBdr>
    </w:div>
    <w:div w:id="1117945487">
      <w:bodyDiv w:val="1"/>
      <w:marLeft w:val="0"/>
      <w:marRight w:val="0"/>
      <w:marTop w:val="0"/>
      <w:marBottom w:val="0"/>
      <w:divBdr>
        <w:top w:val="none" w:sz="0" w:space="0" w:color="auto"/>
        <w:left w:val="none" w:sz="0" w:space="0" w:color="auto"/>
        <w:bottom w:val="none" w:sz="0" w:space="0" w:color="auto"/>
        <w:right w:val="none" w:sz="0" w:space="0" w:color="auto"/>
      </w:divBdr>
      <w:divsChild>
        <w:div w:id="372464842">
          <w:marLeft w:val="994"/>
          <w:marRight w:val="0"/>
          <w:marTop w:val="0"/>
          <w:marBottom w:val="0"/>
          <w:divBdr>
            <w:top w:val="none" w:sz="0" w:space="0" w:color="auto"/>
            <w:left w:val="none" w:sz="0" w:space="0" w:color="auto"/>
            <w:bottom w:val="none" w:sz="0" w:space="0" w:color="auto"/>
            <w:right w:val="none" w:sz="0" w:space="0" w:color="auto"/>
          </w:divBdr>
        </w:div>
        <w:div w:id="1011220688">
          <w:marLeft w:val="994"/>
          <w:marRight w:val="0"/>
          <w:marTop w:val="0"/>
          <w:marBottom w:val="0"/>
          <w:divBdr>
            <w:top w:val="none" w:sz="0" w:space="0" w:color="auto"/>
            <w:left w:val="none" w:sz="0" w:space="0" w:color="auto"/>
            <w:bottom w:val="none" w:sz="0" w:space="0" w:color="auto"/>
            <w:right w:val="none" w:sz="0" w:space="0" w:color="auto"/>
          </w:divBdr>
        </w:div>
        <w:div w:id="1238436466">
          <w:marLeft w:val="994"/>
          <w:marRight w:val="0"/>
          <w:marTop w:val="0"/>
          <w:marBottom w:val="0"/>
          <w:divBdr>
            <w:top w:val="none" w:sz="0" w:space="0" w:color="auto"/>
            <w:left w:val="none" w:sz="0" w:space="0" w:color="auto"/>
            <w:bottom w:val="none" w:sz="0" w:space="0" w:color="auto"/>
            <w:right w:val="none" w:sz="0" w:space="0" w:color="auto"/>
          </w:divBdr>
        </w:div>
        <w:div w:id="715737435">
          <w:marLeft w:val="994"/>
          <w:marRight w:val="0"/>
          <w:marTop w:val="0"/>
          <w:marBottom w:val="0"/>
          <w:divBdr>
            <w:top w:val="none" w:sz="0" w:space="0" w:color="auto"/>
            <w:left w:val="none" w:sz="0" w:space="0" w:color="auto"/>
            <w:bottom w:val="none" w:sz="0" w:space="0" w:color="auto"/>
            <w:right w:val="none" w:sz="0" w:space="0" w:color="auto"/>
          </w:divBdr>
        </w:div>
        <w:div w:id="1785684659">
          <w:marLeft w:val="994"/>
          <w:marRight w:val="0"/>
          <w:marTop w:val="0"/>
          <w:marBottom w:val="0"/>
          <w:divBdr>
            <w:top w:val="none" w:sz="0" w:space="0" w:color="auto"/>
            <w:left w:val="none" w:sz="0" w:space="0" w:color="auto"/>
            <w:bottom w:val="none" w:sz="0" w:space="0" w:color="auto"/>
            <w:right w:val="none" w:sz="0" w:space="0" w:color="auto"/>
          </w:divBdr>
        </w:div>
        <w:div w:id="1994138583">
          <w:marLeft w:val="994"/>
          <w:marRight w:val="0"/>
          <w:marTop w:val="0"/>
          <w:marBottom w:val="0"/>
          <w:divBdr>
            <w:top w:val="none" w:sz="0" w:space="0" w:color="auto"/>
            <w:left w:val="none" w:sz="0" w:space="0" w:color="auto"/>
            <w:bottom w:val="none" w:sz="0" w:space="0" w:color="auto"/>
            <w:right w:val="none" w:sz="0" w:space="0" w:color="auto"/>
          </w:divBdr>
        </w:div>
        <w:div w:id="1268125942">
          <w:marLeft w:val="994"/>
          <w:marRight w:val="0"/>
          <w:marTop w:val="0"/>
          <w:marBottom w:val="0"/>
          <w:divBdr>
            <w:top w:val="none" w:sz="0" w:space="0" w:color="auto"/>
            <w:left w:val="none" w:sz="0" w:space="0" w:color="auto"/>
            <w:bottom w:val="none" w:sz="0" w:space="0" w:color="auto"/>
            <w:right w:val="none" w:sz="0" w:space="0" w:color="auto"/>
          </w:divBdr>
        </w:div>
      </w:divsChild>
    </w:div>
    <w:div w:id="1119028706">
      <w:bodyDiv w:val="1"/>
      <w:marLeft w:val="0"/>
      <w:marRight w:val="0"/>
      <w:marTop w:val="0"/>
      <w:marBottom w:val="0"/>
      <w:divBdr>
        <w:top w:val="none" w:sz="0" w:space="0" w:color="auto"/>
        <w:left w:val="none" w:sz="0" w:space="0" w:color="auto"/>
        <w:bottom w:val="none" w:sz="0" w:space="0" w:color="auto"/>
        <w:right w:val="none" w:sz="0" w:space="0" w:color="auto"/>
      </w:divBdr>
    </w:div>
    <w:div w:id="1119106599">
      <w:bodyDiv w:val="1"/>
      <w:marLeft w:val="0"/>
      <w:marRight w:val="0"/>
      <w:marTop w:val="0"/>
      <w:marBottom w:val="0"/>
      <w:divBdr>
        <w:top w:val="none" w:sz="0" w:space="0" w:color="auto"/>
        <w:left w:val="none" w:sz="0" w:space="0" w:color="auto"/>
        <w:bottom w:val="none" w:sz="0" w:space="0" w:color="auto"/>
        <w:right w:val="none" w:sz="0" w:space="0" w:color="auto"/>
      </w:divBdr>
    </w:div>
    <w:div w:id="1122109261">
      <w:bodyDiv w:val="1"/>
      <w:marLeft w:val="0"/>
      <w:marRight w:val="0"/>
      <w:marTop w:val="0"/>
      <w:marBottom w:val="0"/>
      <w:divBdr>
        <w:top w:val="none" w:sz="0" w:space="0" w:color="auto"/>
        <w:left w:val="none" w:sz="0" w:space="0" w:color="auto"/>
        <w:bottom w:val="none" w:sz="0" w:space="0" w:color="auto"/>
        <w:right w:val="none" w:sz="0" w:space="0" w:color="auto"/>
      </w:divBdr>
    </w:div>
    <w:div w:id="1124614959">
      <w:bodyDiv w:val="1"/>
      <w:marLeft w:val="0"/>
      <w:marRight w:val="0"/>
      <w:marTop w:val="0"/>
      <w:marBottom w:val="0"/>
      <w:divBdr>
        <w:top w:val="none" w:sz="0" w:space="0" w:color="auto"/>
        <w:left w:val="none" w:sz="0" w:space="0" w:color="auto"/>
        <w:bottom w:val="none" w:sz="0" w:space="0" w:color="auto"/>
        <w:right w:val="none" w:sz="0" w:space="0" w:color="auto"/>
      </w:divBdr>
      <w:divsChild>
        <w:div w:id="486288555">
          <w:marLeft w:val="432"/>
          <w:marRight w:val="0"/>
          <w:marTop w:val="45"/>
          <w:marBottom w:val="0"/>
          <w:divBdr>
            <w:top w:val="none" w:sz="0" w:space="0" w:color="auto"/>
            <w:left w:val="none" w:sz="0" w:space="0" w:color="auto"/>
            <w:bottom w:val="none" w:sz="0" w:space="0" w:color="auto"/>
            <w:right w:val="none" w:sz="0" w:space="0" w:color="auto"/>
          </w:divBdr>
        </w:div>
      </w:divsChild>
    </w:div>
    <w:div w:id="1125199597">
      <w:bodyDiv w:val="1"/>
      <w:marLeft w:val="0"/>
      <w:marRight w:val="0"/>
      <w:marTop w:val="0"/>
      <w:marBottom w:val="0"/>
      <w:divBdr>
        <w:top w:val="none" w:sz="0" w:space="0" w:color="auto"/>
        <w:left w:val="none" w:sz="0" w:space="0" w:color="auto"/>
        <w:bottom w:val="none" w:sz="0" w:space="0" w:color="auto"/>
        <w:right w:val="none" w:sz="0" w:space="0" w:color="auto"/>
      </w:divBdr>
    </w:div>
    <w:div w:id="1127503878">
      <w:bodyDiv w:val="1"/>
      <w:marLeft w:val="0"/>
      <w:marRight w:val="0"/>
      <w:marTop w:val="0"/>
      <w:marBottom w:val="0"/>
      <w:divBdr>
        <w:top w:val="none" w:sz="0" w:space="0" w:color="auto"/>
        <w:left w:val="none" w:sz="0" w:space="0" w:color="auto"/>
        <w:bottom w:val="none" w:sz="0" w:space="0" w:color="auto"/>
        <w:right w:val="none" w:sz="0" w:space="0" w:color="auto"/>
      </w:divBdr>
    </w:div>
    <w:div w:id="1133258600">
      <w:bodyDiv w:val="1"/>
      <w:marLeft w:val="0"/>
      <w:marRight w:val="0"/>
      <w:marTop w:val="0"/>
      <w:marBottom w:val="0"/>
      <w:divBdr>
        <w:top w:val="none" w:sz="0" w:space="0" w:color="auto"/>
        <w:left w:val="none" w:sz="0" w:space="0" w:color="auto"/>
        <w:bottom w:val="none" w:sz="0" w:space="0" w:color="auto"/>
        <w:right w:val="none" w:sz="0" w:space="0" w:color="auto"/>
      </w:divBdr>
    </w:div>
    <w:div w:id="1134174329">
      <w:bodyDiv w:val="1"/>
      <w:marLeft w:val="0"/>
      <w:marRight w:val="0"/>
      <w:marTop w:val="0"/>
      <w:marBottom w:val="0"/>
      <w:divBdr>
        <w:top w:val="none" w:sz="0" w:space="0" w:color="auto"/>
        <w:left w:val="none" w:sz="0" w:space="0" w:color="auto"/>
        <w:bottom w:val="none" w:sz="0" w:space="0" w:color="auto"/>
        <w:right w:val="none" w:sz="0" w:space="0" w:color="auto"/>
      </w:divBdr>
    </w:div>
    <w:div w:id="1140535899">
      <w:bodyDiv w:val="1"/>
      <w:marLeft w:val="0"/>
      <w:marRight w:val="0"/>
      <w:marTop w:val="0"/>
      <w:marBottom w:val="0"/>
      <w:divBdr>
        <w:top w:val="none" w:sz="0" w:space="0" w:color="auto"/>
        <w:left w:val="none" w:sz="0" w:space="0" w:color="auto"/>
        <w:bottom w:val="none" w:sz="0" w:space="0" w:color="auto"/>
        <w:right w:val="none" w:sz="0" w:space="0" w:color="auto"/>
      </w:divBdr>
      <w:divsChild>
        <w:div w:id="1495299977">
          <w:marLeft w:val="994"/>
          <w:marRight w:val="0"/>
          <w:marTop w:val="0"/>
          <w:marBottom w:val="0"/>
          <w:divBdr>
            <w:top w:val="none" w:sz="0" w:space="0" w:color="auto"/>
            <w:left w:val="none" w:sz="0" w:space="0" w:color="auto"/>
            <w:bottom w:val="none" w:sz="0" w:space="0" w:color="auto"/>
            <w:right w:val="none" w:sz="0" w:space="0" w:color="auto"/>
          </w:divBdr>
        </w:div>
        <w:div w:id="866259971">
          <w:marLeft w:val="994"/>
          <w:marRight w:val="0"/>
          <w:marTop w:val="0"/>
          <w:marBottom w:val="0"/>
          <w:divBdr>
            <w:top w:val="none" w:sz="0" w:space="0" w:color="auto"/>
            <w:left w:val="none" w:sz="0" w:space="0" w:color="auto"/>
            <w:bottom w:val="none" w:sz="0" w:space="0" w:color="auto"/>
            <w:right w:val="none" w:sz="0" w:space="0" w:color="auto"/>
          </w:divBdr>
        </w:div>
      </w:divsChild>
    </w:div>
    <w:div w:id="1140616110">
      <w:bodyDiv w:val="1"/>
      <w:marLeft w:val="0"/>
      <w:marRight w:val="0"/>
      <w:marTop w:val="0"/>
      <w:marBottom w:val="0"/>
      <w:divBdr>
        <w:top w:val="none" w:sz="0" w:space="0" w:color="auto"/>
        <w:left w:val="none" w:sz="0" w:space="0" w:color="auto"/>
        <w:bottom w:val="none" w:sz="0" w:space="0" w:color="auto"/>
        <w:right w:val="none" w:sz="0" w:space="0" w:color="auto"/>
      </w:divBdr>
    </w:div>
    <w:div w:id="1143542688">
      <w:bodyDiv w:val="1"/>
      <w:marLeft w:val="0"/>
      <w:marRight w:val="0"/>
      <w:marTop w:val="0"/>
      <w:marBottom w:val="0"/>
      <w:divBdr>
        <w:top w:val="none" w:sz="0" w:space="0" w:color="auto"/>
        <w:left w:val="none" w:sz="0" w:space="0" w:color="auto"/>
        <w:bottom w:val="none" w:sz="0" w:space="0" w:color="auto"/>
        <w:right w:val="none" w:sz="0" w:space="0" w:color="auto"/>
      </w:divBdr>
    </w:div>
    <w:div w:id="1144201174">
      <w:bodyDiv w:val="1"/>
      <w:marLeft w:val="0"/>
      <w:marRight w:val="0"/>
      <w:marTop w:val="0"/>
      <w:marBottom w:val="0"/>
      <w:divBdr>
        <w:top w:val="none" w:sz="0" w:space="0" w:color="auto"/>
        <w:left w:val="none" w:sz="0" w:space="0" w:color="auto"/>
        <w:bottom w:val="none" w:sz="0" w:space="0" w:color="auto"/>
        <w:right w:val="none" w:sz="0" w:space="0" w:color="auto"/>
      </w:divBdr>
    </w:div>
    <w:div w:id="1148983957">
      <w:bodyDiv w:val="1"/>
      <w:marLeft w:val="0"/>
      <w:marRight w:val="0"/>
      <w:marTop w:val="0"/>
      <w:marBottom w:val="0"/>
      <w:divBdr>
        <w:top w:val="none" w:sz="0" w:space="0" w:color="auto"/>
        <w:left w:val="none" w:sz="0" w:space="0" w:color="auto"/>
        <w:bottom w:val="none" w:sz="0" w:space="0" w:color="auto"/>
        <w:right w:val="none" w:sz="0" w:space="0" w:color="auto"/>
      </w:divBdr>
    </w:div>
    <w:div w:id="1154491350">
      <w:bodyDiv w:val="1"/>
      <w:marLeft w:val="0"/>
      <w:marRight w:val="0"/>
      <w:marTop w:val="0"/>
      <w:marBottom w:val="0"/>
      <w:divBdr>
        <w:top w:val="none" w:sz="0" w:space="0" w:color="auto"/>
        <w:left w:val="none" w:sz="0" w:space="0" w:color="auto"/>
        <w:bottom w:val="none" w:sz="0" w:space="0" w:color="auto"/>
        <w:right w:val="none" w:sz="0" w:space="0" w:color="auto"/>
      </w:divBdr>
    </w:div>
    <w:div w:id="1154835938">
      <w:bodyDiv w:val="1"/>
      <w:marLeft w:val="0"/>
      <w:marRight w:val="0"/>
      <w:marTop w:val="0"/>
      <w:marBottom w:val="0"/>
      <w:divBdr>
        <w:top w:val="none" w:sz="0" w:space="0" w:color="auto"/>
        <w:left w:val="none" w:sz="0" w:space="0" w:color="auto"/>
        <w:bottom w:val="none" w:sz="0" w:space="0" w:color="auto"/>
        <w:right w:val="none" w:sz="0" w:space="0" w:color="auto"/>
      </w:divBdr>
    </w:div>
    <w:div w:id="1162159292">
      <w:bodyDiv w:val="1"/>
      <w:marLeft w:val="0"/>
      <w:marRight w:val="0"/>
      <w:marTop w:val="0"/>
      <w:marBottom w:val="0"/>
      <w:divBdr>
        <w:top w:val="none" w:sz="0" w:space="0" w:color="auto"/>
        <w:left w:val="none" w:sz="0" w:space="0" w:color="auto"/>
        <w:bottom w:val="none" w:sz="0" w:space="0" w:color="auto"/>
        <w:right w:val="none" w:sz="0" w:space="0" w:color="auto"/>
      </w:divBdr>
    </w:div>
    <w:div w:id="1164706403">
      <w:bodyDiv w:val="1"/>
      <w:marLeft w:val="0"/>
      <w:marRight w:val="0"/>
      <w:marTop w:val="0"/>
      <w:marBottom w:val="0"/>
      <w:divBdr>
        <w:top w:val="none" w:sz="0" w:space="0" w:color="auto"/>
        <w:left w:val="none" w:sz="0" w:space="0" w:color="auto"/>
        <w:bottom w:val="none" w:sz="0" w:space="0" w:color="auto"/>
        <w:right w:val="none" w:sz="0" w:space="0" w:color="auto"/>
      </w:divBdr>
    </w:div>
    <w:div w:id="1166285895">
      <w:bodyDiv w:val="1"/>
      <w:marLeft w:val="0"/>
      <w:marRight w:val="0"/>
      <w:marTop w:val="0"/>
      <w:marBottom w:val="0"/>
      <w:divBdr>
        <w:top w:val="none" w:sz="0" w:space="0" w:color="auto"/>
        <w:left w:val="none" w:sz="0" w:space="0" w:color="auto"/>
        <w:bottom w:val="none" w:sz="0" w:space="0" w:color="auto"/>
        <w:right w:val="none" w:sz="0" w:space="0" w:color="auto"/>
      </w:divBdr>
      <w:divsChild>
        <w:div w:id="1844663120">
          <w:marLeft w:val="432"/>
          <w:marRight w:val="0"/>
          <w:marTop w:val="45"/>
          <w:marBottom w:val="0"/>
          <w:divBdr>
            <w:top w:val="none" w:sz="0" w:space="0" w:color="auto"/>
            <w:left w:val="none" w:sz="0" w:space="0" w:color="auto"/>
            <w:bottom w:val="none" w:sz="0" w:space="0" w:color="auto"/>
            <w:right w:val="none" w:sz="0" w:space="0" w:color="auto"/>
          </w:divBdr>
        </w:div>
      </w:divsChild>
    </w:div>
    <w:div w:id="1173181682">
      <w:bodyDiv w:val="1"/>
      <w:marLeft w:val="0"/>
      <w:marRight w:val="0"/>
      <w:marTop w:val="0"/>
      <w:marBottom w:val="0"/>
      <w:divBdr>
        <w:top w:val="none" w:sz="0" w:space="0" w:color="auto"/>
        <w:left w:val="none" w:sz="0" w:space="0" w:color="auto"/>
        <w:bottom w:val="none" w:sz="0" w:space="0" w:color="auto"/>
        <w:right w:val="none" w:sz="0" w:space="0" w:color="auto"/>
      </w:divBdr>
    </w:div>
    <w:div w:id="1179195272">
      <w:bodyDiv w:val="1"/>
      <w:marLeft w:val="0"/>
      <w:marRight w:val="0"/>
      <w:marTop w:val="0"/>
      <w:marBottom w:val="0"/>
      <w:divBdr>
        <w:top w:val="none" w:sz="0" w:space="0" w:color="auto"/>
        <w:left w:val="none" w:sz="0" w:space="0" w:color="auto"/>
        <w:bottom w:val="none" w:sz="0" w:space="0" w:color="auto"/>
        <w:right w:val="none" w:sz="0" w:space="0" w:color="auto"/>
      </w:divBdr>
    </w:div>
    <w:div w:id="1185167633">
      <w:bodyDiv w:val="1"/>
      <w:marLeft w:val="0"/>
      <w:marRight w:val="0"/>
      <w:marTop w:val="0"/>
      <w:marBottom w:val="0"/>
      <w:divBdr>
        <w:top w:val="none" w:sz="0" w:space="0" w:color="auto"/>
        <w:left w:val="none" w:sz="0" w:space="0" w:color="auto"/>
        <w:bottom w:val="none" w:sz="0" w:space="0" w:color="auto"/>
        <w:right w:val="none" w:sz="0" w:space="0" w:color="auto"/>
      </w:divBdr>
    </w:div>
    <w:div w:id="1185244167">
      <w:bodyDiv w:val="1"/>
      <w:marLeft w:val="0"/>
      <w:marRight w:val="0"/>
      <w:marTop w:val="0"/>
      <w:marBottom w:val="0"/>
      <w:divBdr>
        <w:top w:val="none" w:sz="0" w:space="0" w:color="auto"/>
        <w:left w:val="none" w:sz="0" w:space="0" w:color="auto"/>
        <w:bottom w:val="none" w:sz="0" w:space="0" w:color="auto"/>
        <w:right w:val="none" w:sz="0" w:space="0" w:color="auto"/>
      </w:divBdr>
    </w:div>
    <w:div w:id="1187325098">
      <w:bodyDiv w:val="1"/>
      <w:marLeft w:val="0"/>
      <w:marRight w:val="0"/>
      <w:marTop w:val="0"/>
      <w:marBottom w:val="0"/>
      <w:divBdr>
        <w:top w:val="none" w:sz="0" w:space="0" w:color="auto"/>
        <w:left w:val="none" w:sz="0" w:space="0" w:color="auto"/>
        <w:bottom w:val="none" w:sz="0" w:space="0" w:color="auto"/>
        <w:right w:val="none" w:sz="0" w:space="0" w:color="auto"/>
      </w:divBdr>
    </w:div>
    <w:div w:id="1197041032">
      <w:bodyDiv w:val="1"/>
      <w:marLeft w:val="0"/>
      <w:marRight w:val="0"/>
      <w:marTop w:val="0"/>
      <w:marBottom w:val="0"/>
      <w:divBdr>
        <w:top w:val="none" w:sz="0" w:space="0" w:color="auto"/>
        <w:left w:val="none" w:sz="0" w:space="0" w:color="auto"/>
        <w:bottom w:val="none" w:sz="0" w:space="0" w:color="auto"/>
        <w:right w:val="none" w:sz="0" w:space="0" w:color="auto"/>
      </w:divBdr>
      <w:divsChild>
        <w:div w:id="1849052417">
          <w:marLeft w:val="432"/>
          <w:marRight w:val="0"/>
          <w:marTop w:val="45"/>
          <w:marBottom w:val="0"/>
          <w:divBdr>
            <w:top w:val="none" w:sz="0" w:space="0" w:color="auto"/>
            <w:left w:val="none" w:sz="0" w:space="0" w:color="auto"/>
            <w:bottom w:val="none" w:sz="0" w:space="0" w:color="auto"/>
            <w:right w:val="none" w:sz="0" w:space="0" w:color="auto"/>
          </w:divBdr>
        </w:div>
      </w:divsChild>
    </w:div>
    <w:div w:id="1198544941">
      <w:bodyDiv w:val="1"/>
      <w:marLeft w:val="0"/>
      <w:marRight w:val="0"/>
      <w:marTop w:val="0"/>
      <w:marBottom w:val="0"/>
      <w:divBdr>
        <w:top w:val="none" w:sz="0" w:space="0" w:color="auto"/>
        <w:left w:val="none" w:sz="0" w:space="0" w:color="auto"/>
        <w:bottom w:val="none" w:sz="0" w:space="0" w:color="auto"/>
        <w:right w:val="none" w:sz="0" w:space="0" w:color="auto"/>
      </w:divBdr>
      <w:divsChild>
        <w:div w:id="26639365">
          <w:marLeft w:val="994"/>
          <w:marRight w:val="0"/>
          <w:marTop w:val="0"/>
          <w:marBottom w:val="0"/>
          <w:divBdr>
            <w:top w:val="none" w:sz="0" w:space="0" w:color="auto"/>
            <w:left w:val="none" w:sz="0" w:space="0" w:color="auto"/>
            <w:bottom w:val="none" w:sz="0" w:space="0" w:color="auto"/>
            <w:right w:val="none" w:sz="0" w:space="0" w:color="auto"/>
          </w:divBdr>
        </w:div>
        <w:div w:id="1766073252">
          <w:marLeft w:val="994"/>
          <w:marRight w:val="0"/>
          <w:marTop w:val="0"/>
          <w:marBottom w:val="0"/>
          <w:divBdr>
            <w:top w:val="none" w:sz="0" w:space="0" w:color="auto"/>
            <w:left w:val="none" w:sz="0" w:space="0" w:color="auto"/>
            <w:bottom w:val="none" w:sz="0" w:space="0" w:color="auto"/>
            <w:right w:val="none" w:sz="0" w:space="0" w:color="auto"/>
          </w:divBdr>
        </w:div>
        <w:div w:id="1268393358">
          <w:marLeft w:val="994"/>
          <w:marRight w:val="0"/>
          <w:marTop w:val="0"/>
          <w:marBottom w:val="0"/>
          <w:divBdr>
            <w:top w:val="none" w:sz="0" w:space="0" w:color="auto"/>
            <w:left w:val="none" w:sz="0" w:space="0" w:color="auto"/>
            <w:bottom w:val="none" w:sz="0" w:space="0" w:color="auto"/>
            <w:right w:val="none" w:sz="0" w:space="0" w:color="auto"/>
          </w:divBdr>
        </w:div>
      </w:divsChild>
    </w:div>
    <w:div w:id="1206481297">
      <w:bodyDiv w:val="1"/>
      <w:marLeft w:val="0"/>
      <w:marRight w:val="0"/>
      <w:marTop w:val="0"/>
      <w:marBottom w:val="0"/>
      <w:divBdr>
        <w:top w:val="none" w:sz="0" w:space="0" w:color="auto"/>
        <w:left w:val="none" w:sz="0" w:space="0" w:color="auto"/>
        <w:bottom w:val="none" w:sz="0" w:space="0" w:color="auto"/>
        <w:right w:val="none" w:sz="0" w:space="0" w:color="auto"/>
      </w:divBdr>
    </w:div>
    <w:div w:id="1206528115">
      <w:bodyDiv w:val="1"/>
      <w:marLeft w:val="0"/>
      <w:marRight w:val="0"/>
      <w:marTop w:val="0"/>
      <w:marBottom w:val="0"/>
      <w:divBdr>
        <w:top w:val="none" w:sz="0" w:space="0" w:color="auto"/>
        <w:left w:val="none" w:sz="0" w:space="0" w:color="auto"/>
        <w:bottom w:val="none" w:sz="0" w:space="0" w:color="auto"/>
        <w:right w:val="none" w:sz="0" w:space="0" w:color="auto"/>
      </w:divBdr>
      <w:divsChild>
        <w:div w:id="1463763589">
          <w:marLeft w:val="432"/>
          <w:marRight w:val="0"/>
          <w:marTop w:val="45"/>
          <w:marBottom w:val="0"/>
          <w:divBdr>
            <w:top w:val="none" w:sz="0" w:space="0" w:color="auto"/>
            <w:left w:val="none" w:sz="0" w:space="0" w:color="auto"/>
            <w:bottom w:val="none" w:sz="0" w:space="0" w:color="auto"/>
            <w:right w:val="none" w:sz="0" w:space="0" w:color="auto"/>
          </w:divBdr>
        </w:div>
        <w:div w:id="986397437">
          <w:marLeft w:val="778"/>
          <w:marRight w:val="0"/>
          <w:marTop w:val="45"/>
          <w:marBottom w:val="0"/>
          <w:divBdr>
            <w:top w:val="none" w:sz="0" w:space="0" w:color="auto"/>
            <w:left w:val="none" w:sz="0" w:space="0" w:color="auto"/>
            <w:bottom w:val="none" w:sz="0" w:space="0" w:color="auto"/>
            <w:right w:val="none" w:sz="0" w:space="0" w:color="auto"/>
          </w:divBdr>
        </w:div>
        <w:div w:id="1267008305">
          <w:marLeft w:val="432"/>
          <w:marRight w:val="0"/>
          <w:marTop w:val="45"/>
          <w:marBottom w:val="0"/>
          <w:divBdr>
            <w:top w:val="none" w:sz="0" w:space="0" w:color="auto"/>
            <w:left w:val="none" w:sz="0" w:space="0" w:color="auto"/>
            <w:bottom w:val="none" w:sz="0" w:space="0" w:color="auto"/>
            <w:right w:val="none" w:sz="0" w:space="0" w:color="auto"/>
          </w:divBdr>
        </w:div>
        <w:div w:id="577978652">
          <w:marLeft w:val="778"/>
          <w:marRight w:val="0"/>
          <w:marTop w:val="45"/>
          <w:marBottom w:val="0"/>
          <w:divBdr>
            <w:top w:val="none" w:sz="0" w:space="0" w:color="auto"/>
            <w:left w:val="none" w:sz="0" w:space="0" w:color="auto"/>
            <w:bottom w:val="none" w:sz="0" w:space="0" w:color="auto"/>
            <w:right w:val="none" w:sz="0" w:space="0" w:color="auto"/>
          </w:divBdr>
        </w:div>
        <w:div w:id="1948853150">
          <w:marLeft w:val="778"/>
          <w:marRight w:val="0"/>
          <w:marTop w:val="45"/>
          <w:marBottom w:val="0"/>
          <w:divBdr>
            <w:top w:val="none" w:sz="0" w:space="0" w:color="auto"/>
            <w:left w:val="none" w:sz="0" w:space="0" w:color="auto"/>
            <w:bottom w:val="none" w:sz="0" w:space="0" w:color="auto"/>
            <w:right w:val="none" w:sz="0" w:space="0" w:color="auto"/>
          </w:divBdr>
        </w:div>
        <w:div w:id="1998148687">
          <w:marLeft w:val="778"/>
          <w:marRight w:val="0"/>
          <w:marTop w:val="45"/>
          <w:marBottom w:val="0"/>
          <w:divBdr>
            <w:top w:val="none" w:sz="0" w:space="0" w:color="auto"/>
            <w:left w:val="none" w:sz="0" w:space="0" w:color="auto"/>
            <w:bottom w:val="none" w:sz="0" w:space="0" w:color="auto"/>
            <w:right w:val="none" w:sz="0" w:space="0" w:color="auto"/>
          </w:divBdr>
        </w:div>
        <w:div w:id="678854477">
          <w:marLeft w:val="432"/>
          <w:marRight w:val="0"/>
          <w:marTop w:val="45"/>
          <w:marBottom w:val="0"/>
          <w:divBdr>
            <w:top w:val="none" w:sz="0" w:space="0" w:color="auto"/>
            <w:left w:val="none" w:sz="0" w:space="0" w:color="auto"/>
            <w:bottom w:val="none" w:sz="0" w:space="0" w:color="auto"/>
            <w:right w:val="none" w:sz="0" w:space="0" w:color="auto"/>
          </w:divBdr>
        </w:div>
        <w:div w:id="1751195562">
          <w:marLeft w:val="432"/>
          <w:marRight w:val="0"/>
          <w:marTop w:val="45"/>
          <w:marBottom w:val="0"/>
          <w:divBdr>
            <w:top w:val="none" w:sz="0" w:space="0" w:color="auto"/>
            <w:left w:val="none" w:sz="0" w:space="0" w:color="auto"/>
            <w:bottom w:val="none" w:sz="0" w:space="0" w:color="auto"/>
            <w:right w:val="none" w:sz="0" w:space="0" w:color="auto"/>
          </w:divBdr>
        </w:div>
      </w:divsChild>
    </w:div>
    <w:div w:id="1207139137">
      <w:bodyDiv w:val="1"/>
      <w:marLeft w:val="0"/>
      <w:marRight w:val="0"/>
      <w:marTop w:val="0"/>
      <w:marBottom w:val="0"/>
      <w:divBdr>
        <w:top w:val="none" w:sz="0" w:space="0" w:color="auto"/>
        <w:left w:val="none" w:sz="0" w:space="0" w:color="auto"/>
        <w:bottom w:val="none" w:sz="0" w:space="0" w:color="auto"/>
        <w:right w:val="none" w:sz="0" w:space="0" w:color="auto"/>
      </w:divBdr>
    </w:div>
    <w:div w:id="1209682418">
      <w:bodyDiv w:val="1"/>
      <w:marLeft w:val="0"/>
      <w:marRight w:val="0"/>
      <w:marTop w:val="0"/>
      <w:marBottom w:val="0"/>
      <w:divBdr>
        <w:top w:val="none" w:sz="0" w:space="0" w:color="auto"/>
        <w:left w:val="none" w:sz="0" w:space="0" w:color="auto"/>
        <w:bottom w:val="none" w:sz="0" w:space="0" w:color="auto"/>
        <w:right w:val="none" w:sz="0" w:space="0" w:color="auto"/>
      </w:divBdr>
    </w:div>
    <w:div w:id="1214199039">
      <w:bodyDiv w:val="1"/>
      <w:marLeft w:val="0"/>
      <w:marRight w:val="0"/>
      <w:marTop w:val="0"/>
      <w:marBottom w:val="0"/>
      <w:divBdr>
        <w:top w:val="none" w:sz="0" w:space="0" w:color="auto"/>
        <w:left w:val="none" w:sz="0" w:space="0" w:color="auto"/>
        <w:bottom w:val="none" w:sz="0" w:space="0" w:color="auto"/>
        <w:right w:val="none" w:sz="0" w:space="0" w:color="auto"/>
      </w:divBdr>
    </w:div>
    <w:div w:id="1217014641">
      <w:bodyDiv w:val="1"/>
      <w:marLeft w:val="0"/>
      <w:marRight w:val="0"/>
      <w:marTop w:val="0"/>
      <w:marBottom w:val="0"/>
      <w:divBdr>
        <w:top w:val="none" w:sz="0" w:space="0" w:color="auto"/>
        <w:left w:val="none" w:sz="0" w:space="0" w:color="auto"/>
        <w:bottom w:val="none" w:sz="0" w:space="0" w:color="auto"/>
        <w:right w:val="none" w:sz="0" w:space="0" w:color="auto"/>
      </w:divBdr>
    </w:div>
    <w:div w:id="1222790159">
      <w:bodyDiv w:val="1"/>
      <w:marLeft w:val="0"/>
      <w:marRight w:val="0"/>
      <w:marTop w:val="0"/>
      <w:marBottom w:val="0"/>
      <w:divBdr>
        <w:top w:val="none" w:sz="0" w:space="0" w:color="auto"/>
        <w:left w:val="none" w:sz="0" w:space="0" w:color="auto"/>
        <w:bottom w:val="none" w:sz="0" w:space="0" w:color="auto"/>
        <w:right w:val="none" w:sz="0" w:space="0" w:color="auto"/>
      </w:divBdr>
    </w:div>
    <w:div w:id="1226648443">
      <w:bodyDiv w:val="1"/>
      <w:marLeft w:val="0"/>
      <w:marRight w:val="0"/>
      <w:marTop w:val="0"/>
      <w:marBottom w:val="0"/>
      <w:divBdr>
        <w:top w:val="none" w:sz="0" w:space="0" w:color="auto"/>
        <w:left w:val="none" w:sz="0" w:space="0" w:color="auto"/>
        <w:bottom w:val="none" w:sz="0" w:space="0" w:color="auto"/>
        <w:right w:val="none" w:sz="0" w:space="0" w:color="auto"/>
      </w:divBdr>
    </w:div>
    <w:div w:id="1229340114">
      <w:bodyDiv w:val="1"/>
      <w:marLeft w:val="0"/>
      <w:marRight w:val="0"/>
      <w:marTop w:val="0"/>
      <w:marBottom w:val="0"/>
      <w:divBdr>
        <w:top w:val="none" w:sz="0" w:space="0" w:color="auto"/>
        <w:left w:val="none" w:sz="0" w:space="0" w:color="auto"/>
        <w:bottom w:val="none" w:sz="0" w:space="0" w:color="auto"/>
        <w:right w:val="none" w:sz="0" w:space="0" w:color="auto"/>
      </w:divBdr>
    </w:div>
    <w:div w:id="1229724655">
      <w:bodyDiv w:val="1"/>
      <w:marLeft w:val="0"/>
      <w:marRight w:val="0"/>
      <w:marTop w:val="0"/>
      <w:marBottom w:val="0"/>
      <w:divBdr>
        <w:top w:val="none" w:sz="0" w:space="0" w:color="auto"/>
        <w:left w:val="none" w:sz="0" w:space="0" w:color="auto"/>
        <w:bottom w:val="none" w:sz="0" w:space="0" w:color="auto"/>
        <w:right w:val="none" w:sz="0" w:space="0" w:color="auto"/>
      </w:divBdr>
    </w:div>
    <w:div w:id="1244409521">
      <w:bodyDiv w:val="1"/>
      <w:marLeft w:val="0"/>
      <w:marRight w:val="0"/>
      <w:marTop w:val="0"/>
      <w:marBottom w:val="0"/>
      <w:divBdr>
        <w:top w:val="none" w:sz="0" w:space="0" w:color="auto"/>
        <w:left w:val="none" w:sz="0" w:space="0" w:color="auto"/>
        <w:bottom w:val="none" w:sz="0" w:space="0" w:color="auto"/>
        <w:right w:val="none" w:sz="0" w:space="0" w:color="auto"/>
      </w:divBdr>
    </w:div>
    <w:div w:id="1246376928">
      <w:bodyDiv w:val="1"/>
      <w:marLeft w:val="0"/>
      <w:marRight w:val="0"/>
      <w:marTop w:val="0"/>
      <w:marBottom w:val="0"/>
      <w:divBdr>
        <w:top w:val="none" w:sz="0" w:space="0" w:color="auto"/>
        <w:left w:val="none" w:sz="0" w:space="0" w:color="auto"/>
        <w:bottom w:val="none" w:sz="0" w:space="0" w:color="auto"/>
        <w:right w:val="none" w:sz="0" w:space="0" w:color="auto"/>
      </w:divBdr>
    </w:div>
    <w:div w:id="1246721998">
      <w:bodyDiv w:val="1"/>
      <w:marLeft w:val="0"/>
      <w:marRight w:val="0"/>
      <w:marTop w:val="0"/>
      <w:marBottom w:val="0"/>
      <w:divBdr>
        <w:top w:val="none" w:sz="0" w:space="0" w:color="auto"/>
        <w:left w:val="none" w:sz="0" w:space="0" w:color="auto"/>
        <w:bottom w:val="none" w:sz="0" w:space="0" w:color="auto"/>
        <w:right w:val="none" w:sz="0" w:space="0" w:color="auto"/>
      </w:divBdr>
    </w:div>
    <w:div w:id="1249777419">
      <w:bodyDiv w:val="1"/>
      <w:marLeft w:val="0"/>
      <w:marRight w:val="0"/>
      <w:marTop w:val="0"/>
      <w:marBottom w:val="0"/>
      <w:divBdr>
        <w:top w:val="none" w:sz="0" w:space="0" w:color="auto"/>
        <w:left w:val="none" w:sz="0" w:space="0" w:color="auto"/>
        <w:bottom w:val="none" w:sz="0" w:space="0" w:color="auto"/>
        <w:right w:val="none" w:sz="0" w:space="0" w:color="auto"/>
      </w:divBdr>
    </w:div>
    <w:div w:id="1253200920">
      <w:bodyDiv w:val="1"/>
      <w:marLeft w:val="0"/>
      <w:marRight w:val="0"/>
      <w:marTop w:val="0"/>
      <w:marBottom w:val="0"/>
      <w:divBdr>
        <w:top w:val="none" w:sz="0" w:space="0" w:color="auto"/>
        <w:left w:val="none" w:sz="0" w:space="0" w:color="auto"/>
        <w:bottom w:val="none" w:sz="0" w:space="0" w:color="auto"/>
        <w:right w:val="none" w:sz="0" w:space="0" w:color="auto"/>
      </w:divBdr>
    </w:div>
    <w:div w:id="1253245179">
      <w:bodyDiv w:val="1"/>
      <w:marLeft w:val="0"/>
      <w:marRight w:val="0"/>
      <w:marTop w:val="0"/>
      <w:marBottom w:val="0"/>
      <w:divBdr>
        <w:top w:val="none" w:sz="0" w:space="0" w:color="auto"/>
        <w:left w:val="none" w:sz="0" w:space="0" w:color="auto"/>
        <w:bottom w:val="none" w:sz="0" w:space="0" w:color="auto"/>
        <w:right w:val="none" w:sz="0" w:space="0" w:color="auto"/>
      </w:divBdr>
      <w:divsChild>
        <w:div w:id="395397456">
          <w:marLeft w:val="274"/>
          <w:marRight w:val="0"/>
          <w:marTop w:val="0"/>
          <w:marBottom w:val="0"/>
          <w:divBdr>
            <w:top w:val="none" w:sz="0" w:space="0" w:color="auto"/>
            <w:left w:val="none" w:sz="0" w:space="0" w:color="auto"/>
            <w:bottom w:val="none" w:sz="0" w:space="0" w:color="auto"/>
            <w:right w:val="none" w:sz="0" w:space="0" w:color="auto"/>
          </w:divBdr>
        </w:div>
        <w:div w:id="270404260">
          <w:marLeft w:val="274"/>
          <w:marRight w:val="0"/>
          <w:marTop w:val="0"/>
          <w:marBottom w:val="0"/>
          <w:divBdr>
            <w:top w:val="none" w:sz="0" w:space="0" w:color="auto"/>
            <w:left w:val="none" w:sz="0" w:space="0" w:color="auto"/>
            <w:bottom w:val="none" w:sz="0" w:space="0" w:color="auto"/>
            <w:right w:val="none" w:sz="0" w:space="0" w:color="auto"/>
          </w:divBdr>
        </w:div>
      </w:divsChild>
    </w:div>
    <w:div w:id="1254972925">
      <w:bodyDiv w:val="1"/>
      <w:marLeft w:val="0"/>
      <w:marRight w:val="0"/>
      <w:marTop w:val="0"/>
      <w:marBottom w:val="0"/>
      <w:divBdr>
        <w:top w:val="none" w:sz="0" w:space="0" w:color="auto"/>
        <w:left w:val="none" w:sz="0" w:space="0" w:color="auto"/>
        <w:bottom w:val="none" w:sz="0" w:space="0" w:color="auto"/>
        <w:right w:val="none" w:sz="0" w:space="0" w:color="auto"/>
      </w:divBdr>
      <w:divsChild>
        <w:div w:id="362752598">
          <w:marLeft w:val="274"/>
          <w:marRight w:val="0"/>
          <w:marTop w:val="0"/>
          <w:marBottom w:val="0"/>
          <w:divBdr>
            <w:top w:val="none" w:sz="0" w:space="0" w:color="auto"/>
            <w:left w:val="none" w:sz="0" w:space="0" w:color="auto"/>
            <w:bottom w:val="none" w:sz="0" w:space="0" w:color="auto"/>
            <w:right w:val="none" w:sz="0" w:space="0" w:color="auto"/>
          </w:divBdr>
        </w:div>
        <w:div w:id="2118720369">
          <w:marLeft w:val="994"/>
          <w:marRight w:val="0"/>
          <w:marTop w:val="0"/>
          <w:marBottom w:val="0"/>
          <w:divBdr>
            <w:top w:val="none" w:sz="0" w:space="0" w:color="auto"/>
            <w:left w:val="none" w:sz="0" w:space="0" w:color="auto"/>
            <w:bottom w:val="none" w:sz="0" w:space="0" w:color="auto"/>
            <w:right w:val="none" w:sz="0" w:space="0" w:color="auto"/>
          </w:divBdr>
        </w:div>
        <w:div w:id="2056658029">
          <w:marLeft w:val="274"/>
          <w:marRight w:val="0"/>
          <w:marTop w:val="0"/>
          <w:marBottom w:val="0"/>
          <w:divBdr>
            <w:top w:val="none" w:sz="0" w:space="0" w:color="auto"/>
            <w:left w:val="none" w:sz="0" w:space="0" w:color="auto"/>
            <w:bottom w:val="none" w:sz="0" w:space="0" w:color="auto"/>
            <w:right w:val="none" w:sz="0" w:space="0" w:color="auto"/>
          </w:divBdr>
        </w:div>
        <w:div w:id="830097047">
          <w:marLeft w:val="274"/>
          <w:marRight w:val="0"/>
          <w:marTop w:val="0"/>
          <w:marBottom w:val="0"/>
          <w:divBdr>
            <w:top w:val="none" w:sz="0" w:space="0" w:color="auto"/>
            <w:left w:val="none" w:sz="0" w:space="0" w:color="auto"/>
            <w:bottom w:val="none" w:sz="0" w:space="0" w:color="auto"/>
            <w:right w:val="none" w:sz="0" w:space="0" w:color="auto"/>
          </w:divBdr>
        </w:div>
        <w:div w:id="600181547">
          <w:marLeft w:val="1166"/>
          <w:marRight w:val="0"/>
          <w:marTop w:val="0"/>
          <w:marBottom w:val="0"/>
          <w:divBdr>
            <w:top w:val="none" w:sz="0" w:space="0" w:color="auto"/>
            <w:left w:val="none" w:sz="0" w:space="0" w:color="auto"/>
            <w:bottom w:val="none" w:sz="0" w:space="0" w:color="auto"/>
            <w:right w:val="none" w:sz="0" w:space="0" w:color="auto"/>
          </w:divBdr>
        </w:div>
        <w:div w:id="1071974171">
          <w:marLeft w:val="1166"/>
          <w:marRight w:val="0"/>
          <w:marTop w:val="0"/>
          <w:marBottom w:val="0"/>
          <w:divBdr>
            <w:top w:val="none" w:sz="0" w:space="0" w:color="auto"/>
            <w:left w:val="none" w:sz="0" w:space="0" w:color="auto"/>
            <w:bottom w:val="none" w:sz="0" w:space="0" w:color="auto"/>
            <w:right w:val="none" w:sz="0" w:space="0" w:color="auto"/>
          </w:divBdr>
        </w:div>
        <w:div w:id="235434989">
          <w:marLeft w:val="1800"/>
          <w:marRight w:val="0"/>
          <w:marTop w:val="0"/>
          <w:marBottom w:val="0"/>
          <w:divBdr>
            <w:top w:val="none" w:sz="0" w:space="0" w:color="auto"/>
            <w:left w:val="none" w:sz="0" w:space="0" w:color="auto"/>
            <w:bottom w:val="none" w:sz="0" w:space="0" w:color="auto"/>
            <w:right w:val="none" w:sz="0" w:space="0" w:color="auto"/>
          </w:divBdr>
        </w:div>
        <w:div w:id="837577823">
          <w:marLeft w:val="1800"/>
          <w:marRight w:val="0"/>
          <w:marTop w:val="0"/>
          <w:marBottom w:val="0"/>
          <w:divBdr>
            <w:top w:val="none" w:sz="0" w:space="0" w:color="auto"/>
            <w:left w:val="none" w:sz="0" w:space="0" w:color="auto"/>
            <w:bottom w:val="none" w:sz="0" w:space="0" w:color="auto"/>
            <w:right w:val="none" w:sz="0" w:space="0" w:color="auto"/>
          </w:divBdr>
        </w:div>
        <w:div w:id="1126199600">
          <w:marLeft w:val="1800"/>
          <w:marRight w:val="0"/>
          <w:marTop w:val="0"/>
          <w:marBottom w:val="0"/>
          <w:divBdr>
            <w:top w:val="none" w:sz="0" w:space="0" w:color="auto"/>
            <w:left w:val="none" w:sz="0" w:space="0" w:color="auto"/>
            <w:bottom w:val="none" w:sz="0" w:space="0" w:color="auto"/>
            <w:right w:val="none" w:sz="0" w:space="0" w:color="auto"/>
          </w:divBdr>
        </w:div>
        <w:div w:id="675809643">
          <w:marLeft w:val="1800"/>
          <w:marRight w:val="0"/>
          <w:marTop w:val="0"/>
          <w:marBottom w:val="0"/>
          <w:divBdr>
            <w:top w:val="none" w:sz="0" w:space="0" w:color="auto"/>
            <w:left w:val="none" w:sz="0" w:space="0" w:color="auto"/>
            <w:bottom w:val="none" w:sz="0" w:space="0" w:color="auto"/>
            <w:right w:val="none" w:sz="0" w:space="0" w:color="auto"/>
          </w:divBdr>
        </w:div>
        <w:div w:id="635838107">
          <w:marLeft w:val="274"/>
          <w:marRight w:val="0"/>
          <w:marTop w:val="0"/>
          <w:marBottom w:val="0"/>
          <w:divBdr>
            <w:top w:val="none" w:sz="0" w:space="0" w:color="auto"/>
            <w:left w:val="none" w:sz="0" w:space="0" w:color="auto"/>
            <w:bottom w:val="none" w:sz="0" w:space="0" w:color="auto"/>
            <w:right w:val="none" w:sz="0" w:space="0" w:color="auto"/>
          </w:divBdr>
        </w:div>
        <w:div w:id="1859808769">
          <w:marLeft w:val="994"/>
          <w:marRight w:val="0"/>
          <w:marTop w:val="0"/>
          <w:marBottom w:val="0"/>
          <w:divBdr>
            <w:top w:val="none" w:sz="0" w:space="0" w:color="auto"/>
            <w:left w:val="none" w:sz="0" w:space="0" w:color="auto"/>
            <w:bottom w:val="none" w:sz="0" w:space="0" w:color="auto"/>
            <w:right w:val="none" w:sz="0" w:space="0" w:color="auto"/>
          </w:divBdr>
        </w:div>
        <w:div w:id="1098990455">
          <w:marLeft w:val="994"/>
          <w:marRight w:val="0"/>
          <w:marTop w:val="0"/>
          <w:marBottom w:val="0"/>
          <w:divBdr>
            <w:top w:val="none" w:sz="0" w:space="0" w:color="auto"/>
            <w:left w:val="none" w:sz="0" w:space="0" w:color="auto"/>
            <w:bottom w:val="none" w:sz="0" w:space="0" w:color="auto"/>
            <w:right w:val="none" w:sz="0" w:space="0" w:color="auto"/>
          </w:divBdr>
        </w:div>
      </w:divsChild>
    </w:div>
    <w:div w:id="1256397905">
      <w:bodyDiv w:val="1"/>
      <w:marLeft w:val="0"/>
      <w:marRight w:val="0"/>
      <w:marTop w:val="0"/>
      <w:marBottom w:val="0"/>
      <w:divBdr>
        <w:top w:val="none" w:sz="0" w:space="0" w:color="auto"/>
        <w:left w:val="none" w:sz="0" w:space="0" w:color="auto"/>
        <w:bottom w:val="none" w:sz="0" w:space="0" w:color="auto"/>
        <w:right w:val="none" w:sz="0" w:space="0" w:color="auto"/>
      </w:divBdr>
    </w:div>
    <w:div w:id="1257665723">
      <w:bodyDiv w:val="1"/>
      <w:marLeft w:val="0"/>
      <w:marRight w:val="0"/>
      <w:marTop w:val="0"/>
      <w:marBottom w:val="0"/>
      <w:divBdr>
        <w:top w:val="none" w:sz="0" w:space="0" w:color="auto"/>
        <w:left w:val="none" w:sz="0" w:space="0" w:color="auto"/>
        <w:bottom w:val="none" w:sz="0" w:space="0" w:color="auto"/>
        <w:right w:val="none" w:sz="0" w:space="0" w:color="auto"/>
      </w:divBdr>
    </w:div>
    <w:div w:id="1259677515">
      <w:bodyDiv w:val="1"/>
      <w:marLeft w:val="0"/>
      <w:marRight w:val="0"/>
      <w:marTop w:val="0"/>
      <w:marBottom w:val="0"/>
      <w:divBdr>
        <w:top w:val="none" w:sz="0" w:space="0" w:color="auto"/>
        <w:left w:val="none" w:sz="0" w:space="0" w:color="auto"/>
        <w:bottom w:val="none" w:sz="0" w:space="0" w:color="auto"/>
        <w:right w:val="none" w:sz="0" w:space="0" w:color="auto"/>
      </w:divBdr>
    </w:div>
    <w:div w:id="1259758048">
      <w:bodyDiv w:val="1"/>
      <w:marLeft w:val="0"/>
      <w:marRight w:val="0"/>
      <w:marTop w:val="0"/>
      <w:marBottom w:val="0"/>
      <w:divBdr>
        <w:top w:val="none" w:sz="0" w:space="0" w:color="auto"/>
        <w:left w:val="none" w:sz="0" w:space="0" w:color="auto"/>
        <w:bottom w:val="none" w:sz="0" w:space="0" w:color="auto"/>
        <w:right w:val="none" w:sz="0" w:space="0" w:color="auto"/>
      </w:divBdr>
    </w:div>
    <w:div w:id="1266614880">
      <w:bodyDiv w:val="1"/>
      <w:marLeft w:val="0"/>
      <w:marRight w:val="0"/>
      <w:marTop w:val="0"/>
      <w:marBottom w:val="0"/>
      <w:divBdr>
        <w:top w:val="none" w:sz="0" w:space="0" w:color="auto"/>
        <w:left w:val="none" w:sz="0" w:space="0" w:color="auto"/>
        <w:bottom w:val="none" w:sz="0" w:space="0" w:color="auto"/>
        <w:right w:val="none" w:sz="0" w:space="0" w:color="auto"/>
      </w:divBdr>
      <w:divsChild>
        <w:div w:id="1019700670">
          <w:marLeft w:val="274"/>
          <w:marRight w:val="0"/>
          <w:marTop w:val="0"/>
          <w:marBottom w:val="0"/>
          <w:divBdr>
            <w:top w:val="none" w:sz="0" w:space="0" w:color="auto"/>
            <w:left w:val="none" w:sz="0" w:space="0" w:color="auto"/>
            <w:bottom w:val="none" w:sz="0" w:space="0" w:color="auto"/>
            <w:right w:val="none" w:sz="0" w:space="0" w:color="auto"/>
          </w:divBdr>
        </w:div>
        <w:div w:id="592395583">
          <w:marLeft w:val="274"/>
          <w:marRight w:val="0"/>
          <w:marTop w:val="0"/>
          <w:marBottom w:val="0"/>
          <w:divBdr>
            <w:top w:val="none" w:sz="0" w:space="0" w:color="auto"/>
            <w:left w:val="none" w:sz="0" w:space="0" w:color="auto"/>
            <w:bottom w:val="none" w:sz="0" w:space="0" w:color="auto"/>
            <w:right w:val="none" w:sz="0" w:space="0" w:color="auto"/>
          </w:divBdr>
        </w:div>
        <w:div w:id="1655601101">
          <w:marLeft w:val="994"/>
          <w:marRight w:val="0"/>
          <w:marTop w:val="0"/>
          <w:marBottom w:val="0"/>
          <w:divBdr>
            <w:top w:val="none" w:sz="0" w:space="0" w:color="auto"/>
            <w:left w:val="none" w:sz="0" w:space="0" w:color="auto"/>
            <w:bottom w:val="none" w:sz="0" w:space="0" w:color="auto"/>
            <w:right w:val="none" w:sz="0" w:space="0" w:color="auto"/>
          </w:divBdr>
        </w:div>
        <w:div w:id="1535919613">
          <w:marLeft w:val="994"/>
          <w:marRight w:val="0"/>
          <w:marTop w:val="0"/>
          <w:marBottom w:val="0"/>
          <w:divBdr>
            <w:top w:val="none" w:sz="0" w:space="0" w:color="auto"/>
            <w:left w:val="none" w:sz="0" w:space="0" w:color="auto"/>
            <w:bottom w:val="none" w:sz="0" w:space="0" w:color="auto"/>
            <w:right w:val="none" w:sz="0" w:space="0" w:color="auto"/>
          </w:divBdr>
        </w:div>
        <w:div w:id="658845353">
          <w:marLeft w:val="994"/>
          <w:marRight w:val="0"/>
          <w:marTop w:val="0"/>
          <w:marBottom w:val="0"/>
          <w:divBdr>
            <w:top w:val="none" w:sz="0" w:space="0" w:color="auto"/>
            <w:left w:val="none" w:sz="0" w:space="0" w:color="auto"/>
            <w:bottom w:val="none" w:sz="0" w:space="0" w:color="auto"/>
            <w:right w:val="none" w:sz="0" w:space="0" w:color="auto"/>
          </w:divBdr>
        </w:div>
        <w:div w:id="318388843">
          <w:marLeft w:val="994"/>
          <w:marRight w:val="0"/>
          <w:marTop w:val="0"/>
          <w:marBottom w:val="0"/>
          <w:divBdr>
            <w:top w:val="none" w:sz="0" w:space="0" w:color="auto"/>
            <w:left w:val="none" w:sz="0" w:space="0" w:color="auto"/>
            <w:bottom w:val="none" w:sz="0" w:space="0" w:color="auto"/>
            <w:right w:val="none" w:sz="0" w:space="0" w:color="auto"/>
          </w:divBdr>
        </w:div>
        <w:div w:id="994839880">
          <w:marLeft w:val="994"/>
          <w:marRight w:val="0"/>
          <w:marTop w:val="0"/>
          <w:marBottom w:val="0"/>
          <w:divBdr>
            <w:top w:val="none" w:sz="0" w:space="0" w:color="auto"/>
            <w:left w:val="none" w:sz="0" w:space="0" w:color="auto"/>
            <w:bottom w:val="none" w:sz="0" w:space="0" w:color="auto"/>
            <w:right w:val="none" w:sz="0" w:space="0" w:color="auto"/>
          </w:divBdr>
        </w:div>
        <w:div w:id="1716923350">
          <w:marLeft w:val="274"/>
          <w:marRight w:val="0"/>
          <w:marTop w:val="0"/>
          <w:marBottom w:val="0"/>
          <w:divBdr>
            <w:top w:val="none" w:sz="0" w:space="0" w:color="auto"/>
            <w:left w:val="none" w:sz="0" w:space="0" w:color="auto"/>
            <w:bottom w:val="none" w:sz="0" w:space="0" w:color="auto"/>
            <w:right w:val="none" w:sz="0" w:space="0" w:color="auto"/>
          </w:divBdr>
        </w:div>
      </w:divsChild>
    </w:div>
    <w:div w:id="1271085748">
      <w:bodyDiv w:val="1"/>
      <w:marLeft w:val="0"/>
      <w:marRight w:val="0"/>
      <w:marTop w:val="0"/>
      <w:marBottom w:val="0"/>
      <w:divBdr>
        <w:top w:val="none" w:sz="0" w:space="0" w:color="auto"/>
        <w:left w:val="none" w:sz="0" w:space="0" w:color="auto"/>
        <w:bottom w:val="none" w:sz="0" w:space="0" w:color="auto"/>
        <w:right w:val="none" w:sz="0" w:space="0" w:color="auto"/>
      </w:divBdr>
      <w:divsChild>
        <w:div w:id="1565480897">
          <w:marLeft w:val="432"/>
          <w:marRight w:val="0"/>
          <w:marTop w:val="45"/>
          <w:marBottom w:val="0"/>
          <w:divBdr>
            <w:top w:val="none" w:sz="0" w:space="0" w:color="auto"/>
            <w:left w:val="none" w:sz="0" w:space="0" w:color="auto"/>
            <w:bottom w:val="none" w:sz="0" w:space="0" w:color="auto"/>
            <w:right w:val="none" w:sz="0" w:space="0" w:color="auto"/>
          </w:divBdr>
        </w:div>
        <w:div w:id="522978413">
          <w:marLeft w:val="778"/>
          <w:marRight w:val="0"/>
          <w:marTop w:val="45"/>
          <w:marBottom w:val="0"/>
          <w:divBdr>
            <w:top w:val="none" w:sz="0" w:space="0" w:color="auto"/>
            <w:left w:val="none" w:sz="0" w:space="0" w:color="auto"/>
            <w:bottom w:val="none" w:sz="0" w:space="0" w:color="auto"/>
            <w:right w:val="none" w:sz="0" w:space="0" w:color="auto"/>
          </w:divBdr>
        </w:div>
        <w:div w:id="1321692320">
          <w:marLeft w:val="778"/>
          <w:marRight w:val="0"/>
          <w:marTop w:val="45"/>
          <w:marBottom w:val="0"/>
          <w:divBdr>
            <w:top w:val="none" w:sz="0" w:space="0" w:color="auto"/>
            <w:left w:val="none" w:sz="0" w:space="0" w:color="auto"/>
            <w:bottom w:val="none" w:sz="0" w:space="0" w:color="auto"/>
            <w:right w:val="none" w:sz="0" w:space="0" w:color="auto"/>
          </w:divBdr>
        </w:div>
      </w:divsChild>
    </w:div>
    <w:div w:id="1272316923">
      <w:bodyDiv w:val="1"/>
      <w:marLeft w:val="0"/>
      <w:marRight w:val="0"/>
      <w:marTop w:val="0"/>
      <w:marBottom w:val="0"/>
      <w:divBdr>
        <w:top w:val="none" w:sz="0" w:space="0" w:color="auto"/>
        <w:left w:val="none" w:sz="0" w:space="0" w:color="auto"/>
        <w:bottom w:val="none" w:sz="0" w:space="0" w:color="auto"/>
        <w:right w:val="none" w:sz="0" w:space="0" w:color="auto"/>
      </w:divBdr>
    </w:div>
    <w:div w:id="1281765196">
      <w:bodyDiv w:val="1"/>
      <w:marLeft w:val="0"/>
      <w:marRight w:val="0"/>
      <w:marTop w:val="0"/>
      <w:marBottom w:val="0"/>
      <w:divBdr>
        <w:top w:val="none" w:sz="0" w:space="0" w:color="auto"/>
        <w:left w:val="none" w:sz="0" w:space="0" w:color="auto"/>
        <w:bottom w:val="none" w:sz="0" w:space="0" w:color="auto"/>
        <w:right w:val="none" w:sz="0" w:space="0" w:color="auto"/>
      </w:divBdr>
    </w:div>
    <w:div w:id="1285187890">
      <w:bodyDiv w:val="1"/>
      <w:marLeft w:val="0"/>
      <w:marRight w:val="0"/>
      <w:marTop w:val="0"/>
      <w:marBottom w:val="0"/>
      <w:divBdr>
        <w:top w:val="none" w:sz="0" w:space="0" w:color="auto"/>
        <w:left w:val="none" w:sz="0" w:space="0" w:color="auto"/>
        <w:bottom w:val="none" w:sz="0" w:space="0" w:color="auto"/>
        <w:right w:val="none" w:sz="0" w:space="0" w:color="auto"/>
      </w:divBdr>
    </w:div>
    <w:div w:id="1289699861">
      <w:bodyDiv w:val="1"/>
      <w:marLeft w:val="0"/>
      <w:marRight w:val="0"/>
      <w:marTop w:val="0"/>
      <w:marBottom w:val="0"/>
      <w:divBdr>
        <w:top w:val="none" w:sz="0" w:space="0" w:color="auto"/>
        <w:left w:val="none" w:sz="0" w:space="0" w:color="auto"/>
        <w:bottom w:val="none" w:sz="0" w:space="0" w:color="auto"/>
        <w:right w:val="none" w:sz="0" w:space="0" w:color="auto"/>
      </w:divBdr>
    </w:div>
    <w:div w:id="1289817945">
      <w:bodyDiv w:val="1"/>
      <w:marLeft w:val="0"/>
      <w:marRight w:val="0"/>
      <w:marTop w:val="0"/>
      <w:marBottom w:val="0"/>
      <w:divBdr>
        <w:top w:val="none" w:sz="0" w:space="0" w:color="auto"/>
        <w:left w:val="none" w:sz="0" w:space="0" w:color="auto"/>
        <w:bottom w:val="none" w:sz="0" w:space="0" w:color="auto"/>
        <w:right w:val="none" w:sz="0" w:space="0" w:color="auto"/>
      </w:divBdr>
    </w:div>
    <w:div w:id="1289897180">
      <w:bodyDiv w:val="1"/>
      <w:marLeft w:val="0"/>
      <w:marRight w:val="0"/>
      <w:marTop w:val="0"/>
      <w:marBottom w:val="0"/>
      <w:divBdr>
        <w:top w:val="none" w:sz="0" w:space="0" w:color="auto"/>
        <w:left w:val="none" w:sz="0" w:space="0" w:color="auto"/>
        <w:bottom w:val="none" w:sz="0" w:space="0" w:color="auto"/>
        <w:right w:val="none" w:sz="0" w:space="0" w:color="auto"/>
      </w:divBdr>
    </w:div>
    <w:div w:id="1292008465">
      <w:bodyDiv w:val="1"/>
      <w:marLeft w:val="0"/>
      <w:marRight w:val="0"/>
      <w:marTop w:val="0"/>
      <w:marBottom w:val="0"/>
      <w:divBdr>
        <w:top w:val="none" w:sz="0" w:space="0" w:color="auto"/>
        <w:left w:val="none" w:sz="0" w:space="0" w:color="auto"/>
        <w:bottom w:val="none" w:sz="0" w:space="0" w:color="auto"/>
        <w:right w:val="none" w:sz="0" w:space="0" w:color="auto"/>
      </w:divBdr>
    </w:div>
    <w:div w:id="1293560785">
      <w:bodyDiv w:val="1"/>
      <w:marLeft w:val="0"/>
      <w:marRight w:val="0"/>
      <w:marTop w:val="0"/>
      <w:marBottom w:val="0"/>
      <w:divBdr>
        <w:top w:val="none" w:sz="0" w:space="0" w:color="auto"/>
        <w:left w:val="none" w:sz="0" w:space="0" w:color="auto"/>
        <w:bottom w:val="none" w:sz="0" w:space="0" w:color="auto"/>
        <w:right w:val="none" w:sz="0" w:space="0" w:color="auto"/>
      </w:divBdr>
    </w:div>
    <w:div w:id="1294365455">
      <w:bodyDiv w:val="1"/>
      <w:marLeft w:val="0"/>
      <w:marRight w:val="0"/>
      <w:marTop w:val="0"/>
      <w:marBottom w:val="0"/>
      <w:divBdr>
        <w:top w:val="none" w:sz="0" w:space="0" w:color="auto"/>
        <w:left w:val="none" w:sz="0" w:space="0" w:color="auto"/>
        <w:bottom w:val="none" w:sz="0" w:space="0" w:color="auto"/>
        <w:right w:val="none" w:sz="0" w:space="0" w:color="auto"/>
      </w:divBdr>
    </w:div>
    <w:div w:id="1302031425">
      <w:bodyDiv w:val="1"/>
      <w:marLeft w:val="0"/>
      <w:marRight w:val="0"/>
      <w:marTop w:val="0"/>
      <w:marBottom w:val="0"/>
      <w:divBdr>
        <w:top w:val="none" w:sz="0" w:space="0" w:color="auto"/>
        <w:left w:val="none" w:sz="0" w:space="0" w:color="auto"/>
        <w:bottom w:val="none" w:sz="0" w:space="0" w:color="auto"/>
        <w:right w:val="none" w:sz="0" w:space="0" w:color="auto"/>
      </w:divBdr>
    </w:div>
    <w:div w:id="1306354662">
      <w:bodyDiv w:val="1"/>
      <w:marLeft w:val="0"/>
      <w:marRight w:val="0"/>
      <w:marTop w:val="0"/>
      <w:marBottom w:val="0"/>
      <w:divBdr>
        <w:top w:val="none" w:sz="0" w:space="0" w:color="auto"/>
        <w:left w:val="none" w:sz="0" w:space="0" w:color="auto"/>
        <w:bottom w:val="none" w:sz="0" w:space="0" w:color="auto"/>
        <w:right w:val="none" w:sz="0" w:space="0" w:color="auto"/>
      </w:divBdr>
    </w:div>
    <w:div w:id="1311591030">
      <w:bodyDiv w:val="1"/>
      <w:marLeft w:val="0"/>
      <w:marRight w:val="0"/>
      <w:marTop w:val="0"/>
      <w:marBottom w:val="0"/>
      <w:divBdr>
        <w:top w:val="none" w:sz="0" w:space="0" w:color="auto"/>
        <w:left w:val="none" w:sz="0" w:space="0" w:color="auto"/>
        <w:bottom w:val="none" w:sz="0" w:space="0" w:color="auto"/>
        <w:right w:val="none" w:sz="0" w:space="0" w:color="auto"/>
      </w:divBdr>
    </w:div>
    <w:div w:id="1312178473">
      <w:bodyDiv w:val="1"/>
      <w:marLeft w:val="0"/>
      <w:marRight w:val="0"/>
      <w:marTop w:val="0"/>
      <w:marBottom w:val="0"/>
      <w:divBdr>
        <w:top w:val="none" w:sz="0" w:space="0" w:color="auto"/>
        <w:left w:val="none" w:sz="0" w:space="0" w:color="auto"/>
        <w:bottom w:val="none" w:sz="0" w:space="0" w:color="auto"/>
        <w:right w:val="none" w:sz="0" w:space="0" w:color="auto"/>
      </w:divBdr>
    </w:div>
    <w:div w:id="1319770340">
      <w:bodyDiv w:val="1"/>
      <w:marLeft w:val="0"/>
      <w:marRight w:val="0"/>
      <w:marTop w:val="0"/>
      <w:marBottom w:val="0"/>
      <w:divBdr>
        <w:top w:val="none" w:sz="0" w:space="0" w:color="auto"/>
        <w:left w:val="none" w:sz="0" w:space="0" w:color="auto"/>
        <w:bottom w:val="none" w:sz="0" w:space="0" w:color="auto"/>
        <w:right w:val="none" w:sz="0" w:space="0" w:color="auto"/>
      </w:divBdr>
      <w:divsChild>
        <w:div w:id="1787314384">
          <w:marLeft w:val="994"/>
          <w:marRight w:val="0"/>
          <w:marTop w:val="0"/>
          <w:marBottom w:val="0"/>
          <w:divBdr>
            <w:top w:val="none" w:sz="0" w:space="0" w:color="auto"/>
            <w:left w:val="none" w:sz="0" w:space="0" w:color="auto"/>
            <w:bottom w:val="none" w:sz="0" w:space="0" w:color="auto"/>
            <w:right w:val="none" w:sz="0" w:space="0" w:color="auto"/>
          </w:divBdr>
        </w:div>
        <w:div w:id="1360158218">
          <w:marLeft w:val="994"/>
          <w:marRight w:val="0"/>
          <w:marTop w:val="0"/>
          <w:marBottom w:val="0"/>
          <w:divBdr>
            <w:top w:val="none" w:sz="0" w:space="0" w:color="auto"/>
            <w:left w:val="none" w:sz="0" w:space="0" w:color="auto"/>
            <w:bottom w:val="none" w:sz="0" w:space="0" w:color="auto"/>
            <w:right w:val="none" w:sz="0" w:space="0" w:color="auto"/>
          </w:divBdr>
        </w:div>
      </w:divsChild>
    </w:div>
    <w:div w:id="1323847270">
      <w:bodyDiv w:val="1"/>
      <w:marLeft w:val="0"/>
      <w:marRight w:val="0"/>
      <w:marTop w:val="0"/>
      <w:marBottom w:val="0"/>
      <w:divBdr>
        <w:top w:val="none" w:sz="0" w:space="0" w:color="auto"/>
        <w:left w:val="none" w:sz="0" w:space="0" w:color="auto"/>
        <w:bottom w:val="none" w:sz="0" w:space="0" w:color="auto"/>
        <w:right w:val="none" w:sz="0" w:space="0" w:color="auto"/>
      </w:divBdr>
      <w:divsChild>
        <w:div w:id="1454709624">
          <w:marLeft w:val="432"/>
          <w:marRight w:val="0"/>
          <w:marTop w:val="45"/>
          <w:marBottom w:val="0"/>
          <w:divBdr>
            <w:top w:val="none" w:sz="0" w:space="0" w:color="auto"/>
            <w:left w:val="none" w:sz="0" w:space="0" w:color="auto"/>
            <w:bottom w:val="none" w:sz="0" w:space="0" w:color="auto"/>
            <w:right w:val="none" w:sz="0" w:space="0" w:color="auto"/>
          </w:divBdr>
        </w:div>
      </w:divsChild>
    </w:div>
    <w:div w:id="1331181828">
      <w:bodyDiv w:val="1"/>
      <w:marLeft w:val="0"/>
      <w:marRight w:val="0"/>
      <w:marTop w:val="0"/>
      <w:marBottom w:val="0"/>
      <w:divBdr>
        <w:top w:val="none" w:sz="0" w:space="0" w:color="auto"/>
        <w:left w:val="none" w:sz="0" w:space="0" w:color="auto"/>
        <w:bottom w:val="none" w:sz="0" w:space="0" w:color="auto"/>
        <w:right w:val="none" w:sz="0" w:space="0" w:color="auto"/>
      </w:divBdr>
    </w:div>
    <w:div w:id="1336345284">
      <w:bodyDiv w:val="1"/>
      <w:marLeft w:val="0"/>
      <w:marRight w:val="0"/>
      <w:marTop w:val="0"/>
      <w:marBottom w:val="0"/>
      <w:divBdr>
        <w:top w:val="none" w:sz="0" w:space="0" w:color="auto"/>
        <w:left w:val="none" w:sz="0" w:space="0" w:color="auto"/>
        <w:bottom w:val="none" w:sz="0" w:space="0" w:color="auto"/>
        <w:right w:val="none" w:sz="0" w:space="0" w:color="auto"/>
      </w:divBdr>
    </w:div>
    <w:div w:id="1336876975">
      <w:bodyDiv w:val="1"/>
      <w:marLeft w:val="0"/>
      <w:marRight w:val="0"/>
      <w:marTop w:val="0"/>
      <w:marBottom w:val="0"/>
      <w:divBdr>
        <w:top w:val="none" w:sz="0" w:space="0" w:color="auto"/>
        <w:left w:val="none" w:sz="0" w:space="0" w:color="auto"/>
        <w:bottom w:val="none" w:sz="0" w:space="0" w:color="auto"/>
        <w:right w:val="none" w:sz="0" w:space="0" w:color="auto"/>
      </w:divBdr>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338730535">
      <w:bodyDiv w:val="1"/>
      <w:marLeft w:val="0"/>
      <w:marRight w:val="0"/>
      <w:marTop w:val="0"/>
      <w:marBottom w:val="0"/>
      <w:divBdr>
        <w:top w:val="none" w:sz="0" w:space="0" w:color="auto"/>
        <w:left w:val="none" w:sz="0" w:space="0" w:color="auto"/>
        <w:bottom w:val="none" w:sz="0" w:space="0" w:color="auto"/>
        <w:right w:val="none" w:sz="0" w:space="0" w:color="auto"/>
      </w:divBdr>
    </w:div>
    <w:div w:id="1341279347">
      <w:bodyDiv w:val="1"/>
      <w:marLeft w:val="0"/>
      <w:marRight w:val="0"/>
      <w:marTop w:val="0"/>
      <w:marBottom w:val="0"/>
      <w:divBdr>
        <w:top w:val="none" w:sz="0" w:space="0" w:color="auto"/>
        <w:left w:val="none" w:sz="0" w:space="0" w:color="auto"/>
        <w:bottom w:val="none" w:sz="0" w:space="0" w:color="auto"/>
        <w:right w:val="none" w:sz="0" w:space="0" w:color="auto"/>
      </w:divBdr>
    </w:div>
    <w:div w:id="1342584402">
      <w:bodyDiv w:val="1"/>
      <w:marLeft w:val="0"/>
      <w:marRight w:val="0"/>
      <w:marTop w:val="0"/>
      <w:marBottom w:val="0"/>
      <w:divBdr>
        <w:top w:val="none" w:sz="0" w:space="0" w:color="auto"/>
        <w:left w:val="none" w:sz="0" w:space="0" w:color="auto"/>
        <w:bottom w:val="none" w:sz="0" w:space="0" w:color="auto"/>
        <w:right w:val="none" w:sz="0" w:space="0" w:color="auto"/>
      </w:divBdr>
    </w:div>
    <w:div w:id="1346706554">
      <w:bodyDiv w:val="1"/>
      <w:marLeft w:val="0"/>
      <w:marRight w:val="0"/>
      <w:marTop w:val="0"/>
      <w:marBottom w:val="0"/>
      <w:divBdr>
        <w:top w:val="none" w:sz="0" w:space="0" w:color="auto"/>
        <w:left w:val="none" w:sz="0" w:space="0" w:color="auto"/>
        <w:bottom w:val="none" w:sz="0" w:space="0" w:color="auto"/>
        <w:right w:val="none" w:sz="0" w:space="0" w:color="auto"/>
      </w:divBdr>
    </w:div>
    <w:div w:id="1356299294">
      <w:bodyDiv w:val="1"/>
      <w:marLeft w:val="0"/>
      <w:marRight w:val="0"/>
      <w:marTop w:val="0"/>
      <w:marBottom w:val="0"/>
      <w:divBdr>
        <w:top w:val="none" w:sz="0" w:space="0" w:color="auto"/>
        <w:left w:val="none" w:sz="0" w:space="0" w:color="auto"/>
        <w:bottom w:val="none" w:sz="0" w:space="0" w:color="auto"/>
        <w:right w:val="none" w:sz="0" w:space="0" w:color="auto"/>
      </w:divBdr>
    </w:div>
    <w:div w:id="1356728597">
      <w:bodyDiv w:val="1"/>
      <w:marLeft w:val="0"/>
      <w:marRight w:val="0"/>
      <w:marTop w:val="0"/>
      <w:marBottom w:val="0"/>
      <w:divBdr>
        <w:top w:val="none" w:sz="0" w:space="0" w:color="auto"/>
        <w:left w:val="none" w:sz="0" w:space="0" w:color="auto"/>
        <w:bottom w:val="none" w:sz="0" w:space="0" w:color="auto"/>
        <w:right w:val="none" w:sz="0" w:space="0" w:color="auto"/>
      </w:divBdr>
      <w:divsChild>
        <w:div w:id="1848128702">
          <w:marLeft w:val="432"/>
          <w:marRight w:val="0"/>
          <w:marTop w:val="45"/>
          <w:marBottom w:val="0"/>
          <w:divBdr>
            <w:top w:val="none" w:sz="0" w:space="0" w:color="auto"/>
            <w:left w:val="none" w:sz="0" w:space="0" w:color="auto"/>
            <w:bottom w:val="none" w:sz="0" w:space="0" w:color="auto"/>
            <w:right w:val="none" w:sz="0" w:space="0" w:color="auto"/>
          </w:divBdr>
        </w:div>
        <w:div w:id="169805094">
          <w:marLeft w:val="432"/>
          <w:marRight w:val="0"/>
          <w:marTop w:val="45"/>
          <w:marBottom w:val="0"/>
          <w:divBdr>
            <w:top w:val="none" w:sz="0" w:space="0" w:color="auto"/>
            <w:left w:val="none" w:sz="0" w:space="0" w:color="auto"/>
            <w:bottom w:val="none" w:sz="0" w:space="0" w:color="auto"/>
            <w:right w:val="none" w:sz="0" w:space="0" w:color="auto"/>
          </w:divBdr>
        </w:div>
        <w:div w:id="1233000986">
          <w:marLeft w:val="432"/>
          <w:marRight w:val="0"/>
          <w:marTop w:val="45"/>
          <w:marBottom w:val="0"/>
          <w:divBdr>
            <w:top w:val="none" w:sz="0" w:space="0" w:color="auto"/>
            <w:left w:val="none" w:sz="0" w:space="0" w:color="auto"/>
            <w:bottom w:val="none" w:sz="0" w:space="0" w:color="auto"/>
            <w:right w:val="none" w:sz="0" w:space="0" w:color="auto"/>
          </w:divBdr>
        </w:div>
        <w:div w:id="1160003212">
          <w:marLeft w:val="432"/>
          <w:marRight w:val="0"/>
          <w:marTop w:val="45"/>
          <w:marBottom w:val="0"/>
          <w:divBdr>
            <w:top w:val="none" w:sz="0" w:space="0" w:color="auto"/>
            <w:left w:val="none" w:sz="0" w:space="0" w:color="auto"/>
            <w:bottom w:val="none" w:sz="0" w:space="0" w:color="auto"/>
            <w:right w:val="none" w:sz="0" w:space="0" w:color="auto"/>
          </w:divBdr>
        </w:div>
        <w:div w:id="594368343">
          <w:marLeft w:val="432"/>
          <w:marRight w:val="0"/>
          <w:marTop w:val="45"/>
          <w:marBottom w:val="0"/>
          <w:divBdr>
            <w:top w:val="none" w:sz="0" w:space="0" w:color="auto"/>
            <w:left w:val="none" w:sz="0" w:space="0" w:color="auto"/>
            <w:bottom w:val="none" w:sz="0" w:space="0" w:color="auto"/>
            <w:right w:val="none" w:sz="0" w:space="0" w:color="auto"/>
          </w:divBdr>
        </w:div>
      </w:divsChild>
    </w:div>
    <w:div w:id="1356805793">
      <w:bodyDiv w:val="1"/>
      <w:marLeft w:val="0"/>
      <w:marRight w:val="0"/>
      <w:marTop w:val="0"/>
      <w:marBottom w:val="0"/>
      <w:divBdr>
        <w:top w:val="none" w:sz="0" w:space="0" w:color="auto"/>
        <w:left w:val="none" w:sz="0" w:space="0" w:color="auto"/>
        <w:bottom w:val="none" w:sz="0" w:space="0" w:color="auto"/>
        <w:right w:val="none" w:sz="0" w:space="0" w:color="auto"/>
      </w:divBdr>
    </w:div>
    <w:div w:id="1361665631">
      <w:bodyDiv w:val="1"/>
      <w:marLeft w:val="0"/>
      <w:marRight w:val="0"/>
      <w:marTop w:val="0"/>
      <w:marBottom w:val="0"/>
      <w:divBdr>
        <w:top w:val="none" w:sz="0" w:space="0" w:color="auto"/>
        <w:left w:val="none" w:sz="0" w:space="0" w:color="auto"/>
        <w:bottom w:val="none" w:sz="0" w:space="0" w:color="auto"/>
        <w:right w:val="none" w:sz="0" w:space="0" w:color="auto"/>
      </w:divBdr>
    </w:div>
    <w:div w:id="1365596974">
      <w:bodyDiv w:val="1"/>
      <w:marLeft w:val="0"/>
      <w:marRight w:val="0"/>
      <w:marTop w:val="0"/>
      <w:marBottom w:val="0"/>
      <w:divBdr>
        <w:top w:val="none" w:sz="0" w:space="0" w:color="auto"/>
        <w:left w:val="none" w:sz="0" w:space="0" w:color="auto"/>
        <w:bottom w:val="none" w:sz="0" w:space="0" w:color="auto"/>
        <w:right w:val="none" w:sz="0" w:space="0" w:color="auto"/>
      </w:divBdr>
    </w:div>
    <w:div w:id="1369068236">
      <w:bodyDiv w:val="1"/>
      <w:marLeft w:val="0"/>
      <w:marRight w:val="0"/>
      <w:marTop w:val="0"/>
      <w:marBottom w:val="0"/>
      <w:divBdr>
        <w:top w:val="none" w:sz="0" w:space="0" w:color="auto"/>
        <w:left w:val="none" w:sz="0" w:space="0" w:color="auto"/>
        <w:bottom w:val="none" w:sz="0" w:space="0" w:color="auto"/>
        <w:right w:val="none" w:sz="0" w:space="0" w:color="auto"/>
      </w:divBdr>
      <w:divsChild>
        <w:div w:id="301227827">
          <w:marLeft w:val="432"/>
          <w:marRight w:val="0"/>
          <w:marTop w:val="45"/>
          <w:marBottom w:val="0"/>
          <w:divBdr>
            <w:top w:val="none" w:sz="0" w:space="0" w:color="auto"/>
            <w:left w:val="none" w:sz="0" w:space="0" w:color="auto"/>
            <w:bottom w:val="none" w:sz="0" w:space="0" w:color="auto"/>
            <w:right w:val="none" w:sz="0" w:space="0" w:color="auto"/>
          </w:divBdr>
        </w:div>
      </w:divsChild>
    </w:div>
    <w:div w:id="1371422380">
      <w:bodyDiv w:val="1"/>
      <w:marLeft w:val="0"/>
      <w:marRight w:val="0"/>
      <w:marTop w:val="0"/>
      <w:marBottom w:val="0"/>
      <w:divBdr>
        <w:top w:val="none" w:sz="0" w:space="0" w:color="auto"/>
        <w:left w:val="none" w:sz="0" w:space="0" w:color="auto"/>
        <w:bottom w:val="none" w:sz="0" w:space="0" w:color="auto"/>
        <w:right w:val="none" w:sz="0" w:space="0" w:color="auto"/>
      </w:divBdr>
    </w:div>
    <w:div w:id="1372807966">
      <w:bodyDiv w:val="1"/>
      <w:marLeft w:val="0"/>
      <w:marRight w:val="0"/>
      <w:marTop w:val="0"/>
      <w:marBottom w:val="0"/>
      <w:divBdr>
        <w:top w:val="none" w:sz="0" w:space="0" w:color="auto"/>
        <w:left w:val="none" w:sz="0" w:space="0" w:color="auto"/>
        <w:bottom w:val="none" w:sz="0" w:space="0" w:color="auto"/>
        <w:right w:val="none" w:sz="0" w:space="0" w:color="auto"/>
      </w:divBdr>
    </w:div>
    <w:div w:id="1374310380">
      <w:bodyDiv w:val="1"/>
      <w:marLeft w:val="0"/>
      <w:marRight w:val="0"/>
      <w:marTop w:val="0"/>
      <w:marBottom w:val="0"/>
      <w:divBdr>
        <w:top w:val="none" w:sz="0" w:space="0" w:color="auto"/>
        <w:left w:val="none" w:sz="0" w:space="0" w:color="auto"/>
        <w:bottom w:val="none" w:sz="0" w:space="0" w:color="auto"/>
        <w:right w:val="none" w:sz="0" w:space="0" w:color="auto"/>
      </w:divBdr>
      <w:divsChild>
        <w:div w:id="2042582094">
          <w:marLeft w:val="432"/>
          <w:marRight w:val="0"/>
          <w:marTop w:val="45"/>
          <w:marBottom w:val="0"/>
          <w:divBdr>
            <w:top w:val="none" w:sz="0" w:space="0" w:color="auto"/>
            <w:left w:val="none" w:sz="0" w:space="0" w:color="auto"/>
            <w:bottom w:val="none" w:sz="0" w:space="0" w:color="auto"/>
            <w:right w:val="none" w:sz="0" w:space="0" w:color="auto"/>
          </w:divBdr>
        </w:div>
      </w:divsChild>
    </w:div>
    <w:div w:id="1383165864">
      <w:bodyDiv w:val="1"/>
      <w:marLeft w:val="0"/>
      <w:marRight w:val="0"/>
      <w:marTop w:val="0"/>
      <w:marBottom w:val="0"/>
      <w:divBdr>
        <w:top w:val="none" w:sz="0" w:space="0" w:color="auto"/>
        <w:left w:val="none" w:sz="0" w:space="0" w:color="auto"/>
        <w:bottom w:val="none" w:sz="0" w:space="0" w:color="auto"/>
        <w:right w:val="none" w:sz="0" w:space="0" w:color="auto"/>
      </w:divBdr>
    </w:div>
    <w:div w:id="1389575221">
      <w:bodyDiv w:val="1"/>
      <w:marLeft w:val="0"/>
      <w:marRight w:val="0"/>
      <w:marTop w:val="0"/>
      <w:marBottom w:val="0"/>
      <w:divBdr>
        <w:top w:val="none" w:sz="0" w:space="0" w:color="auto"/>
        <w:left w:val="none" w:sz="0" w:space="0" w:color="auto"/>
        <w:bottom w:val="none" w:sz="0" w:space="0" w:color="auto"/>
        <w:right w:val="none" w:sz="0" w:space="0" w:color="auto"/>
      </w:divBdr>
    </w:div>
    <w:div w:id="1390574785">
      <w:bodyDiv w:val="1"/>
      <w:marLeft w:val="0"/>
      <w:marRight w:val="0"/>
      <w:marTop w:val="0"/>
      <w:marBottom w:val="0"/>
      <w:divBdr>
        <w:top w:val="none" w:sz="0" w:space="0" w:color="auto"/>
        <w:left w:val="none" w:sz="0" w:space="0" w:color="auto"/>
        <w:bottom w:val="none" w:sz="0" w:space="0" w:color="auto"/>
        <w:right w:val="none" w:sz="0" w:space="0" w:color="auto"/>
      </w:divBdr>
    </w:div>
    <w:div w:id="1392541445">
      <w:bodyDiv w:val="1"/>
      <w:marLeft w:val="0"/>
      <w:marRight w:val="0"/>
      <w:marTop w:val="0"/>
      <w:marBottom w:val="0"/>
      <w:divBdr>
        <w:top w:val="none" w:sz="0" w:space="0" w:color="auto"/>
        <w:left w:val="none" w:sz="0" w:space="0" w:color="auto"/>
        <w:bottom w:val="none" w:sz="0" w:space="0" w:color="auto"/>
        <w:right w:val="none" w:sz="0" w:space="0" w:color="auto"/>
      </w:divBdr>
    </w:div>
    <w:div w:id="1402562173">
      <w:bodyDiv w:val="1"/>
      <w:marLeft w:val="0"/>
      <w:marRight w:val="0"/>
      <w:marTop w:val="0"/>
      <w:marBottom w:val="0"/>
      <w:divBdr>
        <w:top w:val="none" w:sz="0" w:space="0" w:color="auto"/>
        <w:left w:val="none" w:sz="0" w:space="0" w:color="auto"/>
        <w:bottom w:val="none" w:sz="0" w:space="0" w:color="auto"/>
        <w:right w:val="none" w:sz="0" w:space="0" w:color="auto"/>
      </w:divBdr>
    </w:div>
    <w:div w:id="1406681368">
      <w:bodyDiv w:val="1"/>
      <w:marLeft w:val="0"/>
      <w:marRight w:val="0"/>
      <w:marTop w:val="0"/>
      <w:marBottom w:val="0"/>
      <w:divBdr>
        <w:top w:val="none" w:sz="0" w:space="0" w:color="auto"/>
        <w:left w:val="none" w:sz="0" w:space="0" w:color="auto"/>
        <w:bottom w:val="none" w:sz="0" w:space="0" w:color="auto"/>
        <w:right w:val="none" w:sz="0" w:space="0" w:color="auto"/>
      </w:divBdr>
    </w:div>
    <w:div w:id="1407611595">
      <w:bodyDiv w:val="1"/>
      <w:marLeft w:val="0"/>
      <w:marRight w:val="0"/>
      <w:marTop w:val="0"/>
      <w:marBottom w:val="0"/>
      <w:divBdr>
        <w:top w:val="none" w:sz="0" w:space="0" w:color="auto"/>
        <w:left w:val="none" w:sz="0" w:space="0" w:color="auto"/>
        <w:bottom w:val="none" w:sz="0" w:space="0" w:color="auto"/>
        <w:right w:val="none" w:sz="0" w:space="0" w:color="auto"/>
      </w:divBdr>
    </w:div>
    <w:div w:id="1410536749">
      <w:bodyDiv w:val="1"/>
      <w:marLeft w:val="0"/>
      <w:marRight w:val="0"/>
      <w:marTop w:val="0"/>
      <w:marBottom w:val="0"/>
      <w:divBdr>
        <w:top w:val="none" w:sz="0" w:space="0" w:color="auto"/>
        <w:left w:val="none" w:sz="0" w:space="0" w:color="auto"/>
        <w:bottom w:val="none" w:sz="0" w:space="0" w:color="auto"/>
        <w:right w:val="none" w:sz="0" w:space="0" w:color="auto"/>
      </w:divBdr>
      <w:divsChild>
        <w:div w:id="886992492">
          <w:marLeft w:val="994"/>
          <w:marRight w:val="0"/>
          <w:marTop w:val="45"/>
          <w:marBottom w:val="0"/>
          <w:divBdr>
            <w:top w:val="none" w:sz="0" w:space="0" w:color="auto"/>
            <w:left w:val="none" w:sz="0" w:space="0" w:color="auto"/>
            <w:bottom w:val="none" w:sz="0" w:space="0" w:color="auto"/>
            <w:right w:val="none" w:sz="0" w:space="0" w:color="auto"/>
          </w:divBdr>
        </w:div>
      </w:divsChild>
    </w:div>
    <w:div w:id="1414548039">
      <w:bodyDiv w:val="1"/>
      <w:marLeft w:val="0"/>
      <w:marRight w:val="0"/>
      <w:marTop w:val="0"/>
      <w:marBottom w:val="0"/>
      <w:divBdr>
        <w:top w:val="none" w:sz="0" w:space="0" w:color="auto"/>
        <w:left w:val="none" w:sz="0" w:space="0" w:color="auto"/>
        <w:bottom w:val="none" w:sz="0" w:space="0" w:color="auto"/>
        <w:right w:val="none" w:sz="0" w:space="0" w:color="auto"/>
      </w:divBdr>
    </w:div>
    <w:div w:id="1415593941">
      <w:bodyDiv w:val="1"/>
      <w:marLeft w:val="0"/>
      <w:marRight w:val="0"/>
      <w:marTop w:val="0"/>
      <w:marBottom w:val="0"/>
      <w:divBdr>
        <w:top w:val="none" w:sz="0" w:space="0" w:color="auto"/>
        <w:left w:val="none" w:sz="0" w:space="0" w:color="auto"/>
        <w:bottom w:val="none" w:sz="0" w:space="0" w:color="auto"/>
        <w:right w:val="none" w:sz="0" w:space="0" w:color="auto"/>
      </w:divBdr>
    </w:div>
    <w:div w:id="1421171006">
      <w:bodyDiv w:val="1"/>
      <w:marLeft w:val="0"/>
      <w:marRight w:val="0"/>
      <w:marTop w:val="0"/>
      <w:marBottom w:val="0"/>
      <w:divBdr>
        <w:top w:val="none" w:sz="0" w:space="0" w:color="auto"/>
        <w:left w:val="none" w:sz="0" w:space="0" w:color="auto"/>
        <w:bottom w:val="none" w:sz="0" w:space="0" w:color="auto"/>
        <w:right w:val="none" w:sz="0" w:space="0" w:color="auto"/>
      </w:divBdr>
    </w:div>
    <w:div w:id="1422412929">
      <w:bodyDiv w:val="1"/>
      <w:marLeft w:val="0"/>
      <w:marRight w:val="0"/>
      <w:marTop w:val="0"/>
      <w:marBottom w:val="0"/>
      <w:divBdr>
        <w:top w:val="none" w:sz="0" w:space="0" w:color="auto"/>
        <w:left w:val="none" w:sz="0" w:space="0" w:color="auto"/>
        <w:bottom w:val="none" w:sz="0" w:space="0" w:color="auto"/>
        <w:right w:val="none" w:sz="0" w:space="0" w:color="auto"/>
      </w:divBdr>
    </w:div>
    <w:div w:id="1423796039">
      <w:bodyDiv w:val="1"/>
      <w:marLeft w:val="0"/>
      <w:marRight w:val="0"/>
      <w:marTop w:val="0"/>
      <w:marBottom w:val="0"/>
      <w:divBdr>
        <w:top w:val="none" w:sz="0" w:space="0" w:color="auto"/>
        <w:left w:val="none" w:sz="0" w:space="0" w:color="auto"/>
        <w:bottom w:val="none" w:sz="0" w:space="0" w:color="auto"/>
        <w:right w:val="none" w:sz="0" w:space="0" w:color="auto"/>
      </w:divBdr>
    </w:div>
    <w:div w:id="1424715828">
      <w:bodyDiv w:val="1"/>
      <w:marLeft w:val="0"/>
      <w:marRight w:val="0"/>
      <w:marTop w:val="0"/>
      <w:marBottom w:val="0"/>
      <w:divBdr>
        <w:top w:val="none" w:sz="0" w:space="0" w:color="auto"/>
        <w:left w:val="none" w:sz="0" w:space="0" w:color="auto"/>
        <w:bottom w:val="none" w:sz="0" w:space="0" w:color="auto"/>
        <w:right w:val="none" w:sz="0" w:space="0" w:color="auto"/>
      </w:divBdr>
    </w:div>
    <w:div w:id="1426077206">
      <w:bodyDiv w:val="1"/>
      <w:marLeft w:val="0"/>
      <w:marRight w:val="0"/>
      <w:marTop w:val="0"/>
      <w:marBottom w:val="0"/>
      <w:divBdr>
        <w:top w:val="none" w:sz="0" w:space="0" w:color="auto"/>
        <w:left w:val="none" w:sz="0" w:space="0" w:color="auto"/>
        <w:bottom w:val="none" w:sz="0" w:space="0" w:color="auto"/>
        <w:right w:val="none" w:sz="0" w:space="0" w:color="auto"/>
      </w:divBdr>
    </w:div>
    <w:div w:id="1430543413">
      <w:bodyDiv w:val="1"/>
      <w:marLeft w:val="0"/>
      <w:marRight w:val="0"/>
      <w:marTop w:val="0"/>
      <w:marBottom w:val="0"/>
      <w:divBdr>
        <w:top w:val="none" w:sz="0" w:space="0" w:color="auto"/>
        <w:left w:val="none" w:sz="0" w:space="0" w:color="auto"/>
        <w:bottom w:val="none" w:sz="0" w:space="0" w:color="auto"/>
        <w:right w:val="none" w:sz="0" w:space="0" w:color="auto"/>
      </w:divBdr>
    </w:div>
    <w:div w:id="1436050325">
      <w:bodyDiv w:val="1"/>
      <w:marLeft w:val="0"/>
      <w:marRight w:val="0"/>
      <w:marTop w:val="0"/>
      <w:marBottom w:val="0"/>
      <w:divBdr>
        <w:top w:val="none" w:sz="0" w:space="0" w:color="auto"/>
        <w:left w:val="none" w:sz="0" w:space="0" w:color="auto"/>
        <w:bottom w:val="none" w:sz="0" w:space="0" w:color="auto"/>
        <w:right w:val="none" w:sz="0" w:space="0" w:color="auto"/>
      </w:divBdr>
      <w:divsChild>
        <w:div w:id="1777554253">
          <w:marLeft w:val="432"/>
          <w:marRight w:val="0"/>
          <w:marTop w:val="45"/>
          <w:marBottom w:val="0"/>
          <w:divBdr>
            <w:top w:val="none" w:sz="0" w:space="0" w:color="auto"/>
            <w:left w:val="none" w:sz="0" w:space="0" w:color="auto"/>
            <w:bottom w:val="none" w:sz="0" w:space="0" w:color="auto"/>
            <w:right w:val="none" w:sz="0" w:space="0" w:color="auto"/>
          </w:divBdr>
        </w:div>
      </w:divsChild>
    </w:div>
    <w:div w:id="1436172802">
      <w:bodyDiv w:val="1"/>
      <w:marLeft w:val="0"/>
      <w:marRight w:val="0"/>
      <w:marTop w:val="0"/>
      <w:marBottom w:val="0"/>
      <w:divBdr>
        <w:top w:val="none" w:sz="0" w:space="0" w:color="auto"/>
        <w:left w:val="none" w:sz="0" w:space="0" w:color="auto"/>
        <w:bottom w:val="none" w:sz="0" w:space="0" w:color="auto"/>
        <w:right w:val="none" w:sz="0" w:space="0" w:color="auto"/>
      </w:divBdr>
    </w:div>
    <w:div w:id="1438989369">
      <w:bodyDiv w:val="1"/>
      <w:marLeft w:val="0"/>
      <w:marRight w:val="0"/>
      <w:marTop w:val="0"/>
      <w:marBottom w:val="0"/>
      <w:divBdr>
        <w:top w:val="none" w:sz="0" w:space="0" w:color="auto"/>
        <w:left w:val="none" w:sz="0" w:space="0" w:color="auto"/>
        <w:bottom w:val="none" w:sz="0" w:space="0" w:color="auto"/>
        <w:right w:val="none" w:sz="0" w:space="0" w:color="auto"/>
      </w:divBdr>
      <w:divsChild>
        <w:div w:id="593168557">
          <w:marLeft w:val="432"/>
          <w:marRight w:val="0"/>
          <w:marTop w:val="45"/>
          <w:marBottom w:val="0"/>
          <w:divBdr>
            <w:top w:val="none" w:sz="0" w:space="0" w:color="auto"/>
            <w:left w:val="none" w:sz="0" w:space="0" w:color="auto"/>
            <w:bottom w:val="none" w:sz="0" w:space="0" w:color="auto"/>
            <w:right w:val="none" w:sz="0" w:space="0" w:color="auto"/>
          </w:divBdr>
        </w:div>
      </w:divsChild>
    </w:div>
    <w:div w:id="1439790464">
      <w:bodyDiv w:val="1"/>
      <w:marLeft w:val="0"/>
      <w:marRight w:val="0"/>
      <w:marTop w:val="0"/>
      <w:marBottom w:val="0"/>
      <w:divBdr>
        <w:top w:val="none" w:sz="0" w:space="0" w:color="auto"/>
        <w:left w:val="none" w:sz="0" w:space="0" w:color="auto"/>
        <w:bottom w:val="none" w:sz="0" w:space="0" w:color="auto"/>
        <w:right w:val="none" w:sz="0" w:space="0" w:color="auto"/>
      </w:divBdr>
    </w:div>
    <w:div w:id="1450008377">
      <w:bodyDiv w:val="1"/>
      <w:marLeft w:val="0"/>
      <w:marRight w:val="0"/>
      <w:marTop w:val="0"/>
      <w:marBottom w:val="0"/>
      <w:divBdr>
        <w:top w:val="none" w:sz="0" w:space="0" w:color="auto"/>
        <w:left w:val="none" w:sz="0" w:space="0" w:color="auto"/>
        <w:bottom w:val="none" w:sz="0" w:space="0" w:color="auto"/>
        <w:right w:val="none" w:sz="0" w:space="0" w:color="auto"/>
      </w:divBdr>
    </w:div>
    <w:div w:id="1451587654">
      <w:bodyDiv w:val="1"/>
      <w:marLeft w:val="0"/>
      <w:marRight w:val="0"/>
      <w:marTop w:val="0"/>
      <w:marBottom w:val="0"/>
      <w:divBdr>
        <w:top w:val="none" w:sz="0" w:space="0" w:color="auto"/>
        <w:left w:val="none" w:sz="0" w:space="0" w:color="auto"/>
        <w:bottom w:val="none" w:sz="0" w:space="0" w:color="auto"/>
        <w:right w:val="none" w:sz="0" w:space="0" w:color="auto"/>
      </w:divBdr>
    </w:div>
    <w:div w:id="1453406306">
      <w:bodyDiv w:val="1"/>
      <w:marLeft w:val="0"/>
      <w:marRight w:val="0"/>
      <w:marTop w:val="0"/>
      <w:marBottom w:val="0"/>
      <w:divBdr>
        <w:top w:val="none" w:sz="0" w:space="0" w:color="auto"/>
        <w:left w:val="none" w:sz="0" w:space="0" w:color="auto"/>
        <w:bottom w:val="none" w:sz="0" w:space="0" w:color="auto"/>
        <w:right w:val="none" w:sz="0" w:space="0" w:color="auto"/>
      </w:divBdr>
    </w:div>
    <w:div w:id="1453862998">
      <w:bodyDiv w:val="1"/>
      <w:marLeft w:val="0"/>
      <w:marRight w:val="0"/>
      <w:marTop w:val="0"/>
      <w:marBottom w:val="0"/>
      <w:divBdr>
        <w:top w:val="none" w:sz="0" w:space="0" w:color="auto"/>
        <w:left w:val="none" w:sz="0" w:space="0" w:color="auto"/>
        <w:bottom w:val="none" w:sz="0" w:space="0" w:color="auto"/>
        <w:right w:val="none" w:sz="0" w:space="0" w:color="auto"/>
      </w:divBdr>
      <w:divsChild>
        <w:div w:id="1879851559">
          <w:marLeft w:val="274"/>
          <w:marRight w:val="0"/>
          <w:marTop w:val="0"/>
          <w:marBottom w:val="0"/>
          <w:divBdr>
            <w:top w:val="none" w:sz="0" w:space="0" w:color="auto"/>
            <w:left w:val="none" w:sz="0" w:space="0" w:color="auto"/>
            <w:bottom w:val="none" w:sz="0" w:space="0" w:color="auto"/>
            <w:right w:val="none" w:sz="0" w:space="0" w:color="auto"/>
          </w:divBdr>
        </w:div>
        <w:div w:id="1973709367">
          <w:marLeft w:val="274"/>
          <w:marRight w:val="0"/>
          <w:marTop w:val="0"/>
          <w:marBottom w:val="0"/>
          <w:divBdr>
            <w:top w:val="none" w:sz="0" w:space="0" w:color="auto"/>
            <w:left w:val="none" w:sz="0" w:space="0" w:color="auto"/>
            <w:bottom w:val="none" w:sz="0" w:space="0" w:color="auto"/>
            <w:right w:val="none" w:sz="0" w:space="0" w:color="auto"/>
          </w:divBdr>
        </w:div>
        <w:div w:id="2085882122">
          <w:marLeft w:val="274"/>
          <w:marRight w:val="0"/>
          <w:marTop w:val="0"/>
          <w:marBottom w:val="0"/>
          <w:divBdr>
            <w:top w:val="none" w:sz="0" w:space="0" w:color="auto"/>
            <w:left w:val="none" w:sz="0" w:space="0" w:color="auto"/>
            <w:bottom w:val="none" w:sz="0" w:space="0" w:color="auto"/>
            <w:right w:val="none" w:sz="0" w:space="0" w:color="auto"/>
          </w:divBdr>
        </w:div>
        <w:div w:id="1438675600">
          <w:marLeft w:val="274"/>
          <w:marRight w:val="0"/>
          <w:marTop w:val="0"/>
          <w:marBottom w:val="0"/>
          <w:divBdr>
            <w:top w:val="none" w:sz="0" w:space="0" w:color="auto"/>
            <w:left w:val="none" w:sz="0" w:space="0" w:color="auto"/>
            <w:bottom w:val="none" w:sz="0" w:space="0" w:color="auto"/>
            <w:right w:val="none" w:sz="0" w:space="0" w:color="auto"/>
          </w:divBdr>
        </w:div>
        <w:div w:id="2143304223">
          <w:marLeft w:val="274"/>
          <w:marRight w:val="0"/>
          <w:marTop w:val="0"/>
          <w:marBottom w:val="0"/>
          <w:divBdr>
            <w:top w:val="none" w:sz="0" w:space="0" w:color="auto"/>
            <w:left w:val="none" w:sz="0" w:space="0" w:color="auto"/>
            <w:bottom w:val="none" w:sz="0" w:space="0" w:color="auto"/>
            <w:right w:val="none" w:sz="0" w:space="0" w:color="auto"/>
          </w:divBdr>
        </w:div>
      </w:divsChild>
    </w:div>
    <w:div w:id="1454522279">
      <w:bodyDiv w:val="1"/>
      <w:marLeft w:val="0"/>
      <w:marRight w:val="0"/>
      <w:marTop w:val="0"/>
      <w:marBottom w:val="0"/>
      <w:divBdr>
        <w:top w:val="none" w:sz="0" w:space="0" w:color="auto"/>
        <w:left w:val="none" w:sz="0" w:space="0" w:color="auto"/>
        <w:bottom w:val="none" w:sz="0" w:space="0" w:color="auto"/>
        <w:right w:val="none" w:sz="0" w:space="0" w:color="auto"/>
      </w:divBdr>
    </w:div>
    <w:div w:id="1454593582">
      <w:bodyDiv w:val="1"/>
      <w:marLeft w:val="0"/>
      <w:marRight w:val="0"/>
      <w:marTop w:val="0"/>
      <w:marBottom w:val="0"/>
      <w:divBdr>
        <w:top w:val="none" w:sz="0" w:space="0" w:color="auto"/>
        <w:left w:val="none" w:sz="0" w:space="0" w:color="auto"/>
        <w:bottom w:val="none" w:sz="0" w:space="0" w:color="auto"/>
        <w:right w:val="none" w:sz="0" w:space="0" w:color="auto"/>
      </w:divBdr>
    </w:div>
    <w:div w:id="1454668872">
      <w:bodyDiv w:val="1"/>
      <w:marLeft w:val="0"/>
      <w:marRight w:val="0"/>
      <w:marTop w:val="0"/>
      <w:marBottom w:val="0"/>
      <w:divBdr>
        <w:top w:val="none" w:sz="0" w:space="0" w:color="auto"/>
        <w:left w:val="none" w:sz="0" w:space="0" w:color="auto"/>
        <w:bottom w:val="none" w:sz="0" w:space="0" w:color="auto"/>
        <w:right w:val="none" w:sz="0" w:space="0" w:color="auto"/>
      </w:divBdr>
    </w:div>
    <w:div w:id="1469198753">
      <w:bodyDiv w:val="1"/>
      <w:marLeft w:val="0"/>
      <w:marRight w:val="0"/>
      <w:marTop w:val="0"/>
      <w:marBottom w:val="0"/>
      <w:divBdr>
        <w:top w:val="none" w:sz="0" w:space="0" w:color="auto"/>
        <w:left w:val="none" w:sz="0" w:space="0" w:color="auto"/>
        <w:bottom w:val="none" w:sz="0" w:space="0" w:color="auto"/>
        <w:right w:val="none" w:sz="0" w:space="0" w:color="auto"/>
      </w:divBdr>
    </w:div>
    <w:div w:id="1472865995">
      <w:bodyDiv w:val="1"/>
      <w:marLeft w:val="0"/>
      <w:marRight w:val="0"/>
      <w:marTop w:val="0"/>
      <w:marBottom w:val="0"/>
      <w:divBdr>
        <w:top w:val="none" w:sz="0" w:space="0" w:color="auto"/>
        <w:left w:val="none" w:sz="0" w:space="0" w:color="auto"/>
        <w:bottom w:val="none" w:sz="0" w:space="0" w:color="auto"/>
        <w:right w:val="none" w:sz="0" w:space="0" w:color="auto"/>
      </w:divBdr>
    </w:div>
    <w:div w:id="1476726956">
      <w:bodyDiv w:val="1"/>
      <w:marLeft w:val="0"/>
      <w:marRight w:val="0"/>
      <w:marTop w:val="0"/>
      <w:marBottom w:val="0"/>
      <w:divBdr>
        <w:top w:val="none" w:sz="0" w:space="0" w:color="auto"/>
        <w:left w:val="none" w:sz="0" w:space="0" w:color="auto"/>
        <w:bottom w:val="none" w:sz="0" w:space="0" w:color="auto"/>
        <w:right w:val="none" w:sz="0" w:space="0" w:color="auto"/>
      </w:divBdr>
    </w:div>
    <w:div w:id="1477063322">
      <w:bodyDiv w:val="1"/>
      <w:marLeft w:val="0"/>
      <w:marRight w:val="0"/>
      <w:marTop w:val="0"/>
      <w:marBottom w:val="0"/>
      <w:divBdr>
        <w:top w:val="none" w:sz="0" w:space="0" w:color="auto"/>
        <w:left w:val="none" w:sz="0" w:space="0" w:color="auto"/>
        <w:bottom w:val="none" w:sz="0" w:space="0" w:color="auto"/>
        <w:right w:val="none" w:sz="0" w:space="0" w:color="auto"/>
      </w:divBdr>
    </w:div>
    <w:div w:id="1478647237">
      <w:bodyDiv w:val="1"/>
      <w:marLeft w:val="0"/>
      <w:marRight w:val="0"/>
      <w:marTop w:val="0"/>
      <w:marBottom w:val="0"/>
      <w:divBdr>
        <w:top w:val="none" w:sz="0" w:space="0" w:color="auto"/>
        <w:left w:val="none" w:sz="0" w:space="0" w:color="auto"/>
        <w:bottom w:val="none" w:sz="0" w:space="0" w:color="auto"/>
        <w:right w:val="none" w:sz="0" w:space="0" w:color="auto"/>
      </w:divBdr>
    </w:div>
    <w:div w:id="1505513707">
      <w:bodyDiv w:val="1"/>
      <w:marLeft w:val="0"/>
      <w:marRight w:val="0"/>
      <w:marTop w:val="0"/>
      <w:marBottom w:val="0"/>
      <w:divBdr>
        <w:top w:val="none" w:sz="0" w:space="0" w:color="auto"/>
        <w:left w:val="none" w:sz="0" w:space="0" w:color="auto"/>
        <w:bottom w:val="none" w:sz="0" w:space="0" w:color="auto"/>
        <w:right w:val="none" w:sz="0" w:space="0" w:color="auto"/>
      </w:divBdr>
      <w:divsChild>
        <w:div w:id="1625885557">
          <w:marLeft w:val="360"/>
          <w:marRight w:val="0"/>
          <w:marTop w:val="0"/>
          <w:marBottom w:val="0"/>
          <w:divBdr>
            <w:top w:val="none" w:sz="0" w:space="0" w:color="auto"/>
            <w:left w:val="none" w:sz="0" w:space="0" w:color="auto"/>
            <w:bottom w:val="none" w:sz="0" w:space="0" w:color="auto"/>
            <w:right w:val="none" w:sz="0" w:space="0" w:color="auto"/>
          </w:divBdr>
        </w:div>
        <w:div w:id="40062325">
          <w:marLeft w:val="994"/>
          <w:marRight w:val="0"/>
          <w:marTop w:val="0"/>
          <w:marBottom w:val="0"/>
          <w:divBdr>
            <w:top w:val="none" w:sz="0" w:space="0" w:color="auto"/>
            <w:left w:val="none" w:sz="0" w:space="0" w:color="auto"/>
            <w:bottom w:val="none" w:sz="0" w:space="0" w:color="auto"/>
            <w:right w:val="none" w:sz="0" w:space="0" w:color="auto"/>
          </w:divBdr>
        </w:div>
        <w:div w:id="1083915801">
          <w:marLeft w:val="994"/>
          <w:marRight w:val="0"/>
          <w:marTop w:val="0"/>
          <w:marBottom w:val="0"/>
          <w:divBdr>
            <w:top w:val="none" w:sz="0" w:space="0" w:color="auto"/>
            <w:left w:val="none" w:sz="0" w:space="0" w:color="auto"/>
            <w:bottom w:val="none" w:sz="0" w:space="0" w:color="auto"/>
            <w:right w:val="none" w:sz="0" w:space="0" w:color="auto"/>
          </w:divBdr>
        </w:div>
      </w:divsChild>
    </w:div>
    <w:div w:id="1511019316">
      <w:bodyDiv w:val="1"/>
      <w:marLeft w:val="0"/>
      <w:marRight w:val="0"/>
      <w:marTop w:val="0"/>
      <w:marBottom w:val="0"/>
      <w:divBdr>
        <w:top w:val="none" w:sz="0" w:space="0" w:color="auto"/>
        <w:left w:val="none" w:sz="0" w:space="0" w:color="auto"/>
        <w:bottom w:val="none" w:sz="0" w:space="0" w:color="auto"/>
        <w:right w:val="none" w:sz="0" w:space="0" w:color="auto"/>
      </w:divBdr>
    </w:div>
    <w:div w:id="1516533259">
      <w:bodyDiv w:val="1"/>
      <w:marLeft w:val="0"/>
      <w:marRight w:val="0"/>
      <w:marTop w:val="0"/>
      <w:marBottom w:val="0"/>
      <w:divBdr>
        <w:top w:val="none" w:sz="0" w:space="0" w:color="auto"/>
        <w:left w:val="none" w:sz="0" w:space="0" w:color="auto"/>
        <w:bottom w:val="none" w:sz="0" w:space="0" w:color="auto"/>
        <w:right w:val="none" w:sz="0" w:space="0" w:color="auto"/>
      </w:divBdr>
    </w:div>
    <w:div w:id="1517042536">
      <w:bodyDiv w:val="1"/>
      <w:marLeft w:val="0"/>
      <w:marRight w:val="0"/>
      <w:marTop w:val="0"/>
      <w:marBottom w:val="0"/>
      <w:divBdr>
        <w:top w:val="none" w:sz="0" w:space="0" w:color="auto"/>
        <w:left w:val="none" w:sz="0" w:space="0" w:color="auto"/>
        <w:bottom w:val="none" w:sz="0" w:space="0" w:color="auto"/>
        <w:right w:val="none" w:sz="0" w:space="0" w:color="auto"/>
      </w:divBdr>
    </w:div>
    <w:div w:id="1518495987">
      <w:bodyDiv w:val="1"/>
      <w:marLeft w:val="0"/>
      <w:marRight w:val="0"/>
      <w:marTop w:val="0"/>
      <w:marBottom w:val="0"/>
      <w:divBdr>
        <w:top w:val="none" w:sz="0" w:space="0" w:color="auto"/>
        <w:left w:val="none" w:sz="0" w:space="0" w:color="auto"/>
        <w:bottom w:val="none" w:sz="0" w:space="0" w:color="auto"/>
        <w:right w:val="none" w:sz="0" w:space="0" w:color="auto"/>
      </w:divBdr>
    </w:div>
    <w:div w:id="1518620262">
      <w:bodyDiv w:val="1"/>
      <w:marLeft w:val="0"/>
      <w:marRight w:val="0"/>
      <w:marTop w:val="0"/>
      <w:marBottom w:val="0"/>
      <w:divBdr>
        <w:top w:val="none" w:sz="0" w:space="0" w:color="auto"/>
        <w:left w:val="none" w:sz="0" w:space="0" w:color="auto"/>
        <w:bottom w:val="none" w:sz="0" w:space="0" w:color="auto"/>
        <w:right w:val="none" w:sz="0" w:space="0" w:color="auto"/>
      </w:divBdr>
    </w:div>
    <w:div w:id="1524779087">
      <w:bodyDiv w:val="1"/>
      <w:marLeft w:val="0"/>
      <w:marRight w:val="0"/>
      <w:marTop w:val="0"/>
      <w:marBottom w:val="0"/>
      <w:divBdr>
        <w:top w:val="none" w:sz="0" w:space="0" w:color="auto"/>
        <w:left w:val="none" w:sz="0" w:space="0" w:color="auto"/>
        <w:bottom w:val="none" w:sz="0" w:space="0" w:color="auto"/>
        <w:right w:val="none" w:sz="0" w:space="0" w:color="auto"/>
      </w:divBdr>
    </w:div>
    <w:div w:id="1535000353">
      <w:bodyDiv w:val="1"/>
      <w:marLeft w:val="0"/>
      <w:marRight w:val="0"/>
      <w:marTop w:val="0"/>
      <w:marBottom w:val="0"/>
      <w:divBdr>
        <w:top w:val="none" w:sz="0" w:space="0" w:color="auto"/>
        <w:left w:val="none" w:sz="0" w:space="0" w:color="auto"/>
        <w:bottom w:val="none" w:sz="0" w:space="0" w:color="auto"/>
        <w:right w:val="none" w:sz="0" w:space="0" w:color="auto"/>
      </w:divBdr>
    </w:div>
    <w:div w:id="1547793796">
      <w:bodyDiv w:val="1"/>
      <w:marLeft w:val="0"/>
      <w:marRight w:val="0"/>
      <w:marTop w:val="0"/>
      <w:marBottom w:val="0"/>
      <w:divBdr>
        <w:top w:val="none" w:sz="0" w:space="0" w:color="auto"/>
        <w:left w:val="none" w:sz="0" w:space="0" w:color="auto"/>
        <w:bottom w:val="none" w:sz="0" w:space="0" w:color="auto"/>
        <w:right w:val="none" w:sz="0" w:space="0" w:color="auto"/>
      </w:divBdr>
    </w:div>
    <w:div w:id="1548570666">
      <w:bodyDiv w:val="1"/>
      <w:marLeft w:val="0"/>
      <w:marRight w:val="0"/>
      <w:marTop w:val="0"/>
      <w:marBottom w:val="0"/>
      <w:divBdr>
        <w:top w:val="none" w:sz="0" w:space="0" w:color="auto"/>
        <w:left w:val="none" w:sz="0" w:space="0" w:color="auto"/>
        <w:bottom w:val="none" w:sz="0" w:space="0" w:color="auto"/>
        <w:right w:val="none" w:sz="0" w:space="0" w:color="auto"/>
      </w:divBdr>
    </w:div>
    <w:div w:id="1555507088">
      <w:bodyDiv w:val="1"/>
      <w:marLeft w:val="0"/>
      <w:marRight w:val="0"/>
      <w:marTop w:val="0"/>
      <w:marBottom w:val="0"/>
      <w:divBdr>
        <w:top w:val="none" w:sz="0" w:space="0" w:color="auto"/>
        <w:left w:val="none" w:sz="0" w:space="0" w:color="auto"/>
        <w:bottom w:val="none" w:sz="0" w:space="0" w:color="auto"/>
        <w:right w:val="none" w:sz="0" w:space="0" w:color="auto"/>
      </w:divBdr>
    </w:div>
    <w:div w:id="1557352339">
      <w:bodyDiv w:val="1"/>
      <w:marLeft w:val="0"/>
      <w:marRight w:val="0"/>
      <w:marTop w:val="0"/>
      <w:marBottom w:val="0"/>
      <w:divBdr>
        <w:top w:val="none" w:sz="0" w:space="0" w:color="auto"/>
        <w:left w:val="none" w:sz="0" w:space="0" w:color="auto"/>
        <w:bottom w:val="none" w:sz="0" w:space="0" w:color="auto"/>
        <w:right w:val="none" w:sz="0" w:space="0" w:color="auto"/>
      </w:divBdr>
    </w:div>
    <w:div w:id="1560824185">
      <w:bodyDiv w:val="1"/>
      <w:marLeft w:val="0"/>
      <w:marRight w:val="0"/>
      <w:marTop w:val="0"/>
      <w:marBottom w:val="0"/>
      <w:divBdr>
        <w:top w:val="none" w:sz="0" w:space="0" w:color="auto"/>
        <w:left w:val="none" w:sz="0" w:space="0" w:color="auto"/>
        <w:bottom w:val="none" w:sz="0" w:space="0" w:color="auto"/>
        <w:right w:val="none" w:sz="0" w:space="0" w:color="auto"/>
      </w:divBdr>
    </w:div>
    <w:div w:id="1562671396">
      <w:bodyDiv w:val="1"/>
      <w:marLeft w:val="0"/>
      <w:marRight w:val="0"/>
      <w:marTop w:val="0"/>
      <w:marBottom w:val="0"/>
      <w:divBdr>
        <w:top w:val="none" w:sz="0" w:space="0" w:color="auto"/>
        <w:left w:val="none" w:sz="0" w:space="0" w:color="auto"/>
        <w:bottom w:val="none" w:sz="0" w:space="0" w:color="auto"/>
        <w:right w:val="none" w:sz="0" w:space="0" w:color="auto"/>
      </w:divBdr>
      <w:divsChild>
        <w:div w:id="2122916755">
          <w:marLeft w:val="432"/>
          <w:marRight w:val="0"/>
          <w:marTop w:val="45"/>
          <w:marBottom w:val="0"/>
          <w:divBdr>
            <w:top w:val="none" w:sz="0" w:space="0" w:color="auto"/>
            <w:left w:val="none" w:sz="0" w:space="0" w:color="auto"/>
            <w:bottom w:val="none" w:sz="0" w:space="0" w:color="auto"/>
            <w:right w:val="none" w:sz="0" w:space="0" w:color="auto"/>
          </w:divBdr>
        </w:div>
      </w:divsChild>
    </w:div>
    <w:div w:id="1591160510">
      <w:bodyDiv w:val="1"/>
      <w:marLeft w:val="0"/>
      <w:marRight w:val="0"/>
      <w:marTop w:val="0"/>
      <w:marBottom w:val="0"/>
      <w:divBdr>
        <w:top w:val="none" w:sz="0" w:space="0" w:color="auto"/>
        <w:left w:val="none" w:sz="0" w:space="0" w:color="auto"/>
        <w:bottom w:val="none" w:sz="0" w:space="0" w:color="auto"/>
        <w:right w:val="none" w:sz="0" w:space="0" w:color="auto"/>
      </w:divBdr>
    </w:div>
    <w:div w:id="1591695864">
      <w:bodyDiv w:val="1"/>
      <w:marLeft w:val="0"/>
      <w:marRight w:val="0"/>
      <w:marTop w:val="0"/>
      <w:marBottom w:val="0"/>
      <w:divBdr>
        <w:top w:val="none" w:sz="0" w:space="0" w:color="auto"/>
        <w:left w:val="none" w:sz="0" w:space="0" w:color="auto"/>
        <w:bottom w:val="none" w:sz="0" w:space="0" w:color="auto"/>
        <w:right w:val="none" w:sz="0" w:space="0" w:color="auto"/>
      </w:divBdr>
      <w:divsChild>
        <w:div w:id="976572738">
          <w:marLeft w:val="432"/>
          <w:marRight w:val="0"/>
          <w:marTop w:val="45"/>
          <w:marBottom w:val="0"/>
          <w:divBdr>
            <w:top w:val="none" w:sz="0" w:space="0" w:color="auto"/>
            <w:left w:val="none" w:sz="0" w:space="0" w:color="auto"/>
            <w:bottom w:val="none" w:sz="0" w:space="0" w:color="auto"/>
            <w:right w:val="none" w:sz="0" w:space="0" w:color="auto"/>
          </w:divBdr>
        </w:div>
      </w:divsChild>
    </w:div>
    <w:div w:id="1593051470">
      <w:bodyDiv w:val="1"/>
      <w:marLeft w:val="0"/>
      <w:marRight w:val="0"/>
      <w:marTop w:val="0"/>
      <w:marBottom w:val="0"/>
      <w:divBdr>
        <w:top w:val="none" w:sz="0" w:space="0" w:color="auto"/>
        <w:left w:val="none" w:sz="0" w:space="0" w:color="auto"/>
        <w:bottom w:val="none" w:sz="0" w:space="0" w:color="auto"/>
        <w:right w:val="none" w:sz="0" w:space="0" w:color="auto"/>
      </w:divBdr>
    </w:div>
    <w:div w:id="1596523558">
      <w:bodyDiv w:val="1"/>
      <w:marLeft w:val="0"/>
      <w:marRight w:val="0"/>
      <w:marTop w:val="0"/>
      <w:marBottom w:val="0"/>
      <w:divBdr>
        <w:top w:val="none" w:sz="0" w:space="0" w:color="auto"/>
        <w:left w:val="none" w:sz="0" w:space="0" w:color="auto"/>
        <w:bottom w:val="none" w:sz="0" w:space="0" w:color="auto"/>
        <w:right w:val="none" w:sz="0" w:space="0" w:color="auto"/>
      </w:divBdr>
    </w:div>
    <w:div w:id="1599294840">
      <w:bodyDiv w:val="1"/>
      <w:marLeft w:val="0"/>
      <w:marRight w:val="0"/>
      <w:marTop w:val="0"/>
      <w:marBottom w:val="0"/>
      <w:divBdr>
        <w:top w:val="none" w:sz="0" w:space="0" w:color="auto"/>
        <w:left w:val="none" w:sz="0" w:space="0" w:color="auto"/>
        <w:bottom w:val="none" w:sz="0" w:space="0" w:color="auto"/>
        <w:right w:val="none" w:sz="0" w:space="0" w:color="auto"/>
      </w:divBdr>
    </w:div>
    <w:div w:id="1600529855">
      <w:bodyDiv w:val="1"/>
      <w:marLeft w:val="0"/>
      <w:marRight w:val="0"/>
      <w:marTop w:val="0"/>
      <w:marBottom w:val="0"/>
      <w:divBdr>
        <w:top w:val="none" w:sz="0" w:space="0" w:color="auto"/>
        <w:left w:val="none" w:sz="0" w:space="0" w:color="auto"/>
        <w:bottom w:val="none" w:sz="0" w:space="0" w:color="auto"/>
        <w:right w:val="none" w:sz="0" w:space="0" w:color="auto"/>
      </w:divBdr>
    </w:div>
    <w:div w:id="1601837584">
      <w:bodyDiv w:val="1"/>
      <w:marLeft w:val="0"/>
      <w:marRight w:val="0"/>
      <w:marTop w:val="0"/>
      <w:marBottom w:val="0"/>
      <w:divBdr>
        <w:top w:val="none" w:sz="0" w:space="0" w:color="auto"/>
        <w:left w:val="none" w:sz="0" w:space="0" w:color="auto"/>
        <w:bottom w:val="none" w:sz="0" w:space="0" w:color="auto"/>
        <w:right w:val="none" w:sz="0" w:space="0" w:color="auto"/>
      </w:divBdr>
    </w:div>
    <w:div w:id="1603027803">
      <w:bodyDiv w:val="1"/>
      <w:marLeft w:val="0"/>
      <w:marRight w:val="0"/>
      <w:marTop w:val="0"/>
      <w:marBottom w:val="0"/>
      <w:divBdr>
        <w:top w:val="none" w:sz="0" w:space="0" w:color="auto"/>
        <w:left w:val="none" w:sz="0" w:space="0" w:color="auto"/>
        <w:bottom w:val="none" w:sz="0" w:space="0" w:color="auto"/>
        <w:right w:val="none" w:sz="0" w:space="0" w:color="auto"/>
      </w:divBdr>
    </w:div>
    <w:div w:id="1608002827">
      <w:bodyDiv w:val="1"/>
      <w:marLeft w:val="0"/>
      <w:marRight w:val="0"/>
      <w:marTop w:val="0"/>
      <w:marBottom w:val="0"/>
      <w:divBdr>
        <w:top w:val="none" w:sz="0" w:space="0" w:color="auto"/>
        <w:left w:val="none" w:sz="0" w:space="0" w:color="auto"/>
        <w:bottom w:val="none" w:sz="0" w:space="0" w:color="auto"/>
        <w:right w:val="none" w:sz="0" w:space="0" w:color="auto"/>
      </w:divBdr>
    </w:div>
    <w:div w:id="1608073117">
      <w:bodyDiv w:val="1"/>
      <w:marLeft w:val="0"/>
      <w:marRight w:val="0"/>
      <w:marTop w:val="0"/>
      <w:marBottom w:val="0"/>
      <w:divBdr>
        <w:top w:val="none" w:sz="0" w:space="0" w:color="auto"/>
        <w:left w:val="none" w:sz="0" w:space="0" w:color="auto"/>
        <w:bottom w:val="none" w:sz="0" w:space="0" w:color="auto"/>
        <w:right w:val="none" w:sz="0" w:space="0" w:color="auto"/>
      </w:divBdr>
    </w:div>
    <w:div w:id="1608125176">
      <w:bodyDiv w:val="1"/>
      <w:marLeft w:val="0"/>
      <w:marRight w:val="0"/>
      <w:marTop w:val="0"/>
      <w:marBottom w:val="0"/>
      <w:divBdr>
        <w:top w:val="none" w:sz="0" w:space="0" w:color="auto"/>
        <w:left w:val="none" w:sz="0" w:space="0" w:color="auto"/>
        <w:bottom w:val="none" w:sz="0" w:space="0" w:color="auto"/>
        <w:right w:val="none" w:sz="0" w:space="0" w:color="auto"/>
      </w:divBdr>
    </w:div>
    <w:div w:id="1610166485">
      <w:bodyDiv w:val="1"/>
      <w:marLeft w:val="0"/>
      <w:marRight w:val="0"/>
      <w:marTop w:val="0"/>
      <w:marBottom w:val="0"/>
      <w:divBdr>
        <w:top w:val="none" w:sz="0" w:space="0" w:color="auto"/>
        <w:left w:val="none" w:sz="0" w:space="0" w:color="auto"/>
        <w:bottom w:val="none" w:sz="0" w:space="0" w:color="auto"/>
        <w:right w:val="none" w:sz="0" w:space="0" w:color="auto"/>
      </w:divBdr>
    </w:div>
    <w:div w:id="1619409932">
      <w:bodyDiv w:val="1"/>
      <w:marLeft w:val="0"/>
      <w:marRight w:val="0"/>
      <w:marTop w:val="0"/>
      <w:marBottom w:val="0"/>
      <w:divBdr>
        <w:top w:val="none" w:sz="0" w:space="0" w:color="auto"/>
        <w:left w:val="none" w:sz="0" w:space="0" w:color="auto"/>
        <w:bottom w:val="none" w:sz="0" w:space="0" w:color="auto"/>
        <w:right w:val="none" w:sz="0" w:space="0" w:color="auto"/>
      </w:divBdr>
    </w:div>
    <w:div w:id="1624968430">
      <w:bodyDiv w:val="1"/>
      <w:marLeft w:val="0"/>
      <w:marRight w:val="0"/>
      <w:marTop w:val="0"/>
      <w:marBottom w:val="0"/>
      <w:divBdr>
        <w:top w:val="none" w:sz="0" w:space="0" w:color="auto"/>
        <w:left w:val="none" w:sz="0" w:space="0" w:color="auto"/>
        <w:bottom w:val="none" w:sz="0" w:space="0" w:color="auto"/>
        <w:right w:val="none" w:sz="0" w:space="0" w:color="auto"/>
      </w:divBdr>
    </w:div>
    <w:div w:id="1629168296">
      <w:bodyDiv w:val="1"/>
      <w:marLeft w:val="0"/>
      <w:marRight w:val="0"/>
      <w:marTop w:val="0"/>
      <w:marBottom w:val="0"/>
      <w:divBdr>
        <w:top w:val="none" w:sz="0" w:space="0" w:color="auto"/>
        <w:left w:val="none" w:sz="0" w:space="0" w:color="auto"/>
        <w:bottom w:val="none" w:sz="0" w:space="0" w:color="auto"/>
        <w:right w:val="none" w:sz="0" w:space="0" w:color="auto"/>
      </w:divBdr>
      <w:divsChild>
        <w:div w:id="1824656357">
          <w:marLeft w:val="994"/>
          <w:marRight w:val="0"/>
          <w:marTop w:val="0"/>
          <w:marBottom w:val="0"/>
          <w:divBdr>
            <w:top w:val="none" w:sz="0" w:space="0" w:color="auto"/>
            <w:left w:val="none" w:sz="0" w:space="0" w:color="auto"/>
            <w:bottom w:val="none" w:sz="0" w:space="0" w:color="auto"/>
            <w:right w:val="none" w:sz="0" w:space="0" w:color="auto"/>
          </w:divBdr>
        </w:div>
      </w:divsChild>
    </w:div>
    <w:div w:id="1631202181">
      <w:bodyDiv w:val="1"/>
      <w:marLeft w:val="0"/>
      <w:marRight w:val="0"/>
      <w:marTop w:val="0"/>
      <w:marBottom w:val="0"/>
      <w:divBdr>
        <w:top w:val="none" w:sz="0" w:space="0" w:color="auto"/>
        <w:left w:val="none" w:sz="0" w:space="0" w:color="auto"/>
        <w:bottom w:val="none" w:sz="0" w:space="0" w:color="auto"/>
        <w:right w:val="none" w:sz="0" w:space="0" w:color="auto"/>
      </w:divBdr>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642273995">
      <w:bodyDiv w:val="1"/>
      <w:marLeft w:val="0"/>
      <w:marRight w:val="0"/>
      <w:marTop w:val="0"/>
      <w:marBottom w:val="0"/>
      <w:divBdr>
        <w:top w:val="none" w:sz="0" w:space="0" w:color="auto"/>
        <w:left w:val="none" w:sz="0" w:space="0" w:color="auto"/>
        <w:bottom w:val="none" w:sz="0" w:space="0" w:color="auto"/>
        <w:right w:val="none" w:sz="0" w:space="0" w:color="auto"/>
      </w:divBdr>
    </w:div>
    <w:div w:id="1643537788">
      <w:bodyDiv w:val="1"/>
      <w:marLeft w:val="0"/>
      <w:marRight w:val="0"/>
      <w:marTop w:val="0"/>
      <w:marBottom w:val="0"/>
      <w:divBdr>
        <w:top w:val="none" w:sz="0" w:space="0" w:color="auto"/>
        <w:left w:val="none" w:sz="0" w:space="0" w:color="auto"/>
        <w:bottom w:val="none" w:sz="0" w:space="0" w:color="auto"/>
        <w:right w:val="none" w:sz="0" w:space="0" w:color="auto"/>
      </w:divBdr>
      <w:divsChild>
        <w:div w:id="618024097">
          <w:marLeft w:val="432"/>
          <w:marRight w:val="0"/>
          <w:marTop w:val="45"/>
          <w:marBottom w:val="0"/>
          <w:divBdr>
            <w:top w:val="none" w:sz="0" w:space="0" w:color="auto"/>
            <w:left w:val="none" w:sz="0" w:space="0" w:color="auto"/>
            <w:bottom w:val="none" w:sz="0" w:space="0" w:color="auto"/>
            <w:right w:val="none" w:sz="0" w:space="0" w:color="auto"/>
          </w:divBdr>
        </w:div>
      </w:divsChild>
    </w:div>
    <w:div w:id="1644575790">
      <w:bodyDiv w:val="1"/>
      <w:marLeft w:val="0"/>
      <w:marRight w:val="0"/>
      <w:marTop w:val="0"/>
      <w:marBottom w:val="0"/>
      <w:divBdr>
        <w:top w:val="none" w:sz="0" w:space="0" w:color="auto"/>
        <w:left w:val="none" w:sz="0" w:space="0" w:color="auto"/>
        <w:bottom w:val="none" w:sz="0" w:space="0" w:color="auto"/>
        <w:right w:val="none" w:sz="0" w:space="0" w:color="auto"/>
      </w:divBdr>
    </w:div>
    <w:div w:id="1648050379">
      <w:bodyDiv w:val="1"/>
      <w:marLeft w:val="0"/>
      <w:marRight w:val="0"/>
      <w:marTop w:val="0"/>
      <w:marBottom w:val="0"/>
      <w:divBdr>
        <w:top w:val="none" w:sz="0" w:space="0" w:color="auto"/>
        <w:left w:val="none" w:sz="0" w:space="0" w:color="auto"/>
        <w:bottom w:val="none" w:sz="0" w:space="0" w:color="auto"/>
        <w:right w:val="none" w:sz="0" w:space="0" w:color="auto"/>
      </w:divBdr>
    </w:div>
    <w:div w:id="1650209457">
      <w:bodyDiv w:val="1"/>
      <w:marLeft w:val="0"/>
      <w:marRight w:val="0"/>
      <w:marTop w:val="0"/>
      <w:marBottom w:val="0"/>
      <w:divBdr>
        <w:top w:val="none" w:sz="0" w:space="0" w:color="auto"/>
        <w:left w:val="none" w:sz="0" w:space="0" w:color="auto"/>
        <w:bottom w:val="none" w:sz="0" w:space="0" w:color="auto"/>
        <w:right w:val="none" w:sz="0" w:space="0" w:color="auto"/>
      </w:divBdr>
    </w:div>
    <w:div w:id="1652950681">
      <w:bodyDiv w:val="1"/>
      <w:marLeft w:val="0"/>
      <w:marRight w:val="0"/>
      <w:marTop w:val="0"/>
      <w:marBottom w:val="0"/>
      <w:divBdr>
        <w:top w:val="none" w:sz="0" w:space="0" w:color="auto"/>
        <w:left w:val="none" w:sz="0" w:space="0" w:color="auto"/>
        <w:bottom w:val="none" w:sz="0" w:space="0" w:color="auto"/>
        <w:right w:val="none" w:sz="0" w:space="0" w:color="auto"/>
      </w:divBdr>
      <w:divsChild>
        <w:div w:id="1767463975">
          <w:marLeft w:val="432"/>
          <w:marRight w:val="0"/>
          <w:marTop w:val="45"/>
          <w:marBottom w:val="0"/>
          <w:divBdr>
            <w:top w:val="none" w:sz="0" w:space="0" w:color="auto"/>
            <w:left w:val="none" w:sz="0" w:space="0" w:color="auto"/>
            <w:bottom w:val="none" w:sz="0" w:space="0" w:color="auto"/>
            <w:right w:val="none" w:sz="0" w:space="0" w:color="auto"/>
          </w:divBdr>
        </w:div>
      </w:divsChild>
    </w:div>
    <w:div w:id="1654210853">
      <w:bodyDiv w:val="1"/>
      <w:marLeft w:val="0"/>
      <w:marRight w:val="0"/>
      <w:marTop w:val="0"/>
      <w:marBottom w:val="0"/>
      <w:divBdr>
        <w:top w:val="none" w:sz="0" w:space="0" w:color="auto"/>
        <w:left w:val="none" w:sz="0" w:space="0" w:color="auto"/>
        <w:bottom w:val="none" w:sz="0" w:space="0" w:color="auto"/>
        <w:right w:val="none" w:sz="0" w:space="0" w:color="auto"/>
      </w:divBdr>
    </w:div>
    <w:div w:id="1658530573">
      <w:bodyDiv w:val="1"/>
      <w:marLeft w:val="0"/>
      <w:marRight w:val="0"/>
      <w:marTop w:val="0"/>
      <w:marBottom w:val="0"/>
      <w:divBdr>
        <w:top w:val="none" w:sz="0" w:space="0" w:color="auto"/>
        <w:left w:val="none" w:sz="0" w:space="0" w:color="auto"/>
        <w:bottom w:val="none" w:sz="0" w:space="0" w:color="auto"/>
        <w:right w:val="none" w:sz="0" w:space="0" w:color="auto"/>
      </w:divBdr>
      <w:divsChild>
        <w:div w:id="31808534">
          <w:marLeft w:val="274"/>
          <w:marRight w:val="0"/>
          <w:marTop w:val="0"/>
          <w:marBottom w:val="0"/>
          <w:divBdr>
            <w:top w:val="none" w:sz="0" w:space="0" w:color="auto"/>
            <w:left w:val="none" w:sz="0" w:space="0" w:color="auto"/>
            <w:bottom w:val="none" w:sz="0" w:space="0" w:color="auto"/>
            <w:right w:val="none" w:sz="0" w:space="0" w:color="auto"/>
          </w:divBdr>
        </w:div>
      </w:divsChild>
    </w:div>
    <w:div w:id="1664311262">
      <w:bodyDiv w:val="1"/>
      <w:marLeft w:val="0"/>
      <w:marRight w:val="0"/>
      <w:marTop w:val="0"/>
      <w:marBottom w:val="0"/>
      <w:divBdr>
        <w:top w:val="none" w:sz="0" w:space="0" w:color="auto"/>
        <w:left w:val="none" w:sz="0" w:space="0" w:color="auto"/>
        <w:bottom w:val="none" w:sz="0" w:space="0" w:color="auto"/>
        <w:right w:val="none" w:sz="0" w:space="0" w:color="auto"/>
      </w:divBdr>
      <w:divsChild>
        <w:div w:id="40056658">
          <w:marLeft w:val="432"/>
          <w:marRight w:val="0"/>
          <w:marTop w:val="45"/>
          <w:marBottom w:val="0"/>
          <w:divBdr>
            <w:top w:val="none" w:sz="0" w:space="0" w:color="auto"/>
            <w:left w:val="none" w:sz="0" w:space="0" w:color="auto"/>
            <w:bottom w:val="none" w:sz="0" w:space="0" w:color="auto"/>
            <w:right w:val="none" w:sz="0" w:space="0" w:color="auto"/>
          </w:divBdr>
        </w:div>
      </w:divsChild>
    </w:div>
    <w:div w:id="1676882632">
      <w:bodyDiv w:val="1"/>
      <w:marLeft w:val="0"/>
      <w:marRight w:val="0"/>
      <w:marTop w:val="0"/>
      <w:marBottom w:val="0"/>
      <w:divBdr>
        <w:top w:val="none" w:sz="0" w:space="0" w:color="auto"/>
        <w:left w:val="none" w:sz="0" w:space="0" w:color="auto"/>
        <w:bottom w:val="none" w:sz="0" w:space="0" w:color="auto"/>
        <w:right w:val="none" w:sz="0" w:space="0" w:color="auto"/>
      </w:divBdr>
    </w:div>
    <w:div w:id="1678072258">
      <w:bodyDiv w:val="1"/>
      <w:marLeft w:val="0"/>
      <w:marRight w:val="0"/>
      <w:marTop w:val="0"/>
      <w:marBottom w:val="0"/>
      <w:divBdr>
        <w:top w:val="none" w:sz="0" w:space="0" w:color="auto"/>
        <w:left w:val="none" w:sz="0" w:space="0" w:color="auto"/>
        <w:bottom w:val="none" w:sz="0" w:space="0" w:color="auto"/>
        <w:right w:val="none" w:sz="0" w:space="0" w:color="auto"/>
      </w:divBdr>
    </w:div>
    <w:div w:id="1682465105">
      <w:bodyDiv w:val="1"/>
      <w:marLeft w:val="0"/>
      <w:marRight w:val="0"/>
      <w:marTop w:val="0"/>
      <w:marBottom w:val="0"/>
      <w:divBdr>
        <w:top w:val="none" w:sz="0" w:space="0" w:color="auto"/>
        <w:left w:val="none" w:sz="0" w:space="0" w:color="auto"/>
        <w:bottom w:val="none" w:sz="0" w:space="0" w:color="auto"/>
        <w:right w:val="none" w:sz="0" w:space="0" w:color="auto"/>
      </w:divBdr>
    </w:div>
    <w:div w:id="1684938480">
      <w:bodyDiv w:val="1"/>
      <w:marLeft w:val="0"/>
      <w:marRight w:val="0"/>
      <w:marTop w:val="0"/>
      <w:marBottom w:val="0"/>
      <w:divBdr>
        <w:top w:val="none" w:sz="0" w:space="0" w:color="auto"/>
        <w:left w:val="none" w:sz="0" w:space="0" w:color="auto"/>
        <w:bottom w:val="none" w:sz="0" w:space="0" w:color="auto"/>
        <w:right w:val="none" w:sz="0" w:space="0" w:color="auto"/>
      </w:divBdr>
    </w:div>
    <w:div w:id="1685401589">
      <w:bodyDiv w:val="1"/>
      <w:marLeft w:val="0"/>
      <w:marRight w:val="0"/>
      <w:marTop w:val="0"/>
      <w:marBottom w:val="0"/>
      <w:divBdr>
        <w:top w:val="none" w:sz="0" w:space="0" w:color="auto"/>
        <w:left w:val="none" w:sz="0" w:space="0" w:color="auto"/>
        <w:bottom w:val="none" w:sz="0" w:space="0" w:color="auto"/>
        <w:right w:val="none" w:sz="0" w:space="0" w:color="auto"/>
      </w:divBdr>
      <w:divsChild>
        <w:div w:id="1164977174">
          <w:marLeft w:val="360"/>
          <w:marRight w:val="0"/>
          <w:marTop w:val="0"/>
          <w:marBottom w:val="0"/>
          <w:divBdr>
            <w:top w:val="none" w:sz="0" w:space="0" w:color="auto"/>
            <w:left w:val="none" w:sz="0" w:space="0" w:color="auto"/>
            <w:bottom w:val="none" w:sz="0" w:space="0" w:color="auto"/>
            <w:right w:val="none" w:sz="0" w:space="0" w:color="auto"/>
          </w:divBdr>
        </w:div>
        <w:div w:id="1638024760">
          <w:marLeft w:val="360"/>
          <w:marRight w:val="0"/>
          <w:marTop w:val="0"/>
          <w:marBottom w:val="0"/>
          <w:divBdr>
            <w:top w:val="none" w:sz="0" w:space="0" w:color="auto"/>
            <w:left w:val="none" w:sz="0" w:space="0" w:color="auto"/>
            <w:bottom w:val="none" w:sz="0" w:space="0" w:color="auto"/>
            <w:right w:val="none" w:sz="0" w:space="0" w:color="auto"/>
          </w:divBdr>
        </w:div>
        <w:div w:id="611791644">
          <w:marLeft w:val="360"/>
          <w:marRight w:val="0"/>
          <w:marTop w:val="0"/>
          <w:marBottom w:val="0"/>
          <w:divBdr>
            <w:top w:val="none" w:sz="0" w:space="0" w:color="auto"/>
            <w:left w:val="none" w:sz="0" w:space="0" w:color="auto"/>
            <w:bottom w:val="none" w:sz="0" w:space="0" w:color="auto"/>
            <w:right w:val="none" w:sz="0" w:space="0" w:color="auto"/>
          </w:divBdr>
        </w:div>
        <w:div w:id="328143031">
          <w:marLeft w:val="360"/>
          <w:marRight w:val="0"/>
          <w:marTop w:val="0"/>
          <w:marBottom w:val="0"/>
          <w:divBdr>
            <w:top w:val="none" w:sz="0" w:space="0" w:color="auto"/>
            <w:left w:val="none" w:sz="0" w:space="0" w:color="auto"/>
            <w:bottom w:val="none" w:sz="0" w:space="0" w:color="auto"/>
            <w:right w:val="none" w:sz="0" w:space="0" w:color="auto"/>
          </w:divBdr>
        </w:div>
        <w:div w:id="1794858476">
          <w:marLeft w:val="360"/>
          <w:marRight w:val="0"/>
          <w:marTop w:val="0"/>
          <w:marBottom w:val="0"/>
          <w:divBdr>
            <w:top w:val="none" w:sz="0" w:space="0" w:color="auto"/>
            <w:left w:val="none" w:sz="0" w:space="0" w:color="auto"/>
            <w:bottom w:val="none" w:sz="0" w:space="0" w:color="auto"/>
            <w:right w:val="none" w:sz="0" w:space="0" w:color="auto"/>
          </w:divBdr>
        </w:div>
        <w:div w:id="1155099127">
          <w:marLeft w:val="360"/>
          <w:marRight w:val="0"/>
          <w:marTop w:val="0"/>
          <w:marBottom w:val="0"/>
          <w:divBdr>
            <w:top w:val="none" w:sz="0" w:space="0" w:color="auto"/>
            <w:left w:val="none" w:sz="0" w:space="0" w:color="auto"/>
            <w:bottom w:val="none" w:sz="0" w:space="0" w:color="auto"/>
            <w:right w:val="none" w:sz="0" w:space="0" w:color="auto"/>
          </w:divBdr>
        </w:div>
        <w:div w:id="208687360">
          <w:marLeft w:val="1166"/>
          <w:marRight w:val="0"/>
          <w:marTop w:val="0"/>
          <w:marBottom w:val="0"/>
          <w:divBdr>
            <w:top w:val="none" w:sz="0" w:space="0" w:color="auto"/>
            <w:left w:val="none" w:sz="0" w:space="0" w:color="auto"/>
            <w:bottom w:val="none" w:sz="0" w:space="0" w:color="auto"/>
            <w:right w:val="none" w:sz="0" w:space="0" w:color="auto"/>
          </w:divBdr>
        </w:div>
        <w:div w:id="23097542">
          <w:marLeft w:val="1166"/>
          <w:marRight w:val="0"/>
          <w:marTop w:val="0"/>
          <w:marBottom w:val="0"/>
          <w:divBdr>
            <w:top w:val="none" w:sz="0" w:space="0" w:color="auto"/>
            <w:left w:val="none" w:sz="0" w:space="0" w:color="auto"/>
            <w:bottom w:val="none" w:sz="0" w:space="0" w:color="auto"/>
            <w:right w:val="none" w:sz="0" w:space="0" w:color="auto"/>
          </w:divBdr>
        </w:div>
        <w:div w:id="1781339891">
          <w:marLeft w:val="1166"/>
          <w:marRight w:val="0"/>
          <w:marTop w:val="0"/>
          <w:marBottom w:val="0"/>
          <w:divBdr>
            <w:top w:val="none" w:sz="0" w:space="0" w:color="auto"/>
            <w:left w:val="none" w:sz="0" w:space="0" w:color="auto"/>
            <w:bottom w:val="none" w:sz="0" w:space="0" w:color="auto"/>
            <w:right w:val="none" w:sz="0" w:space="0" w:color="auto"/>
          </w:divBdr>
        </w:div>
        <w:div w:id="1713532168">
          <w:marLeft w:val="1166"/>
          <w:marRight w:val="0"/>
          <w:marTop w:val="0"/>
          <w:marBottom w:val="0"/>
          <w:divBdr>
            <w:top w:val="none" w:sz="0" w:space="0" w:color="auto"/>
            <w:left w:val="none" w:sz="0" w:space="0" w:color="auto"/>
            <w:bottom w:val="none" w:sz="0" w:space="0" w:color="auto"/>
            <w:right w:val="none" w:sz="0" w:space="0" w:color="auto"/>
          </w:divBdr>
        </w:div>
        <w:div w:id="372536894">
          <w:marLeft w:val="360"/>
          <w:marRight w:val="0"/>
          <w:marTop w:val="0"/>
          <w:marBottom w:val="0"/>
          <w:divBdr>
            <w:top w:val="none" w:sz="0" w:space="0" w:color="auto"/>
            <w:left w:val="none" w:sz="0" w:space="0" w:color="auto"/>
            <w:bottom w:val="none" w:sz="0" w:space="0" w:color="auto"/>
            <w:right w:val="none" w:sz="0" w:space="0" w:color="auto"/>
          </w:divBdr>
        </w:div>
      </w:divsChild>
    </w:div>
    <w:div w:id="1690646190">
      <w:bodyDiv w:val="1"/>
      <w:marLeft w:val="0"/>
      <w:marRight w:val="0"/>
      <w:marTop w:val="0"/>
      <w:marBottom w:val="0"/>
      <w:divBdr>
        <w:top w:val="none" w:sz="0" w:space="0" w:color="auto"/>
        <w:left w:val="none" w:sz="0" w:space="0" w:color="auto"/>
        <w:bottom w:val="none" w:sz="0" w:space="0" w:color="auto"/>
        <w:right w:val="none" w:sz="0" w:space="0" w:color="auto"/>
      </w:divBdr>
    </w:div>
    <w:div w:id="1692413446">
      <w:bodyDiv w:val="1"/>
      <w:marLeft w:val="0"/>
      <w:marRight w:val="0"/>
      <w:marTop w:val="0"/>
      <w:marBottom w:val="0"/>
      <w:divBdr>
        <w:top w:val="none" w:sz="0" w:space="0" w:color="auto"/>
        <w:left w:val="none" w:sz="0" w:space="0" w:color="auto"/>
        <w:bottom w:val="none" w:sz="0" w:space="0" w:color="auto"/>
        <w:right w:val="none" w:sz="0" w:space="0" w:color="auto"/>
      </w:divBdr>
    </w:div>
    <w:div w:id="1696803872">
      <w:bodyDiv w:val="1"/>
      <w:marLeft w:val="0"/>
      <w:marRight w:val="0"/>
      <w:marTop w:val="0"/>
      <w:marBottom w:val="0"/>
      <w:divBdr>
        <w:top w:val="none" w:sz="0" w:space="0" w:color="auto"/>
        <w:left w:val="none" w:sz="0" w:space="0" w:color="auto"/>
        <w:bottom w:val="none" w:sz="0" w:space="0" w:color="auto"/>
        <w:right w:val="none" w:sz="0" w:space="0" w:color="auto"/>
      </w:divBdr>
    </w:div>
    <w:div w:id="1698965751">
      <w:bodyDiv w:val="1"/>
      <w:marLeft w:val="0"/>
      <w:marRight w:val="0"/>
      <w:marTop w:val="0"/>
      <w:marBottom w:val="0"/>
      <w:divBdr>
        <w:top w:val="none" w:sz="0" w:space="0" w:color="auto"/>
        <w:left w:val="none" w:sz="0" w:space="0" w:color="auto"/>
        <w:bottom w:val="none" w:sz="0" w:space="0" w:color="auto"/>
        <w:right w:val="none" w:sz="0" w:space="0" w:color="auto"/>
      </w:divBdr>
    </w:div>
    <w:div w:id="1703701959">
      <w:bodyDiv w:val="1"/>
      <w:marLeft w:val="0"/>
      <w:marRight w:val="0"/>
      <w:marTop w:val="0"/>
      <w:marBottom w:val="0"/>
      <w:divBdr>
        <w:top w:val="none" w:sz="0" w:space="0" w:color="auto"/>
        <w:left w:val="none" w:sz="0" w:space="0" w:color="auto"/>
        <w:bottom w:val="none" w:sz="0" w:space="0" w:color="auto"/>
        <w:right w:val="none" w:sz="0" w:space="0" w:color="auto"/>
      </w:divBdr>
    </w:div>
    <w:div w:id="1704016125">
      <w:bodyDiv w:val="1"/>
      <w:marLeft w:val="0"/>
      <w:marRight w:val="0"/>
      <w:marTop w:val="0"/>
      <w:marBottom w:val="0"/>
      <w:divBdr>
        <w:top w:val="none" w:sz="0" w:space="0" w:color="auto"/>
        <w:left w:val="none" w:sz="0" w:space="0" w:color="auto"/>
        <w:bottom w:val="none" w:sz="0" w:space="0" w:color="auto"/>
        <w:right w:val="none" w:sz="0" w:space="0" w:color="auto"/>
      </w:divBdr>
    </w:div>
    <w:div w:id="1704746353">
      <w:bodyDiv w:val="1"/>
      <w:marLeft w:val="0"/>
      <w:marRight w:val="0"/>
      <w:marTop w:val="0"/>
      <w:marBottom w:val="0"/>
      <w:divBdr>
        <w:top w:val="none" w:sz="0" w:space="0" w:color="auto"/>
        <w:left w:val="none" w:sz="0" w:space="0" w:color="auto"/>
        <w:bottom w:val="none" w:sz="0" w:space="0" w:color="auto"/>
        <w:right w:val="none" w:sz="0" w:space="0" w:color="auto"/>
      </w:divBdr>
    </w:div>
    <w:div w:id="1706827543">
      <w:bodyDiv w:val="1"/>
      <w:marLeft w:val="0"/>
      <w:marRight w:val="0"/>
      <w:marTop w:val="0"/>
      <w:marBottom w:val="0"/>
      <w:divBdr>
        <w:top w:val="none" w:sz="0" w:space="0" w:color="auto"/>
        <w:left w:val="none" w:sz="0" w:space="0" w:color="auto"/>
        <w:bottom w:val="none" w:sz="0" w:space="0" w:color="auto"/>
        <w:right w:val="none" w:sz="0" w:space="0" w:color="auto"/>
      </w:divBdr>
      <w:divsChild>
        <w:div w:id="1543395440">
          <w:marLeft w:val="274"/>
          <w:marRight w:val="0"/>
          <w:marTop w:val="0"/>
          <w:marBottom w:val="0"/>
          <w:divBdr>
            <w:top w:val="none" w:sz="0" w:space="0" w:color="auto"/>
            <w:left w:val="none" w:sz="0" w:space="0" w:color="auto"/>
            <w:bottom w:val="none" w:sz="0" w:space="0" w:color="auto"/>
            <w:right w:val="none" w:sz="0" w:space="0" w:color="auto"/>
          </w:divBdr>
        </w:div>
      </w:divsChild>
    </w:div>
    <w:div w:id="1710107337">
      <w:bodyDiv w:val="1"/>
      <w:marLeft w:val="0"/>
      <w:marRight w:val="0"/>
      <w:marTop w:val="0"/>
      <w:marBottom w:val="0"/>
      <w:divBdr>
        <w:top w:val="none" w:sz="0" w:space="0" w:color="auto"/>
        <w:left w:val="none" w:sz="0" w:space="0" w:color="auto"/>
        <w:bottom w:val="none" w:sz="0" w:space="0" w:color="auto"/>
        <w:right w:val="none" w:sz="0" w:space="0" w:color="auto"/>
      </w:divBdr>
    </w:div>
    <w:div w:id="1710915440">
      <w:bodyDiv w:val="1"/>
      <w:marLeft w:val="0"/>
      <w:marRight w:val="0"/>
      <w:marTop w:val="0"/>
      <w:marBottom w:val="0"/>
      <w:divBdr>
        <w:top w:val="none" w:sz="0" w:space="0" w:color="auto"/>
        <w:left w:val="none" w:sz="0" w:space="0" w:color="auto"/>
        <w:bottom w:val="none" w:sz="0" w:space="0" w:color="auto"/>
        <w:right w:val="none" w:sz="0" w:space="0" w:color="auto"/>
      </w:divBdr>
      <w:divsChild>
        <w:div w:id="1631587883">
          <w:marLeft w:val="432"/>
          <w:marRight w:val="0"/>
          <w:marTop w:val="45"/>
          <w:marBottom w:val="0"/>
          <w:divBdr>
            <w:top w:val="none" w:sz="0" w:space="0" w:color="auto"/>
            <w:left w:val="none" w:sz="0" w:space="0" w:color="auto"/>
            <w:bottom w:val="none" w:sz="0" w:space="0" w:color="auto"/>
            <w:right w:val="none" w:sz="0" w:space="0" w:color="auto"/>
          </w:divBdr>
        </w:div>
        <w:div w:id="1493831272">
          <w:marLeft w:val="778"/>
          <w:marRight w:val="0"/>
          <w:marTop w:val="45"/>
          <w:marBottom w:val="0"/>
          <w:divBdr>
            <w:top w:val="none" w:sz="0" w:space="0" w:color="auto"/>
            <w:left w:val="none" w:sz="0" w:space="0" w:color="auto"/>
            <w:bottom w:val="none" w:sz="0" w:space="0" w:color="auto"/>
            <w:right w:val="none" w:sz="0" w:space="0" w:color="auto"/>
          </w:divBdr>
        </w:div>
        <w:div w:id="1370106339">
          <w:marLeft w:val="778"/>
          <w:marRight w:val="0"/>
          <w:marTop w:val="45"/>
          <w:marBottom w:val="0"/>
          <w:divBdr>
            <w:top w:val="none" w:sz="0" w:space="0" w:color="auto"/>
            <w:left w:val="none" w:sz="0" w:space="0" w:color="auto"/>
            <w:bottom w:val="none" w:sz="0" w:space="0" w:color="auto"/>
            <w:right w:val="none" w:sz="0" w:space="0" w:color="auto"/>
          </w:divBdr>
        </w:div>
        <w:div w:id="1155873984">
          <w:marLeft w:val="778"/>
          <w:marRight w:val="0"/>
          <w:marTop w:val="45"/>
          <w:marBottom w:val="0"/>
          <w:divBdr>
            <w:top w:val="none" w:sz="0" w:space="0" w:color="auto"/>
            <w:left w:val="none" w:sz="0" w:space="0" w:color="auto"/>
            <w:bottom w:val="none" w:sz="0" w:space="0" w:color="auto"/>
            <w:right w:val="none" w:sz="0" w:space="0" w:color="auto"/>
          </w:divBdr>
        </w:div>
        <w:div w:id="2046371847">
          <w:marLeft w:val="1094"/>
          <w:marRight w:val="0"/>
          <w:marTop w:val="45"/>
          <w:marBottom w:val="0"/>
          <w:divBdr>
            <w:top w:val="none" w:sz="0" w:space="0" w:color="auto"/>
            <w:left w:val="none" w:sz="0" w:space="0" w:color="auto"/>
            <w:bottom w:val="none" w:sz="0" w:space="0" w:color="auto"/>
            <w:right w:val="none" w:sz="0" w:space="0" w:color="auto"/>
          </w:divBdr>
        </w:div>
        <w:div w:id="1550873819">
          <w:marLeft w:val="1094"/>
          <w:marRight w:val="0"/>
          <w:marTop w:val="45"/>
          <w:marBottom w:val="0"/>
          <w:divBdr>
            <w:top w:val="none" w:sz="0" w:space="0" w:color="auto"/>
            <w:left w:val="none" w:sz="0" w:space="0" w:color="auto"/>
            <w:bottom w:val="none" w:sz="0" w:space="0" w:color="auto"/>
            <w:right w:val="none" w:sz="0" w:space="0" w:color="auto"/>
          </w:divBdr>
        </w:div>
        <w:div w:id="596253982">
          <w:marLeft w:val="1094"/>
          <w:marRight w:val="0"/>
          <w:marTop w:val="45"/>
          <w:marBottom w:val="0"/>
          <w:divBdr>
            <w:top w:val="none" w:sz="0" w:space="0" w:color="auto"/>
            <w:left w:val="none" w:sz="0" w:space="0" w:color="auto"/>
            <w:bottom w:val="none" w:sz="0" w:space="0" w:color="auto"/>
            <w:right w:val="none" w:sz="0" w:space="0" w:color="auto"/>
          </w:divBdr>
        </w:div>
        <w:div w:id="236598969">
          <w:marLeft w:val="1094"/>
          <w:marRight w:val="0"/>
          <w:marTop w:val="45"/>
          <w:marBottom w:val="0"/>
          <w:divBdr>
            <w:top w:val="none" w:sz="0" w:space="0" w:color="auto"/>
            <w:left w:val="none" w:sz="0" w:space="0" w:color="auto"/>
            <w:bottom w:val="none" w:sz="0" w:space="0" w:color="auto"/>
            <w:right w:val="none" w:sz="0" w:space="0" w:color="auto"/>
          </w:divBdr>
        </w:div>
      </w:divsChild>
    </w:div>
    <w:div w:id="1713142611">
      <w:bodyDiv w:val="1"/>
      <w:marLeft w:val="0"/>
      <w:marRight w:val="0"/>
      <w:marTop w:val="0"/>
      <w:marBottom w:val="0"/>
      <w:divBdr>
        <w:top w:val="none" w:sz="0" w:space="0" w:color="auto"/>
        <w:left w:val="none" w:sz="0" w:space="0" w:color="auto"/>
        <w:bottom w:val="none" w:sz="0" w:space="0" w:color="auto"/>
        <w:right w:val="none" w:sz="0" w:space="0" w:color="auto"/>
      </w:divBdr>
    </w:div>
    <w:div w:id="1716926569">
      <w:bodyDiv w:val="1"/>
      <w:marLeft w:val="0"/>
      <w:marRight w:val="0"/>
      <w:marTop w:val="0"/>
      <w:marBottom w:val="0"/>
      <w:divBdr>
        <w:top w:val="none" w:sz="0" w:space="0" w:color="auto"/>
        <w:left w:val="none" w:sz="0" w:space="0" w:color="auto"/>
        <w:bottom w:val="none" w:sz="0" w:space="0" w:color="auto"/>
        <w:right w:val="none" w:sz="0" w:space="0" w:color="auto"/>
      </w:divBdr>
    </w:div>
    <w:div w:id="1723021022">
      <w:bodyDiv w:val="1"/>
      <w:marLeft w:val="0"/>
      <w:marRight w:val="0"/>
      <w:marTop w:val="0"/>
      <w:marBottom w:val="0"/>
      <w:divBdr>
        <w:top w:val="none" w:sz="0" w:space="0" w:color="auto"/>
        <w:left w:val="none" w:sz="0" w:space="0" w:color="auto"/>
        <w:bottom w:val="none" w:sz="0" w:space="0" w:color="auto"/>
        <w:right w:val="none" w:sz="0" w:space="0" w:color="auto"/>
      </w:divBdr>
    </w:div>
    <w:div w:id="1731462339">
      <w:bodyDiv w:val="1"/>
      <w:marLeft w:val="0"/>
      <w:marRight w:val="0"/>
      <w:marTop w:val="0"/>
      <w:marBottom w:val="0"/>
      <w:divBdr>
        <w:top w:val="none" w:sz="0" w:space="0" w:color="auto"/>
        <w:left w:val="none" w:sz="0" w:space="0" w:color="auto"/>
        <w:bottom w:val="none" w:sz="0" w:space="0" w:color="auto"/>
        <w:right w:val="none" w:sz="0" w:space="0" w:color="auto"/>
      </w:divBdr>
    </w:div>
    <w:div w:id="1732534942">
      <w:bodyDiv w:val="1"/>
      <w:marLeft w:val="0"/>
      <w:marRight w:val="0"/>
      <w:marTop w:val="0"/>
      <w:marBottom w:val="0"/>
      <w:divBdr>
        <w:top w:val="none" w:sz="0" w:space="0" w:color="auto"/>
        <w:left w:val="none" w:sz="0" w:space="0" w:color="auto"/>
        <w:bottom w:val="none" w:sz="0" w:space="0" w:color="auto"/>
        <w:right w:val="none" w:sz="0" w:space="0" w:color="auto"/>
      </w:divBdr>
    </w:div>
    <w:div w:id="1733649683">
      <w:bodyDiv w:val="1"/>
      <w:marLeft w:val="0"/>
      <w:marRight w:val="0"/>
      <w:marTop w:val="0"/>
      <w:marBottom w:val="0"/>
      <w:divBdr>
        <w:top w:val="none" w:sz="0" w:space="0" w:color="auto"/>
        <w:left w:val="none" w:sz="0" w:space="0" w:color="auto"/>
        <w:bottom w:val="none" w:sz="0" w:space="0" w:color="auto"/>
        <w:right w:val="none" w:sz="0" w:space="0" w:color="auto"/>
      </w:divBdr>
      <w:divsChild>
        <w:div w:id="1166356534">
          <w:marLeft w:val="994"/>
          <w:marRight w:val="0"/>
          <w:marTop w:val="0"/>
          <w:marBottom w:val="0"/>
          <w:divBdr>
            <w:top w:val="none" w:sz="0" w:space="0" w:color="auto"/>
            <w:left w:val="none" w:sz="0" w:space="0" w:color="auto"/>
            <w:bottom w:val="none" w:sz="0" w:space="0" w:color="auto"/>
            <w:right w:val="none" w:sz="0" w:space="0" w:color="auto"/>
          </w:divBdr>
        </w:div>
        <w:div w:id="1180050850">
          <w:marLeft w:val="994"/>
          <w:marRight w:val="0"/>
          <w:marTop w:val="0"/>
          <w:marBottom w:val="0"/>
          <w:divBdr>
            <w:top w:val="none" w:sz="0" w:space="0" w:color="auto"/>
            <w:left w:val="none" w:sz="0" w:space="0" w:color="auto"/>
            <w:bottom w:val="none" w:sz="0" w:space="0" w:color="auto"/>
            <w:right w:val="none" w:sz="0" w:space="0" w:color="auto"/>
          </w:divBdr>
        </w:div>
        <w:div w:id="2010399191">
          <w:marLeft w:val="994"/>
          <w:marRight w:val="0"/>
          <w:marTop w:val="0"/>
          <w:marBottom w:val="0"/>
          <w:divBdr>
            <w:top w:val="none" w:sz="0" w:space="0" w:color="auto"/>
            <w:left w:val="none" w:sz="0" w:space="0" w:color="auto"/>
            <w:bottom w:val="none" w:sz="0" w:space="0" w:color="auto"/>
            <w:right w:val="none" w:sz="0" w:space="0" w:color="auto"/>
          </w:divBdr>
        </w:div>
        <w:div w:id="1851721550">
          <w:marLeft w:val="994"/>
          <w:marRight w:val="0"/>
          <w:marTop w:val="0"/>
          <w:marBottom w:val="0"/>
          <w:divBdr>
            <w:top w:val="none" w:sz="0" w:space="0" w:color="auto"/>
            <w:left w:val="none" w:sz="0" w:space="0" w:color="auto"/>
            <w:bottom w:val="none" w:sz="0" w:space="0" w:color="auto"/>
            <w:right w:val="none" w:sz="0" w:space="0" w:color="auto"/>
          </w:divBdr>
        </w:div>
        <w:div w:id="1547258759">
          <w:marLeft w:val="994"/>
          <w:marRight w:val="0"/>
          <w:marTop w:val="0"/>
          <w:marBottom w:val="0"/>
          <w:divBdr>
            <w:top w:val="none" w:sz="0" w:space="0" w:color="auto"/>
            <w:left w:val="none" w:sz="0" w:space="0" w:color="auto"/>
            <w:bottom w:val="none" w:sz="0" w:space="0" w:color="auto"/>
            <w:right w:val="none" w:sz="0" w:space="0" w:color="auto"/>
          </w:divBdr>
        </w:div>
        <w:div w:id="1331181351">
          <w:marLeft w:val="994"/>
          <w:marRight w:val="0"/>
          <w:marTop w:val="0"/>
          <w:marBottom w:val="0"/>
          <w:divBdr>
            <w:top w:val="none" w:sz="0" w:space="0" w:color="auto"/>
            <w:left w:val="none" w:sz="0" w:space="0" w:color="auto"/>
            <w:bottom w:val="none" w:sz="0" w:space="0" w:color="auto"/>
            <w:right w:val="none" w:sz="0" w:space="0" w:color="auto"/>
          </w:divBdr>
        </w:div>
      </w:divsChild>
    </w:div>
    <w:div w:id="1739085568">
      <w:bodyDiv w:val="1"/>
      <w:marLeft w:val="0"/>
      <w:marRight w:val="0"/>
      <w:marTop w:val="0"/>
      <w:marBottom w:val="0"/>
      <w:divBdr>
        <w:top w:val="none" w:sz="0" w:space="0" w:color="auto"/>
        <w:left w:val="none" w:sz="0" w:space="0" w:color="auto"/>
        <w:bottom w:val="none" w:sz="0" w:space="0" w:color="auto"/>
        <w:right w:val="none" w:sz="0" w:space="0" w:color="auto"/>
      </w:divBdr>
    </w:div>
    <w:div w:id="1739816686">
      <w:bodyDiv w:val="1"/>
      <w:marLeft w:val="0"/>
      <w:marRight w:val="0"/>
      <w:marTop w:val="0"/>
      <w:marBottom w:val="0"/>
      <w:divBdr>
        <w:top w:val="none" w:sz="0" w:space="0" w:color="auto"/>
        <w:left w:val="none" w:sz="0" w:space="0" w:color="auto"/>
        <w:bottom w:val="none" w:sz="0" w:space="0" w:color="auto"/>
        <w:right w:val="none" w:sz="0" w:space="0" w:color="auto"/>
      </w:divBdr>
      <w:divsChild>
        <w:div w:id="2082212539">
          <w:marLeft w:val="274"/>
          <w:marRight w:val="0"/>
          <w:marTop w:val="0"/>
          <w:marBottom w:val="0"/>
          <w:divBdr>
            <w:top w:val="none" w:sz="0" w:space="0" w:color="auto"/>
            <w:left w:val="none" w:sz="0" w:space="0" w:color="auto"/>
            <w:bottom w:val="none" w:sz="0" w:space="0" w:color="auto"/>
            <w:right w:val="none" w:sz="0" w:space="0" w:color="auto"/>
          </w:divBdr>
        </w:div>
        <w:div w:id="1362823990">
          <w:marLeft w:val="994"/>
          <w:marRight w:val="0"/>
          <w:marTop w:val="0"/>
          <w:marBottom w:val="0"/>
          <w:divBdr>
            <w:top w:val="none" w:sz="0" w:space="0" w:color="auto"/>
            <w:left w:val="none" w:sz="0" w:space="0" w:color="auto"/>
            <w:bottom w:val="none" w:sz="0" w:space="0" w:color="auto"/>
            <w:right w:val="none" w:sz="0" w:space="0" w:color="auto"/>
          </w:divBdr>
        </w:div>
        <w:div w:id="216361757">
          <w:marLeft w:val="994"/>
          <w:marRight w:val="0"/>
          <w:marTop w:val="0"/>
          <w:marBottom w:val="0"/>
          <w:divBdr>
            <w:top w:val="none" w:sz="0" w:space="0" w:color="auto"/>
            <w:left w:val="none" w:sz="0" w:space="0" w:color="auto"/>
            <w:bottom w:val="none" w:sz="0" w:space="0" w:color="auto"/>
            <w:right w:val="none" w:sz="0" w:space="0" w:color="auto"/>
          </w:divBdr>
        </w:div>
        <w:div w:id="1057781020">
          <w:marLeft w:val="994"/>
          <w:marRight w:val="0"/>
          <w:marTop w:val="0"/>
          <w:marBottom w:val="0"/>
          <w:divBdr>
            <w:top w:val="none" w:sz="0" w:space="0" w:color="auto"/>
            <w:left w:val="none" w:sz="0" w:space="0" w:color="auto"/>
            <w:bottom w:val="none" w:sz="0" w:space="0" w:color="auto"/>
            <w:right w:val="none" w:sz="0" w:space="0" w:color="auto"/>
          </w:divBdr>
        </w:div>
      </w:divsChild>
    </w:div>
    <w:div w:id="1740445129">
      <w:bodyDiv w:val="1"/>
      <w:marLeft w:val="0"/>
      <w:marRight w:val="0"/>
      <w:marTop w:val="0"/>
      <w:marBottom w:val="0"/>
      <w:divBdr>
        <w:top w:val="none" w:sz="0" w:space="0" w:color="auto"/>
        <w:left w:val="none" w:sz="0" w:space="0" w:color="auto"/>
        <w:bottom w:val="none" w:sz="0" w:space="0" w:color="auto"/>
        <w:right w:val="none" w:sz="0" w:space="0" w:color="auto"/>
      </w:divBdr>
    </w:div>
    <w:div w:id="1741518254">
      <w:bodyDiv w:val="1"/>
      <w:marLeft w:val="0"/>
      <w:marRight w:val="0"/>
      <w:marTop w:val="0"/>
      <w:marBottom w:val="0"/>
      <w:divBdr>
        <w:top w:val="none" w:sz="0" w:space="0" w:color="auto"/>
        <w:left w:val="none" w:sz="0" w:space="0" w:color="auto"/>
        <w:bottom w:val="none" w:sz="0" w:space="0" w:color="auto"/>
        <w:right w:val="none" w:sz="0" w:space="0" w:color="auto"/>
      </w:divBdr>
    </w:div>
    <w:div w:id="1747531444">
      <w:bodyDiv w:val="1"/>
      <w:marLeft w:val="0"/>
      <w:marRight w:val="0"/>
      <w:marTop w:val="0"/>
      <w:marBottom w:val="0"/>
      <w:divBdr>
        <w:top w:val="none" w:sz="0" w:space="0" w:color="auto"/>
        <w:left w:val="none" w:sz="0" w:space="0" w:color="auto"/>
        <w:bottom w:val="none" w:sz="0" w:space="0" w:color="auto"/>
        <w:right w:val="none" w:sz="0" w:space="0" w:color="auto"/>
      </w:divBdr>
    </w:div>
    <w:div w:id="1752696605">
      <w:bodyDiv w:val="1"/>
      <w:marLeft w:val="0"/>
      <w:marRight w:val="0"/>
      <w:marTop w:val="0"/>
      <w:marBottom w:val="0"/>
      <w:divBdr>
        <w:top w:val="none" w:sz="0" w:space="0" w:color="auto"/>
        <w:left w:val="none" w:sz="0" w:space="0" w:color="auto"/>
        <w:bottom w:val="none" w:sz="0" w:space="0" w:color="auto"/>
        <w:right w:val="none" w:sz="0" w:space="0" w:color="auto"/>
      </w:divBdr>
      <w:divsChild>
        <w:div w:id="69276352">
          <w:marLeft w:val="274"/>
          <w:marRight w:val="0"/>
          <w:marTop w:val="0"/>
          <w:marBottom w:val="0"/>
          <w:divBdr>
            <w:top w:val="none" w:sz="0" w:space="0" w:color="auto"/>
            <w:left w:val="none" w:sz="0" w:space="0" w:color="auto"/>
            <w:bottom w:val="none" w:sz="0" w:space="0" w:color="auto"/>
            <w:right w:val="none" w:sz="0" w:space="0" w:color="auto"/>
          </w:divBdr>
        </w:div>
      </w:divsChild>
    </w:div>
    <w:div w:id="1761101120">
      <w:bodyDiv w:val="1"/>
      <w:marLeft w:val="0"/>
      <w:marRight w:val="0"/>
      <w:marTop w:val="0"/>
      <w:marBottom w:val="0"/>
      <w:divBdr>
        <w:top w:val="none" w:sz="0" w:space="0" w:color="auto"/>
        <w:left w:val="none" w:sz="0" w:space="0" w:color="auto"/>
        <w:bottom w:val="none" w:sz="0" w:space="0" w:color="auto"/>
        <w:right w:val="none" w:sz="0" w:space="0" w:color="auto"/>
      </w:divBdr>
    </w:div>
    <w:div w:id="1763451522">
      <w:bodyDiv w:val="1"/>
      <w:marLeft w:val="0"/>
      <w:marRight w:val="0"/>
      <w:marTop w:val="0"/>
      <w:marBottom w:val="0"/>
      <w:divBdr>
        <w:top w:val="none" w:sz="0" w:space="0" w:color="auto"/>
        <w:left w:val="none" w:sz="0" w:space="0" w:color="auto"/>
        <w:bottom w:val="none" w:sz="0" w:space="0" w:color="auto"/>
        <w:right w:val="none" w:sz="0" w:space="0" w:color="auto"/>
      </w:divBdr>
    </w:div>
    <w:div w:id="1765495192">
      <w:bodyDiv w:val="1"/>
      <w:marLeft w:val="0"/>
      <w:marRight w:val="0"/>
      <w:marTop w:val="0"/>
      <w:marBottom w:val="0"/>
      <w:divBdr>
        <w:top w:val="none" w:sz="0" w:space="0" w:color="auto"/>
        <w:left w:val="none" w:sz="0" w:space="0" w:color="auto"/>
        <w:bottom w:val="none" w:sz="0" w:space="0" w:color="auto"/>
        <w:right w:val="none" w:sz="0" w:space="0" w:color="auto"/>
      </w:divBdr>
    </w:div>
    <w:div w:id="1767340596">
      <w:bodyDiv w:val="1"/>
      <w:marLeft w:val="0"/>
      <w:marRight w:val="0"/>
      <w:marTop w:val="0"/>
      <w:marBottom w:val="0"/>
      <w:divBdr>
        <w:top w:val="none" w:sz="0" w:space="0" w:color="auto"/>
        <w:left w:val="none" w:sz="0" w:space="0" w:color="auto"/>
        <w:bottom w:val="none" w:sz="0" w:space="0" w:color="auto"/>
        <w:right w:val="none" w:sz="0" w:space="0" w:color="auto"/>
      </w:divBdr>
    </w:div>
    <w:div w:id="1771511214">
      <w:bodyDiv w:val="1"/>
      <w:marLeft w:val="0"/>
      <w:marRight w:val="0"/>
      <w:marTop w:val="0"/>
      <w:marBottom w:val="0"/>
      <w:divBdr>
        <w:top w:val="none" w:sz="0" w:space="0" w:color="auto"/>
        <w:left w:val="none" w:sz="0" w:space="0" w:color="auto"/>
        <w:bottom w:val="none" w:sz="0" w:space="0" w:color="auto"/>
        <w:right w:val="none" w:sz="0" w:space="0" w:color="auto"/>
      </w:divBdr>
      <w:divsChild>
        <w:div w:id="1856503963">
          <w:marLeft w:val="720"/>
          <w:marRight w:val="0"/>
          <w:marTop w:val="0"/>
          <w:marBottom w:val="0"/>
          <w:divBdr>
            <w:top w:val="none" w:sz="0" w:space="0" w:color="auto"/>
            <w:left w:val="none" w:sz="0" w:space="0" w:color="auto"/>
            <w:bottom w:val="none" w:sz="0" w:space="0" w:color="auto"/>
            <w:right w:val="none" w:sz="0" w:space="0" w:color="auto"/>
          </w:divBdr>
        </w:div>
        <w:div w:id="327097268">
          <w:marLeft w:val="720"/>
          <w:marRight w:val="0"/>
          <w:marTop w:val="0"/>
          <w:marBottom w:val="0"/>
          <w:divBdr>
            <w:top w:val="none" w:sz="0" w:space="0" w:color="auto"/>
            <w:left w:val="none" w:sz="0" w:space="0" w:color="auto"/>
            <w:bottom w:val="none" w:sz="0" w:space="0" w:color="auto"/>
            <w:right w:val="none" w:sz="0" w:space="0" w:color="auto"/>
          </w:divBdr>
        </w:div>
        <w:div w:id="91703917">
          <w:marLeft w:val="720"/>
          <w:marRight w:val="0"/>
          <w:marTop w:val="0"/>
          <w:marBottom w:val="0"/>
          <w:divBdr>
            <w:top w:val="none" w:sz="0" w:space="0" w:color="auto"/>
            <w:left w:val="none" w:sz="0" w:space="0" w:color="auto"/>
            <w:bottom w:val="none" w:sz="0" w:space="0" w:color="auto"/>
            <w:right w:val="none" w:sz="0" w:space="0" w:color="auto"/>
          </w:divBdr>
        </w:div>
        <w:div w:id="2122647909">
          <w:marLeft w:val="720"/>
          <w:marRight w:val="0"/>
          <w:marTop w:val="0"/>
          <w:marBottom w:val="0"/>
          <w:divBdr>
            <w:top w:val="none" w:sz="0" w:space="0" w:color="auto"/>
            <w:left w:val="none" w:sz="0" w:space="0" w:color="auto"/>
            <w:bottom w:val="none" w:sz="0" w:space="0" w:color="auto"/>
            <w:right w:val="none" w:sz="0" w:space="0" w:color="auto"/>
          </w:divBdr>
        </w:div>
      </w:divsChild>
    </w:div>
    <w:div w:id="1785225531">
      <w:bodyDiv w:val="1"/>
      <w:marLeft w:val="0"/>
      <w:marRight w:val="0"/>
      <w:marTop w:val="0"/>
      <w:marBottom w:val="0"/>
      <w:divBdr>
        <w:top w:val="none" w:sz="0" w:space="0" w:color="auto"/>
        <w:left w:val="none" w:sz="0" w:space="0" w:color="auto"/>
        <w:bottom w:val="none" w:sz="0" w:space="0" w:color="auto"/>
        <w:right w:val="none" w:sz="0" w:space="0" w:color="auto"/>
      </w:divBdr>
    </w:div>
    <w:div w:id="1788742248">
      <w:bodyDiv w:val="1"/>
      <w:marLeft w:val="0"/>
      <w:marRight w:val="0"/>
      <w:marTop w:val="0"/>
      <w:marBottom w:val="0"/>
      <w:divBdr>
        <w:top w:val="none" w:sz="0" w:space="0" w:color="auto"/>
        <w:left w:val="none" w:sz="0" w:space="0" w:color="auto"/>
        <w:bottom w:val="none" w:sz="0" w:space="0" w:color="auto"/>
        <w:right w:val="none" w:sz="0" w:space="0" w:color="auto"/>
      </w:divBdr>
      <w:divsChild>
        <w:div w:id="1902060763">
          <w:marLeft w:val="274"/>
          <w:marRight w:val="0"/>
          <w:marTop w:val="0"/>
          <w:marBottom w:val="0"/>
          <w:divBdr>
            <w:top w:val="none" w:sz="0" w:space="0" w:color="auto"/>
            <w:left w:val="none" w:sz="0" w:space="0" w:color="auto"/>
            <w:bottom w:val="none" w:sz="0" w:space="0" w:color="auto"/>
            <w:right w:val="none" w:sz="0" w:space="0" w:color="auto"/>
          </w:divBdr>
        </w:div>
        <w:div w:id="874974472">
          <w:marLeft w:val="274"/>
          <w:marRight w:val="0"/>
          <w:marTop w:val="0"/>
          <w:marBottom w:val="0"/>
          <w:divBdr>
            <w:top w:val="none" w:sz="0" w:space="0" w:color="auto"/>
            <w:left w:val="none" w:sz="0" w:space="0" w:color="auto"/>
            <w:bottom w:val="none" w:sz="0" w:space="0" w:color="auto"/>
            <w:right w:val="none" w:sz="0" w:space="0" w:color="auto"/>
          </w:divBdr>
        </w:div>
        <w:div w:id="556667330">
          <w:marLeft w:val="274"/>
          <w:marRight w:val="0"/>
          <w:marTop w:val="0"/>
          <w:marBottom w:val="0"/>
          <w:divBdr>
            <w:top w:val="none" w:sz="0" w:space="0" w:color="auto"/>
            <w:left w:val="none" w:sz="0" w:space="0" w:color="auto"/>
            <w:bottom w:val="none" w:sz="0" w:space="0" w:color="auto"/>
            <w:right w:val="none" w:sz="0" w:space="0" w:color="auto"/>
          </w:divBdr>
        </w:div>
        <w:div w:id="360135524">
          <w:marLeft w:val="274"/>
          <w:marRight w:val="0"/>
          <w:marTop w:val="0"/>
          <w:marBottom w:val="0"/>
          <w:divBdr>
            <w:top w:val="none" w:sz="0" w:space="0" w:color="auto"/>
            <w:left w:val="none" w:sz="0" w:space="0" w:color="auto"/>
            <w:bottom w:val="none" w:sz="0" w:space="0" w:color="auto"/>
            <w:right w:val="none" w:sz="0" w:space="0" w:color="auto"/>
          </w:divBdr>
        </w:div>
        <w:div w:id="1759791655">
          <w:marLeft w:val="274"/>
          <w:marRight w:val="0"/>
          <w:marTop w:val="0"/>
          <w:marBottom w:val="0"/>
          <w:divBdr>
            <w:top w:val="none" w:sz="0" w:space="0" w:color="auto"/>
            <w:left w:val="none" w:sz="0" w:space="0" w:color="auto"/>
            <w:bottom w:val="none" w:sz="0" w:space="0" w:color="auto"/>
            <w:right w:val="none" w:sz="0" w:space="0" w:color="auto"/>
          </w:divBdr>
        </w:div>
      </w:divsChild>
    </w:div>
    <w:div w:id="1790129309">
      <w:bodyDiv w:val="1"/>
      <w:marLeft w:val="0"/>
      <w:marRight w:val="0"/>
      <w:marTop w:val="0"/>
      <w:marBottom w:val="0"/>
      <w:divBdr>
        <w:top w:val="none" w:sz="0" w:space="0" w:color="auto"/>
        <w:left w:val="none" w:sz="0" w:space="0" w:color="auto"/>
        <w:bottom w:val="none" w:sz="0" w:space="0" w:color="auto"/>
        <w:right w:val="none" w:sz="0" w:space="0" w:color="auto"/>
      </w:divBdr>
    </w:div>
    <w:div w:id="1793285679">
      <w:bodyDiv w:val="1"/>
      <w:marLeft w:val="0"/>
      <w:marRight w:val="0"/>
      <w:marTop w:val="0"/>
      <w:marBottom w:val="0"/>
      <w:divBdr>
        <w:top w:val="none" w:sz="0" w:space="0" w:color="auto"/>
        <w:left w:val="none" w:sz="0" w:space="0" w:color="auto"/>
        <w:bottom w:val="none" w:sz="0" w:space="0" w:color="auto"/>
        <w:right w:val="none" w:sz="0" w:space="0" w:color="auto"/>
      </w:divBdr>
    </w:div>
    <w:div w:id="1799449690">
      <w:bodyDiv w:val="1"/>
      <w:marLeft w:val="0"/>
      <w:marRight w:val="0"/>
      <w:marTop w:val="0"/>
      <w:marBottom w:val="0"/>
      <w:divBdr>
        <w:top w:val="none" w:sz="0" w:space="0" w:color="auto"/>
        <w:left w:val="none" w:sz="0" w:space="0" w:color="auto"/>
        <w:bottom w:val="none" w:sz="0" w:space="0" w:color="auto"/>
        <w:right w:val="none" w:sz="0" w:space="0" w:color="auto"/>
      </w:divBdr>
    </w:div>
    <w:div w:id="1799490256">
      <w:bodyDiv w:val="1"/>
      <w:marLeft w:val="0"/>
      <w:marRight w:val="0"/>
      <w:marTop w:val="0"/>
      <w:marBottom w:val="0"/>
      <w:divBdr>
        <w:top w:val="none" w:sz="0" w:space="0" w:color="auto"/>
        <w:left w:val="none" w:sz="0" w:space="0" w:color="auto"/>
        <w:bottom w:val="none" w:sz="0" w:space="0" w:color="auto"/>
        <w:right w:val="none" w:sz="0" w:space="0" w:color="auto"/>
      </w:divBdr>
    </w:div>
    <w:div w:id="1808276697">
      <w:bodyDiv w:val="1"/>
      <w:marLeft w:val="0"/>
      <w:marRight w:val="0"/>
      <w:marTop w:val="0"/>
      <w:marBottom w:val="0"/>
      <w:divBdr>
        <w:top w:val="none" w:sz="0" w:space="0" w:color="auto"/>
        <w:left w:val="none" w:sz="0" w:space="0" w:color="auto"/>
        <w:bottom w:val="none" w:sz="0" w:space="0" w:color="auto"/>
        <w:right w:val="none" w:sz="0" w:space="0" w:color="auto"/>
      </w:divBdr>
    </w:div>
    <w:div w:id="1812362649">
      <w:bodyDiv w:val="1"/>
      <w:marLeft w:val="0"/>
      <w:marRight w:val="0"/>
      <w:marTop w:val="0"/>
      <w:marBottom w:val="0"/>
      <w:divBdr>
        <w:top w:val="none" w:sz="0" w:space="0" w:color="auto"/>
        <w:left w:val="none" w:sz="0" w:space="0" w:color="auto"/>
        <w:bottom w:val="none" w:sz="0" w:space="0" w:color="auto"/>
        <w:right w:val="none" w:sz="0" w:space="0" w:color="auto"/>
      </w:divBdr>
    </w:div>
    <w:div w:id="1826313021">
      <w:bodyDiv w:val="1"/>
      <w:marLeft w:val="0"/>
      <w:marRight w:val="0"/>
      <w:marTop w:val="0"/>
      <w:marBottom w:val="0"/>
      <w:divBdr>
        <w:top w:val="none" w:sz="0" w:space="0" w:color="auto"/>
        <w:left w:val="none" w:sz="0" w:space="0" w:color="auto"/>
        <w:bottom w:val="none" w:sz="0" w:space="0" w:color="auto"/>
        <w:right w:val="none" w:sz="0" w:space="0" w:color="auto"/>
      </w:divBdr>
    </w:div>
    <w:div w:id="1831289349">
      <w:bodyDiv w:val="1"/>
      <w:marLeft w:val="0"/>
      <w:marRight w:val="0"/>
      <w:marTop w:val="0"/>
      <w:marBottom w:val="0"/>
      <w:divBdr>
        <w:top w:val="none" w:sz="0" w:space="0" w:color="auto"/>
        <w:left w:val="none" w:sz="0" w:space="0" w:color="auto"/>
        <w:bottom w:val="none" w:sz="0" w:space="0" w:color="auto"/>
        <w:right w:val="none" w:sz="0" w:space="0" w:color="auto"/>
      </w:divBdr>
    </w:div>
    <w:div w:id="1832409385">
      <w:bodyDiv w:val="1"/>
      <w:marLeft w:val="0"/>
      <w:marRight w:val="0"/>
      <w:marTop w:val="0"/>
      <w:marBottom w:val="0"/>
      <w:divBdr>
        <w:top w:val="none" w:sz="0" w:space="0" w:color="auto"/>
        <w:left w:val="none" w:sz="0" w:space="0" w:color="auto"/>
        <w:bottom w:val="none" w:sz="0" w:space="0" w:color="auto"/>
        <w:right w:val="none" w:sz="0" w:space="0" w:color="auto"/>
      </w:divBdr>
      <w:divsChild>
        <w:div w:id="1222211395">
          <w:marLeft w:val="274"/>
          <w:marRight w:val="0"/>
          <w:marTop w:val="0"/>
          <w:marBottom w:val="0"/>
          <w:divBdr>
            <w:top w:val="none" w:sz="0" w:space="0" w:color="auto"/>
            <w:left w:val="none" w:sz="0" w:space="0" w:color="auto"/>
            <w:bottom w:val="none" w:sz="0" w:space="0" w:color="auto"/>
            <w:right w:val="none" w:sz="0" w:space="0" w:color="auto"/>
          </w:divBdr>
        </w:div>
      </w:divsChild>
    </w:div>
    <w:div w:id="1843427049">
      <w:bodyDiv w:val="1"/>
      <w:marLeft w:val="0"/>
      <w:marRight w:val="0"/>
      <w:marTop w:val="0"/>
      <w:marBottom w:val="0"/>
      <w:divBdr>
        <w:top w:val="none" w:sz="0" w:space="0" w:color="auto"/>
        <w:left w:val="none" w:sz="0" w:space="0" w:color="auto"/>
        <w:bottom w:val="none" w:sz="0" w:space="0" w:color="auto"/>
        <w:right w:val="none" w:sz="0" w:space="0" w:color="auto"/>
      </w:divBdr>
    </w:div>
    <w:div w:id="1846942608">
      <w:bodyDiv w:val="1"/>
      <w:marLeft w:val="0"/>
      <w:marRight w:val="0"/>
      <w:marTop w:val="0"/>
      <w:marBottom w:val="0"/>
      <w:divBdr>
        <w:top w:val="none" w:sz="0" w:space="0" w:color="auto"/>
        <w:left w:val="none" w:sz="0" w:space="0" w:color="auto"/>
        <w:bottom w:val="none" w:sz="0" w:space="0" w:color="auto"/>
        <w:right w:val="none" w:sz="0" w:space="0" w:color="auto"/>
      </w:divBdr>
    </w:div>
    <w:div w:id="1851143591">
      <w:bodyDiv w:val="1"/>
      <w:marLeft w:val="0"/>
      <w:marRight w:val="0"/>
      <w:marTop w:val="0"/>
      <w:marBottom w:val="0"/>
      <w:divBdr>
        <w:top w:val="none" w:sz="0" w:space="0" w:color="auto"/>
        <w:left w:val="none" w:sz="0" w:space="0" w:color="auto"/>
        <w:bottom w:val="none" w:sz="0" w:space="0" w:color="auto"/>
        <w:right w:val="none" w:sz="0" w:space="0" w:color="auto"/>
      </w:divBdr>
      <w:divsChild>
        <w:div w:id="1890727375">
          <w:marLeft w:val="994"/>
          <w:marRight w:val="0"/>
          <w:marTop w:val="0"/>
          <w:marBottom w:val="0"/>
          <w:divBdr>
            <w:top w:val="none" w:sz="0" w:space="0" w:color="auto"/>
            <w:left w:val="none" w:sz="0" w:space="0" w:color="auto"/>
            <w:bottom w:val="none" w:sz="0" w:space="0" w:color="auto"/>
            <w:right w:val="none" w:sz="0" w:space="0" w:color="auto"/>
          </w:divBdr>
        </w:div>
        <w:div w:id="1008408868">
          <w:marLeft w:val="994"/>
          <w:marRight w:val="0"/>
          <w:marTop w:val="0"/>
          <w:marBottom w:val="0"/>
          <w:divBdr>
            <w:top w:val="none" w:sz="0" w:space="0" w:color="auto"/>
            <w:left w:val="none" w:sz="0" w:space="0" w:color="auto"/>
            <w:bottom w:val="none" w:sz="0" w:space="0" w:color="auto"/>
            <w:right w:val="none" w:sz="0" w:space="0" w:color="auto"/>
          </w:divBdr>
        </w:div>
        <w:div w:id="1575814822">
          <w:marLeft w:val="994"/>
          <w:marRight w:val="0"/>
          <w:marTop w:val="0"/>
          <w:marBottom w:val="0"/>
          <w:divBdr>
            <w:top w:val="none" w:sz="0" w:space="0" w:color="auto"/>
            <w:left w:val="none" w:sz="0" w:space="0" w:color="auto"/>
            <w:bottom w:val="none" w:sz="0" w:space="0" w:color="auto"/>
            <w:right w:val="none" w:sz="0" w:space="0" w:color="auto"/>
          </w:divBdr>
        </w:div>
        <w:div w:id="1718511543">
          <w:marLeft w:val="994"/>
          <w:marRight w:val="0"/>
          <w:marTop w:val="0"/>
          <w:marBottom w:val="0"/>
          <w:divBdr>
            <w:top w:val="none" w:sz="0" w:space="0" w:color="auto"/>
            <w:left w:val="none" w:sz="0" w:space="0" w:color="auto"/>
            <w:bottom w:val="none" w:sz="0" w:space="0" w:color="auto"/>
            <w:right w:val="none" w:sz="0" w:space="0" w:color="auto"/>
          </w:divBdr>
        </w:div>
        <w:div w:id="789055778">
          <w:marLeft w:val="994"/>
          <w:marRight w:val="0"/>
          <w:marTop w:val="0"/>
          <w:marBottom w:val="0"/>
          <w:divBdr>
            <w:top w:val="none" w:sz="0" w:space="0" w:color="auto"/>
            <w:left w:val="none" w:sz="0" w:space="0" w:color="auto"/>
            <w:bottom w:val="none" w:sz="0" w:space="0" w:color="auto"/>
            <w:right w:val="none" w:sz="0" w:space="0" w:color="auto"/>
          </w:divBdr>
        </w:div>
      </w:divsChild>
    </w:div>
    <w:div w:id="1851482298">
      <w:bodyDiv w:val="1"/>
      <w:marLeft w:val="0"/>
      <w:marRight w:val="0"/>
      <w:marTop w:val="0"/>
      <w:marBottom w:val="0"/>
      <w:divBdr>
        <w:top w:val="none" w:sz="0" w:space="0" w:color="auto"/>
        <w:left w:val="none" w:sz="0" w:space="0" w:color="auto"/>
        <w:bottom w:val="none" w:sz="0" w:space="0" w:color="auto"/>
        <w:right w:val="none" w:sz="0" w:space="0" w:color="auto"/>
      </w:divBdr>
    </w:div>
    <w:div w:id="1852404968">
      <w:bodyDiv w:val="1"/>
      <w:marLeft w:val="0"/>
      <w:marRight w:val="0"/>
      <w:marTop w:val="0"/>
      <w:marBottom w:val="0"/>
      <w:divBdr>
        <w:top w:val="none" w:sz="0" w:space="0" w:color="auto"/>
        <w:left w:val="none" w:sz="0" w:space="0" w:color="auto"/>
        <w:bottom w:val="none" w:sz="0" w:space="0" w:color="auto"/>
        <w:right w:val="none" w:sz="0" w:space="0" w:color="auto"/>
      </w:divBdr>
    </w:div>
    <w:div w:id="1854151246">
      <w:bodyDiv w:val="1"/>
      <w:marLeft w:val="0"/>
      <w:marRight w:val="0"/>
      <w:marTop w:val="0"/>
      <w:marBottom w:val="0"/>
      <w:divBdr>
        <w:top w:val="none" w:sz="0" w:space="0" w:color="auto"/>
        <w:left w:val="none" w:sz="0" w:space="0" w:color="auto"/>
        <w:bottom w:val="none" w:sz="0" w:space="0" w:color="auto"/>
        <w:right w:val="none" w:sz="0" w:space="0" w:color="auto"/>
      </w:divBdr>
    </w:div>
    <w:div w:id="1857114814">
      <w:bodyDiv w:val="1"/>
      <w:marLeft w:val="0"/>
      <w:marRight w:val="0"/>
      <w:marTop w:val="0"/>
      <w:marBottom w:val="0"/>
      <w:divBdr>
        <w:top w:val="none" w:sz="0" w:space="0" w:color="auto"/>
        <w:left w:val="none" w:sz="0" w:space="0" w:color="auto"/>
        <w:bottom w:val="none" w:sz="0" w:space="0" w:color="auto"/>
        <w:right w:val="none" w:sz="0" w:space="0" w:color="auto"/>
      </w:divBdr>
    </w:div>
    <w:div w:id="1857183597">
      <w:bodyDiv w:val="1"/>
      <w:marLeft w:val="0"/>
      <w:marRight w:val="0"/>
      <w:marTop w:val="0"/>
      <w:marBottom w:val="0"/>
      <w:divBdr>
        <w:top w:val="none" w:sz="0" w:space="0" w:color="auto"/>
        <w:left w:val="none" w:sz="0" w:space="0" w:color="auto"/>
        <w:bottom w:val="none" w:sz="0" w:space="0" w:color="auto"/>
        <w:right w:val="none" w:sz="0" w:space="0" w:color="auto"/>
      </w:divBdr>
    </w:div>
    <w:div w:id="1859200314">
      <w:bodyDiv w:val="1"/>
      <w:marLeft w:val="0"/>
      <w:marRight w:val="0"/>
      <w:marTop w:val="0"/>
      <w:marBottom w:val="0"/>
      <w:divBdr>
        <w:top w:val="none" w:sz="0" w:space="0" w:color="auto"/>
        <w:left w:val="none" w:sz="0" w:space="0" w:color="auto"/>
        <w:bottom w:val="none" w:sz="0" w:space="0" w:color="auto"/>
        <w:right w:val="none" w:sz="0" w:space="0" w:color="auto"/>
      </w:divBdr>
    </w:div>
    <w:div w:id="1865050606">
      <w:bodyDiv w:val="1"/>
      <w:marLeft w:val="0"/>
      <w:marRight w:val="0"/>
      <w:marTop w:val="0"/>
      <w:marBottom w:val="0"/>
      <w:divBdr>
        <w:top w:val="none" w:sz="0" w:space="0" w:color="auto"/>
        <w:left w:val="none" w:sz="0" w:space="0" w:color="auto"/>
        <w:bottom w:val="none" w:sz="0" w:space="0" w:color="auto"/>
        <w:right w:val="none" w:sz="0" w:space="0" w:color="auto"/>
      </w:divBdr>
    </w:div>
    <w:div w:id="1867523302">
      <w:bodyDiv w:val="1"/>
      <w:marLeft w:val="0"/>
      <w:marRight w:val="0"/>
      <w:marTop w:val="0"/>
      <w:marBottom w:val="0"/>
      <w:divBdr>
        <w:top w:val="none" w:sz="0" w:space="0" w:color="auto"/>
        <w:left w:val="none" w:sz="0" w:space="0" w:color="auto"/>
        <w:bottom w:val="none" w:sz="0" w:space="0" w:color="auto"/>
        <w:right w:val="none" w:sz="0" w:space="0" w:color="auto"/>
      </w:divBdr>
    </w:div>
    <w:div w:id="1867668827">
      <w:bodyDiv w:val="1"/>
      <w:marLeft w:val="0"/>
      <w:marRight w:val="0"/>
      <w:marTop w:val="0"/>
      <w:marBottom w:val="0"/>
      <w:divBdr>
        <w:top w:val="none" w:sz="0" w:space="0" w:color="auto"/>
        <w:left w:val="none" w:sz="0" w:space="0" w:color="auto"/>
        <w:bottom w:val="none" w:sz="0" w:space="0" w:color="auto"/>
        <w:right w:val="none" w:sz="0" w:space="0" w:color="auto"/>
      </w:divBdr>
    </w:div>
    <w:div w:id="1869633911">
      <w:bodyDiv w:val="1"/>
      <w:marLeft w:val="0"/>
      <w:marRight w:val="0"/>
      <w:marTop w:val="0"/>
      <w:marBottom w:val="0"/>
      <w:divBdr>
        <w:top w:val="none" w:sz="0" w:space="0" w:color="auto"/>
        <w:left w:val="none" w:sz="0" w:space="0" w:color="auto"/>
        <w:bottom w:val="none" w:sz="0" w:space="0" w:color="auto"/>
        <w:right w:val="none" w:sz="0" w:space="0" w:color="auto"/>
      </w:divBdr>
    </w:div>
    <w:div w:id="1871993231">
      <w:bodyDiv w:val="1"/>
      <w:marLeft w:val="0"/>
      <w:marRight w:val="0"/>
      <w:marTop w:val="0"/>
      <w:marBottom w:val="0"/>
      <w:divBdr>
        <w:top w:val="none" w:sz="0" w:space="0" w:color="auto"/>
        <w:left w:val="none" w:sz="0" w:space="0" w:color="auto"/>
        <w:bottom w:val="none" w:sz="0" w:space="0" w:color="auto"/>
        <w:right w:val="none" w:sz="0" w:space="0" w:color="auto"/>
      </w:divBdr>
      <w:divsChild>
        <w:div w:id="1332294513">
          <w:marLeft w:val="994"/>
          <w:marRight w:val="0"/>
          <w:marTop w:val="0"/>
          <w:marBottom w:val="0"/>
          <w:divBdr>
            <w:top w:val="none" w:sz="0" w:space="0" w:color="auto"/>
            <w:left w:val="none" w:sz="0" w:space="0" w:color="auto"/>
            <w:bottom w:val="none" w:sz="0" w:space="0" w:color="auto"/>
            <w:right w:val="none" w:sz="0" w:space="0" w:color="auto"/>
          </w:divBdr>
        </w:div>
        <w:div w:id="1660647589">
          <w:marLeft w:val="994"/>
          <w:marRight w:val="0"/>
          <w:marTop w:val="0"/>
          <w:marBottom w:val="0"/>
          <w:divBdr>
            <w:top w:val="none" w:sz="0" w:space="0" w:color="auto"/>
            <w:left w:val="none" w:sz="0" w:space="0" w:color="auto"/>
            <w:bottom w:val="none" w:sz="0" w:space="0" w:color="auto"/>
            <w:right w:val="none" w:sz="0" w:space="0" w:color="auto"/>
          </w:divBdr>
        </w:div>
        <w:div w:id="415440554">
          <w:marLeft w:val="994"/>
          <w:marRight w:val="0"/>
          <w:marTop w:val="0"/>
          <w:marBottom w:val="0"/>
          <w:divBdr>
            <w:top w:val="none" w:sz="0" w:space="0" w:color="auto"/>
            <w:left w:val="none" w:sz="0" w:space="0" w:color="auto"/>
            <w:bottom w:val="none" w:sz="0" w:space="0" w:color="auto"/>
            <w:right w:val="none" w:sz="0" w:space="0" w:color="auto"/>
          </w:divBdr>
        </w:div>
      </w:divsChild>
    </w:div>
    <w:div w:id="1879079616">
      <w:bodyDiv w:val="1"/>
      <w:marLeft w:val="0"/>
      <w:marRight w:val="0"/>
      <w:marTop w:val="0"/>
      <w:marBottom w:val="0"/>
      <w:divBdr>
        <w:top w:val="none" w:sz="0" w:space="0" w:color="auto"/>
        <w:left w:val="none" w:sz="0" w:space="0" w:color="auto"/>
        <w:bottom w:val="none" w:sz="0" w:space="0" w:color="auto"/>
        <w:right w:val="none" w:sz="0" w:space="0" w:color="auto"/>
      </w:divBdr>
      <w:divsChild>
        <w:div w:id="1302341628">
          <w:marLeft w:val="432"/>
          <w:marRight w:val="0"/>
          <w:marTop w:val="45"/>
          <w:marBottom w:val="0"/>
          <w:divBdr>
            <w:top w:val="none" w:sz="0" w:space="0" w:color="auto"/>
            <w:left w:val="none" w:sz="0" w:space="0" w:color="auto"/>
            <w:bottom w:val="none" w:sz="0" w:space="0" w:color="auto"/>
            <w:right w:val="none" w:sz="0" w:space="0" w:color="auto"/>
          </w:divBdr>
        </w:div>
        <w:div w:id="841899526">
          <w:marLeft w:val="432"/>
          <w:marRight w:val="0"/>
          <w:marTop w:val="45"/>
          <w:marBottom w:val="0"/>
          <w:divBdr>
            <w:top w:val="none" w:sz="0" w:space="0" w:color="auto"/>
            <w:left w:val="none" w:sz="0" w:space="0" w:color="auto"/>
            <w:bottom w:val="none" w:sz="0" w:space="0" w:color="auto"/>
            <w:right w:val="none" w:sz="0" w:space="0" w:color="auto"/>
          </w:divBdr>
        </w:div>
        <w:div w:id="2093508848">
          <w:marLeft w:val="778"/>
          <w:marRight w:val="0"/>
          <w:marTop w:val="45"/>
          <w:marBottom w:val="0"/>
          <w:divBdr>
            <w:top w:val="none" w:sz="0" w:space="0" w:color="auto"/>
            <w:left w:val="none" w:sz="0" w:space="0" w:color="auto"/>
            <w:bottom w:val="none" w:sz="0" w:space="0" w:color="auto"/>
            <w:right w:val="none" w:sz="0" w:space="0" w:color="auto"/>
          </w:divBdr>
        </w:div>
        <w:div w:id="165444148">
          <w:marLeft w:val="778"/>
          <w:marRight w:val="0"/>
          <w:marTop w:val="45"/>
          <w:marBottom w:val="0"/>
          <w:divBdr>
            <w:top w:val="none" w:sz="0" w:space="0" w:color="auto"/>
            <w:left w:val="none" w:sz="0" w:space="0" w:color="auto"/>
            <w:bottom w:val="none" w:sz="0" w:space="0" w:color="auto"/>
            <w:right w:val="none" w:sz="0" w:space="0" w:color="auto"/>
          </w:divBdr>
        </w:div>
        <w:div w:id="1722441243">
          <w:marLeft w:val="778"/>
          <w:marRight w:val="0"/>
          <w:marTop w:val="45"/>
          <w:marBottom w:val="0"/>
          <w:divBdr>
            <w:top w:val="none" w:sz="0" w:space="0" w:color="auto"/>
            <w:left w:val="none" w:sz="0" w:space="0" w:color="auto"/>
            <w:bottom w:val="none" w:sz="0" w:space="0" w:color="auto"/>
            <w:right w:val="none" w:sz="0" w:space="0" w:color="auto"/>
          </w:divBdr>
        </w:div>
        <w:div w:id="298608426">
          <w:marLeft w:val="432"/>
          <w:marRight w:val="0"/>
          <w:marTop w:val="45"/>
          <w:marBottom w:val="0"/>
          <w:divBdr>
            <w:top w:val="none" w:sz="0" w:space="0" w:color="auto"/>
            <w:left w:val="none" w:sz="0" w:space="0" w:color="auto"/>
            <w:bottom w:val="none" w:sz="0" w:space="0" w:color="auto"/>
            <w:right w:val="none" w:sz="0" w:space="0" w:color="auto"/>
          </w:divBdr>
        </w:div>
        <w:div w:id="74981745">
          <w:marLeft w:val="432"/>
          <w:marRight w:val="0"/>
          <w:marTop w:val="45"/>
          <w:marBottom w:val="0"/>
          <w:divBdr>
            <w:top w:val="none" w:sz="0" w:space="0" w:color="auto"/>
            <w:left w:val="none" w:sz="0" w:space="0" w:color="auto"/>
            <w:bottom w:val="none" w:sz="0" w:space="0" w:color="auto"/>
            <w:right w:val="none" w:sz="0" w:space="0" w:color="auto"/>
          </w:divBdr>
        </w:div>
      </w:divsChild>
    </w:div>
    <w:div w:id="1881624224">
      <w:bodyDiv w:val="1"/>
      <w:marLeft w:val="0"/>
      <w:marRight w:val="0"/>
      <w:marTop w:val="0"/>
      <w:marBottom w:val="0"/>
      <w:divBdr>
        <w:top w:val="none" w:sz="0" w:space="0" w:color="auto"/>
        <w:left w:val="none" w:sz="0" w:space="0" w:color="auto"/>
        <w:bottom w:val="none" w:sz="0" w:space="0" w:color="auto"/>
        <w:right w:val="none" w:sz="0" w:space="0" w:color="auto"/>
      </w:divBdr>
    </w:div>
    <w:div w:id="1887596503">
      <w:bodyDiv w:val="1"/>
      <w:marLeft w:val="0"/>
      <w:marRight w:val="0"/>
      <w:marTop w:val="0"/>
      <w:marBottom w:val="0"/>
      <w:divBdr>
        <w:top w:val="none" w:sz="0" w:space="0" w:color="auto"/>
        <w:left w:val="none" w:sz="0" w:space="0" w:color="auto"/>
        <w:bottom w:val="none" w:sz="0" w:space="0" w:color="auto"/>
        <w:right w:val="none" w:sz="0" w:space="0" w:color="auto"/>
      </w:divBdr>
    </w:div>
    <w:div w:id="1890653044">
      <w:bodyDiv w:val="1"/>
      <w:marLeft w:val="0"/>
      <w:marRight w:val="0"/>
      <w:marTop w:val="0"/>
      <w:marBottom w:val="0"/>
      <w:divBdr>
        <w:top w:val="none" w:sz="0" w:space="0" w:color="auto"/>
        <w:left w:val="none" w:sz="0" w:space="0" w:color="auto"/>
        <w:bottom w:val="none" w:sz="0" w:space="0" w:color="auto"/>
        <w:right w:val="none" w:sz="0" w:space="0" w:color="auto"/>
      </w:divBdr>
      <w:divsChild>
        <w:div w:id="281546355">
          <w:marLeft w:val="432"/>
          <w:marRight w:val="0"/>
          <w:marTop w:val="45"/>
          <w:marBottom w:val="0"/>
          <w:divBdr>
            <w:top w:val="none" w:sz="0" w:space="0" w:color="auto"/>
            <w:left w:val="none" w:sz="0" w:space="0" w:color="auto"/>
            <w:bottom w:val="none" w:sz="0" w:space="0" w:color="auto"/>
            <w:right w:val="none" w:sz="0" w:space="0" w:color="auto"/>
          </w:divBdr>
        </w:div>
      </w:divsChild>
    </w:div>
    <w:div w:id="1896696429">
      <w:bodyDiv w:val="1"/>
      <w:marLeft w:val="0"/>
      <w:marRight w:val="0"/>
      <w:marTop w:val="0"/>
      <w:marBottom w:val="0"/>
      <w:divBdr>
        <w:top w:val="none" w:sz="0" w:space="0" w:color="auto"/>
        <w:left w:val="none" w:sz="0" w:space="0" w:color="auto"/>
        <w:bottom w:val="none" w:sz="0" w:space="0" w:color="auto"/>
        <w:right w:val="none" w:sz="0" w:space="0" w:color="auto"/>
      </w:divBdr>
    </w:div>
    <w:div w:id="1898277686">
      <w:bodyDiv w:val="1"/>
      <w:marLeft w:val="0"/>
      <w:marRight w:val="0"/>
      <w:marTop w:val="0"/>
      <w:marBottom w:val="0"/>
      <w:divBdr>
        <w:top w:val="none" w:sz="0" w:space="0" w:color="auto"/>
        <w:left w:val="none" w:sz="0" w:space="0" w:color="auto"/>
        <w:bottom w:val="none" w:sz="0" w:space="0" w:color="auto"/>
        <w:right w:val="none" w:sz="0" w:space="0" w:color="auto"/>
      </w:divBdr>
    </w:div>
    <w:div w:id="1901552391">
      <w:bodyDiv w:val="1"/>
      <w:marLeft w:val="0"/>
      <w:marRight w:val="0"/>
      <w:marTop w:val="0"/>
      <w:marBottom w:val="0"/>
      <w:divBdr>
        <w:top w:val="none" w:sz="0" w:space="0" w:color="auto"/>
        <w:left w:val="none" w:sz="0" w:space="0" w:color="auto"/>
        <w:bottom w:val="none" w:sz="0" w:space="0" w:color="auto"/>
        <w:right w:val="none" w:sz="0" w:space="0" w:color="auto"/>
      </w:divBdr>
    </w:div>
    <w:div w:id="1901793099">
      <w:bodyDiv w:val="1"/>
      <w:marLeft w:val="0"/>
      <w:marRight w:val="0"/>
      <w:marTop w:val="0"/>
      <w:marBottom w:val="0"/>
      <w:divBdr>
        <w:top w:val="none" w:sz="0" w:space="0" w:color="auto"/>
        <w:left w:val="none" w:sz="0" w:space="0" w:color="auto"/>
        <w:bottom w:val="none" w:sz="0" w:space="0" w:color="auto"/>
        <w:right w:val="none" w:sz="0" w:space="0" w:color="auto"/>
      </w:divBdr>
      <w:divsChild>
        <w:div w:id="1564483412">
          <w:marLeft w:val="432"/>
          <w:marRight w:val="0"/>
          <w:marTop w:val="45"/>
          <w:marBottom w:val="0"/>
          <w:divBdr>
            <w:top w:val="none" w:sz="0" w:space="0" w:color="auto"/>
            <w:left w:val="none" w:sz="0" w:space="0" w:color="auto"/>
            <w:bottom w:val="none" w:sz="0" w:space="0" w:color="auto"/>
            <w:right w:val="none" w:sz="0" w:space="0" w:color="auto"/>
          </w:divBdr>
        </w:div>
      </w:divsChild>
    </w:div>
    <w:div w:id="1904559220">
      <w:bodyDiv w:val="1"/>
      <w:marLeft w:val="0"/>
      <w:marRight w:val="0"/>
      <w:marTop w:val="0"/>
      <w:marBottom w:val="0"/>
      <w:divBdr>
        <w:top w:val="none" w:sz="0" w:space="0" w:color="auto"/>
        <w:left w:val="none" w:sz="0" w:space="0" w:color="auto"/>
        <w:bottom w:val="none" w:sz="0" w:space="0" w:color="auto"/>
        <w:right w:val="none" w:sz="0" w:space="0" w:color="auto"/>
      </w:divBdr>
    </w:div>
    <w:div w:id="1907569579">
      <w:bodyDiv w:val="1"/>
      <w:marLeft w:val="0"/>
      <w:marRight w:val="0"/>
      <w:marTop w:val="0"/>
      <w:marBottom w:val="0"/>
      <w:divBdr>
        <w:top w:val="none" w:sz="0" w:space="0" w:color="auto"/>
        <w:left w:val="none" w:sz="0" w:space="0" w:color="auto"/>
        <w:bottom w:val="none" w:sz="0" w:space="0" w:color="auto"/>
        <w:right w:val="none" w:sz="0" w:space="0" w:color="auto"/>
      </w:divBdr>
    </w:div>
    <w:div w:id="1920095791">
      <w:bodyDiv w:val="1"/>
      <w:marLeft w:val="0"/>
      <w:marRight w:val="0"/>
      <w:marTop w:val="0"/>
      <w:marBottom w:val="0"/>
      <w:divBdr>
        <w:top w:val="none" w:sz="0" w:space="0" w:color="auto"/>
        <w:left w:val="none" w:sz="0" w:space="0" w:color="auto"/>
        <w:bottom w:val="none" w:sz="0" w:space="0" w:color="auto"/>
        <w:right w:val="none" w:sz="0" w:space="0" w:color="auto"/>
      </w:divBdr>
    </w:div>
    <w:div w:id="1921481774">
      <w:bodyDiv w:val="1"/>
      <w:marLeft w:val="0"/>
      <w:marRight w:val="0"/>
      <w:marTop w:val="0"/>
      <w:marBottom w:val="0"/>
      <w:divBdr>
        <w:top w:val="none" w:sz="0" w:space="0" w:color="auto"/>
        <w:left w:val="none" w:sz="0" w:space="0" w:color="auto"/>
        <w:bottom w:val="none" w:sz="0" w:space="0" w:color="auto"/>
        <w:right w:val="none" w:sz="0" w:space="0" w:color="auto"/>
      </w:divBdr>
    </w:div>
    <w:div w:id="1928297453">
      <w:bodyDiv w:val="1"/>
      <w:marLeft w:val="0"/>
      <w:marRight w:val="0"/>
      <w:marTop w:val="0"/>
      <w:marBottom w:val="0"/>
      <w:divBdr>
        <w:top w:val="none" w:sz="0" w:space="0" w:color="auto"/>
        <w:left w:val="none" w:sz="0" w:space="0" w:color="auto"/>
        <w:bottom w:val="none" w:sz="0" w:space="0" w:color="auto"/>
        <w:right w:val="none" w:sz="0" w:space="0" w:color="auto"/>
      </w:divBdr>
    </w:div>
    <w:div w:id="1932742463">
      <w:bodyDiv w:val="1"/>
      <w:marLeft w:val="0"/>
      <w:marRight w:val="0"/>
      <w:marTop w:val="0"/>
      <w:marBottom w:val="0"/>
      <w:divBdr>
        <w:top w:val="none" w:sz="0" w:space="0" w:color="auto"/>
        <w:left w:val="none" w:sz="0" w:space="0" w:color="auto"/>
        <w:bottom w:val="none" w:sz="0" w:space="0" w:color="auto"/>
        <w:right w:val="none" w:sz="0" w:space="0" w:color="auto"/>
      </w:divBdr>
    </w:div>
    <w:div w:id="1936740406">
      <w:bodyDiv w:val="1"/>
      <w:marLeft w:val="0"/>
      <w:marRight w:val="0"/>
      <w:marTop w:val="0"/>
      <w:marBottom w:val="0"/>
      <w:divBdr>
        <w:top w:val="none" w:sz="0" w:space="0" w:color="auto"/>
        <w:left w:val="none" w:sz="0" w:space="0" w:color="auto"/>
        <w:bottom w:val="none" w:sz="0" w:space="0" w:color="auto"/>
        <w:right w:val="none" w:sz="0" w:space="0" w:color="auto"/>
      </w:divBdr>
      <w:divsChild>
        <w:div w:id="194588650">
          <w:marLeft w:val="274"/>
          <w:marRight w:val="0"/>
          <w:marTop w:val="0"/>
          <w:marBottom w:val="0"/>
          <w:divBdr>
            <w:top w:val="none" w:sz="0" w:space="0" w:color="auto"/>
            <w:left w:val="none" w:sz="0" w:space="0" w:color="auto"/>
            <w:bottom w:val="none" w:sz="0" w:space="0" w:color="auto"/>
            <w:right w:val="none" w:sz="0" w:space="0" w:color="auto"/>
          </w:divBdr>
        </w:div>
        <w:div w:id="2067408119">
          <w:marLeft w:val="274"/>
          <w:marRight w:val="0"/>
          <w:marTop w:val="0"/>
          <w:marBottom w:val="0"/>
          <w:divBdr>
            <w:top w:val="none" w:sz="0" w:space="0" w:color="auto"/>
            <w:left w:val="none" w:sz="0" w:space="0" w:color="auto"/>
            <w:bottom w:val="none" w:sz="0" w:space="0" w:color="auto"/>
            <w:right w:val="none" w:sz="0" w:space="0" w:color="auto"/>
          </w:divBdr>
        </w:div>
        <w:div w:id="308752764">
          <w:marLeft w:val="994"/>
          <w:marRight w:val="0"/>
          <w:marTop w:val="0"/>
          <w:marBottom w:val="0"/>
          <w:divBdr>
            <w:top w:val="none" w:sz="0" w:space="0" w:color="auto"/>
            <w:left w:val="none" w:sz="0" w:space="0" w:color="auto"/>
            <w:bottom w:val="none" w:sz="0" w:space="0" w:color="auto"/>
            <w:right w:val="none" w:sz="0" w:space="0" w:color="auto"/>
          </w:divBdr>
        </w:div>
        <w:div w:id="1323511207">
          <w:marLeft w:val="994"/>
          <w:marRight w:val="0"/>
          <w:marTop w:val="0"/>
          <w:marBottom w:val="0"/>
          <w:divBdr>
            <w:top w:val="none" w:sz="0" w:space="0" w:color="auto"/>
            <w:left w:val="none" w:sz="0" w:space="0" w:color="auto"/>
            <w:bottom w:val="none" w:sz="0" w:space="0" w:color="auto"/>
            <w:right w:val="none" w:sz="0" w:space="0" w:color="auto"/>
          </w:divBdr>
        </w:div>
        <w:div w:id="1006176046">
          <w:marLeft w:val="994"/>
          <w:marRight w:val="0"/>
          <w:marTop w:val="0"/>
          <w:marBottom w:val="0"/>
          <w:divBdr>
            <w:top w:val="none" w:sz="0" w:space="0" w:color="auto"/>
            <w:left w:val="none" w:sz="0" w:space="0" w:color="auto"/>
            <w:bottom w:val="none" w:sz="0" w:space="0" w:color="auto"/>
            <w:right w:val="none" w:sz="0" w:space="0" w:color="auto"/>
          </w:divBdr>
        </w:div>
        <w:div w:id="869270307">
          <w:marLeft w:val="994"/>
          <w:marRight w:val="0"/>
          <w:marTop w:val="0"/>
          <w:marBottom w:val="0"/>
          <w:divBdr>
            <w:top w:val="none" w:sz="0" w:space="0" w:color="auto"/>
            <w:left w:val="none" w:sz="0" w:space="0" w:color="auto"/>
            <w:bottom w:val="none" w:sz="0" w:space="0" w:color="auto"/>
            <w:right w:val="none" w:sz="0" w:space="0" w:color="auto"/>
          </w:divBdr>
        </w:div>
        <w:div w:id="148178419">
          <w:marLeft w:val="994"/>
          <w:marRight w:val="0"/>
          <w:marTop w:val="0"/>
          <w:marBottom w:val="0"/>
          <w:divBdr>
            <w:top w:val="none" w:sz="0" w:space="0" w:color="auto"/>
            <w:left w:val="none" w:sz="0" w:space="0" w:color="auto"/>
            <w:bottom w:val="none" w:sz="0" w:space="0" w:color="auto"/>
            <w:right w:val="none" w:sz="0" w:space="0" w:color="auto"/>
          </w:divBdr>
        </w:div>
        <w:div w:id="1252927971">
          <w:marLeft w:val="274"/>
          <w:marRight w:val="0"/>
          <w:marTop w:val="0"/>
          <w:marBottom w:val="0"/>
          <w:divBdr>
            <w:top w:val="none" w:sz="0" w:space="0" w:color="auto"/>
            <w:left w:val="none" w:sz="0" w:space="0" w:color="auto"/>
            <w:bottom w:val="none" w:sz="0" w:space="0" w:color="auto"/>
            <w:right w:val="none" w:sz="0" w:space="0" w:color="auto"/>
          </w:divBdr>
        </w:div>
      </w:divsChild>
    </w:div>
    <w:div w:id="1942108746">
      <w:bodyDiv w:val="1"/>
      <w:marLeft w:val="0"/>
      <w:marRight w:val="0"/>
      <w:marTop w:val="0"/>
      <w:marBottom w:val="0"/>
      <w:divBdr>
        <w:top w:val="none" w:sz="0" w:space="0" w:color="auto"/>
        <w:left w:val="none" w:sz="0" w:space="0" w:color="auto"/>
        <w:bottom w:val="none" w:sz="0" w:space="0" w:color="auto"/>
        <w:right w:val="none" w:sz="0" w:space="0" w:color="auto"/>
      </w:divBdr>
      <w:divsChild>
        <w:div w:id="2081634567">
          <w:marLeft w:val="994"/>
          <w:marRight w:val="0"/>
          <w:marTop w:val="0"/>
          <w:marBottom w:val="0"/>
          <w:divBdr>
            <w:top w:val="none" w:sz="0" w:space="0" w:color="auto"/>
            <w:left w:val="none" w:sz="0" w:space="0" w:color="auto"/>
            <w:bottom w:val="none" w:sz="0" w:space="0" w:color="auto"/>
            <w:right w:val="none" w:sz="0" w:space="0" w:color="auto"/>
          </w:divBdr>
        </w:div>
        <w:div w:id="985430236">
          <w:marLeft w:val="994"/>
          <w:marRight w:val="0"/>
          <w:marTop w:val="0"/>
          <w:marBottom w:val="0"/>
          <w:divBdr>
            <w:top w:val="none" w:sz="0" w:space="0" w:color="auto"/>
            <w:left w:val="none" w:sz="0" w:space="0" w:color="auto"/>
            <w:bottom w:val="none" w:sz="0" w:space="0" w:color="auto"/>
            <w:right w:val="none" w:sz="0" w:space="0" w:color="auto"/>
          </w:divBdr>
        </w:div>
        <w:div w:id="648830342">
          <w:marLeft w:val="994"/>
          <w:marRight w:val="0"/>
          <w:marTop w:val="0"/>
          <w:marBottom w:val="0"/>
          <w:divBdr>
            <w:top w:val="none" w:sz="0" w:space="0" w:color="auto"/>
            <w:left w:val="none" w:sz="0" w:space="0" w:color="auto"/>
            <w:bottom w:val="none" w:sz="0" w:space="0" w:color="auto"/>
            <w:right w:val="none" w:sz="0" w:space="0" w:color="auto"/>
          </w:divBdr>
        </w:div>
      </w:divsChild>
    </w:div>
    <w:div w:id="1946187194">
      <w:bodyDiv w:val="1"/>
      <w:marLeft w:val="0"/>
      <w:marRight w:val="0"/>
      <w:marTop w:val="0"/>
      <w:marBottom w:val="0"/>
      <w:divBdr>
        <w:top w:val="none" w:sz="0" w:space="0" w:color="auto"/>
        <w:left w:val="none" w:sz="0" w:space="0" w:color="auto"/>
        <w:bottom w:val="none" w:sz="0" w:space="0" w:color="auto"/>
        <w:right w:val="none" w:sz="0" w:space="0" w:color="auto"/>
      </w:divBdr>
    </w:div>
    <w:div w:id="1947496716">
      <w:bodyDiv w:val="1"/>
      <w:marLeft w:val="0"/>
      <w:marRight w:val="0"/>
      <w:marTop w:val="0"/>
      <w:marBottom w:val="0"/>
      <w:divBdr>
        <w:top w:val="none" w:sz="0" w:space="0" w:color="auto"/>
        <w:left w:val="none" w:sz="0" w:space="0" w:color="auto"/>
        <w:bottom w:val="none" w:sz="0" w:space="0" w:color="auto"/>
        <w:right w:val="none" w:sz="0" w:space="0" w:color="auto"/>
      </w:divBdr>
    </w:div>
    <w:div w:id="1947690990">
      <w:bodyDiv w:val="1"/>
      <w:marLeft w:val="0"/>
      <w:marRight w:val="0"/>
      <w:marTop w:val="0"/>
      <w:marBottom w:val="0"/>
      <w:divBdr>
        <w:top w:val="none" w:sz="0" w:space="0" w:color="auto"/>
        <w:left w:val="none" w:sz="0" w:space="0" w:color="auto"/>
        <w:bottom w:val="none" w:sz="0" w:space="0" w:color="auto"/>
        <w:right w:val="none" w:sz="0" w:space="0" w:color="auto"/>
      </w:divBdr>
    </w:div>
    <w:div w:id="1948389926">
      <w:bodyDiv w:val="1"/>
      <w:marLeft w:val="0"/>
      <w:marRight w:val="0"/>
      <w:marTop w:val="0"/>
      <w:marBottom w:val="0"/>
      <w:divBdr>
        <w:top w:val="none" w:sz="0" w:space="0" w:color="auto"/>
        <w:left w:val="none" w:sz="0" w:space="0" w:color="auto"/>
        <w:bottom w:val="none" w:sz="0" w:space="0" w:color="auto"/>
        <w:right w:val="none" w:sz="0" w:space="0" w:color="auto"/>
      </w:divBdr>
    </w:div>
    <w:div w:id="1957906435">
      <w:bodyDiv w:val="1"/>
      <w:marLeft w:val="0"/>
      <w:marRight w:val="0"/>
      <w:marTop w:val="0"/>
      <w:marBottom w:val="0"/>
      <w:divBdr>
        <w:top w:val="none" w:sz="0" w:space="0" w:color="auto"/>
        <w:left w:val="none" w:sz="0" w:space="0" w:color="auto"/>
        <w:bottom w:val="none" w:sz="0" w:space="0" w:color="auto"/>
        <w:right w:val="none" w:sz="0" w:space="0" w:color="auto"/>
      </w:divBdr>
    </w:div>
    <w:div w:id="1960915446">
      <w:bodyDiv w:val="1"/>
      <w:marLeft w:val="0"/>
      <w:marRight w:val="0"/>
      <w:marTop w:val="0"/>
      <w:marBottom w:val="0"/>
      <w:divBdr>
        <w:top w:val="none" w:sz="0" w:space="0" w:color="auto"/>
        <w:left w:val="none" w:sz="0" w:space="0" w:color="auto"/>
        <w:bottom w:val="none" w:sz="0" w:space="0" w:color="auto"/>
        <w:right w:val="none" w:sz="0" w:space="0" w:color="auto"/>
      </w:divBdr>
    </w:div>
    <w:div w:id="1965888559">
      <w:bodyDiv w:val="1"/>
      <w:marLeft w:val="0"/>
      <w:marRight w:val="0"/>
      <w:marTop w:val="0"/>
      <w:marBottom w:val="0"/>
      <w:divBdr>
        <w:top w:val="none" w:sz="0" w:space="0" w:color="auto"/>
        <w:left w:val="none" w:sz="0" w:space="0" w:color="auto"/>
        <w:bottom w:val="none" w:sz="0" w:space="0" w:color="auto"/>
        <w:right w:val="none" w:sz="0" w:space="0" w:color="auto"/>
      </w:divBdr>
    </w:div>
    <w:div w:id="1966544017">
      <w:bodyDiv w:val="1"/>
      <w:marLeft w:val="0"/>
      <w:marRight w:val="0"/>
      <w:marTop w:val="0"/>
      <w:marBottom w:val="0"/>
      <w:divBdr>
        <w:top w:val="none" w:sz="0" w:space="0" w:color="auto"/>
        <w:left w:val="none" w:sz="0" w:space="0" w:color="auto"/>
        <w:bottom w:val="none" w:sz="0" w:space="0" w:color="auto"/>
        <w:right w:val="none" w:sz="0" w:space="0" w:color="auto"/>
      </w:divBdr>
      <w:divsChild>
        <w:div w:id="746341804">
          <w:marLeft w:val="432"/>
          <w:marRight w:val="0"/>
          <w:marTop w:val="45"/>
          <w:marBottom w:val="0"/>
          <w:divBdr>
            <w:top w:val="none" w:sz="0" w:space="0" w:color="auto"/>
            <w:left w:val="none" w:sz="0" w:space="0" w:color="auto"/>
            <w:bottom w:val="none" w:sz="0" w:space="0" w:color="auto"/>
            <w:right w:val="none" w:sz="0" w:space="0" w:color="auto"/>
          </w:divBdr>
        </w:div>
      </w:divsChild>
    </w:div>
    <w:div w:id="1968077632">
      <w:bodyDiv w:val="1"/>
      <w:marLeft w:val="0"/>
      <w:marRight w:val="0"/>
      <w:marTop w:val="0"/>
      <w:marBottom w:val="0"/>
      <w:divBdr>
        <w:top w:val="none" w:sz="0" w:space="0" w:color="auto"/>
        <w:left w:val="none" w:sz="0" w:space="0" w:color="auto"/>
        <w:bottom w:val="none" w:sz="0" w:space="0" w:color="auto"/>
        <w:right w:val="none" w:sz="0" w:space="0" w:color="auto"/>
      </w:divBdr>
    </w:div>
    <w:div w:id="1968898099">
      <w:bodyDiv w:val="1"/>
      <w:marLeft w:val="0"/>
      <w:marRight w:val="0"/>
      <w:marTop w:val="0"/>
      <w:marBottom w:val="0"/>
      <w:divBdr>
        <w:top w:val="none" w:sz="0" w:space="0" w:color="auto"/>
        <w:left w:val="none" w:sz="0" w:space="0" w:color="auto"/>
        <w:bottom w:val="none" w:sz="0" w:space="0" w:color="auto"/>
        <w:right w:val="none" w:sz="0" w:space="0" w:color="auto"/>
      </w:divBdr>
    </w:div>
    <w:div w:id="1978995408">
      <w:bodyDiv w:val="1"/>
      <w:marLeft w:val="0"/>
      <w:marRight w:val="0"/>
      <w:marTop w:val="0"/>
      <w:marBottom w:val="0"/>
      <w:divBdr>
        <w:top w:val="none" w:sz="0" w:space="0" w:color="auto"/>
        <w:left w:val="none" w:sz="0" w:space="0" w:color="auto"/>
        <w:bottom w:val="none" w:sz="0" w:space="0" w:color="auto"/>
        <w:right w:val="none" w:sz="0" w:space="0" w:color="auto"/>
      </w:divBdr>
    </w:div>
    <w:div w:id="1982879381">
      <w:bodyDiv w:val="1"/>
      <w:marLeft w:val="0"/>
      <w:marRight w:val="0"/>
      <w:marTop w:val="0"/>
      <w:marBottom w:val="0"/>
      <w:divBdr>
        <w:top w:val="none" w:sz="0" w:space="0" w:color="auto"/>
        <w:left w:val="none" w:sz="0" w:space="0" w:color="auto"/>
        <w:bottom w:val="none" w:sz="0" w:space="0" w:color="auto"/>
        <w:right w:val="none" w:sz="0" w:space="0" w:color="auto"/>
      </w:divBdr>
    </w:div>
    <w:div w:id="1983188761">
      <w:bodyDiv w:val="1"/>
      <w:marLeft w:val="0"/>
      <w:marRight w:val="0"/>
      <w:marTop w:val="0"/>
      <w:marBottom w:val="0"/>
      <w:divBdr>
        <w:top w:val="none" w:sz="0" w:space="0" w:color="auto"/>
        <w:left w:val="none" w:sz="0" w:space="0" w:color="auto"/>
        <w:bottom w:val="none" w:sz="0" w:space="0" w:color="auto"/>
        <w:right w:val="none" w:sz="0" w:space="0" w:color="auto"/>
      </w:divBdr>
      <w:divsChild>
        <w:div w:id="988827229">
          <w:marLeft w:val="274"/>
          <w:marRight w:val="0"/>
          <w:marTop w:val="0"/>
          <w:marBottom w:val="0"/>
          <w:divBdr>
            <w:top w:val="none" w:sz="0" w:space="0" w:color="auto"/>
            <w:left w:val="none" w:sz="0" w:space="0" w:color="auto"/>
            <w:bottom w:val="none" w:sz="0" w:space="0" w:color="auto"/>
            <w:right w:val="none" w:sz="0" w:space="0" w:color="auto"/>
          </w:divBdr>
        </w:div>
        <w:div w:id="838887448">
          <w:marLeft w:val="274"/>
          <w:marRight w:val="0"/>
          <w:marTop w:val="0"/>
          <w:marBottom w:val="0"/>
          <w:divBdr>
            <w:top w:val="none" w:sz="0" w:space="0" w:color="auto"/>
            <w:left w:val="none" w:sz="0" w:space="0" w:color="auto"/>
            <w:bottom w:val="none" w:sz="0" w:space="0" w:color="auto"/>
            <w:right w:val="none" w:sz="0" w:space="0" w:color="auto"/>
          </w:divBdr>
        </w:div>
      </w:divsChild>
    </w:div>
    <w:div w:id="1985811801">
      <w:bodyDiv w:val="1"/>
      <w:marLeft w:val="0"/>
      <w:marRight w:val="0"/>
      <w:marTop w:val="0"/>
      <w:marBottom w:val="0"/>
      <w:divBdr>
        <w:top w:val="none" w:sz="0" w:space="0" w:color="auto"/>
        <w:left w:val="none" w:sz="0" w:space="0" w:color="auto"/>
        <w:bottom w:val="none" w:sz="0" w:space="0" w:color="auto"/>
        <w:right w:val="none" w:sz="0" w:space="0" w:color="auto"/>
      </w:divBdr>
    </w:div>
    <w:div w:id="1990941453">
      <w:bodyDiv w:val="1"/>
      <w:marLeft w:val="0"/>
      <w:marRight w:val="0"/>
      <w:marTop w:val="0"/>
      <w:marBottom w:val="0"/>
      <w:divBdr>
        <w:top w:val="none" w:sz="0" w:space="0" w:color="auto"/>
        <w:left w:val="none" w:sz="0" w:space="0" w:color="auto"/>
        <w:bottom w:val="none" w:sz="0" w:space="0" w:color="auto"/>
        <w:right w:val="none" w:sz="0" w:space="0" w:color="auto"/>
      </w:divBdr>
    </w:div>
    <w:div w:id="1991322763">
      <w:bodyDiv w:val="1"/>
      <w:marLeft w:val="0"/>
      <w:marRight w:val="0"/>
      <w:marTop w:val="0"/>
      <w:marBottom w:val="0"/>
      <w:divBdr>
        <w:top w:val="none" w:sz="0" w:space="0" w:color="auto"/>
        <w:left w:val="none" w:sz="0" w:space="0" w:color="auto"/>
        <w:bottom w:val="none" w:sz="0" w:space="0" w:color="auto"/>
        <w:right w:val="none" w:sz="0" w:space="0" w:color="auto"/>
      </w:divBdr>
    </w:div>
    <w:div w:id="1995446336">
      <w:bodyDiv w:val="1"/>
      <w:marLeft w:val="0"/>
      <w:marRight w:val="0"/>
      <w:marTop w:val="0"/>
      <w:marBottom w:val="0"/>
      <w:divBdr>
        <w:top w:val="none" w:sz="0" w:space="0" w:color="auto"/>
        <w:left w:val="none" w:sz="0" w:space="0" w:color="auto"/>
        <w:bottom w:val="none" w:sz="0" w:space="0" w:color="auto"/>
        <w:right w:val="none" w:sz="0" w:space="0" w:color="auto"/>
      </w:divBdr>
    </w:div>
    <w:div w:id="1997494702">
      <w:bodyDiv w:val="1"/>
      <w:marLeft w:val="0"/>
      <w:marRight w:val="0"/>
      <w:marTop w:val="0"/>
      <w:marBottom w:val="0"/>
      <w:divBdr>
        <w:top w:val="none" w:sz="0" w:space="0" w:color="auto"/>
        <w:left w:val="none" w:sz="0" w:space="0" w:color="auto"/>
        <w:bottom w:val="none" w:sz="0" w:space="0" w:color="auto"/>
        <w:right w:val="none" w:sz="0" w:space="0" w:color="auto"/>
      </w:divBdr>
    </w:div>
    <w:div w:id="2004120011">
      <w:bodyDiv w:val="1"/>
      <w:marLeft w:val="0"/>
      <w:marRight w:val="0"/>
      <w:marTop w:val="0"/>
      <w:marBottom w:val="0"/>
      <w:divBdr>
        <w:top w:val="none" w:sz="0" w:space="0" w:color="auto"/>
        <w:left w:val="none" w:sz="0" w:space="0" w:color="auto"/>
        <w:bottom w:val="none" w:sz="0" w:space="0" w:color="auto"/>
        <w:right w:val="none" w:sz="0" w:space="0" w:color="auto"/>
      </w:divBdr>
    </w:div>
    <w:div w:id="2009626127">
      <w:bodyDiv w:val="1"/>
      <w:marLeft w:val="0"/>
      <w:marRight w:val="0"/>
      <w:marTop w:val="0"/>
      <w:marBottom w:val="0"/>
      <w:divBdr>
        <w:top w:val="none" w:sz="0" w:space="0" w:color="auto"/>
        <w:left w:val="none" w:sz="0" w:space="0" w:color="auto"/>
        <w:bottom w:val="none" w:sz="0" w:space="0" w:color="auto"/>
        <w:right w:val="none" w:sz="0" w:space="0" w:color="auto"/>
      </w:divBdr>
    </w:div>
    <w:div w:id="2011134532">
      <w:bodyDiv w:val="1"/>
      <w:marLeft w:val="0"/>
      <w:marRight w:val="0"/>
      <w:marTop w:val="0"/>
      <w:marBottom w:val="0"/>
      <w:divBdr>
        <w:top w:val="none" w:sz="0" w:space="0" w:color="auto"/>
        <w:left w:val="none" w:sz="0" w:space="0" w:color="auto"/>
        <w:bottom w:val="none" w:sz="0" w:space="0" w:color="auto"/>
        <w:right w:val="none" w:sz="0" w:space="0" w:color="auto"/>
      </w:divBdr>
    </w:div>
    <w:div w:id="2014532893">
      <w:bodyDiv w:val="1"/>
      <w:marLeft w:val="0"/>
      <w:marRight w:val="0"/>
      <w:marTop w:val="0"/>
      <w:marBottom w:val="0"/>
      <w:divBdr>
        <w:top w:val="none" w:sz="0" w:space="0" w:color="auto"/>
        <w:left w:val="none" w:sz="0" w:space="0" w:color="auto"/>
        <w:bottom w:val="none" w:sz="0" w:space="0" w:color="auto"/>
        <w:right w:val="none" w:sz="0" w:space="0" w:color="auto"/>
      </w:divBdr>
    </w:div>
    <w:div w:id="2028602036">
      <w:bodyDiv w:val="1"/>
      <w:marLeft w:val="0"/>
      <w:marRight w:val="0"/>
      <w:marTop w:val="0"/>
      <w:marBottom w:val="0"/>
      <w:divBdr>
        <w:top w:val="none" w:sz="0" w:space="0" w:color="auto"/>
        <w:left w:val="none" w:sz="0" w:space="0" w:color="auto"/>
        <w:bottom w:val="none" w:sz="0" w:space="0" w:color="auto"/>
        <w:right w:val="none" w:sz="0" w:space="0" w:color="auto"/>
      </w:divBdr>
    </w:div>
    <w:div w:id="2028945345">
      <w:bodyDiv w:val="1"/>
      <w:marLeft w:val="0"/>
      <w:marRight w:val="0"/>
      <w:marTop w:val="0"/>
      <w:marBottom w:val="0"/>
      <w:divBdr>
        <w:top w:val="none" w:sz="0" w:space="0" w:color="auto"/>
        <w:left w:val="none" w:sz="0" w:space="0" w:color="auto"/>
        <w:bottom w:val="none" w:sz="0" w:space="0" w:color="auto"/>
        <w:right w:val="none" w:sz="0" w:space="0" w:color="auto"/>
      </w:divBdr>
      <w:divsChild>
        <w:div w:id="888497644">
          <w:marLeft w:val="432"/>
          <w:marRight w:val="0"/>
          <w:marTop w:val="45"/>
          <w:marBottom w:val="0"/>
          <w:divBdr>
            <w:top w:val="none" w:sz="0" w:space="0" w:color="auto"/>
            <w:left w:val="none" w:sz="0" w:space="0" w:color="auto"/>
            <w:bottom w:val="none" w:sz="0" w:space="0" w:color="auto"/>
            <w:right w:val="none" w:sz="0" w:space="0" w:color="auto"/>
          </w:divBdr>
        </w:div>
        <w:div w:id="260844086">
          <w:marLeft w:val="778"/>
          <w:marRight w:val="0"/>
          <w:marTop w:val="45"/>
          <w:marBottom w:val="0"/>
          <w:divBdr>
            <w:top w:val="none" w:sz="0" w:space="0" w:color="auto"/>
            <w:left w:val="none" w:sz="0" w:space="0" w:color="auto"/>
            <w:bottom w:val="none" w:sz="0" w:space="0" w:color="auto"/>
            <w:right w:val="none" w:sz="0" w:space="0" w:color="auto"/>
          </w:divBdr>
        </w:div>
        <w:div w:id="578097794">
          <w:marLeft w:val="778"/>
          <w:marRight w:val="0"/>
          <w:marTop w:val="45"/>
          <w:marBottom w:val="0"/>
          <w:divBdr>
            <w:top w:val="none" w:sz="0" w:space="0" w:color="auto"/>
            <w:left w:val="none" w:sz="0" w:space="0" w:color="auto"/>
            <w:bottom w:val="none" w:sz="0" w:space="0" w:color="auto"/>
            <w:right w:val="none" w:sz="0" w:space="0" w:color="auto"/>
          </w:divBdr>
        </w:div>
        <w:div w:id="1135105207">
          <w:marLeft w:val="778"/>
          <w:marRight w:val="0"/>
          <w:marTop w:val="45"/>
          <w:marBottom w:val="0"/>
          <w:divBdr>
            <w:top w:val="none" w:sz="0" w:space="0" w:color="auto"/>
            <w:left w:val="none" w:sz="0" w:space="0" w:color="auto"/>
            <w:bottom w:val="none" w:sz="0" w:space="0" w:color="auto"/>
            <w:right w:val="none" w:sz="0" w:space="0" w:color="auto"/>
          </w:divBdr>
        </w:div>
        <w:div w:id="1388534292">
          <w:marLeft w:val="778"/>
          <w:marRight w:val="0"/>
          <w:marTop w:val="45"/>
          <w:marBottom w:val="0"/>
          <w:divBdr>
            <w:top w:val="none" w:sz="0" w:space="0" w:color="auto"/>
            <w:left w:val="none" w:sz="0" w:space="0" w:color="auto"/>
            <w:bottom w:val="none" w:sz="0" w:space="0" w:color="auto"/>
            <w:right w:val="none" w:sz="0" w:space="0" w:color="auto"/>
          </w:divBdr>
        </w:div>
        <w:div w:id="38476304">
          <w:marLeft w:val="778"/>
          <w:marRight w:val="0"/>
          <w:marTop w:val="45"/>
          <w:marBottom w:val="0"/>
          <w:divBdr>
            <w:top w:val="none" w:sz="0" w:space="0" w:color="auto"/>
            <w:left w:val="none" w:sz="0" w:space="0" w:color="auto"/>
            <w:bottom w:val="none" w:sz="0" w:space="0" w:color="auto"/>
            <w:right w:val="none" w:sz="0" w:space="0" w:color="auto"/>
          </w:divBdr>
        </w:div>
      </w:divsChild>
    </w:div>
    <w:div w:id="2034838884">
      <w:bodyDiv w:val="1"/>
      <w:marLeft w:val="0"/>
      <w:marRight w:val="0"/>
      <w:marTop w:val="0"/>
      <w:marBottom w:val="0"/>
      <w:divBdr>
        <w:top w:val="none" w:sz="0" w:space="0" w:color="auto"/>
        <w:left w:val="none" w:sz="0" w:space="0" w:color="auto"/>
        <w:bottom w:val="none" w:sz="0" w:space="0" w:color="auto"/>
        <w:right w:val="none" w:sz="0" w:space="0" w:color="auto"/>
      </w:divBdr>
    </w:div>
    <w:div w:id="2043633012">
      <w:bodyDiv w:val="1"/>
      <w:marLeft w:val="0"/>
      <w:marRight w:val="0"/>
      <w:marTop w:val="0"/>
      <w:marBottom w:val="0"/>
      <w:divBdr>
        <w:top w:val="none" w:sz="0" w:space="0" w:color="auto"/>
        <w:left w:val="none" w:sz="0" w:space="0" w:color="auto"/>
        <w:bottom w:val="none" w:sz="0" w:space="0" w:color="auto"/>
        <w:right w:val="none" w:sz="0" w:space="0" w:color="auto"/>
      </w:divBdr>
    </w:div>
    <w:div w:id="2044817386">
      <w:bodyDiv w:val="1"/>
      <w:marLeft w:val="0"/>
      <w:marRight w:val="0"/>
      <w:marTop w:val="0"/>
      <w:marBottom w:val="0"/>
      <w:divBdr>
        <w:top w:val="none" w:sz="0" w:space="0" w:color="auto"/>
        <w:left w:val="none" w:sz="0" w:space="0" w:color="auto"/>
        <w:bottom w:val="none" w:sz="0" w:space="0" w:color="auto"/>
        <w:right w:val="none" w:sz="0" w:space="0" w:color="auto"/>
      </w:divBdr>
    </w:div>
    <w:div w:id="2048604938">
      <w:bodyDiv w:val="1"/>
      <w:marLeft w:val="0"/>
      <w:marRight w:val="0"/>
      <w:marTop w:val="0"/>
      <w:marBottom w:val="0"/>
      <w:divBdr>
        <w:top w:val="none" w:sz="0" w:space="0" w:color="auto"/>
        <w:left w:val="none" w:sz="0" w:space="0" w:color="auto"/>
        <w:bottom w:val="none" w:sz="0" w:space="0" w:color="auto"/>
        <w:right w:val="none" w:sz="0" w:space="0" w:color="auto"/>
      </w:divBdr>
    </w:div>
    <w:div w:id="2049407412">
      <w:bodyDiv w:val="1"/>
      <w:marLeft w:val="0"/>
      <w:marRight w:val="0"/>
      <w:marTop w:val="0"/>
      <w:marBottom w:val="0"/>
      <w:divBdr>
        <w:top w:val="none" w:sz="0" w:space="0" w:color="auto"/>
        <w:left w:val="none" w:sz="0" w:space="0" w:color="auto"/>
        <w:bottom w:val="none" w:sz="0" w:space="0" w:color="auto"/>
        <w:right w:val="none" w:sz="0" w:space="0" w:color="auto"/>
      </w:divBdr>
    </w:div>
    <w:div w:id="2054764461">
      <w:bodyDiv w:val="1"/>
      <w:marLeft w:val="0"/>
      <w:marRight w:val="0"/>
      <w:marTop w:val="0"/>
      <w:marBottom w:val="0"/>
      <w:divBdr>
        <w:top w:val="none" w:sz="0" w:space="0" w:color="auto"/>
        <w:left w:val="none" w:sz="0" w:space="0" w:color="auto"/>
        <w:bottom w:val="none" w:sz="0" w:space="0" w:color="auto"/>
        <w:right w:val="none" w:sz="0" w:space="0" w:color="auto"/>
      </w:divBdr>
      <w:divsChild>
        <w:div w:id="81606893">
          <w:marLeft w:val="274"/>
          <w:marRight w:val="0"/>
          <w:marTop w:val="0"/>
          <w:marBottom w:val="0"/>
          <w:divBdr>
            <w:top w:val="none" w:sz="0" w:space="0" w:color="auto"/>
            <w:left w:val="none" w:sz="0" w:space="0" w:color="auto"/>
            <w:bottom w:val="none" w:sz="0" w:space="0" w:color="auto"/>
            <w:right w:val="none" w:sz="0" w:space="0" w:color="auto"/>
          </w:divBdr>
        </w:div>
      </w:divsChild>
    </w:div>
    <w:div w:id="2060785639">
      <w:bodyDiv w:val="1"/>
      <w:marLeft w:val="0"/>
      <w:marRight w:val="0"/>
      <w:marTop w:val="0"/>
      <w:marBottom w:val="0"/>
      <w:divBdr>
        <w:top w:val="none" w:sz="0" w:space="0" w:color="auto"/>
        <w:left w:val="none" w:sz="0" w:space="0" w:color="auto"/>
        <w:bottom w:val="none" w:sz="0" w:space="0" w:color="auto"/>
        <w:right w:val="none" w:sz="0" w:space="0" w:color="auto"/>
      </w:divBdr>
    </w:div>
    <w:div w:id="2074304366">
      <w:bodyDiv w:val="1"/>
      <w:marLeft w:val="0"/>
      <w:marRight w:val="0"/>
      <w:marTop w:val="0"/>
      <w:marBottom w:val="0"/>
      <w:divBdr>
        <w:top w:val="none" w:sz="0" w:space="0" w:color="auto"/>
        <w:left w:val="none" w:sz="0" w:space="0" w:color="auto"/>
        <w:bottom w:val="none" w:sz="0" w:space="0" w:color="auto"/>
        <w:right w:val="none" w:sz="0" w:space="0" w:color="auto"/>
      </w:divBdr>
    </w:div>
    <w:div w:id="2076203046">
      <w:bodyDiv w:val="1"/>
      <w:marLeft w:val="0"/>
      <w:marRight w:val="0"/>
      <w:marTop w:val="0"/>
      <w:marBottom w:val="0"/>
      <w:divBdr>
        <w:top w:val="none" w:sz="0" w:space="0" w:color="auto"/>
        <w:left w:val="none" w:sz="0" w:space="0" w:color="auto"/>
        <w:bottom w:val="none" w:sz="0" w:space="0" w:color="auto"/>
        <w:right w:val="none" w:sz="0" w:space="0" w:color="auto"/>
      </w:divBdr>
    </w:div>
    <w:div w:id="2076396060">
      <w:bodyDiv w:val="1"/>
      <w:marLeft w:val="0"/>
      <w:marRight w:val="0"/>
      <w:marTop w:val="0"/>
      <w:marBottom w:val="0"/>
      <w:divBdr>
        <w:top w:val="none" w:sz="0" w:space="0" w:color="auto"/>
        <w:left w:val="none" w:sz="0" w:space="0" w:color="auto"/>
        <w:bottom w:val="none" w:sz="0" w:space="0" w:color="auto"/>
        <w:right w:val="none" w:sz="0" w:space="0" w:color="auto"/>
      </w:divBdr>
    </w:div>
    <w:div w:id="2077315525">
      <w:bodyDiv w:val="1"/>
      <w:marLeft w:val="0"/>
      <w:marRight w:val="0"/>
      <w:marTop w:val="0"/>
      <w:marBottom w:val="0"/>
      <w:divBdr>
        <w:top w:val="none" w:sz="0" w:space="0" w:color="auto"/>
        <w:left w:val="none" w:sz="0" w:space="0" w:color="auto"/>
        <w:bottom w:val="none" w:sz="0" w:space="0" w:color="auto"/>
        <w:right w:val="none" w:sz="0" w:space="0" w:color="auto"/>
      </w:divBdr>
    </w:div>
    <w:div w:id="2080249475">
      <w:bodyDiv w:val="1"/>
      <w:marLeft w:val="0"/>
      <w:marRight w:val="0"/>
      <w:marTop w:val="0"/>
      <w:marBottom w:val="0"/>
      <w:divBdr>
        <w:top w:val="none" w:sz="0" w:space="0" w:color="auto"/>
        <w:left w:val="none" w:sz="0" w:space="0" w:color="auto"/>
        <w:bottom w:val="none" w:sz="0" w:space="0" w:color="auto"/>
        <w:right w:val="none" w:sz="0" w:space="0" w:color="auto"/>
      </w:divBdr>
    </w:div>
    <w:div w:id="2086605818">
      <w:bodyDiv w:val="1"/>
      <w:marLeft w:val="0"/>
      <w:marRight w:val="0"/>
      <w:marTop w:val="0"/>
      <w:marBottom w:val="0"/>
      <w:divBdr>
        <w:top w:val="none" w:sz="0" w:space="0" w:color="auto"/>
        <w:left w:val="none" w:sz="0" w:space="0" w:color="auto"/>
        <w:bottom w:val="none" w:sz="0" w:space="0" w:color="auto"/>
        <w:right w:val="none" w:sz="0" w:space="0" w:color="auto"/>
      </w:divBdr>
    </w:div>
    <w:div w:id="2087145486">
      <w:bodyDiv w:val="1"/>
      <w:marLeft w:val="0"/>
      <w:marRight w:val="0"/>
      <w:marTop w:val="0"/>
      <w:marBottom w:val="0"/>
      <w:divBdr>
        <w:top w:val="none" w:sz="0" w:space="0" w:color="auto"/>
        <w:left w:val="none" w:sz="0" w:space="0" w:color="auto"/>
        <w:bottom w:val="none" w:sz="0" w:space="0" w:color="auto"/>
        <w:right w:val="none" w:sz="0" w:space="0" w:color="auto"/>
      </w:divBdr>
      <w:divsChild>
        <w:div w:id="2133555592">
          <w:marLeft w:val="432"/>
          <w:marRight w:val="0"/>
          <w:marTop w:val="45"/>
          <w:marBottom w:val="0"/>
          <w:divBdr>
            <w:top w:val="none" w:sz="0" w:space="0" w:color="auto"/>
            <w:left w:val="none" w:sz="0" w:space="0" w:color="auto"/>
            <w:bottom w:val="none" w:sz="0" w:space="0" w:color="auto"/>
            <w:right w:val="none" w:sz="0" w:space="0" w:color="auto"/>
          </w:divBdr>
        </w:div>
      </w:divsChild>
    </w:div>
    <w:div w:id="2088964129">
      <w:bodyDiv w:val="1"/>
      <w:marLeft w:val="0"/>
      <w:marRight w:val="0"/>
      <w:marTop w:val="0"/>
      <w:marBottom w:val="0"/>
      <w:divBdr>
        <w:top w:val="none" w:sz="0" w:space="0" w:color="auto"/>
        <w:left w:val="none" w:sz="0" w:space="0" w:color="auto"/>
        <w:bottom w:val="none" w:sz="0" w:space="0" w:color="auto"/>
        <w:right w:val="none" w:sz="0" w:space="0" w:color="auto"/>
      </w:divBdr>
      <w:divsChild>
        <w:div w:id="1753157182">
          <w:marLeft w:val="274"/>
          <w:marRight w:val="0"/>
          <w:marTop w:val="0"/>
          <w:marBottom w:val="0"/>
          <w:divBdr>
            <w:top w:val="none" w:sz="0" w:space="0" w:color="auto"/>
            <w:left w:val="none" w:sz="0" w:space="0" w:color="auto"/>
            <w:bottom w:val="none" w:sz="0" w:space="0" w:color="auto"/>
            <w:right w:val="none" w:sz="0" w:space="0" w:color="auto"/>
          </w:divBdr>
        </w:div>
      </w:divsChild>
    </w:div>
    <w:div w:id="2090076466">
      <w:bodyDiv w:val="1"/>
      <w:marLeft w:val="0"/>
      <w:marRight w:val="0"/>
      <w:marTop w:val="0"/>
      <w:marBottom w:val="0"/>
      <w:divBdr>
        <w:top w:val="none" w:sz="0" w:space="0" w:color="auto"/>
        <w:left w:val="none" w:sz="0" w:space="0" w:color="auto"/>
        <w:bottom w:val="none" w:sz="0" w:space="0" w:color="auto"/>
        <w:right w:val="none" w:sz="0" w:space="0" w:color="auto"/>
      </w:divBdr>
    </w:div>
    <w:div w:id="2090156010">
      <w:bodyDiv w:val="1"/>
      <w:marLeft w:val="0"/>
      <w:marRight w:val="0"/>
      <w:marTop w:val="0"/>
      <w:marBottom w:val="0"/>
      <w:divBdr>
        <w:top w:val="none" w:sz="0" w:space="0" w:color="auto"/>
        <w:left w:val="none" w:sz="0" w:space="0" w:color="auto"/>
        <w:bottom w:val="none" w:sz="0" w:space="0" w:color="auto"/>
        <w:right w:val="none" w:sz="0" w:space="0" w:color="auto"/>
      </w:divBdr>
      <w:divsChild>
        <w:div w:id="1978140747">
          <w:marLeft w:val="994"/>
          <w:marRight w:val="0"/>
          <w:marTop w:val="0"/>
          <w:marBottom w:val="0"/>
          <w:divBdr>
            <w:top w:val="none" w:sz="0" w:space="0" w:color="auto"/>
            <w:left w:val="none" w:sz="0" w:space="0" w:color="auto"/>
            <w:bottom w:val="none" w:sz="0" w:space="0" w:color="auto"/>
            <w:right w:val="none" w:sz="0" w:space="0" w:color="auto"/>
          </w:divBdr>
        </w:div>
        <w:div w:id="1632324717">
          <w:marLeft w:val="994"/>
          <w:marRight w:val="0"/>
          <w:marTop w:val="0"/>
          <w:marBottom w:val="0"/>
          <w:divBdr>
            <w:top w:val="none" w:sz="0" w:space="0" w:color="auto"/>
            <w:left w:val="none" w:sz="0" w:space="0" w:color="auto"/>
            <w:bottom w:val="none" w:sz="0" w:space="0" w:color="auto"/>
            <w:right w:val="none" w:sz="0" w:space="0" w:color="auto"/>
          </w:divBdr>
        </w:div>
        <w:div w:id="103422147">
          <w:marLeft w:val="994"/>
          <w:marRight w:val="0"/>
          <w:marTop w:val="0"/>
          <w:marBottom w:val="0"/>
          <w:divBdr>
            <w:top w:val="none" w:sz="0" w:space="0" w:color="auto"/>
            <w:left w:val="none" w:sz="0" w:space="0" w:color="auto"/>
            <w:bottom w:val="none" w:sz="0" w:space="0" w:color="auto"/>
            <w:right w:val="none" w:sz="0" w:space="0" w:color="auto"/>
          </w:divBdr>
        </w:div>
      </w:divsChild>
    </w:div>
    <w:div w:id="2096708609">
      <w:bodyDiv w:val="1"/>
      <w:marLeft w:val="0"/>
      <w:marRight w:val="0"/>
      <w:marTop w:val="0"/>
      <w:marBottom w:val="0"/>
      <w:divBdr>
        <w:top w:val="none" w:sz="0" w:space="0" w:color="auto"/>
        <w:left w:val="none" w:sz="0" w:space="0" w:color="auto"/>
        <w:bottom w:val="none" w:sz="0" w:space="0" w:color="auto"/>
        <w:right w:val="none" w:sz="0" w:space="0" w:color="auto"/>
      </w:divBdr>
      <w:divsChild>
        <w:div w:id="1932158917">
          <w:marLeft w:val="274"/>
          <w:marRight w:val="0"/>
          <w:marTop w:val="0"/>
          <w:marBottom w:val="0"/>
          <w:divBdr>
            <w:top w:val="none" w:sz="0" w:space="0" w:color="auto"/>
            <w:left w:val="none" w:sz="0" w:space="0" w:color="auto"/>
            <w:bottom w:val="none" w:sz="0" w:space="0" w:color="auto"/>
            <w:right w:val="none" w:sz="0" w:space="0" w:color="auto"/>
          </w:divBdr>
        </w:div>
        <w:div w:id="72090143">
          <w:marLeft w:val="274"/>
          <w:marRight w:val="0"/>
          <w:marTop w:val="0"/>
          <w:marBottom w:val="0"/>
          <w:divBdr>
            <w:top w:val="none" w:sz="0" w:space="0" w:color="auto"/>
            <w:left w:val="none" w:sz="0" w:space="0" w:color="auto"/>
            <w:bottom w:val="none" w:sz="0" w:space="0" w:color="auto"/>
            <w:right w:val="none" w:sz="0" w:space="0" w:color="auto"/>
          </w:divBdr>
        </w:div>
        <w:div w:id="419058478">
          <w:marLeft w:val="274"/>
          <w:marRight w:val="0"/>
          <w:marTop w:val="0"/>
          <w:marBottom w:val="0"/>
          <w:divBdr>
            <w:top w:val="none" w:sz="0" w:space="0" w:color="auto"/>
            <w:left w:val="none" w:sz="0" w:space="0" w:color="auto"/>
            <w:bottom w:val="none" w:sz="0" w:space="0" w:color="auto"/>
            <w:right w:val="none" w:sz="0" w:space="0" w:color="auto"/>
          </w:divBdr>
        </w:div>
        <w:div w:id="714160228">
          <w:marLeft w:val="274"/>
          <w:marRight w:val="0"/>
          <w:marTop w:val="0"/>
          <w:marBottom w:val="0"/>
          <w:divBdr>
            <w:top w:val="none" w:sz="0" w:space="0" w:color="auto"/>
            <w:left w:val="none" w:sz="0" w:space="0" w:color="auto"/>
            <w:bottom w:val="none" w:sz="0" w:space="0" w:color="auto"/>
            <w:right w:val="none" w:sz="0" w:space="0" w:color="auto"/>
          </w:divBdr>
        </w:div>
        <w:div w:id="2110079111">
          <w:marLeft w:val="274"/>
          <w:marRight w:val="0"/>
          <w:marTop w:val="0"/>
          <w:marBottom w:val="0"/>
          <w:divBdr>
            <w:top w:val="none" w:sz="0" w:space="0" w:color="auto"/>
            <w:left w:val="none" w:sz="0" w:space="0" w:color="auto"/>
            <w:bottom w:val="none" w:sz="0" w:space="0" w:color="auto"/>
            <w:right w:val="none" w:sz="0" w:space="0" w:color="auto"/>
          </w:divBdr>
        </w:div>
        <w:div w:id="220288529">
          <w:marLeft w:val="274"/>
          <w:marRight w:val="0"/>
          <w:marTop w:val="0"/>
          <w:marBottom w:val="0"/>
          <w:divBdr>
            <w:top w:val="none" w:sz="0" w:space="0" w:color="auto"/>
            <w:left w:val="none" w:sz="0" w:space="0" w:color="auto"/>
            <w:bottom w:val="none" w:sz="0" w:space="0" w:color="auto"/>
            <w:right w:val="none" w:sz="0" w:space="0" w:color="auto"/>
          </w:divBdr>
        </w:div>
      </w:divsChild>
    </w:div>
    <w:div w:id="2098557908">
      <w:bodyDiv w:val="1"/>
      <w:marLeft w:val="0"/>
      <w:marRight w:val="0"/>
      <w:marTop w:val="0"/>
      <w:marBottom w:val="0"/>
      <w:divBdr>
        <w:top w:val="none" w:sz="0" w:space="0" w:color="auto"/>
        <w:left w:val="none" w:sz="0" w:space="0" w:color="auto"/>
        <w:bottom w:val="none" w:sz="0" w:space="0" w:color="auto"/>
        <w:right w:val="none" w:sz="0" w:space="0" w:color="auto"/>
      </w:divBdr>
    </w:div>
    <w:div w:id="2101023913">
      <w:bodyDiv w:val="1"/>
      <w:marLeft w:val="0"/>
      <w:marRight w:val="0"/>
      <w:marTop w:val="0"/>
      <w:marBottom w:val="0"/>
      <w:divBdr>
        <w:top w:val="none" w:sz="0" w:space="0" w:color="auto"/>
        <w:left w:val="none" w:sz="0" w:space="0" w:color="auto"/>
        <w:bottom w:val="none" w:sz="0" w:space="0" w:color="auto"/>
        <w:right w:val="none" w:sz="0" w:space="0" w:color="auto"/>
      </w:divBdr>
    </w:div>
    <w:div w:id="2101439562">
      <w:bodyDiv w:val="1"/>
      <w:marLeft w:val="0"/>
      <w:marRight w:val="0"/>
      <w:marTop w:val="0"/>
      <w:marBottom w:val="0"/>
      <w:divBdr>
        <w:top w:val="none" w:sz="0" w:space="0" w:color="auto"/>
        <w:left w:val="none" w:sz="0" w:space="0" w:color="auto"/>
        <w:bottom w:val="none" w:sz="0" w:space="0" w:color="auto"/>
        <w:right w:val="none" w:sz="0" w:space="0" w:color="auto"/>
      </w:divBdr>
    </w:div>
    <w:div w:id="2106490404">
      <w:bodyDiv w:val="1"/>
      <w:marLeft w:val="0"/>
      <w:marRight w:val="0"/>
      <w:marTop w:val="0"/>
      <w:marBottom w:val="0"/>
      <w:divBdr>
        <w:top w:val="none" w:sz="0" w:space="0" w:color="auto"/>
        <w:left w:val="none" w:sz="0" w:space="0" w:color="auto"/>
        <w:bottom w:val="none" w:sz="0" w:space="0" w:color="auto"/>
        <w:right w:val="none" w:sz="0" w:space="0" w:color="auto"/>
      </w:divBdr>
    </w:div>
    <w:div w:id="2109620970">
      <w:bodyDiv w:val="1"/>
      <w:marLeft w:val="0"/>
      <w:marRight w:val="0"/>
      <w:marTop w:val="0"/>
      <w:marBottom w:val="0"/>
      <w:divBdr>
        <w:top w:val="none" w:sz="0" w:space="0" w:color="auto"/>
        <w:left w:val="none" w:sz="0" w:space="0" w:color="auto"/>
        <w:bottom w:val="none" w:sz="0" w:space="0" w:color="auto"/>
        <w:right w:val="none" w:sz="0" w:space="0" w:color="auto"/>
      </w:divBdr>
    </w:div>
    <w:div w:id="2111198733">
      <w:bodyDiv w:val="1"/>
      <w:marLeft w:val="0"/>
      <w:marRight w:val="0"/>
      <w:marTop w:val="0"/>
      <w:marBottom w:val="0"/>
      <w:divBdr>
        <w:top w:val="none" w:sz="0" w:space="0" w:color="auto"/>
        <w:left w:val="none" w:sz="0" w:space="0" w:color="auto"/>
        <w:bottom w:val="none" w:sz="0" w:space="0" w:color="auto"/>
        <w:right w:val="none" w:sz="0" w:space="0" w:color="auto"/>
      </w:divBdr>
    </w:div>
    <w:div w:id="2111312656">
      <w:bodyDiv w:val="1"/>
      <w:marLeft w:val="0"/>
      <w:marRight w:val="0"/>
      <w:marTop w:val="0"/>
      <w:marBottom w:val="0"/>
      <w:divBdr>
        <w:top w:val="none" w:sz="0" w:space="0" w:color="auto"/>
        <w:left w:val="none" w:sz="0" w:space="0" w:color="auto"/>
        <w:bottom w:val="none" w:sz="0" w:space="0" w:color="auto"/>
        <w:right w:val="none" w:sz="0" w:space="0" w:color="auto"/>
      </w:divBdr>
    </w:div>
    <w:div w:id="2120566810">
      <w:bodyDiv w:val="1"/>
      <w:marLeft w:val="0"/>
      <w:marRight w:val="0"/>
      <w:marTop w:val="0"/>
      <w:marBottom w:val="0"/>
      <w:divBdr>
        <w:top w:val="none" w:sz="0" w:space="0" w:color="auto"/>
        <w:left w:val="none" w:sz="0" w:space="0" w:color="auto"/>
        <w:bottom w:val="none" w:sz="0" w:space="0" w:color="auto"/>
        <w:right w:val="none" w:sz="0" w:space="0" w:color="auto"/>
      </w:divBdr>
    </w:div>
    <w:div w:id="2126348242">
      <w:bodyDiv w:val="1"/>
      <w:marLeft w:val="0"/>
      <w:marRight w:val="0"/>
      <w:marTop w:val="0"/>
      <w:marBottom w:val="0"/>
      <w:divBdr>
        <w:top w:val="none" w:sz="0" w:space="0" w:color="auto"/>
        <w:left w:val="none" w:sz="0" w:space="0" w:color="auto"/>
        <w:bottom w:val="none" w:sz="0" w:space="0" w:color="auto"/>
        <w:right w:val="none" w:sz="0" w:space="0" w:color="auto"/>
      </w:divBdr>
    </w:div>
    <w:div w:id="2129660906">
      <w:bodyDiv w:val="1"/>
      <w:marLeft w:val="0"/>
      <w:marRight w:val="0"/>
      <w:marTop w:val="0"/>
      <w:marBottom w:val="0"/>
      <w:divBdr>
        <w:top w:val="none" w:sz="0" w:space="0" w:color="auto"/>
        <w:left w:val="none" w:sz="0" w:space="0" w:color="auto"/>
        <w:bottom w:val="none" w:sz="0" w:space="0" w:color="auto"/>
        <w:right w:val="none" w:sz="0" w:space="0" w:color="auto"/>
      </w:divBdr>
    </w:div>
    <w:div w:id="2133400754">
      <w:bodyDiv w:val="1"/>
      <w:marLeft w:val="0"/>
      <w:marRight w:val="0"/>
      <w:marTop w:val="0"/>
      <w:marBottom w:val="0"/>
      <w:divBdr>
        <w:top w:val="none" w:sz="0" w:space="0" w:color="auto"/>
        <w:left w:val="none" w:sz="0" w:space="0" w:color="auto"/>
        <w:bottom w:val="none" w:sz="0" w:space="0" w:color="auto"/>
        <w:right w:val="none" w:sz="0" w:space="0" w:color="auto"/>
      </w:divBdr>
    </w:div>
    <w:div w:id="2134976161">
      <w:bodyDiv w:val="1"/>
      <w:marLeft w:val="0"/>
      <w:marRight w:val="0"/>
      <w:marTop w:val="0"/>
      <w:marBottom w:val="0"/>
      <w:divBdr>
        <w:top w:val="none" w:sz="0" w:space="0" w:color="auto"/>
        <w:left w:val="none" w:sz="0" w:space="0" w:color="auto"/>
        <w:bottom w:val="none" w:sz="0" w:space="0" w:color="auto"/>
        <w:right w:val="none" w:sz="0" w:space="0" w:color="auto"/>
      </w:divBdr>
    </w:div>
    <w:div w:id="2135705671">
      <w:bodyDiv w:val="1"/>
      <w:marLeft w:val="0"/>
      <w:marRight w:val="0"/>
      <w:marTop w:val="0"/>
      <w:marBottom w:val="0"/>
      <w:divBdr>
        <w:top w:val="none" w:sz="0" w:space="0" w:color="auto"/>
        <w:left w:val="none" w:sz="0" w:space="0" w:color="auto"/>
        <w:bottom w:val="none" w:sz="0" w:space="0" w:color="auto"/>
        <w:right w:val="none" w:sz="0" w:space="0" w:color="auto"/>
      </w:divBdr>
      <w:divsChild>
        <w:div w:id="1647970198">
          <w:marLeft w:val="432"/>
          <w:marRight w:val="0"/>
          <w:marTop w:val="45"/>
          <w:marBottom w:val="0"/>
          <w:divBdr>
            <w:top w:val="none" w:sz="0" w:space="0" w:color="auto"/>
            <w:left w:val="none" w:sz="0" w:space="0" w:color="auto"/>
            <w:bottom w:val="none" w:sz="0" w:space="0" w:color="auto"/>
            <w:right w:val="none" w:sz="0" w:space="0" w:color="auto"/>
          </w:divBdr>
        </w:div>
      </w:divsChild>
    </w:div>
    <w:div w:id="2138454024">
      <w:bodyDiv w:val="1"/>
      <w:marLeft w:val="0"/>
      <w:marRight w:val="0"/>
      <w:marTop w:val="0"/>
      <w:marBottom w:val="0"/>
      <w:divBdr>
        <w:top w:val="none" w:sz="0" w:space="0" w:color="auto"/>
        <w:left w:val="none" w:sz="0" w:space="0" w:color="auto"/>
        <w:bottom w:val="none" w:sz="0" w:space="0" w:color="auto"/>
        <w:right w:val="none" w:sz="0" w:space="0" w:color="auto"/>
      </w:divBdr>
    </w:div>
    <w:div w:id="2138914638">
      <w:bodyDiv w:val="1"/>
      <w:marLeft w:val="0"/>
      <w:marRight w:val="0"/>
      <w:marTop w:val="0"/>
      <w:marBottom w:val="0"/>
      <w:divBdr>
        <w:top w:val="none" w:sz="0" w:space="0" w:color="auto"/>
        <w:left w:val="none" w:sz="0" w:space="0" w:color="auto"/>
        <w:bottom w:val="none" w:sz="0" w:space="0" w:color="auto"/>
        <w:right w:val="none" w:sz="0" w:space="0" w:color="auto"/>
      </w:divBdr>
    </w:div>
    <w:div w:id="2140805830">
      <w:bodyDiv w:val="1"/>
      <w:marLeft w:val="0"/>
      <w:marRight w:val="0"/>
      <w:marTop w:val="0"/>
      <w:marBottom w:val="0"/>
      <w:divBdr>
        <w:top w:val="none" w:sz="0" w:space="0" w:color="auto"/>
        <w:left w:val="none" w:sz="0" w:space="0" w:color="auto"/>
        <w:bottom w:val="none" w:sz="0" w:space="0" w:color="auto"/>
        <w:right w:val="none" w:sz="0" w:space="0" w:color="auto"/>
      </w:divBdr>
    </w:div>
    <w:div w:id="2142074191">
      <w:bodyDiv w:val="1"/>
      <w:marLeft w:val="0"/>
      <w:marRight w:val="0"/>
      <w:marTop w:val="0"/>
      <w:marBottom w:val="0"/>
      <w:divBdr>
        <w:top w:val="none" w:sz="0" w:space="0" w:color="auto"/>
        <w:left w:val="none" w:sz="0" w:space="0" w:color="auto"/>
        <w:bottom w:val="none" w:sz="0" w:space="0" w:color="auto"/>
        <w:right w:val="none" w:sz="0" w:space="0" w:color="auto"/>
      </w:divBdr>
    </w:div>
    <w:div w:id="2142993370">
      <w:bodyDiv w:val="1"/>
      <w:marLeft w:val="0"/>
      <w:marRight w:val="0"/>
      <w:marTop w:val="0"/>
      <w:marBottom w:val="0"/>
      <w:divBdr>
        <w:top w:val="none" w:sz="0" w:space="0" w:color="auto"/>
        <w:left w:val="none" w:sz="0" w:space="0" w:color="auto"/>
        <w:bottom w:val="none" w:sz="0" w:space="0" w:color="auto"/>
        <w:right w:val="none" w:sz="0" w:space="0" w:color="auto"/>
      </w:divBdr>
    </w:div>
    <w:div w:id="2146501685">
      <w:bodyDiv w:val="1"/>
      <w:marLeft w:val="0"/>
      <w:marRight w:val="0"/>
      <w:marTop w:val="0"/>
      <w:marBottom w:val="0"/>
      <w:divBdr>
        <w:top w:val="none" w:sz="0" w:space="0" w:color="auto"/>
        <w:left w:val="none" w:sz="0" w:space="0" w:color="auto"/>
        <w:bottom w:val="none" w:sz="0" w:space="0" w:color="auto"/>
        <w:right w:val="none" w:sz="0" w:space="0" w:color="auto"/>
      </w:divBdr>
      <w:divsChild>
        <w:div w:id="1094058327">
          <w:marLeft w:val="432"/>
          <w:marRight w:val="0"/>
          <w:marTop w:val="4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buse@att.net"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buse@att.net" TargetMode="External"/><Relationship Id="rId17" Type="http://schemas.openxmlformats.org/officeDocument/2006/relationships/hyperlink" Target="https://learnersurvey" TargetMode="External"/><Relationship Id="rId2" Type="http://schemas.openxmlformats.org/officeDocument/2006/relationships/customXml" Target="../customXml/item2.xml"/><Relationship Id="rId16" Type="http://schemas.openxmlformats.org/officeDocument/2006/relationships/hyperlink" Target="https://digitalliteracy.att.com/learnersurvey"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literacy.att.com/learnersurvey" TargetMode="External"/><Relationship Id="rId5" Type="http://schemas.openxmlformats.org/officeDocument/2006/relationships/numbering" Target="numbering.xml"/><Relationship Id="rId15" Type="http://schemas.openxmlformats.org/officeDocument/2006/relationships/hyperlink" Target="https://www.digitallearn.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gitalliteracy.att.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chellefrisque/Desktop/DL%20Updates/Fraud%20and%20Scams%202024%20Update/Workshop/ATT_Instructor_Guide_Cybersecurit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D446C99695A4459B8EA458A76BC200" ma:contentTypeVersion="19" ma:contentTypeDescription="Create a new document." ma:contentTypeScope="" ma:versionID="6928d2f2d74b783fecc0d6331c3b5b11">
  <xsd:schema xmlns:xsd="http://www.w3.org/2001/XMLSchema" xmlns:xs="http://www.w3.org/2001/XMLSchema" xmlns:p="http://schemas.microsoft.com/office/2006/metadata/properties" xmlns:ns2="fca4be13-a869-462d-b272-2a766d2a35a0" xmlns:ns3="456b778a-8111-448b-a112-b10df9030f26" targetNamespace="http://schemas.microsoft.com/office/2006/metadata/properties" ma:root="true" ma:fieldsID="9072c0879b3639238a105dd5131e0bfa" ns2:_="" ns3:_="">
    <xsd:import namespace="fca4be13-a869-462d-b272-2a766d2a35a0"/>
    <xsd:import namespace="456b778a-8111-448b-a112-b10df9030f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a4be13-a869-462d-b272-2a766d2a35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bf58074-46d7-4780-8ee9-89f36ca836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6b778a-8111-448b-a112-b10df9030f2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30f0ccc8-9744-4e55-aac6-f0555663b764}" ma:internalName="TaxCatchAll" ma:showField="CatchAllData" ma:web="456b778a-8111-448b-a112-b10df9030f2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a4be13-a869-462d-b272-2a766d2a35a0">
      <Terms xmlns="http://schemas.microsoft.com/office/infopath/2007/PartnerControls"/>
    </lcf76f155ced4ddcb4097134ff3c332f>
    <TaxCatchAll xmlns="456b778a-8111-448b-a112-b10df9030f26" xsi:nil="true"/>
  </documentManagement>
</p:properties>
</file>

<file path=customXml/itemProps1.xml><?xml version="1.0" encoding="utf-8"?>
<ds:datastoreItem xmlns:ds="http://schemas.openxmlformats.org/officeDocument/2006/customXml" ds:itemID="{3C89E507-F522-4C8B-A343-4C030A2D36EF}"/>
</file>

<file path=customXml/itemProps2.xml><?xml version="1.0" encoding="utf-8"?>
<ds:datastoreItem xmlns:ds="http://schemas.openxmlformats.org/officeDocument/2006/customXml" ds:itemID="{46983E8B-C9DB-4146-9CC3-1886C2C0E452}">
  <ds:schemaRefs>
    <ds:schemaRef ds:uri="http://schemas.openxmlformats.org/officeDocument/2006/bibliography"/>
  </ds:schemaRefs>
</ds:datastoreItem>
</file>

<file path=customXml/itemProps3.xml><?xml version="1.0" encoding="utf-8"?>
<ds:datastoreItem xmlns:ds="http://schemas.openxmlformats.org/officeDocument/2006/customXml" ds:itemID="{72CD75BE-194C-4B29-B241-A53EB0DF4EFD}">
  <ds:schemaRefs>
    <ds:schemaRef ds:uri="http://schemas.microsoft.com/sharepoint/v3/contenttype/forms"/>
  </ds:schemaRefs>
</ds:datastoreItem>
</file>

<file path=customXml/itemProps4.xml><?xml version="1.0" encoding="utf-8"?>
<ds:datastoreItem xmlns:ds="http://schemas.openxmlformats.org/officeDocument/2006/customXml" ds:itemID="{5A468E27-D07B-4D6F-9420-1AEF37048A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ATT_Instructor_Guide_Cybersecurity.dotx</Template>
  <TotalTime>52</TotalTime>
  <Pages>48</Pages>
  <Words>10781</Words>
  <Characters>61458</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Michelle Frisque</cp:lastModifiedBy>
  <cp:revision>3</cp:revision>
  <cp:lastPrinted>2022-03-15T22:05:00Z</cp:lastPrinted>
  <dcterms:created xsi:type="dcterms:W3CDTF">2025-11-16T20:00:00Z</dcterms:created>
  <dcterms:modified xsi:type="dcterms:W3CDTF">2025-11-17T05:25:00Z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0x010100A2D446C99695A4459B8EA458A76BC200</vt:lpwstr>
  </property>
</Properties>
</file>