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08EF8" w14:textId="3C5F15DA" w:rsidR="00566D4C" w:rsidRPr="002E1B92" w:rsidRDefault="00566D4C" w:rsidP="001A7C09">
      <w:pPr>
        <w:pBdr>
          <w:bottom w:val="single" w:sz="12" w:space="1" w:color="auto"/>
        </w:pBdr>
        <w:rPr>
          <w:rFonts w:ascii="Segoe UI Semibold" w:hAnsi="Segoe UI Semibold"/>
          <w:b/>
          <w:sz w:val="32"/>
          <w:szCs w:val="32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8480" behindDoc="0" locked="0" layoutInCell="1" allowOverlap="1" wp14:anchorId="204D6511" wp14:editId="521C6854">
            <wp:simplePos x="0" y="0"/>
            <wp:positionH relativeFrom="margin">
              <wp:posOffset>6328410</wp:posOffset>
            </wp:positionH>
            <wp:positionV relativeFrom="paragraph">
              <wp:posOffset>-220980</wp:posOffset>
            </wp:positionV>
            <wp:extent cx="621731" cy="731520"/>
            <wp:effectExtent l="0" t="0" r="698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31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1779">
        <w:rPr>
          <w:rFonts w:ascii="Segoe UI Semibold" w:hAnsi="Segoe UI Semibold"/>
          <w:b/>
          <w:sz w:val="32"/>
          <w:szCs w:val="32"/>
        </w:rPr>
        <w:t xml:space="preserve">Segoe UI </w:t>
      </w:r>
      <w:proofErr w:type="spellStart"/>
      <w:r w:rsidR="00A41779">
        <w:rPr>
          <w:rFonts w:ascii="Segoe UI Semibold" w:hAnsi="Segoe UI Semibold"/>
          <w:b/>
          <w:sz w:val="32"/>
          <w:szCs w:val="32"/>
        </w:rPr>
        <w:t>Semibold</w:t>
      </w:r>
      <w:proofErr w:type="spellEnd"/>
      <w:r w:rsidR="004A3E4D" w:rsidRPr="002E1B92">
        <w:rPr>
          <w:rFonts w:ascii="Segoe UI Semibold" w:hAnsi="Segoe UI Semibold"/>
          <w:b/>
          <w:sz w:val="32"/>
          <w:szCs w:val="32"/>
        </w:rPr>
        <w:t xml:space="preserve"> 16</w:t>
      </w:r>
      <w:r w:rsidR="003744FB">
        <w:rPr>
          <w:rFonts w:ascii="Segoe UI Semibold" w:hAnsi="Segoe UI Semibold"/>
          <w:b/>
          <w:sz w:val="32"/>
          <w:szCs w:val="32"/>
        </w:rPr>
        <w:t>pt</w:t>
      </w:r>
      <w:r w:rsidR="00527C8A">
        <w:rPr>
          <w:rFonts w:ascii="Segoe UI Semibold" w:hAnsi="Segoe UI Semibold"/>
          <w:b/>
          <w:sz w:val="32"/>
          <w:szCs w:val="32"/>
        </w:rPr>
        <w:t>, 1½ bottom Paragraph Border</w:t>
      </w:r>
    </w:p>
    <w:p w14:paraId="46D79504" w14:textId="12D6A869" w:rsidR="003C6145" w:rsidRDefault="00E50C1D" w:rsidP="003C6145">
      <w:pPr>
        <w:rPr>
          <w:sz w:val="24"/>
          <w:szCs w:val="24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F7BD8" wp14:editId="29356A56">
                <wp:simplePos x="0" y="0"/>
                <wp:positionH relativeFrom="margin">
                  <wp:posOffset>3459480</wp:posOffset>
                </wp:positionH>
                <wp:positionV relativeFrom="paragraph">
                  <wp:posOffset>9525</wp:posOffset>
                </wp:positionV>
                <wp:extent cx="2644140" cy="1173480"/>
                <wp:effectExtent l="0" t="0" r="22860" b="266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17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9F45AA" w14:textId="75B34967" w:rsidR="00E50C1D" w:rsidRDefault="00566D4C" w:rsidP="00E50C1D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E50C1D">
                              <w:rPr>
                                <w:rFonts w:ascii="Segoe UI" w:hAnsi="Segoe UI" w:cs="Segoe UI"/>
                              </w:rPr>
                              <w:t>GBPL Logo at end of line</w:t>
                            </w:r>
                          </w:p>
                          <w:p w14:paraId="634C06BA" w14:textId="725C771B" w:rsidR="00E50C1D" w:rsidRDefault="00566D4C" w:rsidP="00E50C1D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E50C1D">
                              <w:rPr>
                                <w:rFonts w:ascii="Segoe UI" w:hAnsi="Segoe UI" w:cs="Segoe UI"/>
                              </w:rPr>
                              <w:t>Green fill for Handouts</w:t>
                            </w:r>
                            <w:r w:rsidR="00E50C1D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14:paraId="197BCAC7" w14:textId="184D8E65" w:rsidR="00E50C1D" w:rsidRDefault="00566D4C" w:rsidP="00E50C1D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E50C1D">
                              <w:rPr>
                                <w:rFonts w:ascii="Segoe UI" w:hAnsi="Segoe UI" w:cs="Segoe UI"/>
                              </w:rPr>
                              <w:t>White fill for Activity Shee</w:t>
                            </w:r>
                            <w:r w:rsidR="00E50C1D"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</w:p>
                          <w:p w14:paraId="3F6EBC65" w14:textId="4A1D53AB" w:rsidR="00E50C1D" w:rsidRDefault="00E50C1D" w:rsidP="00E50C1D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Height: 0.80; Width: 0.68</w:t>
                            </w:r>
                          </w:p>
                          <w:p w14:paraId="6AD0B9DB" w14:textId="013D1E1E" w:rsidR="00E50C1D" w:rsidRPr="00E50C1D" w:rsidRDefault="00E50C1D" w:rsidP="00E50C1D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Use CMYK version for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F7BD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2.4pt;margin-top:.75pt;width:208.2pt;height:92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" fillcolor="white [3201]" strokecolor="black [3213]" strokeweight="1pt">
                <v:textbox>
                  <w:txbxContent>
                    <w:p w14:paraId="549F45AA" w14:textId="75B34967" w:rsidR="00E50C1D" w:rsidRDefault="00566D4C" w:rsidP="00E50C1D">
                      <w:pPr>
                        <w:spacing w:after="0"/>
                        <w:jc w:val="center"/>
                        <w:rPr>
                          <w:rFonts w:ascii="Segoe UI" w:hAnsi="Segoe UI" w:cs="Segoe UI"/>
                        </w:rPr>
                      </w:pPr>
                      <w:r w:rsidRPr="00E50C1D">
                        <w:rPr>
                          <w:rFonts w:ascii="Segoe UI" w:hAnsi="Segoe UI" w:cs="Segoe UI"/>
                        </w:rPr>
                        <w:t>GBPL Logo at end of line</w:t>
                      </w:r>
                    </w:p>
                    <w:p w14:paraId="634C06BA" w14:textId="725C771B" w:rsidR="00E50C1D" w:rsidRDefault="00566D4C" w:rsidP="00E50C1D">
                      <w:pPr>
                        <w:spacing w:after="0"/>
                        <w:jc w:val="center"/>
                        <w:rPr>
                          <w:rFonts w:ascii="Segoe UI" w:hAnsi="Segoe UI" w:cs="Segoe UI"/>
                        </w:rPr>
                      </w:pPr>
                      <w:r w:rsidRPr="00E50C1D">
                        <w:rPr>
                          <w:rFonts w:ascii="Segoe UI" w:hAnsi="Segoe UI" w:cs="Segoe UI"/>
                        </w:rPr>
                        <w:t>Green fill for Handouts</w:t>
                      </w:r>
                      <w:r w:rsidR="00E50C1D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14:paraId="197BCAC7" w14:textId="184D8E65" w:rsidR="00E50C1D" w:rsidRDefault="00566D4C" w:rsidP="00E50C1D">
                      <w:pPr>
                        <w:spacing w:after="0"/>
                        <w:jc w:val="center"/>
                        <w:rPr>
                          <w:rFonts w:ascii="Segoe UI" w:hAnsi="Segoe UI" w:cs="Segoe UI"/>
                        </w:rPr>
                      </w:pPr>
                      <w:r w:rsidRPr="00E50C1D">
                        <w:rPr>
                          <w:rFonts w:ascii="Segoe UI" w:hAnsi="Segoe UI" w:cs="Segoe UI"/>
                        </w:rPr>
                        <w:t>White fill for Activity Shee</w:t>
                      </w:r>
                      <w:r w:rsidR="00E50C1D">
                        <w:rPr>
                          <w:rFonts w:ascii="Segoe UI" w:hAnsi="Segoe UI" w:cs="Segoe UI"/>
                        </w:rPr>
                        <w:t>t</w:t>
                      </w:r>
                    </w:p>
                    <w:p w14:paraId="3F6EBC65" w14:textId="4A1D53AB" w:rsidR="00E50C1D" w:rsidRDefault="00E50C1D" w:rsidP="00E50C1D">
                      <w:pPr>
                        <w:spacing w:after="0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Height: 0.80; Width: 0.68</w:t>
                      </w:r>
                    </w:p>
                    <w:p w14:paraId="6AD0B9DB" w14:textId="013D1E1E" w:rsidR="00E50C1D" w:rsidRPr="00E50C1D" w:rsidRDefault="00E50C1D" w:rsidP="00E50C1D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Use CMYK version for printing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w:drawing>
          <wp:anchor distT="0" distB="0" distL="114300" distR="114300" simplePos="0" relativeHeight="251671552" behindDoc="0" locked="0" layoutInCell="1" allowOverlap="1" wp14:anchorId="64830807" wp14:editId="7A9B3ADD">
            <wp:simplePos x="0" y="0"/>
            <wp:positionH relativeFrom="column">
              <wp:posOffset>6332220</wp:posOffset>
            </wp:positionH>
            <wp:positionV relativeFrom="paragraph">
              <wp:posOffset>299085</wp:posOffset>
            </wp:positionV>
            <wp:extent cx="621693" cy="731520"/>
            <wp:effectExtent l="0" t="0" r="698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93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7CA214" w14:textId="2A8551AA" w:rsidR="003C6145" w:rsidRPr="003744FB" w:rsidRDefault="008C76A8" w:rsidP="003C614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Section Header</w:t>
      </w:r>
      <w:r w:rsidR="00A41779">
        <w:rPr>
          <w:rFonts w:ascii="Segoe UI Semilight" w:hAnsi="Segoe UI Semilight" w:cs="Segoe UI Semilight"/>
          <w:b/>
          <w:sz w:val="24"/>
          <w:szCs w:val="24"/>
        </w:rPr>
        <w:t xml:space="preserve"> </w:t>
      </w:r>
      <w:r w:rsidR="003744FB">
        <w:rPr>
          <w:rFonts w:ascii="Segoe UI" w:hAnsi="Segoe UI" w:cs="Segoe UI"/>
          <w:b/>
          <w:sz w:val="24"/>
          <w:szCs w:val="24"/>
        </w:rPr>
        <w:t xml:space="preserve">(Segoe UI </w:t>
      </w:r>
      <w:r w:rsidR="00A41779" w:rsidRPr="003744FB">
        <w:rPr>
          <w:rFonts w:ascii="Segoe UI" w:hAnsi="Segoe UI" w:cs="Segoe UI"/>
          <w:b/>
          <w:sz w:val="24"/>
          <w:szCs w:val="24"/>
        </w:rPr>
        <w:t>12</w:t>
      </w:r>
      <w:r>
        <w:rPr>
          <w:rFonts w:ascii="Segoe UI" w:hAnsi="Segoe UI" w:cs="Segoe UI"/>
          <w:b/>
          <w:sz w:val="24"/>
          <w:szCs w:val="24"/>
        </w:rPr>
        <w:t>pt, Bold</w:t>
      </w:r>
      <w:r w:rsidR="004A3E4D" w:rsidRPr="003744FB">
        <w:rPr>
          <w:rFonts w:ascii="Segoe UI" w:hAnsi="Segoe UI" w:cs="Segoe UI"/>
          <w:b/>
          <w:sz w:val="24"/>
          <w:szCs w:val="24"/>
        </w:rPr>
        <w:t>)</w:t>
      </w:r>
    </w:p>
    <w:p w14:paraId="6362BB1F" w14:textId="30FC0DE7" w:rsidR="004A3E4D" w:rsidRPr="003744FB" w:rsidRDefault="00A41779" w:rsidP="003C6145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 xml:space="preserve">Body Text </w:t>
      </w:r>
      <w:r w:rsidR="003744FB">
        <w:rPr>
          <w:rFonts w:ascii="Segoe UI" w:hAnsi="Segoe UI" w:cs="Segoe UI"/>
        </w:rPr>
        <w:t>(Segoe UI</w:t>
      </w:r>
      <w:r w:rsidRPr="003744FB">
        <w:rPr>
          <w:rFonts w:ascii="Segoe UI" w:hAnsi="Segoe UI" w:cs="Segoe UI"/>
        </w:rPr>
        <w:t xml:space="preserve"> 11</w:t>
      </w:r>
      <w:r w:rsidR="004A3E4D" w:rsidRPr="003744FB">
        <w:rPr>
          <w:rFonts w:ascii="Segoe UI" w:hAnsi="Segoe UI" w:cs="Segoe UI"/>
        </w:rPr>
        <w:t>pt)</w:t>
      </w:r>
      <w:r w:rsidR="00566D4C">
        <w:rPr>
          <w:rFonts w:ascii="Segoe UI" w:hAnsi="Segoe UI" w:cs="Segoe UI"/>
        </w:rPr>
        <w:t xml:space="preserve">. </w:t>
      </w:r>
    </w:p>
    <w:p w14:paraId="5DB176A4" w14:textId="76EB0671" w:rsidR="004A3E4D" w:rsidRDefault="00566D4C" w:rsidP="003C6145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18293" wp14:editId="54484325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2895600" cy="5486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9E6083" w14:textId="6F1B66FA" w:rsidR="00566D4C" w:rsidRDefault="00566D4C">
                            <w:r>
                              <w:rPr>
                                <w:rFonts w:ascii="Segoe UI" w:hAnsi="Segoe UI" w:cs="Segoe UI"/>
                              </w:rPr>
                              <w:t>Helpful to put in text box with no outline to easily move it around the page.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18293" id="Text Box 7" o:spid="_x0000_s1027" type="#_x0000_t202" style="position:absolute;margin-left:0;margin-top:1.7pt;width:228pt;height:43.2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" fillcolor="white [3201]" stroked="f" strokeweight=".5pt">
                <v:textbox>
                  <w:txbxContent>
                    <w:p w14:paraId="3F9E6083" w14:textId="6F1B66FA" w:rsidR="00566D4C" w:rsidRDefault="00566D4C">
                      <w:r>
                        <w:rPr>
                          <w:rFonts w:ascii="Segoe UI" w:hAnsi="Segoe UI" w:cs="Segoe UI"/>
                        </w:rPr>
                        <w:t>Helpful to put in text box with no outline to easily move it around the page.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66C87" w14:textId="3998F796" w:rsidR="00566D4C" w:rsidRPr="003744FB" w:rsidRDefault="00566D4C" w:rsidP="003C6145">
      <w:pPr>
        <w:rPr>
          <w:rFonts w:ascii="Segoe UI" w:hAnsi="Segoe UI" w:cs="Segoe UI"/>
          <w:sz w:val="24"/>
          <w:szCs w:val="24"/>
        </w:rPr>
      </w:pPr>
    </w:p>
    <w:p w14:paraId="7C215E5F" w14:textId="77777777" w:rsidR="004A3E4D" w:rsidRPr="003744FB" w:rsidRDefault="008C76A8" w:rsidP="003C614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Text/Highlight Box &amp; Images</w:t>
      </w:r>
    </w:p>
    <w:p w14:paraId="272E58D3" w14:textId="77777777" w:rsidR="004A3E4D" w:rsidRPr="003744FB" w:rsidRDefault="004A3E4D" w:rsidP="003C6145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>Used to highlight a particular area in an image or to include text next to an</w:t>
      </w:r>
      <w:r w:rsidRPr="003744FB">
        <w:rPr>
          <w:rFonts w:ascii="Segoe UI" w:hAnsi="Segoe UI" w:cs="Segoe UI"/>
          <w:b/>
        </w:rPr>
        <w:t xml:space="preserve"> </w:t>
      </w:r>
      <w:r w:rsidRPr="003744FB">
        <w:rPr>
          <w:rFonts w:ascii="Segoe UI" w:hAnsi="Segoe UI" w:cs="Segoe UI"/>
        </w:rPr>
        <w:t>image</w:t>
      </w:r>
    </w:p>
    <w:p w14:paraId="3812694D" w14:textId="77777777" w:rsidR="004A3E4D" w:rsidRPr="003744FB" w:rsidRDefault="00821845" w:rsidP="003C6145">
      <w:pPr>
        <w:rPr>
          <w:rFonts w:ascii="Segoe UI" w:hAnsi="Segoe UI" w:cs="Segoe UI"/>
          <w:sz w:val="24"/>
          <w:szCs w:val="24"/>
        </w:rPr>
      </w:pPr>
      <w:r w:rsidRPr="003744FB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4C36E" wp14:editId="7C17CFDF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5646420" cy="876300"/>
                <wp:effectExtent l="0" t="0" r="1143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4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8D040" w14:textId="4696E3FE" w:rsidR="00B90681" w:rsidRPr="00566D4C" w:rsidRDefault="003744F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566D4C">
                              <w:rPr>
                                <w:rFonts w:ascii="Segoe UI" w:hAnsi="Segoe UI" w:cs="Segoe UI"/>
                              </w:rPr>
                              <w:t xml:space="preserve">Segoe UI </w:t>
                            </w:r>
                            <w:r w:rsidR="00A41779" w:rsidRPr="00566D4C">
                              <w:rPr>
                                <w:rFonts w:ascii="Segoe UI" w:hAnsi="Segoe UI" w:cs="Segoe UI"/>
                              </w:rPr>
                              <w:t>1</w:t>
                            </w:r>
                            <w:r w:rsidR="00566D4C" w:rsidRPr="00566D4C">
                              <w:rPr>
                                <w:rFonts w:ascii="Segoe UI" w:hAnsi="Segoe UI" w:cs="Segoe UI"/>
                              </w:rPr>
                              <w:t>1</w:t>
                            </w:r>
                            <w:r w:rsidR="00A41779" w:rsidRPr="00566D4C">
                              <w:rPr>
                                <w:rFonts w:ascii="Segoe UI" w:hAnsi="Segoe UI" w:cs="Segoe UI"/>
                              </w:rPr>
                              <w:t>pt</w:t>
                            </w:r>
                            <w:r w:rsidR="00B90681" w:rsidRPr="00566D4C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="00566D4C">
                              <w:rPr>
                                <w:rFonts w:ascii="Segoe UI" w:hAnsi="Segoe UI" w:cs="Segoe UI"/>
                              </w:rPr>
                              <w:t xml:space="preserve"> bold.</w:t>
                            </w:r>
                            <w:r w:rsidR="00B90681" w:rsidRPr="00566D4C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566D4C">
                              <w:rPr>
                                <w:rFonts w:ascii="Segoe UI" w:hAnsi="Segoe UI" w:cs="Segoe UI"/>
                              </w:rPr>
                              <w:t>B</w:t>
                            </w:r>
                            <w:r w:rsidR="00566D4C" w:rsidRPr="00566D4C">
                              <w:rPr>
                                <w:rFonts w:ascii="Segoe UI" w:hAnsi="Segoe UI" w:cs="Segoe UI"/>
                              </w:rPr>
                              <w:t>lack</w:t>
                            </w:r>
                            <w:r w:rsidR="00B90681" w:rsidRPr="00566D4C">
                              <w:rPr>
                                <w:rFonts w:ascii="Segoe UI" w:hAnsi="Segoe UI" w:cs="Segoe UI"/>
                              </w:rPr>
                              <w:t xml:space="preserve"> border (unless </w:t>
                            </w:r>
                            <w:r w:rsidR="00566D4C" w:rsidRPr="00566D4C">
                              <w:rPr>
                                <w:rFonts w:ascii="Segoe UI" w:hAnsi="Segoe UI" w:cs="Segoe UI"/>
                              </w:rPr>
                              <w:t>color is needed – colors that match GBPL’s theme are preferred</w:t>
                            </w:r>
                            <w:r w:rsidR="00B90681" w:rsidRPr="00566D4C">
                              <w:rPr>
                                <w:rFonts w:ascii="Segoe UI" w:hAnsi="Segoe UI" w:cs="Segoe UI"/>
                              </w:rPr>
                              <w:t>), 1pt outline, no fill</w:t>
                            </w:r>
                          </w:p>
                          <w:p w14:paraId="7F29EDC1" w14:textId="77777777" w:rsidR="00B90681" w:rsidRPr="00566D4C" w:rsidRDefault="00B90681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566D4C">
                              <w:rPr>
                                <w:rFonts w:ascii="Segoe UI" w:hAnsi="Segoe UI" w:cs="Segoe UI"/>
                              </w:rPr>
                              <w:t>Position &gt; With Text Wrapping &gt; In front of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4C36E" id="Text Box 2" o:spid="_x0000_s1028" type="#_x0000_t202" style="position:absolute;margin-left:0;margin-top:9.65pt;width:444.6pt;height:6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" fillcolor="white [3201]" strokecolor="#ffc000 [3207]" strokeweight="1pt">
                <v:textbox>
                  <w:txbxContent>
                    <w:p w14:paraId="3A08D040" w14:textId="4696E3FE" w:rsidR="00B90681" w:rsidRPr="00566D4C" w:rsidRDefault="003744FB">
                      <w:pPr>
                        <w:rPr>
                          <w:rFonts w:ascii="Segoe UI" w:hAnsi="Segoe UI" w:cs="Segoe UI"/>
                        </w:rPr>
                      </w:pPr>
                      <w:r w:rsidRPr="00566D4C">
                        <w:rPr>
                          <w:rFonts w:ascii="Segoe UI" w:hAnsi="Segoe UI" w:cs="Segoe UI"/>
                        </w:rPr>
                        <w:t xml:space="preserve">Segoe UI </w:t>
                      </w:r>
                      <w:r w:rsidR="00A41779" w:rsidRPr="00566D4C">
                        <w:rPr>
                          <w:rFonts w:ascii="Segoe UI" w:hAnsi="Segoe UI" w:cs="Segoe UI"/>
                        </w:rPr>
                        <w:t>1</w:t>
                      </w:r>
                      <w:r w:rsidR="00566D4C" w:rsidRPr="00566D4C">
                        <w:rPr>
                          <w:rFonts w:ascii="Segoe UI" w:hAnsi="Segoe UI" w:cs="Segoe UI"/>
                        </w:rPr>
                        <w:t>1</w:t>
                      </w:r>
                      <w:r w:rsidR="00A41779" w:rsidRPr="00566D4C">
                        <w:rPr>
                          <w:rFonts w:ascii="Segoe UI" w:hAnsi="Segoe UI" w:cs="Segoe UI"/>
                        </w:rPr>
                        <w:t>pt</w:t>
                      </w:r>
                      <w:r w:rsidR="00B90681" w:rsidRPr="00566D4C">
                        <w:rPr>
                          <w:rFonts w:ascii="Segoe UI" w:hAnsi="Segoe UI" w:cs="Segoe UI"/>
                        </w:rPr>
                        <w:t>,</w:t>
                      </w:r>
                      <w:r w:rsidR="00566D4C">
                        <w:rPr>
                          <w:rFonts w:ascii="Segoe UI" w:hAnsi="Segoe UI" w:cs="Segoe UI"/>
                        </w:rPr>
                        <w:t xml:space="preserve"> bold.</w:t>
                      </w:r>
                      <w:r w:rsidR="00B90681" w:rsidRPr="00566D4C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566D4C">
                        <w:rPr>
                          <w:rFonts w:ascii="Segoe UI" w:hAnsi="Segoe UI" w:cs="Segoe UI"/>
                        </w:rPr>
                        <w:t>B</w:t>
                      </w:r>
                      <w:r w:rsidR="00566D4C" w:rsidRPr="00566D4C">
                        <w:rPr>
                          <w:rFonts w:ascii="Segoe UI" w:hAnsi="Segoe UI" w:cs="Segoe UI"/>
                        </w:rPr>
                        <w:t>lack</w:t>
                      </w:r>
                      <w:r w:rsidR="00B90681" w:rsidRPr="00566D4C">
                        <w:rPr>
                          <w:rFonts w:ascii="Segoe UI" w:hAnsi="Segoe UI" w:cs="Segoe UI"/>
                        </w:rPr>
                        <w:t xml:space="preserve"> border (unless </w:t>
                      </w:r>
                      <w:r w:rsidR="00566D4C" w:rsidRPr="00566D4C">
                        <w:rPr>
                          <w:rFonts w:ascii="Segoe UI" w:hAnsi="Segoe UI" w:cs="Segoe UI"/>
                        </w:rPr>
                        <w:t>color is needed – colors that match GBPL’s theme are preferred</w:t>
                      </w:r>
                      <w:r w:rsidR="00B90681" w:rsidRPr="00566D4C">
                        <w:rPr>
                          <w:rFonts w:ascii="Segoe UI" w:hAnsi="Segoe UI" w:cs="Segoe UI"/>
                        </w:rPr>
                        <w:t>), 1pt outline, no fill</w:t>
                      </w:r>
                    </w:p>
                    <w:p w14:paraId="7F29EDC1" w14:textId="77777777" w:rsidR="00B90681" w:rsidRPr="00566D4C" w:rsidRDefault="00B90681">
                      <w:pPr>
                        <w:rPr>
                          <w:rFonts w:ascii="Segoe UI" w:hAnsi="Segoe UI" w:cs="Segoe UI"/>
                        </w:rPr>
                      </w:pPr>
                      <w:r w:rsidRPr="00566D4C">
                        <w:rPr>
                          <w:rFonts w:ascii="Segoe UI" w:hAnsi="Segoe UI" w:cs="Segoe UI"/>
                        </w:rPr>
                        <w:t>Position &gt; With Text Wrapping &gt; In front of text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5E6FDD" w14:textId="77777777" w:rsidR="00B90681" w:rsidRPr="003744FB" w:rsidRDefault="00B90681" w:rsidP="003C6145">
      <w:pPr>
        <w:rPr>
          <w:rFonts w:ascii="Segoe UI" w:hAnsi="Segoe UI" w:cs="Segoe UI"/>
          <w:sz w:val="24"/>
          <w:szCs w:val="24"/>
        </w:rPr>
      </w:pPr>
    </w:p>
    <w:p w14:paraId="02F6304E" w14:textId="77777777" w:rsidR="00B90681" w:rsidRPr="003744FB" w:rsidRDefault="00B90681" w:rsidP="00B90681">
      <w:pPr>
        <w:rPr>
          <w:rFonts w:ascii="Segoe UI" w:hAnsi="Segoe UI" w:cs="Segoe UI"/>
          <w:sz w:val="24"/>
          <w:szCs w:val="24"/>
        </w:rPr>
      </w:pPr>
    </w:p>
    <w:p w14:paraId="39A7CA99" w14:textId="77777777" w:rsidR="00B90681" w:rsidRPr="003744FB" w:rsidRDefault="00B90681" w:rsidP="00B90681">
      <w:pPr>
        <w:rPr>
          <w:rFonts w:ascii="Segoe UI" w:hAnsi="Segoe UI" w:cs="Segoe UI"/>
          <w:sz w:val="24"/>
          <w:szCs w:val="24"/>
        </w:rPr>
      </w:pPr>
    </w:p>
    <w:p w14:paraId="1E55A1A4" w14:textId="77777777" w:rsidR="004A3E4D" w:rsidRPr="003744FB" w:rsidRDefault="00B90681" w:rsidP="00B90681">
      <w:pPr>
        <w:rPr>
          <w:rFonts w:ascii="Segoe UI" w:hAnsi="Segoe UI" w:cs="Segoe UI"/>
        </w:rPr>
      </w:pPr>
      <w:r w:rsidRPr="003744FB">
        <w:rPr>
          <w:rFonts w:ascii="Segoe UI" w:hAnsi="Segoe UI" w:cs="Segoe UI"/>
          <w:b/>
        </w:rPr>
        <w:t xml:space="preserve">ALWAYS </w:t>
      </w:r>
      <w:r w:rsidRPr="003744FB">
        <w:rPr>
          <w:rFonts w:ascii="Segoe UI" w:hAnsi="Segoe UI" w:cs="Segoe UI"/>
        </w:rPr>
        <w:t xml:space="preserve">put images </w:t>
      </w:r>
      <w:proofErr w:type="gramStart"/>
      <w:r w:rsidRPr="003744FB">
        <w:rPr>
          <w:rFonts w:ascii="Segoe UI" w:hAnsi="Segoe UI" w:cs="Segoe UI"/>
          <w:b/>
        </w:rPr>
        <w:t>In</w:t>
      </w:r>
      <w:proofErr w:type="gramEnd"/>
      <w:r w:rsidRPr="003744FB">
        <w:rPr>
          <w:rFonts w:ascii="Segoe UI" w:hAnsi="Segoe UI" w:cs="Segoe UI"/>
          <w:b/>
        </w:rPr>
        <w:t xml:space="preserve"> front of text</w:t>
      </w:r>
      <w:r w:rsidRPr="003744FB">
        <w:rPr>
          <w:rFonts w:ascii="Segoe UI" w:hAnsi="Segoe UI" w:cs="Segoe UI"/>
        </w:rPr>
        <w:t xml:space="preserve"> so you can move them freely throughout your document</w:t>
      </w:r>
    </w:p>
    <w:p w14:paraId="5626CE18" w14:textId="014BDBFC" w:rsidR="00B90681" w:rsidRPr="003744FB" w:rsidRDefault="00B90681" w:rsidP="00B90681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 xml:space="preserve">Images should have a </w:t>
      </w:r>
      <w:r w:rsidRPr="003744FB">
        <w:rPr>
          <w:rFonts w:ascii="Segoe UI" w:hAnsi="Segoe UI" w:cs="Segoe UI"/>
          <w:b/>
        </w:rPr>
        <w:t>border</w:t>
      </w:r>
      <w:r w:rsidRPr="003744FB">
        <w:rPr>
          <w:rFonts w:ascii="Segoe UI" w:hAnsi="Segoe UI" w:cs="Segoe UI"/>
        </w:rPr>
        <w:t xml:space="preserve"> (Black, </w:t>
      </w:r>
      <w:r w:rsidR="00E50C1D">
        <w:rPr>
          <w:rFonts w:ascii="Segoe UI" w:hAnsi="Segoe UI" w:cs="Segoe UI"/>
        </w:rPr>
        <w:t xml:space="preserve">¾ to </w:t>
      </w:r>
      <w:r w:rsidRPr="003744FB">
        <w:rPr>
          <w:rFonts w:ascii="Segoe UI" w:hAnsi="Segoe UI" w:cs="Segoe UI"/>
        </w:rPr>
        <w:t>1pt outline)</w:t>
      </w:r>
    </w:p>
    <w:p w14:paraId="29BD4D6E" w14:textId="77777777" w:rsidR="00B90681" w:rsidRPr="003744FB" w:rsidRDefault="00201A85" w:rsidP="00B90681">
      <w:pPr>
        <w:rPr>
          <w:rFonts w:ascii="Segoe UI" w:hAnsi="Segoe UI" w:cs="Segoe UI"/>
        </w:rPr>
      </w:pPr>
      <w:r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D3183F" wp14:editId="388EA7BB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2695575" cy="5715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AB24" w14:textId="3B93D28C" w:rsidR="00201A85" w:rsidRPr="003744FB" w:rsidRDefault="00201A85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Margins</w:t>
                            </w:r>
                            <w:r w:rsidR="003A43F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can be custom (No more than 1’’). </w:t>
                            </w:r>
                            <w:r w:rsidR="00566D4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Narrow is preferred.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3183F" id="Text Box 1" o:spid="_x0000_s1029" type="#_x0000_t202" style="position:absolute;margin-left:0;margin-top:21.5pt;width:212.25pt;height:4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" fillcolor="white [3201]" strokecolor="#70ad47 [3209]" strokeweight="1pt">
                <v:textbox>
                  <w:txbxContent>
                    <w:p w14:paraId="50CFAB24" w14:textId="3B93D28C" w:rsidR="00201A85" w:rsidRPr="003744FB" w:rsidRDefault="00201A85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Margins</w:t>
                      </w:r>
                      <w:r w:rsidR="003A43F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can be custom (No more than 1’’). </w:t>
                      </w:r>
                      <w:r w:rsidR="00566D4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Narrow is preferred.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681" w:rsidRPr="003744FB">
        <w:rPr>
          <w:rFonts w:ascii="Segoe UI" w:eastAsia="+mn-ea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1D9B674B" wp14:editId="53C58560">
            <wp:simplePos x="0" y="0"/>
            <wp:positionH relativeFrom="column">
              <wp:posOffset>2914650</wp:posOffset>
            </wp:positionH>
            <wp:positionV relativeFrom="paragraph">
              <wp:posOffset>194310</wp:posOffset>
            </wp:positionV>
            <wp:extent cx="3008376" cy="2258568"/>
            <wp:effectExtent l="19050" t="19050" r="20955" b="27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rysanthem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225856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503F37" w14:textId="38A36C03" w:rsidR="00B90681" w:rsidRPr="003744FB" w:rsidRDefault="00566D4C" w:rsidP="00B90681">
      <w:pPr>
        <w:rPr>
          <w:rFonts w:ascii="Segoe UI" w:hAnsi="Segoe UI" w:cs="Segoe UI"/>
        </w:rPr>
      </w:pPr>
      <w:r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73B390" wp14:editId="5B9AA8E9">
                <wp:simplePos x="0" y="0"/>
                <wp:positionH relativeFrom="margin">
                  <wp:align>center</wp:align>
                </wp:positionH>
                <wp:positionV relativeFrom="paragraph">
                  <wp:posOffset>2544445</wp:posOffset>
                </wp:positionV>
                <wp:extent cx="5922645" cy="594360"/>
                <wp:effectExtent l="0" t="0" r="20955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264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5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C2580" w14:textId="54A01D75" w:rsidR="007164C9" w:rsidRPr="009474C1" w:rsidRDefault="007164C9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Footer uses blank three column format in </w:t>
                            </w:r>
                            <w:r w:rsidR="003744FB"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Segoe UI </w:t>
                            </w: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9pt for Author Initials, Gail Borden Public Library District, and Month/</w:t>
                            </w:r>
                            <w:r w:rsidR="00566D4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Day/</w:t>
                            </w: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Year </w:t>
                            </w:r>
                            <w:r w:rsidR="00566D4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document </w:t>
                            </w: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was </w:t>
                            </w:r>
                            <w:r w:rsidR="008C76A8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last updated</w:t>
                            </w:r>
                            <w:r w:rsidR="00566D4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3B390" id="Text Box 5" o:spid="_x0000_s1030" type="#_x0000_t202" style="position:absolute;margin-left:0;margin-top:200.35pt;width:466.35pt;height:46.8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" fillcolor="white [3201]" strokecolor="#4472c4 [3208]" strokeweight="1pt">
                <v:textbox>
                  <w:txbxContent>
                    <w:p w14:paraId="536C2580" w14:textId="54A01D75" w:rsidR="007164C9" w:rsidRPr="009474C1" w:rsidRDefault="007164C9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Footer uses blank three column format in </w:t>
                      </w:r>
                      <w:r w:rsidR="003744FB"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Segoe UI </w:t>
                      </w: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9pt for Author Initials, Gail Borden Public Library District, and Month/</w:t>
                      </w:r>
                      <w:r w:rsidR="00566D4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Day/</w:t>
                      </w: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Year </w:t>
                      </w:r>
                      <w:r w:rsidR="00566D4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document </w:t>
                      </w: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was </w:t>
                      </w:r>
                      <w:r w:rsidR="008C76A8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last updated</w:t>
                      </w:r>
                      <w:r w:rsidR="00566D4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44FB"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60ADA6" wp14:editId="5C063B31">
                <wp:simplePos x="0" y="0"/>
                <wp:positionH relativeFrom="column">
                  <wp:posOffset>2409825</wp:posOffset>
                </wp:positionH>
                <wp:positionV relativeFrom="paragraph">
                  <wp:posOffset>1771649</wp:posOffset>
                </wp:positionV>
                <wp:extent cx="1304925" cy="54292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66647" w14:textId="77777777" w:rsidR="00B90681" w:rsidRPr="00566D4C" w:rsidRDefault="00B90681" w:rsidP="00B90681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u w:val="single"/>
                              </w:rPr>
                            </w:pPr>
                            <w:r w:rsidRPr="00566D4C">
                              <w:rPr>
                                <w:rFonts w:ascii="Segoe UI" w:hAnsi="Segoe UI" w:cs="Segoe UI"/>
                                <w:b/>
                                <w:bCs/>
                                <w:u w:val="single"/>
                              </w:rPr>
                              <w:t>Example</w:t>
                            </w:r>
                          </w:p>
                          <w:p w14:paraId="0D9E6D70" w14:textId="77777777" w:rsidR="00B90681" w:rsidRPr="00566D4C" w:rsidRDefault="00B90681" w:rsidP="00B90681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</w:pPr>
                            <w:r w:rsidRPr="00566D4C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>Chrysanthemum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ADA6" id="_x0000_s1031" type="#_x0000_t202" style="position:absolute;margin-left:189.75pt;margin-top:139.5pt;width:102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" strokecolor="black [3213]" strokeweight="1pt">
                <v:textbox>
                  <w:txbxContent>
                    <w:p w14:paraId="00566647" w14:textId="77777777" w:rsidR="00B90681" w:rsidRPr="00566D4C" w:rsidRDefault="00B90681" w:rsidP="00B90681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bCs/>
                          <w:u w:val="single"/>
                        </w:rPr>
                      </w:pPr>
                      <w:r w:rsidRPr="00566D4C">
                        <w:rPr>
                          <w:rFonts w:ascii="Segoe UI" w:hAnsi="Segoe UI" w:cs="Segoe UI"/>
                          <w:b/>
                          <w:bCs/>
                          <w:u w:val="single"/>
                        </w:rPr>
                        <w:t>Example</w:t>
                      </w:r>
                    </w:p>
                    <w:p w14:paraId="0D9E6D70" w14:textId="77777777" w:rsidR="00B90681" w:rsidRPr="00566D4C" w:rsidRDefault="00B90681" w:rsidP="00B90681">
                      <w:pPr>
                        <w:jc w:val="center"/>
                        <w:rPr>
                          <w:rFonts w:ascii="Segoe UI" w:hAnsi="Segoe UI" w:cs="Segoe UI"/>
                          <w:b/>
                          <w:bCs/>
                        </w:rPr>
                      </w:pPr>
                      <w:r w:rsidRPr="00566D4C">
                        <w:rPr>
                          <w:rFonts w:ascii="Segoe UI" w:hAnsi="Segoe UI" w:cs="Segoe UI"/>
                          <w:b/>
                          <w:bCs/>
                        </w:rPr>
                        <w:t>Chrysanthemum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681" w:rsidRPr="003744FB" w:rsidSect="00566D4C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E5CC8" w14:textId="77777777" w:rsidR="002E3696" w:rsidRDefault="002E3696" w:rsidP="00B90681">
      <w:pPr>
        <w:spacing w:after="0" w:line="240" w:lineRule="auto"/>
      </w:pPr>
      <w:r>
        <w:separator/>
      </w:r>
    </w:p>
  </w:endnote>
  <w:endnote w:type="continuationSeparator" w:id="0">
    <w:p w14:paraId="6090AEBD" w14:textId="77777777" w:rsidR="002E3696" w:rsidRDefault="002E3696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E2307" w14:textId="77777777" w:rsidR="00B90681" w:rsidRPr="003744FB" w:rsidRDefault="003744FB">
    <w:pPr>
      <w:pStyle w:val="Footer"/>
      <w:rPr>
        <w:rFonts w:ascii="Segoe UI" w:hAnsi="Segoe UI" w:cs="Segoe UI"/>
        <w:sz w:val="18"/>
        <w:szCs w:val="18"/>
      </w:rPr>
    </w:pPr>
    <w:r w:rsidRPr="003744FB">
      <w:rPr>
        <w:rFonts w:ascii="Segoe UI" w:hAnsi="Segoe UI" w:cs="Segoe UI"/>
        <w:sz w:val="18"/>
        <w:szCs w:val="18"/>
      </w:rPr>
      <w:t xml:space="preserve">Initials </w:t>
    </w:r>
    <w:r w:rsidRPr="003744FB">
      <w:rPr>
        <w:rFonts w:ascii="Segoe UI" w:hAnsi="Segoe UI" w:cs="Segoe UI"/>
        <w:sz w:val="18"/>
        <w:szCs w:val="18"/>
      </w:rPr>
      <w:ptab w:relativeTo="margin" w:alignment="center" w:leader="none"/>
    </w:r>
    <w:r w:rsidRPr="003744FB">
      <w:rPr>
        <w:rFonts w:ascii="Segoe UI" w:hAnsi="Segoe UI" w:cs="Segoe UI"/>
        <w:sz w:val="18"/>
        <w:szCs w:val="18"/>
      </w:rPr>
      <w:t xml:space="preserve">Gail Borden Public Library </w:t>
    </w:r>
    <w:r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Pr="003744FB">
      <w:rPr>
        <w:rFonts w:ascii="Segoe UI" w:hAnsi="Segoe UI" w:cs="Segoe UI"/>
        <w:sz w:val="18"/>
        <w:szCs w:val="18"/>
      </w:rPr>
      <w:t>MM/YY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61D48" w14:textId="77777777" w:rsidR="002E3696" w:rsidRDefault="002E3696" w:rsidP="00B90681">
      <w:pPr>
        <w:spacing w:after="0" w:line="240" w:lineRule="auto"/>
      </w:pPr>
      <w:r>
        <w:separator/>
      </w:r>
    </w:p>
  </w:footnote>
  <w:footnote w:type="continuationSeparator" w:id="0">
    <w:p w14:paraId="4744CE49" w14:textId="77777777" w:rsidR="002E3696" w:rsidRDefault="002E3696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96"/>
    <w:rsid w:val="00194D30"/>
    <w:rsid w:val="001A7C09"/>
    <w:rsid w:val="00201A85"/>
    <w:rsid w:val="002345C5"/>
    <w:rsid w:val="002E1B92"/>
    <w:rsid w:val="002E3696"/>
    <w:rsid w:val="002F4865"/>
    <w:rsid w:val="003744FB"/>
    <w:rsid w:val="003A43F1"/>
    <w:rsid w:val="003C6145"/>
    <w:rsid w:val="004A3E4D"/>
    <w:rsid w:val="00527C8A"/>
    <w:rsid w:val="00566D4C"/>
    <w:rsid w:val="00585450"/>
    <w:rsid w:val="007164C9"/>
    <w:rsid w:val="007A7815"/>
    <w:rsid w:val="00821845"/>
    <w:rsid w:val="00846DD8"/>
    <w:rsid w:val="008A0486"/>
    <w:rsid w:val="008C76A8"/>
    <w:rsid w:val="008D6449"/>
    <w:rsid w:val="009474C1"/>
    <w:rsid w:val="00A41779"/>
    <w:rsid w:val="00A44465"/>
    <w:rsid w:val="00A71399"/>
    <w:rsid w:val="00B90681"/>
    <w:rsid w:val="00D10A16"/>
    <w:rsid w:val="00D5015E"/>
    <w:rsid w:val="00E50C1D"/>
    <w:rsid w:val="00E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D2780B"/>
  <w15:chartTrackingRefBased/>
  <w15:docId w15:val="{48A0104D-AD2E-4189-92D9-30375002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ublic%20Services\Digital%20Services\Classes\Material%20Templates\Class%20Material%20Templates\Template%20-%20Handout%20&amp;%20Activity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Handout &amp; Activity Sheet.dotx</Template>
  <TotalTime>16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Shana Lopez</cp:lastModifiedBy>
  <cp:revision>2</cp:revision>
  <dcterms:created xsi:type="dcterms:W3CDTF">2016-06-22T21:28:00Z</dcterms:created>
  <dcterms:modified xsi:type="dcterms:W3CDTF">2021-05-10T20:27:00Z</dcterms:modified>
</cp:coreProperties>
</file>