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1528EB" w14:textId="29A9AA50" w:rsidR="007A3900" w:rsidRPr="005D6968" w:rsidRDefault="00375D29" w:rsidP="00DA5580">
      <w:pPr>
        <w:pBdr>
          <w:bottom w:val="single" w:sz="12" w:space="1" w:color="auto"/>
        </w:pBdr>
        <w:jc w:val="both"/>
        <w:rPr>
          <w:rFonts w:ascii="Segoe UI" w:hAnsi="Segoe UI" w:cs="Segoe UI"/>
          <w:b/>
          <w:sz w:val="28"/>
          <w:szCs w:val="28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C8676C6" wp14:editId="6D87462B">
            <wp:simplePos x="0" y="0"/>
            <wp:positionH relativeFrom="column">
              <wp:posOffset>4552950</wp:posOffset>
            </wp:positionH>
            <wp:positionV relativeFrom="paragraph">
              <wp:posOffset>-228600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5580" w:rsidRPr="005D6968">
        <w:rPr>
          <w:rFonts w:ascii="Segoe UI" w:hAnsi="Segoe UI" w:cs="Segoe UI"/>
          <w:b/>
          <w:noProof/>
          <w:sz w:val="28"/>
          <w:szCs w:val="28"/>
        </w:rPr>
        <w:t xml:space="preserve">Design Document: </w:t>
      </w:r>
      <w:r w:rsidR="009A046E">
        <w:rPr>
          <w:rFonts w:ascii="Segoe UI" w:hAnsi="Segoe UI" w:cs="Segoe UI"/>
          <w:b/>
          <w:noProof/>
          <w:sz w:val="28"/>
          <w:szCs w:val="28"/>
        </w:rPr>
        <w:t>Canva</w:t>
      </w:r>
    </w:p>
    <w:p w14:paraId="7CCF8C65" w14:textId="77777777" w:rsidR="00EC1A36" w:rsidRPr="00B909AB" w:rsidRDefault="00955C9F" w:rsidP="00E556E9">
      <w:pPr>
        <w:pBdr>
          <w:top w:val="single" w:sz="4" w:space="1" w:color="auto"/>
        </w:pBdr>
        <w:jc w:val="right"/>
        <w:rPr>
          <w:rFonts w:ascii="Arial" w:hAnsi="Arial" w:cs="Arial"/>
          <w:color w:val="993300"/>
          <w:sz w:val="20"/>
          <w:szCs w:val="20"/>
        </w:rPr>
      </w:pPr>
      <w:r w:rsidRPr="00CD19CA">
        <w:rPr>
          <w:i/>
          <w:sz w:val="22"/>
          <w:szCs w:val="22"/>
        </w:rPr>
        <w:br/>
      </w:r>
    </w:p>
    <w:p w14:paraId="4149F467" w14:textId="77777777" w:rsidR="00B909AB" w:rsidRPr="00573EF5" w:rsidRDefault="004713CC" w:rsidP="00375D29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573EF5">
        <w:rPr>
          <w:rFonts w:ascii="Segoe UI" w:hAnsi="Segoe UI" w:cs="Segoe UI"/>
        </w:rPr>
        <w:t xml:space="preserve"> Description</w:t>
      </w:r>
    </w:p>
    <w:p w14:paraId="4D31FB0B" w14:textId="24E55A36" w:rsidR="00B909AB" w:rsidRDefault="009A046E" w:rsidP="002245BC">
      <w:pPr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hAnsi="Segoe UI" w:cs="Segoe UI"/>
          <w:color w:val="000000"/>
          <w:sz w:val="22"/>
          <w:szCs w:val="22"/>
        </w:rPr>
        <w:t xml:space="preserve">Learn how to use the free graphic design website </w:t>
      </w:r>
      <w:proofErr w:type="spellStart"/>
      <w:r>
        <w:rPr>
          <w:rFonts w:ascii="Segoe UI" w:hAnsi="Segoe UI" w:cs="Segoe UI"/>
          <w:color w:val="000000"/>
          <w:sz w:val="22"/>
          <w:szCs w:val="22"/>
        </w:rPr>
        <w:t>Canva</w:t>
      </w:r>
      <w:proofErr w:type="spellEnd"/>
      <w:r>
        <w:rPr>
          <w:rFonts w:ascii="Segoe UI" w:hAnsi="Segoe UI" w:cs="Segoe UI"/>
          <w:color w:val="000000"/>
          <w:sz w:val="22"/>
          <w:szCs w:val="22"/>
        </w:rPr>
        <w:t xml:space="preserve"> to make marketing materials such as fliers or brochures, specially formatted graphics for posting to social media, and even menus and invitations.</w:t>
      </w:r>
    </w:p>
    <w:p w14:paraId="1178B6DB" w14:textId="77777777" w:rsidR="00862C63" w:rsidRPr="00DA5580" w:rsidRDefault="00862C63" w:rsidP="002245BC">
      <w:pPr>
        <w:rPr>
          <w:rFonts w:ascii="Segoe UI" w:hAnsi="Segoe UI" w:cs="Segoe UI"/>
          <w:color w:val="000000"/>
          <w:sz w:val="22"/>
          <w:szCs w:val="22"/>
        </w:rPr>
      </w:pPr>
    </w:p>
    <w:p w14:paraId="5F0BAB93" w14:textId="77777777" w:rsidR="0079736F" w:rsidRPr="00573EF5" w:rsidRDefault="0079736F" w:rsidP="002245BC">
      <w:pPr>
        <w:rPr>
          <w:rFonts w:ascii="Segoe UI" w:hAnsi="Segoe UI" w:cs="Segoe UI"/>
          <w:sz w:val="22"/>
          <w:szCs w:val="22"/>
        </w:rPr>
      </w:pPr>
    </w:p>
    <w:p w14:paraId="5DC21332" w14:textId="77777777" w:rsidR="009B7ED8" w:rsidRPr="00573EF5" w:rsidRDefault="009B7ED8" w:rsidP="00375D29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Curriculum</w:t>
      </w:r>
      <w:r w:rsidR="004713CC">
        <w:rPr>
          <w:rFonts w:ascii="Segoe UI" w:hAnsi="Segoe UI" w:cs="Segoe UI"/>
          <w:b/>
          <w:sz w:val="22"/>
          <w:szCs w:val="22"/>
        </w:rPr>
        <w:t xml:space="preserve"> Track</w:t>
      </w:r>
      <w:r w:rsidRPr="00573EF5">
        <w:rPr>
          <w:rFonts w:ascii="Segoe UI" w:hAnsi="Segoe UI" w:cs="Segoe UI"/>
          <w:b/>
          <w:sz w:val="22"/>
          <w:szCs w:val="22"/>
        </w:rPr>
        <w:t xml:space="preserve"> </w:t>
      </w:r>
    </w:p>
    <w:p w14:paraId="79675B79" w14:textId="19265F8E" w:rsidR="009B7ED8" w:rsidRPr="00573EF5" w:rsidRDefault="009A046E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Software and Applications: Creating Online</w:t>
      </w:r>
    </w:p>
    <w:p w14:paraId="3D8A0B6A" w14:textId="77777777" w:rsidR="0079736F" w:rsidRPr="00573EF5" w:rsidRDefault="0079736F" w:rsidP="002245BC">
      <w:pPr>
        <w:pStyle w:val="00BodyText"/>
        <w:ind w:left="0"/>
        <w:rPr>
          <w:rFonts w:ascii="Segoe UI" w:hAnsi="Segoe UI" w:cs="Segoe UI"/>
        </w:rPr>
      </w:pPr>
    </w:p>
    <w:p w14:paraId="73E4A983" w14:textId="77777777" w:rsidR="003F3B7D" w:rsidRPr="00573EF5" w:rsidRDefault="00F55414" w:rsidP="00375D29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Audience</w:t>
      </w:r>
    </w:p>
    <w:p w14:paraId="516ADC14" w14:textId="0872931E" w:rsidR="00862C63" w:rsidRDefault="009A046E" w:rsidP="002245BC">
      <w:pPr>
        <w:pStyle w:val="00BodyText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Adults or teens</w:t>
      </w:r>
    </w:p>
    <w:p w14:paraId="2E828E10" w14:textId="77777777" w:rsidR="00CA2566" w:rsidRPr="00573EF5" w:rsidRDefault="00CA2566" w:rsidP="002245BC">
      <w:pPr>
        <w:pStyle w:val="00BodyText"/>
        <w:ind w:left="0"/>
        <w:rPr>
          <w:rFonts w:ascii="Segoe UI" w:hAnsi="Segoe UI" w:cs="Segoe UI"/>
        </w:rPr>
      </w:pPr>
    </w:p>
    <w:p w14:paraId="0B89D78A" w14:textId="77777777" w:rsidR="00F55414" w:rsidRPr="00573EF5" w:rsidRDefault="00F55414" w:rsidP="002245BC">
      <w:pPr>
        <w:pStyle w:val="00BodyText"/>
        <w:ind w:left="0"/>
        <w:rPr>
          <w:rFonts w:ascii="Segoe UI" w:hAnsi="Segoe UI" w:cs="Segoe UI"/>
        </w:rPr>
      </w:pPr>
    </w:p>
    <w:p w14:paraId="421E8EAB" w14:textId="77777777" w:rsidR="00F55414" w:rsidRPr="00573EF5" w:rsidRDefault="00F55414" w:rsidP="00375D29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Course Length</w:t>
      </w:r>
    </w:p>
    <w:p w14:paraId="118B0B84" w14:textId="06C2C4E7" w:rsidR="00862C63" w:rsidRPr="00573EF5" w:rsidRDefault="00DE7729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120</w:t>
      </w:r>
      <w:r w:rsidR="005826BB">
        <w:rPr>
          <w:rFonts w:ascii="Segoe UI" w:hAnsi="Segoe UI" w:cs="Segoe UI"/>
          <w:sz w:val="22"/>
          <w:szCs w:val="22"/>
        </w:rPr>
        <w:t xml:space="preserve"> minutes</w:t>
      </w:r>
    </w:p>
    <w:p w14:paraId="1E458DFD" w14:textId="77777777"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14:paraId="6D64DDE0" w14:textId="77777777" w:rsidR="00F55414" w:rsidRPr="00573EF5" w:rsidRDefault="00F55414" w:rsidP="00375D29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Training Method</w:t>
      </w:r>
    </w:p>
    <w:p w14:paraId="6210D78D" w14:textId="093164AF" w:rsidR="00862C63" w:rsidRPr="00573EF5" w:rsidRDefault="009A046E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hands-on</w:t>
      </w:r>
    </w:p>
    <w:p w14:paraId="3B2A1F34" w14:textId="77777777"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14:paraId="59FBE5B5" w14:textId="77777777" w:rsidR="00F55414" w:rsidRPr="00573EF5" w:rsidRDefault="00F55414" w:rsidP="00375D29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Purpose</w:t>
      </w:r>
    </w:p>
    <w:p w14:paraId="2FA82619" w14:textId="7FD12F2A" w:rsidR="00F55414" w:rsidRPr="00573EF5" w:rsidRDefault="009A046E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To introduce new users to the free graphic design website </w:t>
      </w:r>
      <w:proofErr w:type="spellStart"/>
      <w:r>
        <w:rPr>
          <w:rFonts w:ascii="Segoe UI" w:hAnsi="Segoe UI" w:cs="Segoe UI"/>
          <w:sz w:val="22"/>
          <w:szCs w:val="22"/>
        </w:rPr>
        <w:t>Canva</w:t>
      </w:r>
      <w:proofErr w:type="spellEnd"/>
      <w:r>
        <w:rPr>
          <w:rFonts w:ascii="Segoe UI" w:hAnsi="Segoe UI" w:cs="Segoe UI"/>
          <w:sz w:val="22"/>
          <w:szCs w:val="22"/>
        </w:rPr>
        <w:t xml:space="preserve"> and </w:t>
      </w:r>
      <w:r w:rsidR="00CA2566">
        <w:rPr>
          <w:rFonts w:ascii="Segoe UI" w:hAnsi="Segoe UI" w:cs="Segoe UI"/>
          <w:sz w:val="22"/>
          <w:szCs w:val="22"/>
        </w:rPr>
        <w:t xml:space="preserve">guide new users through the site’s various tools. </w:t>
      </w:r>
      <w:r>
        <w:rPr>
          <w:rFonts w:ascii="Segoe UI" w:hAnsi="Segoe UI" w:cs="Segoe UI"/>
          <w:sz w:val="22"/>
          <w:szCs w:val="22"/>
        </w:rPr>
        <w:t xml:space="preserve"> </w:t>
      </w:r>
    </w:p>
    <w:p w14:paraId="4F3764C7" w14:textId="77777777" w:rsidR="002673C2" w:rsidRPr="00573EF5" w:rsidRDefault="002673C2" w:rsidP="002245BC">
      <w:pPr>
        <w:rPr>
          <w:rFonts w:ascii="Segoe UI" w:hAnsi="Segoe UI" w:cs="Segoe UI"/>
          <w:sz w:val="22"/>
          <w:szCs w:val="22"/>
        </w:rPr>
      </w:pPr>
    </w:p>
    <w:p w14:paraId="1B220468" w14:textId="77777777" w:rsidR="00CA7DAB" w:rsidRPr="00573EF5" w:rsidRDefault="00CA7DAB" w:rsidP="002245BC">
      <w:pPr>
        <w:rPr>
          <w:rFonts w:ascii="Segoe UI" w:hAnsi="Segoe UI" w:cs="Segoe UI"/>
          <w:sz w:val="22"/>
          <w:szCs w:val="22"/>
        </w:rPr>
      </w:pPr>
    </w:p>
    <w:p w14:paraId="030FC2A8" w14:textId="77777777" w:rsidR="00CA7DAB" w:rsidRPr="00573EF5" w:rsidRDefault="00CA7DAB" w:rsidP="00375D29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Equipment Requirements</w:t>
      </w:r>
    </w:p>
    <w:p w14:paraId="0EAB5557" w14:textId="04778A32" w:rsidR="00F8414F" w:rsidRDefault="009A046E" w:rsidP="002245BC">
      <w:pPr>
        <w:rPr>
          <w:rFonts w:ascii="Segoe UI" w:hAnsi="Segoe UI" w:cs="Segoe UI"/>
          <w:sz w:val="22"/>
          <w:szCs w:val="22"/>
        </w:rPr>
      </w:pPr>
      <w:r w:rsidRPr="001E1F46">
        <w:rPr>
          <w:rFonts w:ascii="Segoe UI" w:hAnsi="Segoe UI" w:cs="Segoe UI"/>
          <w:sz w:val="22"/>
          <w:szCs w:val="22"/>
        </w:rPr>
        <w:t>Project</w:t>
      </w:r>
      <w:r>
        <w:rPr>
          <w:rFonts w:ascii="Segoe UI" w:hAnsi="Segoe UI" w:cs="Segoe UI"/>
          <w:sz w:val="22"/>
          <w:szCs w:val="22"/>
        </w:rPr>
        <w:t>or and projection screen</w:t>
      </w:r>
      <w:r>
        <w:rPr>
          <w:rFonts w:ascii="Segoe UI" w:hAnsi="Segoe UI" w:cs="Segoe UI"/>
          <w:sz w:val="22"/>
          <w:szCs w:val="22"/>
        </w:rPr>
        <w:t xml:space="preserve"> or </w:t>
      </w:r>
      <w:proofErr w:type="spellStart"/>
      <w:r>
        <w:rPr>
          <w:rFonts w:ascii="Segoe UI" w:hAnsi="Segoe UI" w:cs="Segoe UI"/>
          <w:sz w:val="22"/>
          <w:szCs w:val="22"/>
        </w:rPr>
        <w:t>SmartBoard</w:t>
      </w:r>
      <w:proofErr w:type="spellEnd"/>
      <w:r>
        <w:rPr>
          <w:rFonts w:ascii="Segoe UI" w:hAnsi="Segoe UI" w:cs="Segoe UI"/>
          <w:sz w:val="22"/>
          <w:szCs w:val="22"/>
        </w:rPr>
        <w:t>, computers with internet connections for instructor and participants,</w:t>
      </w:r>
      <w:r>
        <w:rPr>
          <w:rFonts w:ascii="Segoe UI" w:hAnsi="Segoe UI" w:cs="Segoe UI"/>
          <w:sz w:val="22"/>
          <w:szCs w:val="22"/>
        </w:rPr>
        <w:t xml:space="preserve"> </w:t>
      </w:r>
    </w:p>
    <w:p w14:paraId="3434237E" w14:textId="77777777" w:rsidR="00862C63" w:rsidRPr="00573EF5" w:rsidRDefault="00862C63" w:rsidP="002245BC">
      <w:pPr>
        <w:rPr>
          <w:rFonts w:ascii="Segoe UI" w:hAnsi="Segoe UI" w:cs="Segoe UI"/>
          <w:sz w:val="22"/>
          <w:szCs w:val="22"/>
        </w:rPr>
      </w:pPr>
    </w:p>
    <w:p w14:paraId="4F426A72" w14:textId="77777777" w:rsidR="00CA7DAB" w:rsidRPr="00573EF5" w:rsidRDefault="00CA7DAB" w:rsidP="002245BC">
      <w:pPr>
        <w:rPr>
          <w:rFonts w:ascii="Segoe UI" w:hAnsi="Segoe UI" w:cs="Segoe UI"/>
          <w:sz w:val="22"/>
          <w:szCs w:val="22"/>
        </w:rPr>
      </w:pPr>
    </w:p>
    <w:p w14:paraId="41FA70CE" w14:textId="77777777" w:rsidR="00CA7DAB" w:rsidRPr="00573EF5" w:rsidRDefault="00CA7DAB" w:rsidP="00375D29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Software Requirements</w:t>
      </w:r>
    </w:p>
    <w:p w14:paraId="3E4CC21E" w14:textId="5835209F" w:rsidR="00CA2566" w:rsidRPr="00CA2566" w:rsidRDefault="00CA2566" w:rsidP="00CA2566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Windows 7, a web browser (preferably </w:t>
      </w:r>
      <w:r w:rsidRPr="00CA2566">
        <w:rPr>
          <w:rFonts w:ascii="Segoe UI" w:hAnsi="Segoe UI" w:cs="Segoe UI"/>
          <w:sz w:val="22"/>
          <w:szCs w:val="22"/>
        </w:rPr>
        <w:t>the latest version of Chrome, </w:t>
      </w:r>
      <w:r w:rsidRPr="00CA2566">
        <w:rPr>
          <w:rFonts w:ascii="Segoe UI" w:hAnsi="Segoe UI" w:cs="Segoe UI"/>
          <w:bCs/>
          <w:sz w:val="22"/>
          <w:szCs w:val="22"/>
        </w:rPr>
        <w:t>Firefox</w:t>
      </w:r>
      <w:r w:rsidRPr="00CA2566">
        <w:rPr>
          <w:rFonts w:ascii="Segoe UI" w:hAnsi="Segoe UI" w:cs="Segoe UI"/>
          <w:sz w:val="22"/>
          <w:szCs w:val="22"/>
        </w:rPr>
        <w:t>, Safari, Internet Explorer or Edge.</w:t>
      </w:r>
      <w:r>
        <w:rPr>
          <w:rFonts w:ascii="Segoe UI" w:hAnsi="Segoe UI" w:cs="Segoe UI"/>
          <w:sz w:val="22"/>
          <w:szCs w:val="22"/>
        </w:rPr>
        <w:t>)</w:t>
      </w:r>
    </w:p>
    <w:p w14:paraId="195558A8" w14:textId="77777777" w:rsidR="00862C63" w:rsidRPr="00573EF5" w:rsidRDefault="00862C63" w:rsidP="002245BC">
      <w:pPr>
        <w:rPr>
          <w:rFonts w:ascii="Segoe UI" w:hAnsi="Segoe UI" w:cs="Segoe UI"/>
          <w:sz w:val="22"/>
          <w:szCs w:val="22"/>
        </w:rPr>
      </w:pPr>
    </w:p>
    <w:p w14:paraId="7A36DF8C" w14:textId="77777777" w:rsidR="00C567FA" w:rsidRPr="00573EF5" w:rsidRDefault="00C567FA" w:rsidP="002245BC">
      <w:pPr>
        <w:rPr>
          <w:rFonts w:ascii="Segoe UI" w:hAnsi="Segoe UI" w:cs="Segoe UI"/>
          <w:sz w:val="22"/>
          <w:szCs w:val="22"/>
        </w:rPr>
      </w:pPr>
    </w:p>
    <w:p w14:paraId="262AF8BE" w14:textId="77777777" w:rsidR="00CA7DAB" w:rsidRPr="00573EF5" w:rsidRDefault="00375D29" w:rsidP="00375D29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Material R</w:t>
      </w:r>
      <w:r w:rsidRPr="00573EF5">
        <w:rPr>
          <w:rFonts w:ascii="Segoe UI" w:hAnsi="Segoe UI" w:cs="Segoe UI"/>
        </w:rPr>
        <w:t>equirements</w:t>
      </w:r>
    </w:p>
    <w:p w14:paraId="599566AA" w14:textId="77777777" w:rsidR="00B41412" w:rsidRDefault="005826BB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Pens or pencils, activity sheets (if applicable), handouts, participant </w:t>
      </w:r>
      <w:r w:rsidR="005D6968">
        <w:rPr>
          <w:rFonts w:ascii="Segoe UI" w:hAnsi="Segoe UI" w:cs="Segoe UI"/>
          <w:sz w:val="22"/>
          <w:szCs w:val="22"/>
        </w:rPr>
        <w:t>surveys, any other specifics….</w:t>
      </w:r>
    </w:p>
    <w:p w14:paraId="53907933" w14:textId="77777777" w:rsidR="00862C63" w:rsidRPr="00573EF5" w:rsidRDefault="00862C63" w:rsidP="002245BC">
      <w:pPr>
        <w:rPr>
          <w:rFonts w:ascii="Segoe UI" w:hAnsi="Segoe UI" w:cs="Segoe UI"/>
        </w:rPr>
      </w:pPr>
    </w:p>
    <w:p w14:paraId="68867384" w14:textId="77777777" w:rsidR="00EF5005" w:rsidRPr="00573EF5" w:rsidRDefault="00EF5005" w:rsidP="00375D29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573EF5">
        <w:rPr>
          <w:rFonts w:ascii="Segoe UI" w:hAnsi="Segoe UI" w:cs="Segoe UI"/>
          <w:b/>
          <w:sz w:val="22"/>
          <w:szCs w:val="22"/>
        </w:rPr>
        <w:t>Objectives</w:t>
      </w:r>
    </w:p>
    <w:p w14:paraId="090A6E91" w14:textId="77777777" w:rsidR="002673C2" w:rsidRPr="00573EF5" w:rsidRDefault="00C54899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>At the end of the se</w:t>
      </w:r>
      <w:r w:rsidR="00902440" w:rsidRPr="00573EF5">
        <w:rPr>
          <w:rFonts w:ascii="Segoe UI" w:hAnsi="Segoe UI" w:cs="Segoe UI"/>
          <w:sz w:val="22"/>
          <w:szCs w:val="22"/>
        </w:rPr>
        <w:t>ssion, learners will be able to:</w:t>
      </w:r>
      <w:r w:rsidR="002673C2" w:rsidRPr="00573EF5">
        <w:rPr>
          <w:rFonts w:ascii="Segoe UI" w:hAnsi="Segoe UI" w:cs="Segoe UI"/>
          <w:sz w:val="22"/>
          <w:szCs w:val="22"/>
        </w:rPr>
        <w:t xml:space="preserve"> </w:t>
      </w:r>
    </w:p>
    <w:p w14:paraId="70405B75" w14:textId="69297E40" w:rsidR="002673C2" w:rsidRDefault="00DC42B0" w:rsidP="005826BB">
      <w:pPr>
        <w:pStyle w:val="ListParagraph"/>
        <w:numPr>
          <w:ilvl w:val="0"/>
          <w:numId w:val="41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Navigate </w:t>
      </w:r>
      <w:proofErr w:type="spellStart"/>
      <w:r>
        <w:rPr>
          <w:rFonts w:ascii="Segoe UI" w:hAnsi="Segoe UI" w:cs="Segoe UI"/>
          <w:sz w:val="22"/>
          <w:szCs w:val="22"/>
        </w:rPr>
        <w:t>Canva’s</w:t>
      </w:r>
      <w:proofErr w:type="spellEnd"/>
      <w:r>
        <w:rPr>
          <w:rFonts w:ascii="Segoe UI" w:hAnsi="Segoe UI" w:cs="Segoe UI"/>
          <w:sz w:val="22"/>
          <w:szCs w:val="22"/>
        </w:rPr>
        <w:t xml:space="preserve"> </w:t>
      </w:r>
      <w:proofErr w:type="gramStart"/>
      <w:r>
        <w:rPr>
          <w:rFonts w:ascii="Segoe UI" w:hAnsi="Segoe UI" w:cs="Segoe UI"/>
          <w:sz w:val="22"/>
          <w:szCs w:val="22"/>
        </w:rPr>
        <w:t>website</w:t>
      </w:r>
      <w:r w:rsidR="00AA4BA5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 xml:space="preserve"> to</w:t>
      </w:r>
      <w:proofErr w:type="gramEnd"/>
      <w:r>
        <w:rPr>
          <w:rFonts w:ascii="Segoe UI" w:hAnsi="Segoe UI" w:cs="Segoe UI"/>
          <w:sz w:val="22"/>
          <w:szCs w:val="22"/>
        </w:rPr>
        <w:t xml:space="preserve"> locate designs they’ve already made as well as find templates for making new creations.</w:t>
      </w:r>
    </w:p>
    <w:p w14:paraId="01CA8DE3" w14:textId="77777777" w:rsidR="00AA4BA5" w:rsidRDefault="00AA4BA5" w:rsidP="005826BB">
      <w:pPr>
        <w:pStyle w:val="ListParagraph"/>
        <w:numPr>
          <w:ilvl w:val="0"/>
          <w:numId w:val="41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Upload</w:t>
      </w:r>
      <w:r w:rsidR="00CC227D">
        <w:rPr>
          <w:rFonts w:ascii="Segoe UI" w:hAnsi="Segoe UI" w:cs="Segoe UI"/>
          <w:sz w:val="22"/>
          <w:szCs w:val="22"/>
        </w:rPr>
        <w:t xml:space="preserve"> and add a picture to </w:t>
      </w:r>
      <w:r>
        <w:rPr>
          <w:rFonts w:ascii="Segoe UI" w:hAnsi="Segoe UI" w:cs="Segoe UI"/>
          <w:sz w:val="22"/>
          <w:szCs w:val="22"/>
        </w:rPr>
        <w:t xml:space="preserve">a </w:t>
      </w:r>
      <w:proofErr w:type="spellStart"/>
      <w:r>
        <w:rPr>
          <w:rFonts w:ascii="Segoe UI" w:hAnsi="Segoe UI" w:cs="Segoe UI"/>
          <w:sz w:val="22"/>
          <w:szCs w:val="22"/>
        </w:rPr>
        <w:t>Canva</w:t>
      </w:r>
      <w:proofErr w:type="spellEnd"/>
      <w:r>
        <w:rPr>
          <w:rFonts w:ascii="Segoe UI" w:hAnsi="Segoe UI" w:cs="Segoe UI"/>
          <w:sz w:val="22"/>
          <w:szCs w:val="22"/>
        </w:rPr>
        <w:t xml:space="preserve"> design</w:t>
      </w:r>
    </w:p>
    <w:p w14:paraId="1CE4B130" w14:textId="77777777" w:rsidR="00AA4BA5" w:rsidRDefault="00AA4BA5" w:rsidP="005826BB">
      <w:pPr>
        <w:pStyle w:val="ListParagraph"/>
        <w:numPr>
          <w:ilvl w:val="0"/>
          <w:numId w:val="41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</w:t>
      </w:r>
      <w:r w:rsidR="00CC227D">
        <w:rPr>
          <w:rFonts w:ascii="Segoe UI" w:hAnsi="Segoe UI" w:cs="Segoe UI"/>
          <w:sz w:val="22"/>
          <w:szCs w:val="22"/>
        </w:rPr>
        <w:t xml:space="preserve">dd text </w:t>
      </w:r>
      <w:r>
        <w:rPr>
          <w:rFonts w:ascii="Segoe UI" w:hAnsi="Segoe UI" w:cs="Segoe UI"/>
          <w:sz w:val="22"/>
          <w:szCs w:val="22"/>
        </w:rPr>
        <w:t xml:space="preserve">to a </w:t>
      </w:r>
      <w:proofErr w:type="spellStart"/>
      <w:r>
        <w:rPr>
          <w:rFonts w:ascii="Segoe UI" w:hAnsi="Segoe UI" w:cs="Segoe UI"/>
          <w:sz w:val="22"/>
          <w:szCs w:val="22"/>
        </w:rPr>
        <w:t>Canva</w:t>
      </w:r>
      <w:proofErr w:type="spellEnd"/>
      <w:r>
        <w:rPr>
          <w:rFonts w:ascii="Segoe UI" w:hAnsi="Segoe UI" w:cs="Segoe UI"/>
          <w:sz w:val="22"/>
          <w:szCs w:val="22"/>
        </w:rPr>
        <w:t xml:space="preserve"> design </w:t>
      </w:r>
      <w:r w:rsidR="00CC227D">
        <w:rPr>
          <w:rFonts w:ascii="Segoe UI" w:hAnsi="Segoe UI" w:cs="Segoe UI"/>
          <w:sz w:val="22"/>
          <w:szCs w:val="22"/>
        </w:rPr>
        <w:t>and change the text’</w:t>
      </w:r>
      <w:r>
        <w:rPr>
          <w:rFonts w:ascii="Segoe UI" w:hAnsi="Segoe UI" w:cs="Segoe UI"/>
          <w:sz w:val="22"/>
          <w:szCs w:val="22"/>
        </w:rPr>
        <w:t>s font, size, and color</w:t>
      </w:r>
    </w:p>
    <w:p w14:paraId="63704831" w14:textId="654AC776" w:rsidR="00DC42B0" w:rsidRPr="00AA4BA5" w:rsidRDefault="00AA4BA5" w:rsidP="00AA4BA5">
      <w:pPr>
        <w:pStyle w:val="ListParagraph"/>
        <w:numPr>
          <w:ilvl w:val="0"/>
          <w:numId w:val="41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</w:t>
      </w:r>
      <w:r w:rsidRPr="00AA4BA5">
        <w:rPr>
          <w:rFonts w:ascii="Segoe UI" w:hAnsi="Segoe UI" w:cs="Segoe UI"/>
          <w:sz w:val="22"/>
          <w:szCs w:val="22"/>
        </w:rPr>
        <w:t xml:space="preserve">earch for images, icons, </w:t>
      </w:r>
      <w:r>
        <w:rPr>
          <w:rFonts w:ascii="Segoe UI" w:hAnsi="Segoe UI" w:cs="Segoe UI"/>
          <w:sz w:val="22"/>
          <w:szCs w:val="22"/>
        </w:rPr>
        <w:t xml:space="preserve">and illustrations within </w:t>
      </w:r>
      <w:proofErr w:type="spellStart"/>
      <w:r>
        <w:rPr>
          <w:rFonts w:ascii="Segoe UI" w:hAnsi="Segoe UI" w:cs="Segoe UI"/>
          <w:sz w:val="22"/>
          <w:szCs w:val="22"/>
        </w:rPr>
        <w:t>Canva</w:t>
      </w:r>
      <w:proofErr w:type="spellEnd"/>
    </w:p>
    <w:p w14:paraId="68CAC8FB" w14:textId="3352C828" w:rsidR="00CC227D" w:rsidRDefault="00CC227D" w:rsidP="005826BB">
      <w:pPr>
        <w:pStyle w:val="ListParagraph"/>
        <w:numPr>
          <w:ilvl w:val="0"/>
          <w:numId w:val="41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Identify which images and templates are free on </w:t>
      </w:r>
      <w:proofErr w:type="spellStart"/>
      <w:r>
        <w:rPr>
          <w:rFonts w:ascii="Segoe UI" w:hAnsi="Segoe UI" w:cs="Segoe UI"/>
          <w:sz w:val="22"/>
          <w:szCs w:val="22"/>
        </w:rPr>
        <w:t>Canva</w:t>
      </w:r>
      <w:proofErr w:type="spellEnd"/>
      <w:r>
        <w:rPr>
          <w:rFonts w:ascii="Segoe UI" w:hAnsi="Segoe UI" w:cs="Segoe UI"/>
          <w:sz w:val="22"/>
          <w:szCs w:val="22"/>
        </w:rPr>
        <w:t xml:space="preserve"> and which can be accessed through paying extra.</w:t>
      </w:r>
    </w:p>
    <w:p w14:paraId="468D3C65" w14:textId="09D57BBA" w:rsidR="00CC227D" w:rsidRPr="005826BB" w:rsidRDefault="00CC227D" w:rsidP="005826BB">
      <w:pPr>
        <w:pStyle w:val="ListParagraph"/>
        <w:numPr>
          <w:ilvl w:val="0"/>
          <w:numId w:val="41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Download and print their designs. </w:t>
      </w:r>
    </w:p>
    <w:p w14:paraId="70018CD7" w14:textId="77777777" w:rsidR="002673C2" w:rsidRPr="00573EF5" w:rsidRDefault="002673C2" w:rsidP="002245BC">
      <w:pPr>
        <w:rPr>
          <w:rFonts w:ascii="Segoe UI" w:hAnsi="Segoe UI" w:cs="Segoe UI"/>
          <w:sz w:val="22"/>
          <w:szCs w:val="22"/>
        </w:rPr>
      </w:pPr>
      <w:bookmarkStart w:id="0" w:name="_GoBack"/>
      <w:bookmarkEnd w:id="0"/>
    </w:p>
    <w:p w14:paraId="0684FF55" w14:textId="77777777" w:rsidR="00EF5005" w:rsidRPr="00573EF5" w:rsidRDefault="00400E5F" w:rsidP="00375D29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lastRenderedPageBreak/>
        <w:t>Assessment Technique</w:t>
      </w:r>
      <w:r w:rsidR="00746196" w:rsidRPr="00573EF5">
        <w:rPr>
          <w:rFonts w:ascii="Segoe UI" w:hAnsi="Segoe UI" w:cs="Segoe UI"/>
          <w:b/>
          <w:sz w:val="22"/>
          <w:szCs w:val="22"/>
        </w:rPr>
        <w:t>(</w:t>
      </w:r>
      <w:r w:rsidRPr="00573EF5">
        <w:rPr>
          <w:rFonts w:ascii="Segoe UI" w:hAnsi="Segoe UI" w:cs="Segoe UI"/>
          <w:b/>
          <w:sz w:val="22"/>
          <w:szCs w:val="22"/>
        </w:rPr>
        <w:t>s</w:t>
      </w:r>
      <w:r w:rsidR="00746196" w:rsidRPr="00573EF5">
        <w:rPr>
          <w:rFonts w:ascii="Segoe UI" w:hAnsi="Segoe UI" w:cs="Segoe UI"/>
          <w:b/>
          <w:sz w:val="22"/>
          <w:szCs w:val="22"/>
        </w:rPr>
        <w:t>)</w:t>
      </w:r>
    </w:p>
    <w:p w14:paraId="374410A8" w14:textId="7BA4386D" w:rsidR="00C805B5" w:rsidRPr="00573EF5" w:rsidRDefault="005826BB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Successful completion of class</w:t>
      </w:r>
      <w:r w:rsidR="00AA4BA5">
        <w:rPr>
          <w:rFonts w:ascii="Segoe UI" w:hAnsi="Segoe UI" w:cs="Segoe UI"/>
        </w:rPr>
        <w:t xml:space="preserve"> activities </w:t>
      </w:r>
    </w:p>
    <w:p w14:paraId="493FE063" w14:textId="77777777" w:rsidR="002673C2" w:rsidRPr="00573EF5" w:rsidRDefault="002673C2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</w:p>
    <w:p w14:paraId="32900A43" w14:textId="77777777" w:rsidR="002673C2" w:rsidRPr="00573EF5" w:rsidRDefault="002673C2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</w:p>
    <w:p w14:paraId="5AE66D14" w14:textId="77777777" w:rsidR="002D2307" w:rsidRPr="00573EF5" w:rsidRDefault="002D2307" w:rsidP="002245BC">
      <w:pPr>
        <w:rPr>
          <w:rFonts w:ascii="Segoe UI" w:hAnsi="Segoe UI" w:cs="Segoe UI"/>
          <w:sz w:val="22"/>
          <w:szCs w:val="22"/>
        </w:rPr>
      </w:pPr>
    </w:p>
    <w:p w14:paraId="1A114B9F" w14:textId="223DAF67" w:rsidR="004F0DE8" w:rsidRPr="00AA4BA5" w:rsidRDefault="00400E5F" w:rsidP="00AA4BA5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Content Outline</w:t>
      </w:r>
    </w:p>
    <w:p w14:paraId="3C52E8C7" w14:textId="77777777" w:rsidR="00AA4BA5" w:rsidRPr="0058367D" w:rsidRDefault="00AA4BA5" w:rsidP="00AA4BA5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8367D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Agenda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(2</w:t>
      </w:r>
      <w:r w:rsidRPr="0058367D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mins.)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</w:p>
    <w:p w14:paraId="53B8DBDB" w14:textId="77777777" w:rsidR="00AA4BA5" w:rsidRDefault="00AA4BA5" w:rsidP="00AA4BA5">
      <w:pPr>
        <w:numPr>
          <w:ilvl w:val="0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topics that will be covered in class:</w:t>
      </w:r>
    </w:p>
    <w:p w14:paraId="75D737EC" w14:textId="2462ECBA" w:rsidR="00AA4BA5" w:rsidRPr="00A85ED3" w:rsidRDefault="00E016A2" w:rsidP="00AA4BA5">
      <w:pPr>
        <w:numPr>
          <w:ilvl w:val="1"/>
          <w:numId w:val="32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Defining and </w:t>
      </w:r>
      <w:r w:rsidR="00AA4BA5">
        <w:rPr>
          <w:rFonts w:ascii="Segoe UI" w:eastAsia="MS Mincho" w:hAnsi="Segoe UI" w:cs="Segoe UI"/>
          <w:sz w:val="22"/>
          <w:szCs w:val="22"/>
          <w:lang w:eastAsia="ja-JP"/>
        </w:rPr>
        <w:t xml:space="preserve">Accessing </w:t>
      </w:r>
      <w:proofErr w:type="spellStart"/>
      <w:r w:rsidR="00AA4BA5">
        <w:rPr>
          <w:rFonts w:ascii="Segoe UI" w:eastAsia="MS Mincho" w:hAnsi="Segoe UI" w:cs="Segoe UI"/>
          <w:sz w:val="22"/>
          <w:szCs w:val="22"/>
          <w:lang w:eastAsia="ja-JP"/>
        </w:rPr>
        <w:t>Canva</w:t>
      </w:r>
      <w:proofErr w:type="spellEnd"/>
    </w:p>
    <w:p w14:paraId="1AF50EA5" w14:textId="14D197E5" w:rsidR="00AA4BA5" w:rsidRPr="00A85ED3" w:rsidRDefault="009C68C4" w:rsidP="00AA4BA5">
      <w:pPr>
        <w:numPr>
          <w:ilvl w:val="1"/>
          <w:numId w:val="32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Tour and Finding </w:t>
      </w:r>
      <w:r w:rsidR="00AA4BA5">
        <w:rPr>
          <w:rFonts w:ascii="Segoe UI" w:eastAsia="MS Mincho" w:hAnsi="Segoe UI" w:cs="Segoe UI"/>
          <w:sz w:val="22"/>
          <w:szCs w:val="22"/>
          <w:lang w:eastAsia="ja-JP"/>
        </w:rPr>
        <w:t>Template</w:t>
      </w:r>
      <w:r>
        <w:rPr>
          <w:rFonts w:ascii="Segoe UI" w:eastAsia="MS Mincho" w:hAnsi="Segoe UI" w:cs="Segoe UI"/>
          <w:sz w:val="22"/>
          <w:szCs w:val="22"/>
          <w:lang w:eastAsia="ja-JP"/>
        </w:rPr>
        <w:t>s</w:t>
      </w:r>
    </w:p>
    <w:p w14:paraId="463F98C6" w14:textId="43674316" w:rsidR="00AA4BA5" w:rsidRPr="00A85ED3" w:rsidRDefault="00E016A2" w:rsidP="00AA4BA5">
      <w:pPr>
        <w:numPr>
          <w:ilvl w:val="1"/>
          <w:numId w:val="32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Navigating the Design Screen</w:t>
      </w:r>
    </w:p>
    <w:p w14:paraId="10D4ACB0" w14:textId="0E21D896" w:rsidR="00AA4BA5" w:rsidRPr="00A85ED3" w:rsidRDefault="00E016A2" w:rsidP="00AA4BA5">
      <w:pPr>
        <w:numPr>
          <w:ilvl w:val="1"/>
          <w:numId w:val="32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Naming and Downloading </w:t>
      </w:r>
      <w:r w:rsidR="00B84997">
        <w:rPr>
          <w:rFonts w:ascii="Segoe UI" w:eastAsia="MS Mincho" w:hAnsi="Segoe UI" w:cs="Segoe UI"/>
          <w:sz w:val="22"/>
          <w:szCs w:val="22"/>
          <w:lang w:eastAsia="ja-JP"/>
        </w:rPr>
        <w:t>Designs</w:t>
      </w:r>
    </w:p>
    <w:p w14:paraId="16CA87A4" w14:textId="73DC4BE9" w:rsidR="002673C2" w:rsidRPr="00E016A2" w:rsidRDefault="00E016A2" w:rsidP="003F5B49">
      <w:pPr>
        <w:numPr>
          <w:ilvl w:val="1"/>
          <w:numId w:val="32"/>
        </w:numPr>
        <w:spacing w:after="60"/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Navigating the “All Your Designs” Screen</w:t>
      </w:r>
    </w:p>
    <w:p w14:paraId="7FFBA455" w14:textId="77777777" w:rsidR="00E016A2" w:rsidRPr="00E016A2" w:rsidRDefault="00E016A2" w:rsidP="00E016A2">
      <w:pPr>
        <w:spacing w:after="60"/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14:paraId="72C267EE" w14:textId="2C92B4A9" w:rsidR="004F0DE8" w:rsidRPr="00573EF5" w:rsidRDefault="00B97A3F" w:rsidP="002245BC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Talking Po</w:t>
      </w:r>
      <w:r w:rsidR="00A95FC9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ints, Topics, and Activities (115</w:t>
      </w:r>
      <w:r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mins)</w:t>
      </w:r>
    </w:p>
    <w:p w14:paraId="271A0EFF" w14:textId="2C76F1AE" w:rsidR="004F0DE8" w:rsidRPr="009C68C4" w:rsidRDefault="00E016A2" w:rsidP="002673C2">
      <w:pPr>
        <w:numPr>
          <w:ilvl w:val="0"/>
          <w:numId w:val="34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9C68C4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Defining and Accessing </w:t>
      </w:r>
      <w:proofErr w:type="spellStart"/>
      <w:r w:rsidRPr="009C68C4">
        <w:rPr>
          <w:rFonts w:ascii="Segoe UI" w:eastAsia="MS Mincho" w:hAnsi="Segoe UI" w:cs="Segoe UI"/>
          <w:b/>
          <w:sz w:val="22"/>
          <w:szCs w:val="22"/>
          <w:lang w:eastAsia="ja-JP"/>
        </w:rPr>
        <w:t>Canva</w:t>
      </w:r>
      <w:proofErr w:type="spellEnd"/>
    </w:p>
    <w:p w14:paraId="2DBE1817" w14:textId="225A09C3" w:rsidR="00B97A3F" w:rsidRPr="00986B21" w:rsidRDefault="00E016A2" w:rsidP="00986B21">
      <w:pPr>
        <w:numPr>
          <w:ilvl w:val="1"/>
          <w:numId w:val="32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E016A2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Define </w:t>
      </w:r>
      <w:proofErr w:type="spellStart"/>
      <w:r w:rsidRPr="00E016A2">
        <w:rPr>
          <w:rFonts w:ascii="Segoe UI" w:eastAsia="MS Mincho" w:hAnsi="Segoe UI" w:cs="Segoe UI"/>
          <w:b/>
          <w:sz w:val="22"/>
          <w:szCs w:val="22"/>
          <w:lang w:eastAsia="ja-JP"/>
        </w:rPr>
        <w:t>Canva</w:t>
      </w:r>
      <w:proofErr w:type="spellEnd"/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5960F4">
        <w:rPr>
          <w:rFonts w:ascii="Segoe UI" w:eastAsia="MS Mincho" w:hAnsi="Segoe UI" w:cs="Segoe UI"/>
          <w:sz w:val="22"/>
          <w:szCs w:val="22"/>
          <w:lang w:eastAsia="ja-JP"/>
        </w:rPr>
        <w:t xml:space="preserve">as </w:t>
      </w:r>
      <w:r w:rsidR="0045266B" w:rsidRPr="005960F4">
        <w:rPr>
          <w:rFonts w:ascii="Segoe UI" w:eastAsia="MS Mincho" w:hAnsi="Segoe UI" w:cs="Segoe UI"/>
          <w:sz w:val="22"/>
          <w:szCs w:val="22"/>
          <w:lang w:eastAsia="ja-JP"/>
        </w:rPr>
        <w:t>a free web-based graphic design software that can help you easily create fliers, social media posts, and more.</w:t>
      </w:r>
    </w:p>
    <w:p w14:paraId="70AF00D2" w14:textId="416C1157" w:rsidR="00B97A3F" w:rsidRDefault="00986B21" w:rsidP="00B97A3F">
      <w:pPr>
        <w:numPr>
          <w:ilvl w:val="2"/>
          <w:numId w:val="3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while additional features can be accessed for payment, there are many, many templates and images available for free.</w:t>
      </w:r>
    </w:p>
    <w:p w14:paraId="480DABA5" w14:textId="21270387" w:rsidR="00986B21" w:rsidRDefault="00986B21" w:rsidP="00986B21">
      <w:pPr>
        <w:numPr>
          <w:ilvl w:val="1"/>
          <w:numId w:val="32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Accessing </w:t>
      </w:r>
      <w:proofErr w:type="spellStart"/>
      <w:r>
        <w:rPr>
          <w:rFonts w:ascii="Segoe UI" w:eastAsia="MS Mincho" w:hAnsi="Segoe UI" w:cs="Segoe UI"/>
          <w:b/>
          <w:sz w:val="22"/>
          <w:szCs w:val="22"/>
          <w:lang w:eastAsia="ja-JP"/>
        </w:rPr>
        <w:t>Canva</w:t>
      </w:r>
      <w:proofErr w:type="spellEnd"/>
      <w:r>
        <w:rPr>
          <w:rFonts w:ascii="Segoe UI" w:eastAsia="MS Mincho" w:hAnsi="Segoe UI" w:cs="Segoe UI"/>
          <w:sz w:val="22"/>
          <w:szCs w:val="22"/>
          <w:lang w:eastAsia="ja-JP"/>
        </w:rPr>
        <w:t>: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883892">
        <w:rPr>
          <w:rFonts w:ascii="Segoe UI" w:eastAsia="MS Mincho" w:hAnsi="Segoe UI" w:cs="Segoe UI"/>
          <w:sz w:val="22"/>
          <w:szCs w:val="22"/>
          <w:lang w:eastAsia="ja-JP"/>
        </w:rPr>
        <w:t xml:space="preserve">show participants how to find </w:t>
      </w:r>
      <w:proofErr w:type="spellStart"/>
      <w:r w:rsidR="00883892">
        <w:rPr>
          <w:rFonts w:ascii="Segoe UI" w:eastAsia="MS Mincho" w:hAnsi="Segoe UI" w:cs="Segoe UI"/>
          <w:sz w:val="22"/>
          <w:szCs w:val="22"/>
          <w:lang w:eastAsia="ja-JP"/>
        </w:rPr>
        <w:t>Canva’s</w:t>
      </w:r>
      <w:proofErr w:type="spellEnd"/>
      <w:r w:rsidR="00883892">
        <w:rPr>
          <w:rFonts w:ascii="Segoe UI" w:eastAsia="MS Mincho" w:hAnsi="Segoe UI" w:cs="Segoe UI"/>
          <w:sz w:val="22"/>
          <w:szCs w:val="22"/>
          <w:lang w:eastAsia="ja-JP"/>
        </w:rPr>
        <w:t xml:space="preserve"> homepage by typing the word “</w:t>
      </w:r>
      <w:proofErr w:type="spellStart"/>
      <w:r w:rsidR="00883892">
        <w:rPr>
          <w:rFonts w:ascii="Segoe UI" w:eastAsia="MS Mincho" w:hAnsi="Segoe UI" w:cs="Segoe UI"/>
          <w:sz w:val="22"/>
          <w:szCs w:val="22"/>
          <w:lang w:eastAsia="ja-JP"/>
        </w:rPr>
        <w:t>Canva</w:t>
      </w:r>
      <w:proofErr w:type="spellEnd"/>
      <w:r w:rsidR="00883892">
        <w:rPr>
          <w:rFonts w:ascii="Segoe UI" w:eastAsia="MS Mincho" w:hAnsi="Segoe UI" w:cs="Segoe UI"/>
          <w:sz w:val="22"/>
          <w:szCs w:val="22"/>
          <w:lang w:eastAsia="ja-JP"/>
        </w:rPr>
        <w:t xml:space="preserve">” into their browser’s search/address bar and help them create an account if they do not already have one. </w:t>
      </w:r>
    </w:p>
    <w:p w14:paraId="0A8E3C09" w14:textId="1FADA3E4" w:rsidR="00A76497" w:rsidRPr="00A76497" w:rsidRDefault="00A76497" w:rsidP="00A76497">
      <w:pPr>
        <w:pStyle w:val="ListParagraph"/>
        <w:numPr>
          <w:ilvl w:val="0"/>
          <w:numId w:val="32"/>
        </w:num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A7649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Pr="00A76497">
        <w:rPr>
          <w:rFonts w:ascii="Segoe UI" w:eastAsia="MS Mincho" w:hAnsi="Segoe UI" w:cs="Segoe UI"/>
          <w:sz w:val="22"/>
          <w:szCs w:val="22"/>
          <w:lang w:eastAsia="ja-JP"/>
        </w:rPr>
        <w:t xml:space="preserve">Have participants complete </w:t>
      </w:r>
      <w:r w:rsidRPr="00A76497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2 </w:t>
      </w:r>
      <w:r w:rsidRPr="00A76497"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A7649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  <w:r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(see tips below!)</w:t>
      </w:r>
    </w:p>
    <w:p w14:paraId="58764AE7" w14:textId="72B63706" w:rsidR="00642FEA" w:rsidRDefault="00642FEA" w:rsidP="00642FEA">
      <w:pPr>
        <w:numPr>
          <w:ilvl w:val="1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Help participants determine which </w:t>
      </w:r>
      <w:proofErr w:type="spellStart"/>
      <w:r>
        <w:rPr>
          <w:rFonts w:ascii="Segoe UI" w:eastAsia="MS Mincho" w:hAnsi="Segoe UI" w:cs="Segoe UI"/>
          <w:sz w:val="22"/>
          <w:szCs w:val="22"/>
          <w:lang w:eastAsia="ja-JP"/>
        </w:rPr>
        <w:t>Canva</w:t>
      </w:r>
      <w:proofErr w:type="spellEnd"/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option (Educ</w:t>
      </w:r>
      <w:r w:rsidR="00715AA5">
        <w:rPr>
          <w:rFonts w:ascii="Segoe UI" w:eastAsia="MS Mincho" w:hAnsi="Segoe UI" w:cs="Segoe UI"/>
          <w:sz w:val="22"/>
          <w:szCs w:val="22"/>
          <w:lang w:eastAsia="ja-JP"/>
        </w:rPr>
        <w:t xml:space="preserve">ation, Business, Personal, </w:t>
      </w:r>
      <w:proofErr w:type="spellStart"/>
      <w:r w:rsidR="00715AA5">
        <w:rPr>
          <w:rFonts w:ascii="Segoe UI" w:eastAsia="MS Mincho" w:hAnsi="Segoe UI" w:cs="Segoe UI"/>
          <w:sz w:val="22"/>
          <w:szCs w:val="22"/>
          <w:lang w:eastAsia="ja-JP"/>
        </w:rPr>
        <w:t>etc</w:t>
      </w:r>
      <w:proofErr w:type="spellEnd"/>
      <w:r w:rsidR="00715AA5">
        <w:rPr>
          <w:rFonts w:ascii="Segoe UI" w:eastAsia="MS Mincho" w:hAnsi="Segoe UI" w:cs="Segoe UI"/>
          <w:sz w:val="22"/>
          <w:szCs w:val="22"/>
          <w:lang w:eastAsia="ja-JP"/>
        </w:rPr>
        <w:t>)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select if they’re unsure</w:t>
      </w:r>
    </w:p>
    <w:p w14:paraId="0903EE7A" w14:textId="31F25429" w:rsidR="00642FEA" w:rsidRDefault="00642FEA" w:rsidP="00642FEA">
      <w:pPr>
        <w:numPr>
          <w:ilvl w:val="1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Help participants sign up using their email addresses. </w:t>
      </w:r>
      <w:r w:rsidR="006D0E52">
        <w:rPr>
          <w:rFonts w:ascii="Segoe UI" w:eastAsia="MS Mincho" w:hAnsi="Segoe UI" w:cs="Segoe UI"/>
          <w:sz w:val="22"/>
          <w:szCs w:val="22"/>
          <w:lang w:eastAsia="ja-JP"/>
        </w:rPr>
        <w:t>(</w:t>
      </w:r>
      <w:r>
        <w:rPr>
          <w:rFonts w:ascii="Segoe UI" w:eastAsia="MS Mincho" w:hAnsi="Segoe UI" w:cs="Segoe UI"/>
          <w:sz w:val="22"/>
          <w:szCs w:val="22"/>
          <w:lang w:eastAsia="ja-JP"/>
        </w:rPr>
        <w:t>Consider asking participants to pull up their email on the computer or their phones before completing the sign up process so that they are ready to</w:t>
      </w:r>
      <w:r w:rsidR="00582371">
        <w:rPr>
          <w:rFonts w:ascii="Segoe UI" w:eastAsia="MS Mincho" w:hAnsi="Segoe UI" w:cs="Segoe UI"/>
          <w:sz w:val="22"/>
          <w:szCs w:val="22"/>
          <w:lang w:eastAsia="ja-JP"/>
        </w:rPr>
        <w:t xml:space="preserve"> receive the confirmation email</w:t>
      </w:r>
      <w:r w:rsidR="006D0E52">
        <w:rPr>
          <w:rFonts w:ascii="Segoe UI" w:eastAsia="MS Mincho" w:hAnsi="Segoe UI" w:cs="Segoe UI"/>
          <w:sz w:val="22"/>
          <w:szCs w:val="22"/>
          <w:lang w:eastAsia="ja-JP"/>
        </w:rPr>
        <w:t>)</w:t>
      </w:r>
      <w:r w:rsidR="00582371">
        <w:rPr>
          <w:rFonts w:ascii="Segoe UI" w:eastAsia="MS Mincho" w:hAnsi="Segoe UI" w:cs="Segoe UI"/>
          <w:sz w:val="22"/>
          <w:szCs w:val="22"/>
          <w:lang w:eastAsia="ja-JP"/>
        </w:rPr>
        <w:t>.</w:t>
      </w:r>
    </w:p>
    <w:p w14:paraId="3627FA51" w14:textId="37304E83" w:rsidR="005B76D9" w:rsidRPr="009C68C4" w:rsidRDefault="009C68C4" w:rsidP="005B76D9">
      <w:pPr>
        <w:pStyle w:val="ListParagraph"/>
        <w:numPr>
          <w:ilvl w:val="0"/>
          <w:numId w:val="32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Tour and Finding a Template</w:t>
      </w:r>
    </w:p>
    <w:p w14:paraId="4E608D14" w14:textId="5340D8C5" w:rsidR="00F74821" w:rsidRDefault="009C68C4" w:rsidP="00F74821">
      <w:pPr>
        <w:pStyle w:val="ListParagraph"/>
        <w:numPr>
          <w:ilvl w:val="1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Tour: </w:t>
      </w:r>
      <w:r w:rsidR="00D32553">
        <w:rPr>
          <w:rFonts w:ascii="Segoe UI" w:eastAsia="MS Mincho" w:hAnsi="Segoe UI" w:cs="Segoe UI"/>
          <w:sz w:val="22"/>
          <w:szCs w:val="22"/>
          <w:lang w:eastAsia="ja-JP"/>
        </w:rPr>
        <w:t>Give</w:t>
      </w:r>
      <w:r w:rsidR="00F74821">
        <w:rPr>
          <w:rFonts w:ascii="Segoe UI" w:eastAsia="MS Mincho" w:hAnsi="Segoe UI" w:cs="Segoe UI"/>
          <w:sz w:val="22"/>
          <w:szCs w:val="22"/>
          <w:lang w:eastAsia="ja-JP"/>
        </w:rPr>
        <w:t xml:space="preserve"> participants </w:t>
      </w:r>
      <w:r w:rsidR="00D32553">
        <w:rPr>
          <w:rFonts w:ascii="Segoe UI" w:eastAsia="MS Mincho" w:hAnsi="Segoe UI" w:cs="Segoe UI"/>
          <w:sz w:val="22"/>
          <w:szCs w:val="22"/>
          <w:lang w:eastAsia="ja-JP"/>
        </w:rPr>
        <w:t>a brief tour of the</w:t>
      </w:r>
      <w:r w:rsidR="00F74821">
        <w:rPr>
          <w:rFonts w:ascii="Segoe UI" w:eastAsia="MS Mincho" w:hAnsi="Segoe UI" w:cs="Segoe UI"/>
          <w:sz w:val="22"/>
          <w:szCs w:val="22"/>
          <w:lang w:eastAsia="ja-JP"/>
        </w:rPr>
        <w:t xml:space="preserve"> landing screen, or “All your Designs” page, explaining that</w:t>
      </w:r>
    </w:p>
    <w:p w14:paraId="66098F92" w14:textId="6F80D962" w:rsidR="00F74821" w:rsidRDefault="00F74821" w:rsidP="00F74821">
      <w:pPr>
        <w:pStyle w:val="ListParagraph"/>
        <w:numPr>
          <w:ilvl w:val="2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ribbon at the top shows suggestions of blank templates to use</w:t>
      </w:r>
    </w:p>
    <w:p w14:paraId="7D598CF0" w14:textId="6CB6C9DB" w:rsidR="00F74821" w:rsidRDefault="00F74821" w:rsidP="00F74821">
      <w:pPr>
        <w:pStyle w:val="ListParagraph"/>
        <w:numPr>
          <w:ilvl w:val="2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area below the ribbon will hold thumbnails of all the designs they</w:t>
      </w:r>
      <w:r w:rsidR="00582371">
        <w:rPr>
          <w:rFonts w:ascii="Segoe UI" w:eastAsia="MS Mincho" w:hAnsi="Segoe UI" w:cs="Segoe UI"/>
          <w:sz w:val="22"/>
          <w:szCs w:val="22"/>
          <w:lang w:eastAsia="ja-JP"/>
        </w:rPr>
        <w:t xml:space="preserve"> create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using </w:t>
      </w:r>
      <w:proofErr w:type="spellStart"/>
      <w:r>
        <w:rPr>
          <w:rFonts w:ascii="Segoe UI" w:eastAsia="MS Mincho" w:hAnsi="Segoe UI" w:cs="Segoe UI"/>
          <w:sz w:val="22"/>
          <w:szCs w:val="22"/>
          <w:lang w:eastAsia="ja-JP"/>
        </w:rPr>
        <w:t>Canva</w:t>
      </w:r>
      <w:proofErr w:type="spellEnd"/>
    </w:p>
    <w:p w14:paraId="2148FB85" w14:textId="3FC944C3" w:rsidR="00F42C66" w:rsidRPr="009C68C4" w:rsidRDefault="006F0EFA" w:rsidP="009C68C4">
      <w:pPr>
        <w:pStyle w:val="ListParagraph"/>
        <w:numPr>
          <w:ilvl w:val="2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gray side bar</w:t>
      </w:r>
      <w:r w:rsidR="00F42C66">
        <w:rPr>
          <w:rFonts w:ascii="Segoe UI" w:eastAsia="MS Mincho" w:hAnsi="Segoe UI" w:cs="Segoe UI"/>
          <w:sz w:val="22"/>
          <w:szCs w:val="22"/>
          <w:lang w:eastAsia="ja-JP"/>
        </w:rPr>
        <w:t xml:space="preserve"> provides access to further aspects of </w:t>
      </w:r>
      <w:proofErr w:type="spellStart"/>
      <w:r w:rsidR="00F42C66">
        <w:rPr>
          <w:rFonts w:ascii="Segoe UI" w:eastAsia="MS Mincho" w:hAnsi="Segoe UI" w:cs="Segoe UI"/>
          <w:sz w:val="22"/>
          <w:szCs w:val="22"/>
          <w:lang w:eastAsia="ja-JP"/>
        </w:rPr>
        <w:t>Canva</w:t>
      </w:r>
      <w:proofErr w:type="spellEnd"/>
      <w:r w:rsidR="00F42C66">
        <w:rPr>
          <w:rFonts w:ascii="Segoe UI" w:eastAsia="MS Mincho" w:hAnsi="Segoe UI" w:cs="Segoe UI"/>
          <w:sz w:val="22"/>
          <w:szCs w:val="22"/>
          <w:lang w:eastAsia="ja-JP"/>
        </w:rPr>
        <w:t>: a place to see who is on your Team (other accounts linked to your account), designs your Team has shared with you, a place to design your brand, and a place to find templates.</w:t>
      </w:r>
    </w:p>
    <w:p w14:paraId="79C8EDF5" w14:textId="2C5DBB87" w:rsidR="009C68C4" w:rsidRPr="005B76D9" w:rsidRDefault="009C68C4" w:rsidP="009C68C4">
      <w:pPr>
        <w:pStyle w:val="ListParagraph"/>
        <w:numPr>
          <w:ilvl w:val="1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Finding a Template</w:t>
      </w:r>
    </w:p>
    <w:p w14:paraId="69E20E92" w14:textId="7EB1B167" w:rsidR="00986B21" w:rsidRDefault="009C68C4" w:rsidP="009C68C4">
      <w:pPr>
        <w:pStyle w:val="ListParagraph"/>
        <w:numPr>
          <w:ilvl w:val="2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t</w:t>
      </w:r>
      <w:r w:rsidRPr="009C68C4">
        <w:rPr>
          <w:rFonts w:ascii="Segoe UI" w:eastAsia="MS Mincho" w:hAnsi="Segoe UI" w:cs="Segoe UI"/>
          <w:sz w:val="22"/>
          <w:szCs w:val="22"/>
          <w:lang w:eastAsia="ja-JP"/>
        </w:rPr>
        <w:t>here are multiple ways to access the various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templates (green “Create a Design” button, “Find Templates” hyperlink in gray sidebar, and “Create a Design” options in the ribbon.</w:t>
      </w:r>
    </w:p>
    <w:p w14:paraId="49B2F0E4" w14:textId="77777777" w:rsidR="0099242D" w:rsidRDefault="009C68C4" w:rsidP="009C68C4">
      <w:pPr>
        <w:pStyle w:val="ListParagraph"/>
        <w:numPr>
          <w:ilvl w:val="2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Use a live demo to show participants </w:t>
      </w:r>
      <w:r w:rsidR="007F5730">
        <w:rPr>
          <w:rFonts w:ascii="Segoe UI" w:eastAsia="MS Mincho" w:hAnsi="Segoe UI" w:cs="Segoe UI"/>
          <w:sz w:val="22"/>
          <w:szCs w:val="22"/>
          <w:lang w:eastAsia="ja-JP"/>
        </w:rPr>
        <w:t>what happens when they choose each of these options. Explain that no option is necessarily better than another but that they should use whichever</w:t>
      </w:r>
      <w:r w:rsidR="0099242D">
        <w:rPr>
          <w:rFonts w:ascii="Segoe UI" w:eastAsia="MS Mincho" w:hAnsi="Segoe UI" w:cs="Segoe UI"/>
          <w:sz w:val="22"/>
          <w:szCs w:val="22"/>
          <w:lang w:eastAsia="ja-JP"/>
        </w:rPr>
        <w:t xml:space="preserve"> option they find</w:t>
      </w:r>
      <w:r w:rsidR="007F5730">
        <w:rPr>
          <w:rFonts w:ascii="Segoe UI" w:eastAsia="MS Mincho" w:hAnsi="Segoe UI" w:cs="Segoe UI"/>
          <w:sz w:val="22"/>
          <w:szCs w:val="22"/>
          <w:lang w:eastAsia="ja-JP"/>
        </w:rPr>
        <w:t xml:space="preserve"> the easiest or most useful.</w:t>
      </w:r>
    </w:p>
    <w:p w14:paraId="0121F789" w14:textId="77777777" w:rsidR="0099242D" w:rsidRPr="0099242D" w:rsidRDefault="0099242D" w:rsidP="0099242D">
      <w:pPr>
        <w:pStyle w:val="ListParagraph"/>
        <w:numPr>
          <w:ilvl w:val="0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Navigating the Design Screen</w:t>
      </w:r>
    </w:p>
    <w:p w14:paraId="03FAFDAE" w14:textId="77777777" w:rsidR="00423125" w:rsidRDefault="0099242D" w:rsidP="0099242D">
      <w:pPr>
        <w:pStyle w:val="ListParagraph"/>
        <w:numPr>
          <w:ilvl w:val="1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Select a Template</w:t>
      </w:r>
      <w:r w:rsidR="0042312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: </w:t>
      </w:r>
      <w:r w:rsidR="00423125">
        <w:rPr>
          <w:rFonts w:ascii="Segoe UI" w:eastAsia="MS Mincho" w:hAnsi="Segoe UI" w:cs="Segoe UI"/>
          <w:sz w:val="22"/>
          <w:szCs w:val="22"/>
          <w:lang w:eastAsia="ja-JP"/>
        </w:rPr>
        <w:t>From whatever template option screen you end up on, show participants how selecting a template works.</w:t>
      </w:r>
    </w:p>
    <w:p w14:paraId="1C18C7CF" w14:textId="77777777" w:rsidR="00040FFA" w:rsidRDefault="00423125" w:rsidP="00423125">
      <w:pPr>
        <w:pStyle w:val="ListParagraph"/>
        <w:numPr>
          <w:ilvl w:val="2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Use a live demo to select the “Modern Flyer” option</w:t>
      </w:r>
    </w:p>
    <w:p w14:paraId="08E322AD" w14:textId="77777777" w:rsidR="00FB7F8E" w:rsidRDefault="00040FFA" w:rsidP="00423125">
      <w:pPr>
        <w:pStyle w:val="ListParagraph"/>
        <w:numPr>
          <w:ilvl w:val="2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Use a live </w:t>
      </w:r>
      <w:r w:rsidR="00FB7F8E">
        <w:rPr>
          <w:rFonts w:ascii="Segoe UI" w:eastAsia="MS Mincho" w:hAnsi="Segoe UI" w:cs="Segoe UI"/>
          <w:sz w:val="22"/>
          <w:szCs w:val="22"/>
          <w:lang w:eastAsia="ja-JP"/>
        </w:rPr>
        <w:t>demo to show how selecting the “Modern Flyer” option opens a menu to all of the templates available within that category</w:t>
      </w:r>
    </w:p>
    <w:p w14:paraId="33A93DB9" w14:textId="7DDDE735" w:rsidR="009C68C4" w:rsidRDefault="00FB7F8E" w:rsidP="00F40920">
      <w:pPr>
        <w:pStyle w:val="ListParagraph"/>
        <w:numPr>
          <w:ilvl w:val="3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Show participants that they can scroll up and down within the gray side bar to see all the options</w:t>
      </w:r>
      <w:r w:rsidR="007F573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14:paraId="44FBD45D" w14:textId="5CDE05A3" w:rsidR="00FB7F8E" w:rsidRDefault="00FB7F8E" w:rsidP="00F40920">
      <w:pPr>
        <w:pStyle w:val="ListParagraph"/>
        <w:numPr>
          <w:ilvl w:val="3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Make sure to point out to participants that some templates are only available as a part of </w:t>
      </w:r>
      <w:proofErr w:type="spellStart"/>
      <w:r>
        <w:rPr>
          <w:rFonts w:ascii="Segoe UI" w:eastAsia="MS Mincho" w:hAnsi="Segoe UI" w:cs="Segoe UI"/>
          <w:sz w:val="22"/>
          <w:szCs w:val="22"/>
          <w:lang w:eastAsia="ja-JP"/>
        </w:rPr>
        <w:t>Canva</w:t>
      </w:r>
      <w:proofErr w:type="spellEnd"/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Pro or for an extra cost. If they want free designs, they should look for the “Free” mark in the bottom right of each template’s thumbnail</w:t>
      </w:r>
    </w:p>
    <w:p w14:paraId="3D006850" w14:textId="151CA0D5" w:rsidR="00F40920" w:rsidRDefault="00F40920" w:rsidP="00423125">
      <w:pPr>
        <w:pStyle w:val="ListParagraph"/>
        <w:numPr>
          <w:ilvl w:val="2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Use a live demo to select one of the options (presentation uses the “Winslow Construction Company” flyer, but it is possible that this will not be available in future versions of </w:t>
      </w:r>
      <w:proofErr w:type="spellStart"/>
      <w:r>
        <w:rPr>
          <w:rFonts w:ascii="Segoe UI" w:eastAsia="MS Mincho" w:hAnsi="Segoe UI" w:cs="Segoe UI"/>
          <w:sz w:val="22"/>
          <w:szCs w:val="22"/>
          <w:lang w:eastAsia="ja-JP"/>
        </w:rPr>
        <w:t>Canva</w:t>
      </w:r>
      <w:proofErr w:type="spellEnd"/>
      <w:r>
        <w:rPr>
          <w:rFonts w:ascii="Segoe UI" w:eastAsia="MS Mincho" w:hAnsi="Segoe UI" w:cs="Segoe UI"/>
          <w:sz w:val="22"/>
          <w:szCs w:val="22"/>
          <w:lang w:eastAsia="ja-JP"/>
        </w:rPr>
        <w:t>)</w:t>
      </w:r>
    </w:p>
    <w:p w14:paraId="0652D08B" w14:textId="3BC9820C" w:rsidR="00F40920" w:rsidRPr="000B6EA7" w:rsidRDefault="00D22B5F" w:rsidP="00F40920">
      <w:pPr>
        <w:pStyle w:val="ListParagraph"/>
        <w:numPr>
          <w:ilvl w:val="1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Editing a Template</w:t>
      </w:r>
    </w:p>
    <w:p w14:paraId="550BED36" w14:textId="1798F24D" w:rsidR="000B6EA7" w:rsidRDefault="000B6EA7" w:rsidP="000B6EA7">
      <w:pPr>
        <w:pStyle w:val="ListParagraph"/>
        <w:numPr>
          <w:ilvl w:val="2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to participants that by clicking directly on any of the words on the template they’ve selected, the </w:t>
      </w:r>
      <w:r w:rsidR="00955309">
        <w:rPr>
          <w:rFonts w:ascii="Segoe UI" w:eastAsia="MS Mincho" w:hAnsi="Segoe UI" w:cs="Segoe UI"/>
          <w:sz w:val="22"/>
          <w:szCs w:val="22"/>
          <w:lang w:eastAsia="ja-JP"/>
        </w:rPr>
        <w:t>Text editing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toolbar will automatically open at the top of the design pane. </w:t>
      </w:r>
    </w:p>
    <w:p w14:paraId="48EF61E4" w14:textId="130BB92F" w:rsidR="000B6EA7" w:rsidRDefault="00207602" w:rsidP="000B6EA7">
      <w:pPr>
        <w:pStyle w:val="ListParagraph"/>
        <w:numPr>
          <w:ilvl w:val="2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Use a live demo to p</w:t>
      </w:r>
      <w:r w:rsidR="000B6EA7">
        <w:rPr>
          <w:rFonts w:ascii="Segoe UI" w:eastAsia="MS Mincho" w:hAnsi="Segoe UI" w:cs="Segoe UI"/>
          <w:sz w:val="22"/>
          <w:szCs w:val="22"/>
          <w:lang w:eastAsia="ja-JP"/>
        </w:rPr>
        <w:t xml:space="preserve">oint out the different aspects of the </w:t>
      </w:r>
      <w:r w:rsidR="00955309">
        <w:rPr>
          <w:rFonts w:ascii="Segoe UI" w:eastAsia="MS Mincho" w:hAnsi="Segoe UI" w:cs="Segoe UI"/>
          <w:sz w:val="22"/>
          <w:szCs w:val="22"/>
          <w:lang w:eastAsia="ja-JP"/>
        </w:rPr>
        <w:t>Text editing</w:t>
      </w:r>
      <w:r w:rsidR="000B6EA7">
        <w:rPr>
          <w:rFonts w:ascii="Segoe UI" w:eastAsia="MS Mincho" w:hAnsi="Segoe UI" w:cs="Segoe UI"/>
          <w:sz w:val="22"/>
          <w:szCs w:val="22"/>
          <w:lang w:eastAsia="ja-JP"/>
        </w:rPr>
        <w:t xml:space="preserve"> toolbar:</w:t>
      </w:r>
    </w:p>
    <w:p w14:paraId="228B4617" w14:textId="34BA97E7" w:rsidR="000B6EA7" w:rsidRDefault="000B6EA7" w:rsidP="000B6EA7">
      <w:pPr>
        <w:pStyle w:val="ListParagraph"/>
        <w:numPr>
          <w:ilvl w:val="3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Font</w:t>
      </w:r>
    </w:p>
    <w:p w14:paraId="0475C2B0" w14:textId="594CBFCB" w:rsidR="000B6EA7" w:rsidRDefault="000B6EA7" w:rsidP="000B6EA7">
      <w:pPr>
        <w:pStyle w:val="ListParagraph"/>
        <w:numPr>
          <w:ilvl w:val="3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Font size</w:t>
      </w:r>
    </w:p>
    <w:p w14:paraId="75625B12" w14:textId="2DC00FC5" w:rsidR="000B6EA7" w:rsidRDefault="000B6EA7" w:rsidP="000B6EA7">
      <w:pPr>
        <w:pStyle w:val="ListParagraph"/>
        <w:numPr>
          <w:ilvl w:val="3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Pick a color</w:t>
      </w:r>
    </w:p>
    <w:p w14:paraId="7066AB21" w14:textId="27A85D6D" w:rsidR="000B6EA7" w:rsidRDefault="000B6EA7" w:rsidP="000B6EA7">
      <w:pPr>
        <w:pStyle w:val="ListParagraph"/>
        <w:numPr>
          <w:ilvl w:val="3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Bold and Italic</w:t>
      </w:r>
    </w:p>
    <w:p w14:paraId="3C29B8EE" w14:textId="09774E9A" w:rsidR="000B6EA7" w:rsidRDefault="000B6EA7" w:rsidP="000B6EA7">
      <w:pPr>
        <w:pStyle w:val="ListParagraph"/>
        <w:numPr>
          <w:ilvl w:val="3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Text Align </w:t>
      </w:r>
    </w:p>
    <w:p w14:paraId="0582E427" w14:textId="7BB35C4C" w:rsidR="000B6EA7" w:rsidRDefault="000B6EA7" w:rsidP="000B6EA7">
      <w:pPr>
        <w:pStyle w:val="ListParagraph"/>
        <w:numPr>
          <w:ilvl w:val="3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Uppercase</w:t>
      </w:r>
    </w:p>
    <w:p w14:paraId="410F1C09" w14:textId="3D73F32C" w:rsidR="000B6EA7" w:rsidRDefault="000B6EA7" w:rsidP="000B6EA7">
      <w:pPr>
        <w:pStyle w:val="ListParagraph"/>
        <w:numPr>
          <w:ilvl w:val="3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Spacing</w:t>
      </w:r>
    </w:p>
    <w:p w14:paraId="2AE8BBA8" w14:textId="57FA3A66" w:rsidR="000B6EA7" w:rsidRDefault="000B6EA7" w:rsidP="000B6EA7">
      <w:pPr>
        <w:pStyle w:val="ListParagraph"/>
        <w:numPr>
          <w:ilvl w:val="3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Ungroup (separates the components of the design </w:t>
      </w:r>
      <w:r w:rsidR="00ED548B">
        <w:rPr>
          <w:rFonts w:ascii="Segoe UI" w:eastAsia="MS Mincho" w:hAnsi="Segoe UI" w:cs="Segoe UI"/>
          <w:sz w:val="22"/>
          <w:szCs w:val="22"/>
          <w:lang w:eastAsia="ja-JP"/>
        </w:rPr>
        <w:t>so they can be moved or edited independently from one another)</w:t>
      </w:r>
    </w:p>
    <w:p w14:paraId="2B758EF6" w14:textId="38DC79EE" w:rsidR="00ED548B" w:rsidRDefault="00ED548B" w:rsidP="000B6EA7">
      <w:pPr>
        <w:pStyle w:val="ListParagraph"/>
        <w:numPr>
          <w:ilvl w:val="3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Copy</w:t>
      </w:r>
    </w:p>
    <w:p w14:paraId="359F3C63" w14:textId="21FA7F52" w:rsidR="00ED548B" w:rsidRDefault="00ED548B" w:rsidP="000B6EA7">
      <w:pPr>
        <w:pStyle w:val="ListParagraph"/>
        <w:numPr>
          <w:ilvl w:val="3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Arrange (allows the designer to send components of the design “forward” or “back”)</w:t>
      </w:r>
    </w:p>
    <w:p w14:paraId="1A67FA50" w14:textId="070723EE" w:rsidR="00ED548B" w:rsidRDefault="00ED548B" w:rsidP="000B6EA7">
      <w:pPr>
        <w:pStyle w:val="ListParagraph"/>
        <w:numPr>
          <w:ilvl w:val="3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Transparency</w:t>
      </w:r>
    </w:p>
    <w:p w14:paraId="21F31F5E" w14:textId="119A3A80" w:rsidR="00ED548B" w:rsidRDefault="00ED548B" w:rsidP="000B6EA7">
      <w:pPr>
        <w:pStyle w:val="ListParagraph"/>
        <w:numPr>
          <w:ilvl w:val="3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Link</w:t>
      </w:r>
    </w:p>
    <w:p w14:paraId="7F218759" w14:textId="67D35B19" w:rsidR="00207602" w:rsidRDefault="00ED548B" w:rsidP="00207602">
      <w:pPr>
        <w:pStyle w:val="ListParagraph"/>
        <w:numPr>
          <w:ilvl w:val="3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Delete</w:t>
      </w:r>
    </w:p>
    <w:p w14:paraId="2D7995BB" w14:textId="59A0E8F2" w:rsidR="00A76497" w:rsidRPr="00A76497" w:rsidRDefault="00A76497" w:rsidP="00A76497">
      <w:pPr>
        <w:pStyle w:val="ListParagraph"/>
        <w:numPr>
          <w:ilvl w:val="0"/>
          <w:numId w:val="32"/>
        </w:num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A7649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Pr="00A76497">
        <w:rPr>
          <w:rFonts w:ascii="Segoe UI" w:eastAsia="MS Mincho" w:hAnsi="Segoe UI" w:cs="Segoe UI"/>
          <w:sz w:val="22"/>
          <w:szCs w:val="22"/>
          <w:lang w:eastAsia="ja-JP"/>
        </w:rPr>
        <w:t xml:space="preserve">Have participants complete </w:t>
      </w:r>
      <w:r w:rsidRPr="00A76497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2 </w:t>
      </w:r>
      <w:r w:rsidRPr="00A76497"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A7649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14:paraId="09282F2A" w14:textId="53480AAA" w:rsidR="00207602" w:rsidRDefault="00207602" w:rsidP="003A6831">
      <w:pPr>
        <w:pStyle w:val="ListParagraph"/>
        <w:numPr>
          <w:ilvl w:val="2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to participants that by clicking on various elements of the background, the toolbar will change to allow different editing options</w:t>
      </w:r>
    </w:p>
    <w:p w14:paraId="0DCDF06E" w14:textId="389BF199" w:rsidR="003A6831" w:rsidRDefault="003A6831" w:rsidP="003A6831">
      <w:pPr>
        <w:pStyle w:val="ListParagraph"/>
        <w:numPr>
          <w:ilvl w:val="2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to participants that they can change any of the elements of the design using the buttons along the gray sidebar. Use a live demo to point out these different buttons and what happens when they are selected:</w:t>
      </w:r>
    </w:p>
    <w:p w14:paraId="1AC9F293" w14:textId="4FC31954" w:rsidR="003A6831" w:rsidRDefault="003A6831" w:rsidP="003A6831">
      <w:pPr>
        <w:pStyle w:val="ListParagraph"/>
        <w:numPr>
          <w:ilvl w:val="3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Search</w:t>
      </w:r>
    </w:p>
    <w:p w14:paraId="506BB9C8" w14:textId="0AAF8608" w:rsidR="003A6831" w:rsidRDefault="003A6831" w:rsidP="003A6831">
      <w:pPr>
        <w:pStyle w:val="ListParagraph"/>
        <w:numPr>
          <w:ilvl w:val="3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Layouts</w:t>
      </w:r>
    </w:p>
    <w:p w14:paraId="3C08CC8C" w14:textId="4066C609" w:rsidR="003A6831" w:rsidRDefault="003A6831" w:rsidP="003A6831">
      <w:pPr>
        <w:pStyle w:val="ListParagraph"/>
        <w:numPr>
          <w:ilvl w:val="3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Elements</w:t>
      </w:r>
      <w:r w:rsidR="008C160A">
        <w:rPr>
          <w:rFonts w:ascii="Segoe UI" w:eastAsia="MS Mincho" w:hAnsi="Segoe UI" w:cs="Segoe UI"/>
          <w:sz w:val="22"/>
          <w:szCs w:val="22"/>
          <w:lang w:eastAsia="ja-JP"/>
        </w:rPr>
        <w:t xml:space="preserve"> (Consider explaining that there are too many Elements options to explain each in depth, but there will be </w:t>
      </w:r>
      <w:r w:rsidR="00CD1D2F">
        <w:rPr>
          <w:rFonts w:ascii="Segoe UI" w:eastAsia="MS Mincho" w:hAnsi="Segoe UI" w:cs="Segoe UI"/>
          <w:sz w:val="22"/>
          <w:szCs w:val="22"/>
          <w:lang w:eastAsia="ja-JP"/>
        </w:rPr>
        <w:t>some time for participants to explore and ask questions in the next activity)</w:t>
      </w:r>
    </w:p>
    <w:p w14:paraId="51905326" w14:textId="1CE5EE44" w:rsidR="003A6831" w:rsidRDefault="003A6831" w:rsidP="003A6831">
      <w:pPr>
        <w:pStyle w:val="ListParagraph"/>
        <w:numPr>
          <w:ilvl w:val="3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Text</w:t>
      </w:r>
    </w:p>
    <w:p w14:paraId="34618988" w14:textId="5C96FB94" w:rsidR="003A6831" w:rsidRDefault="003A6831" w:rsidP="003A6831">
      <w:pPr>
        <w:pStyle w:val="ListParagraph"/>
        <w:numPr>
          <w:ilvl w:val="3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Background</w:t>
      </w:r>
    </w:p>
    <w:p w14:paraId="3BF26199" w14:textId="273E442B" w:rsidR="003A6831" w:rsidRDefault="003A6831" w:rsidP="003A6831">
      <w:pPr>
        <w:pStyle w:val="ListParagraph"/>
        <w:numPr>
          <w:ilvl w:val="3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Uploads</w:t>
      </w:r>
    </w:p>
    <w:p w14:paraId="00ECB151" w14:textId="2C93CE8A" w:rsidR="007E4135" w:rsidRDefault="007E4135" w:rsidP="007E4135">
      <w:pPr>
        <w:pStyle w:val="ListParagraph"/>
        <w:numPr>
          <w:ilvl w:val="0"/>
          <w:numId w:val="32"/>
        </w:num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A7649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Pr="00A76497">
        <w:rPr>
          <w:rFonts w:ascii="Segoe UI" w:eastAsia="MS Mincho" w:hAnsi="Segoe UI" w:cs="Segoe UI"/>
          <w:sz w:val="22"/>
          <w:szCs w:val="22"/>
          <w:lang w:eastAsia="ja-JP"/>
        </w:rPr>
        <w:t xml:space="preserve">Have participants complete </w:t>
      </w:r>
      <w:r w:rsidRPr="00A76497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3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A76497"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A7649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14:paraId="340D0217" w14:textId="3539F775" w:rsidR="007E4135" w:rsidRDefault="007E4135" w:rsidP="007E4135">
      <w:pPr>
        <w:pStyle w:val="ListParagraph"/>
        <w:numPr>
          <w:ilvl w:val="0"/>
          <w:numId w:val="32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7E4135">
        <w:rPr>
          <w:rFonts w:ascii="Segoe UI" w:eastAsia="MS Mincho" w:hAnsi="Segoe UI" w:cs="Segoe UI"/>
          <w:b/>
          <w:sz w:val="22"/>
          <w:szCs w:val="22"/>
          <w:lang w:eastAsia="ja-JP"/>
        </w:rPr>
        <w:lastRenderedPageBreak/>
        <w:t xml:space="preserve">Naming and Downloading </w:t>
      </w:r>
      <w:r w:rsidR="00C6045C">
        <w:rPr>
          <w:rFonts w:ascii="Segoe UI" w:eastAsia="MS Mincho" w:hAnsi="Segoe UI" w:cs="Segoe UI"/>
          <w:b/>
          <w:sz w:val="22"/>
          <w:szCs w:val="22"/>
          <w:lang w:eastAsia="ja-JP"/>
        </w:rPr>
        <w:t>Designs</w:t>
      </w:r>
    </w:p>
    <w:p w14:paraId="5F8BAEA4" w14:textId="04A2BCB9" w:rsidR="007E4135" w:rsidRDefault="00C6045C" w:rsidP="007E4135">
      <w:pPr>
        <w:pStyle w:val="ListParagraph"/>
        <w:numPr>
          <w:ilvl w:val="1"/>
          <w:numId w:val="32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Naming </w:t>
      </w:r>
      <w:r w:rsidR="00B84997">
        <w:rPr>
          <w:rFonts w:ascii="Segoe UI" w:eastAsia="MS Mincho" w:hAnsi="Segoe UI" w:cs="Segoe UI"/>
          <w:b/>
          <w:sz w:val="22"/>
          <w:szCs w:val="22"/>
          <w:lang w:eastAsia="ja-JP"/>
        </w:rPr>
        <w:t>a design</w:t>
      </w:r>
    </w:p>
    <w:p w14:paraId="6D80E374" w14:textId="68981EA4" w:rsidR="00B84997" w:rsidRPr="00B84997" w:rsidRDefault="00B84997" w:rsidP="00B84997">
      <w:pPr>
        <w:pStyle w:val="ListParagraph"/>
        <w:numPr>
          <w:ilvl w:val="2"/>
          <w:numId w:val="32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to participants that they can rename their design by clicking on the default design name in the teal ribbon at the top of the page and typing in a new name.</w:t>
      </w:r>
    </w:p>
    <w:p w14:paraId="32A7C0B1" w14:textId="34C75330" w:rsidR="00B84997" w:rsidRDefault="00B84997" w:rsidP="00B84997">
      <w:pPr>
        <w:pStyle w:val="ListParagraph"/>
        <w:numPr>
          <w:ilvl w:val="1"/>
          <w:numId w:val="32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Downloading a design</w:t>
      </w:r>
    </w:p>
    <w:p w14:paraId="42684261" w14:textId="184138B1" w:rsidR="00B84997" w:rsidRPr="00B84997" w:rsidRDefault="00B84997" w:rsidP="00B84997">
      <w:pPr>
        <w:pStyle w:val="ListParagraph"/>
        <w:numPr>
          <w:ilvl w:val="2"/>
          <w:numId w:val="32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to participants that they can download a design (for printing, posting on social media, emailing, </w:t>
      </w:r>
      <w:proofErr w:type="spellStart"/>
      <w:r>
        <w:rPr>
          <w:rFonts w:ascii="Segoe UI" w:eastAsia="MS Mincho" w:hAnsi="Segoe UI" w:cs="Segoe UI"/>
          <w:sz w:val="22"/>
          <w:szCs w:val="22"/>
          <w:lang w:eastAsia="ja-JP"/>
        </w:rPr>
        <w:t>etc</w:t>
      </w:r>
      <w:proofErr w:type="spellEnd"/>
      <w:r>
        <w:rPr>
          <w:rFonts w:ascii="Segoe UI" w:eastAsia="MS Mincho" w:hAnsi="Segoe UI" w:cs="Segoe UI"/>
          <w:sz w:val="22"/>
          <w:szCs w:val="22"/>
          <w:lang w:eastAsia="ja-JP"/>
        </w:rPr>
        <w:t>) by clicking the “Download” button.</w:t>
      </w:r>
    </w:p>
    <w:p w14:paraId="1DB84F76" w14:textId="61106554" w:rsidR="00B84997" w:rsidRPr="00B84997" w:rsidRDefault="00B84997" w:rsidP="00B84997">
      <w:pPr>
        <w:pStyle w:val="ListParagraph"/>
        <w:numPr>
          <w:ilvl w:val="2"/>
          <w:numId w:val="32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Once the Download box has dropped down, use a live demo or the presentation to show them how to select their preferred download format.</w:t>
      </w:r>
    </w:p>
    <w:p w14:paraId="736A1869" w14:textId="1004A846" w:rsidR="00B84997" w:rsidRDefault="00B84997" w:rsidP="00B84997">
      <w:pPr>
        <w:pStyle w:val="ListParagraph"/>
        <w:numPr>
          <w:ilvl w:val="0"/>
          <w:numId w:val="32"/>
        </w:num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A7649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Pr="00A76497">
        <w:rPr>
          <w:rFonts w:ascii="Segoe UI" w:eastAsia="MS Mincho" w:hAnsi="Segoe UI" w:cs="Segoe UI"/>
          <w:sz w:val="22"/>
          <w:szCs w:val="22"/>
          <w:lang w:eastAsia="ja-JP"/>
        </w:rPr>
        <w:t xml:space="preserve">Have participants complete </w:t>
      </w:r>
      <w:r w:rsidRPr="00A76497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4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A76497"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A7649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14:paraId="44B328B7" w14:textId="77777777" w:rsidR="00B84997" w:rsidRDefault="00B84997" w:rsidP="00B84997">
      <w:pPr>
        <w:pStyle w:val="ListParagraph"/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</w:p>
    <w:p w14:paraId="20B13AFD" w14:textId="3394DEA9" w:rsidR="00B84997" w:rsidRPr="00A95FC9" w:rsidRDefault="00B84997" w:rsidP="00B84997">
      <w:pPr>
        <w:pStyle w:val="ListParagraph"/>
        <w:numPr>
          <w:ilvl w:val="0"/>
          <w:numId w:val="32"/>
        </w:num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Conclude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by showing participants that they can navigate back to the Landing Page and see the design they just made </w:t>
      </w:r>
      <w:r w:rsidR="00A95FC9">
        <w:rPr>
          <w:rFonts w:ascii="Segoe UI" w:eastAsia="MS Mincho" w:hAnsi="Segoe UI" w:cs="Segoe UI"/>
          <w:sz w:val="22"/>
          <w:szCs w:val="22"/>
          <w:lang w:eastAsia="ja-JP"/>
        </w:rPr>
        <w:t xml:space="preserve">in the “All My Designs” pane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by clicking on the </w:t>
      </w:r>
      <w:proofErr w:type="spellStart"/>
      <w:r>
        <w:rPr>
          <w:rFonts w:ascii="Segoe UI" w:eastAsia="MS Mincho" w:hAnsi="Segoe UI" w:cs="Segoe UI"/>
          <w:sz w:val="22"/>
          <w:szCs w:val="22"/>
          <w:lang w:eastAsia="ja-JP"/>
        </w:rPr>
        <w:t>Canva</w:t>
      </w:r>
      <w:proofErr w:type="spellEnd"/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logo in the upper left hand corner of the design page. </w:t>
      </w:r>
    </w:p>
    <w:p w14:paraId="3D91E8FA" w14:textId="77777777" w:rsidR="007E4135" w:rsidRPr="00A76497" w:rsidRDefault="007E4135" w:rsidP="007E4135">
      <w:pPr>
        <w:pStyle w:val="ListParagraph"/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</w:p>
    <w:p w14:paraId="1D2767CE" w14:textId="77777777" w:rsidR="00B97A3F" w:rsidRPr="00573EF5" w:rsidRDefault="00B97A3F" w:rsidP="00C93836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14:paraId="0BC61CC9" w14:textId="77777777" w:rsidR="004F0DE8" w:rsidRPr="00573EF5" w:rsidRDefault="00EE7932" w:rsidP="00072D30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Wrap Up/Closing</w:t>
      </w:r>
      <w:r w:rsidR="00B97A3F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(2 mins</w:t>
      </w:r>
      <w:r w:rsidR="00C41085" w:rsidRPr="00573EF5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)</w:t>
      </w:r>
    </w:p>
    <w:p w14:paraId="4A4B016B" w14:textId="77777777" w:rsidR="004F0DE8" w:rsidRPr="00573EF5" w:rsidRDefault="004F0DE8" w:rsidP="002245BC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Hig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>hlight the upcoming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technology 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class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>es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and share the types of topic</w:t>
      </w:r>
      <w:r w:rsidR="00407F92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s </w:t>
      </w:r>
      <w:r w:rsidR="00DA5580">
        <w:rPr>
          <w:rFonts w:ascii="Segoe UI" w:eastAsia="MS Mincho" w:hAnsi="Segoe UI" w:cs="Segoe UI"/>
          <w:sz w:val="22"/>
          <w:szCs w:val="22"/>
          <w:lang w:eastAsia="ja-JP"/>
        </w:rPr>
        <w:t>that will be covered</w:t>
      </w:r>
    </w:p>
    <w:p w14:paraId="3A823AC4" w14:textId="77777777" w:rsidR="004F0DE8" w:rsidRPr="00573EF5" w:rsidRDefault="004F0DE8" w:rsidP="002245BC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Ask if there are qu</w:t>
      </w:r>
      <w:r w:rsidR="003F32C0" w:rsidRPr="00573EF5">
        <w:rPr>
          <w:rFonts w:ascii="Segoe UI" w:eastAsia="MS Mincho" w:hAnsi="Segoe UI" w:cs="Segoe UI"/>
          <w:sz w:val="22"/>
          <w:szCs w:val="22"/>
          <w:lang w:eastAsia="ja-JP"/>
        </w:rPr>
        <w:t>estions and answer any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that were “pa</w:t>
      </w:r>
      <w:r w:rsidR="00407F92" w:rsidRPr="00573EF5">
        <w:rPr>
          <w:rFonts w:ascii="Segoe UI" w:eastAsia="MS Mincho" w:hAnsi="Segoe UI" w:cs="Segoe UI"/>
          <w:sz w:val="22"/>
          <w:szCs w:val="22"/>
          <w:lang w:eastAsia="ja-JP"/>
        </w:rPr>
        <w:t>rked” during the session</w:t>
      </w:r>
    </w:p>
    <w:p w14:paraId="31154353" w14:textId="77777777" w:rsidR="006D7750" w:rsidRPr="00573EF5" w:rsidRDefault="0054777F" w:rsidP="006D7750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Thank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participants 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for coming and ask them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>to complete the class sur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vey before leaving</w:t>
      </w:r>
    </w:p>
    <w:p w14:paraId="17C4A3FE" w14:textId="77777777" w:rsidR="00067066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14:paraId="6DD3FCC5" w14:textId="77777777"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14:paraId="789505ED" w14:textId="77777777"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14:paraId="081158C0" w14:textId="77777777" w:rsidR="00067066" w:rsidRPr="00573EF5" w:rsidRDefault="00996713" w:rsidP="00EE7932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sectPr w:rsidR="00067066" w:rsidRPr="00573EF5" w:rsidSect="004F0DE8">
      <w:footerReference w:type="default" r:id="rId8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F936FD" w14:textId="77777777" w:rsidR="0045266B" w:rsidRDefault="0045266B">
      <w:r>
        <w:separator/>
      </w:r>
    </w:p>
  </w:endnote>
  <w:endnote w:type="continuationSeparator" w:id="0">
    <w:p w14:paraId="7774B027" w14:textId="77777777" w:rsidR="0045266B" w:rsidRDefault="00452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Segoe UI Semibold">
    <w:altName w:val="Luminari"/>
    <w:charset w:val="00"/>
    <w:family w:val="swiss"/>
    <w:pitch w:val="variable"/>
    <w:sig w:usb0="E00002FF" w:usb1="4000A47B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43410" w14:textId="36A5EC40" w:rsidR="005826BB" w:rsidRPr="00375D29" w:rsidRDefault="00BF7145" w:rsidP="00375D29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r>
      <w:rPr>
        <w:rFonts w:ascii="Segoe UI" w:hAnsi="Segoe UI" w:cs="Segoe UI"/>
        <w:sz w:val="18"/>
      </w:rPr>
      <w:t>AS</w:t>
    </w:r>
    <w:r w:rsidR="005826BB" w:rsidRPr="005826BB">
      <w:rPr>
        <w:rFonts w:ascii="Segoe UI" w:hAnsi="Segoe UI" w:cs="Segoe UI"/>
        <w:sz w:val="18"/>
      </w:rPr>
      <w:ptab w:relativeTo="margin" w:alignment="center" w:leader="none"/>
    </w:r>
    <w:bookmarkStart w:id="1" w:name="_Hlk498331475"/>
    <w:r w:rsidR="00375D29" w:rsidRPr="00375D29">
      <w:rPr>
        <w:rFonts w:ascii="Segoe UI" w:hAnsi="Segoe UI" w:cs="Segoe UI"/>
        <w:i/>
        <w:sz w:val="22"/>
        <w:szCs w:val="22"/>
      </w:rPr>
      <w:t xml:space="preserve"> </w:t>
    </w:r>
    <w:r w:rsidR="00375D29">
      <w:rPr>
        <w:rFonts w:ascii="Arial" w:hAnsi="Arial" w:cs="Arial"/>
        <w:sz w:val="18"/>
        <w:szCs w:val="16"/>
      </w:rPr>
      <w:t xml:space="preserve">Courtesy of </w:t>
    </w:r>
    <w:r>
      <w:rPr>
        <w:rFonts w:ascii="Arial" w:hAnsi="Arial" w:cs="Arial"/>
        <w:sz w:val="18"/>
        <w:szCs w:val="16"/>
      </w:rPr>
      <w:t>Tangipahoa Parish Library</w:t>
    </w:r>
    <w:r w:rsidR="00375D29"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5826BB">
      <w:rPr>
        <w:rFonts w:ascii="Segoe UI" w:hAnsi="Segoe UI" w:cs="Segoe UI"/>
        <w:sz w:val="18"/>
      </w:rPr>
      <w:t xml:space="preserve"> </w:t>
    </w:r>
    <w:r w:rsidR="005826BB" w:rsidRPr="005826BB">
      <w:rPr>
        <w:rFonts w:ascii="Segoe UI" w:hAnsi="Segoe UI" w:cs="Segoe UI"/>
        <w:sz w:val="18"/>
      </w:rPr>
      <w:ptab w:relativeTo="margin" w:alignment="right" w:leader="none"/>
    </w:r>
    <w:r>
      <w:rPr>
        <w:rFonts w:ascii="Segoe UI" w:hAnsi="Segoe UI" w:cs="Segoe UI"/>
        <w:sz w:val="18"/>
      </w:rPr>
      <w:t>09</w:t>
    </w:r>
    <w:r w:rsidR="005826BB">
      <w:rPr>
        <w:rFonts w:ascii="Segoe UI" w:hAnsi="Segoe UI" w:cs="Segoe UI"/>
        <w:sz w:val="18"/>
      </w:rPr>
      <w:t>/</w:t>
    </w:r>
    <w:r>
      <w:rPr>
        <w:rFonts w:ascii="Segoe UI" w:hAnsi="Segoe UI" w:cs="Segoe UI"/>
        <w:sz w:val="18"/>
      </w:rPr>
      <w:t>18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C49BC" w14:textId="77777777" w:rsidR="0045266B" w:rsidRDefault="0045266B">
      <w:r>
        <w:separator/>
      </w:r>
    </w:p>
  </w:footnote>
  <w:footnote w:type="continuationSeparator" w:id="0">
    <w:p w14:paraId="2335068A" w14:textId="77777777" w:rsidR="0045266B" w:rsidRDefault="004526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A1219"/>
    <w:multiLevelType w:val="hybridMultilevel"/>
    <w:tmpl w:val="83BEB236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9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4F854DD"/>
    <w:multiLevelType w:val="hybridMultilevel"/>
    <w:tmpl w:val="7BB65542"/>
    <w:lvl w:ilvl="0" w:tplc="D0783AA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C005B2"/>
    <w:multiLevelType w:val="hybridMultilevel"/>
    <w:tmpl w:val="5456E5FC"/>
    <w:lvl w:ilvl="0" w:tplc="1160DC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92845C2"/>
    <w:multiLevelType w:val="hybridMultilevel"/>
    <w:tmpl w:val="F35230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42124D"/>
    <w:multiLevelType w:val="hybridMultilevel"/>
    <w:tmpl w:val="8F5AD6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DB13F5D"/>
    <w:multiLevelType w:val="hybridMultilevel"/>
    <w:tmpl w:val="1B025F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0C441D"/>
    <w:multiLevelType w:val="multilevel"/>
    <w:tmpl w:val="014C1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0">
    <w:nsid w:val="23BA5222"/>
    <w:multiLevelType w:val="hybridMultilevel"/>
    <w:tmpl w:val="55365E4A"/>
    <w:lvl w:ilvl="0" w:tplc="0C8008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3">
    <w:nsid w:val="2A03632B"/>
    <w:multiLevelType w:val="hybridMultilevel"/>
    <w:tmpl w:val="8E5ABC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1C3D4D"/>
    <w:multiLevelType w:val="hybridMultilevel"/>
    <w:tmpl w:val="9C8888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AFA624E"/>
    <w:multiLevelType w:val="hybridMultilevel"/>
    <w:tmpl w:val="C8B6A9B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CA2DC8"/>
    <w:multiLevelType w:val="hybridMultilevel"/>
    <w:tmpl w:val="24EAB2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EFC3EE6"/>
    <w:multiLevelType w:val="hybridMultilevel"/>
    <w:tmpl w:val="9D30BDA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1B47101"/>
    <w:multiLevelType w:val="multilevel"/>
    <w:tmpl w:val="8FCE38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63C4FEB"/>
    <w:multiLevelType w:val="hybridMultilevel"/>
    <w:tmpl w:val="7C82EC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6F64A5F"/>
    <w:multiLevelType w:val="hybridMultilevel"/>
    <w:tmpl w:val="0B8C4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7876FEC"/>
    <w:multiLevelType w:val="hybridMultilevel"/>
    <w:tmpl w:val="FCCA7354"/>
    <w:lvl w:ilvl="0" w:tplc="0C8008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B7004CE"/>
    <w:multiLevelType w:val="hybridMultilevel"/>
    <w:tmpl w:val="16063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57683A"/>
    <w:multiLevelType w:val="hybridMultilevel"/>
    <w:tmpl w:val="8E6A0C2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F100A30"/>
    <w:multiLevelType w:val="hybridMultilevel"/>
    <w:tmpl w:val="3B0A726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BEAC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4D1639"/>
    <w:multiLevelType w:val="hybridMultilevel"/>
    <w:tmpl w:val="99AA9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F65227D"/>
    <w:multiLevelType w:val="hybridMultilevel"/>
    <w:tmpl w:val="9802F9FA"/>
    <w:lvl w:ilvl="0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3801F13"/>
    <w:multiLevelType w:val="hybridMultilevel"/>
    <w:tmpl w:val="9E42E37C"/>
    <w:lvl w:ilvl="0" w:tplc="0C800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3B06046"/>
    <w:multiLevelType w:val="hybridMultilevel"/>
    <w:tmpl w:val="519882C4"/>
    <w:lvl w:ilvl="0" w:tplc="2D6CE3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E082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26E5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4872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3A48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FE42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0003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249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DCD4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64D0CD9"/>
    <w:multiLevelType w:val="multilevel"/>
    <w:tmpl w:val="5F6C3B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30">
    <w:nsid w:val="577C7A27"/>
    <w:multiLevelType w:val="hybridMultilevel"/>
    <w:tmpl w:val="014C118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A4E3DA0"/>
    <w:multiLevelType w:val="hybridMultilevel"/>
    <w:tmpl w:val="C862D3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5361BA1"/>
    <w:multiLevelType w:val="hybridMultilevel"/>
    <w:tmpl w:val="7FC0560A"/>
    <w:lvl w:ilvl="0" w:tplc="0409000B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B752AE3"/>
    <w:multiLevelType w:val="hybridMultilevel"/>
    <w:tmpl w:val="A39C458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751624"/>
    <w:multiLevelType w:val="multilevel"/>
    <w:tmpl w:val="9E42E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DF5272F"/>
    <w:multiLevelType w:val="hybridMultilevel"/>
    <w:tmpl w:val="EDF44C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74E36D6"/>
    <w:multiLevelType w:val="hybridMultilevel"/>
    <w:tmpl w:val="E264B5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D5F6B2E"/>
    <w:multiLevelType w:val="hybridMultilevel"/>
    <w:tmpl w:val="2E7E0F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8"/>
  </w:num>
  <w:num w:numId="3">
    <w:abstractNumId w:val="27"/>
  </w:num>
  <w:num w:numId="4">
    <w:abstractNumId w:val="34"/>
  </w:num>
  <w:num w:numId="5">
    <w:abstractNumId w:val="11"/>
  </w:num>
  <w:num w:numId="6">
    <w:abstractNumId w:val="18"/>
  </w:num>
  <w:num w:numId="7">
    <w:abstractNumId w:val="4"/>
  </w:num>
  <w:num w:numId="8">
    <w:abstractNumId w:val="26"/>
  </w:num>
  <w:num w:numId="9">
    <w:abstractNumId w:val="3"/>
  </w:num>
  <w:num w:numId="10">
    <w:abstractNumId w:val="33"/>
  </w:num>
  <w:num w:numId="11">
    <w:abstractNumId w:val="9"/>
  </w:num>
  <w:num w:numId="12">
    <w:abstractNumId w:val="29"/>
  </w:num>
  <w:num w:numId="13">
    <w:abstractNumId w:val="6"/>
  </w:num>
  <w:num w:numId="14">
    <w:abstractNumId w:val="10"/>
  </w:num>
  <w:num w:numId="15">
    <w:abstractNumId w:val="21"/>
  </w:num>
  <w:num w:numId="16">
    <w:abstractNumId w:val="12"/>
  </w:num>
  <w:num w:numId="17">
    <w:abstractNumId w:val="24"/>
  </w:num>
  <w:num w:numId="18">
    <w:abstractNumId w:val="31"/>
  </w:num>
  <w:num w:numId="19">
    <w:abstractNumId w:val="32"/>
  </w:num>
  <w:num w:numId="20">
    <w:abstractNumId w:val="38"/>
  </w:num>
  <w:num w:numId="21">
    <w:abstractNumId w:val="13"/>
  </w:num>
  <w:num w:numId="22">
    <w:abstractNumId w:val="5"/>
  </w:num>
  <w:num w:numId="23">
    <w:abstractNumId w:val="7"/>
  </w:num>
  <w:num w:numId="24">
    <w:abstractNumId w:val="2"/>
  </w:num>
  <w:num w:numId="25">
    <w:abstractNumId w:val="37"/>
  </w:num>
  <w:num w:numId="26">
    <w:abstractNumId w:val="2"/>
    <w:lvlOverride w:ilvl="0">
      <w:startOverride w:val="1"/>
    </w:lvlOverride>
  </w:num>
  <w:num w:numId="27">
    <w:abstractNumId w:val="17"/>
  </w:num>
  <w:num w:numId="28">
    <w:abstractNumId w:val="2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15"/>
  </w:num>
  <w:num w:numId="31">
    <w:abstractNumId w:val="23"/>
  </w:num>
  <w:num w:numId="32">
    <w:abstractNumId w:val="0"/>
  </w:num>
  <w:num w:numId="33">
    <w:abstractNumId w:val="1"/>
  </w:num>
  <w:num w:numId="34">
    <w:abstractNumId w:val="25"/>
  </w:num>
  <w:num w:numId="35">
    <w:abstractNumId w:val="36"/>
  </w:num>
  <w:num w:numId="36">
    <w:abstractNumId w:val="16"/>
  </w:num>
  <w:num w:numId="37">
    <w:abstractNumId w:val="20"/>
  </w:num>
  <w:num w:numId="38">
    <w:abstractNumId w:val="19"/>
  </w:num>
  <w:num w:numId="39">
    <w:abstractNumId w:val="22"/>
  </w:num>
  <w:num w:numId="40">
    <w:abstractNumId w:val="14"/>
  </w:num>
  <w:num w:numId="41">
    <w:abstractNumId w:val="35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A3F"/>
    <w:rsid w:val="000047F3"/>
    <w:rsid w:val="00004C04"/>
    <w:rsid w:val="000266F5"/>
    <w:rsid w:val="000317DD"/>
    <w:rsid w:val="00035130"/>
    <w:rsid w:val="0003583E"/>
    <w:rsid w:val="00036ED8"/>
    <w:rsid w:val="00040FFA"/>
    <w:rsid w:val="00042108"/>
    <w:rsid w:val="00042487"/>
    <w:rsid w:val="0004472B"/>
    <w:rsid w:val="00046ADD"/>
    <w:rsid w:val="00067066"/>
    <w:rsid w:val="00070E42"/>
    <w:rsid w:val="00072D30"/>
    <w:rsid w:val="00073ED1"/>
    <w:rsid w:val="00077288"/>
    <w:rsid w:val="0008373F"/>
    <w:rsid w:val="00087ED4"/>
    <w:rsid w:val="00094C41"/>
    <w:rsid w:val="00097CB7"/>
    <w:rsid w:val="000A41E6"/>
    <w:rsid w:val="000B13C5"/>
    <w:rsid w:val="000B6EA7"/>
    <w:rsid w:val="000E128E"/>
    <w:rsid w:val="000E4F31"/>
    <w:rsid w:val="000F1538"/>
    <w:rsid w:val="000F76C8"/>
    <w:rsid w:val="00100DC4"/>
    <w:rsid w:val="00107662"/>
    <w:rsid w:val="00110575"/>
    <w:rsid w:val="001213E2"/>
    <w:rsid w:val="00124B6A"/>
    <w:rsid w:val="00125F84"/>
    <w:rsid w:val="0013110E"/>
    <w:rsid w:val="00152700"/>
    <w:rsid w:val="00160258"/>
    <w:rsid w:val="001611CB"/>
    <w:rsid w:val="00166039"/>
    <w:rsid w:val="00175B20"/>
    <w:rsid w:val="00177392"/>
    <w:rsid w:val="001907B6"/>
    <w:rsid w:val="001A0250"/>
    <w:rsid w:val="001A2C7D"/>
    <w:rsid w:val="001B6B9A"/>
    <w:rsid w:val="001C5805"/>
    <w:rsid w:val="001C7992"/>
    <w:rsid w:val="001D032D"/>
    <w:rsid w:val="001D2F57"/>
    <w:rsid w:val="001F4F11"/>
    <w:rsid w:val="00201AF7"/>
    <w:rsid w:val="002058B2"/>
    <w:rsid w:val="00207602"/>
    <w:rsid w:val="00222BD1"/>
    <w:rsid w:val="002245BC"/>
    <w:rsid w:val="0023505A"/>
    <w:rsid w:val="00244B26"/>
    <w:rsid w:val="002673C2"/>
    <w:rsid w:val="0028231E"/>
    <w:rsid w:val="00290981"/>
    <w:rsid w:val="002A3781"/>
    <w:rsid w:val="002C495B"/>
    <w:rsid w:val="002D2307"/>
    <w:rsid w:val="002D3385"/>
    <w:rsid w:val="002D5FA0"/>
    <w:rsid w:val="002E4889"/>
    <w:rsid w:val="002F1685"/>
    <w:rsid w:val="003022BF"/>
    <w:rsid w:val="00304DA9"/>
    <w:rsid w:val="00312586"/>
    <w:rsid w:val="003356F9"/>
    <w:rsid w:val="00342599"/>
    <w:rsid w:val="00352F88"/>
    <w:rsid w:val="0036061E"/>
    <w:rsid w:val="00375D29"/>
    <w:rsid w:val="003800AB"/>
    <w:rsid w:val="003A2DED"/>
    <w:rsid w:val="003A5401"/>
    <w:rsid w:val="003A6831"/>
    <w:rsid w:val="003B0DCE"/>
    <w:rsid w:val="003B0E72"/>
    <w:rsid w:val="003B31C2"/>
    <w:rsid w:val="003C0D46"/>
    <w:rsid w:val="003C54FC"/>
    <w:rsid w:val="003C5BFB"/>
    <w:rsid w:val="003D0FEF"/>
    <w:rsid w:val="003D3FB8"/>
    <w:rsid w:val="003F1281"/>
    <w:rsid w:val="003F2905"/>
    <w:rsid w:val="003F32C0"/>
    <w:rsid w:val="003F3B7D"/>
    <w:rsid w:val="00400E5F"/>
    <w:rsid w:val="00407F92"/>
    <w:rsid w:val="00411238"/>
    <w:rsid w:val="00423125"/>
    <w:rsid w:val="0043500B"/>
    <w:rsid w:val="00441F63"/>
    <w:rsid w:val="00446571"/>
    <w:rsid w:val="0045266B"/>
    <w:rsid w:val="00454F67"/>
    <w:rsid w:val="004713CC"/>
    <w:rsid w:val="004766BA"/>
    <w:rsid w:val="00485BA2"/>
    <w:rsid w:val="004925BF"/>
    <w:rsid w:val="004A05FA"/>
    <w:rsid w:val="004A2922"/>
    <w:rsid w:val="004B74BD"/>
    <w:rsid w:val="004C36AD"/>
    <w:rsid w:val="004D1205"/>
    <w:rsid w:val="004D2A12"/>
    <w:rsid w:val="004F0DE8"/>
    <w:rsid w:val="00521F39"/>
    <w:rsid w:val="0052684F"/>
    <w:rsid w:val="00532208"/>
    <w:rsid w:val="0054777F"/>
    <w:rsid w:val="00573EF5"/>
    <w:rsid w:val="00577A1B"/>
    <w:rsid w:val="00582371"/>
    <w:rsid w:val="005826BB"/>
    <w:rsid w:val="00595783"/>
    <w:rsid w:val="00595953"/>
    <w:rsid w:val="005960F4"/>
    <w:rsid w:val="005B76D9"/>
    <w:rsid w:val="005C7F8F"/>
    <w:rsid w:val="005D6968"/>
    <w:rsid w:val="006202FB"/>
    <w:rsid w:val="006260E3"/>
    <w:rsid w:val="00626819"/>
    <w:rsid w:val="006307CA"/>
    <w:rsid w:val="00642FEA"/>
    <w:rsid w:val="00657C85"/>
    <w:rsid w:val="00680EDA"/>
    <w:rsid w:val="00684513"/>
    <w:rsid w:val="00684DA4"/>
    <w:rsid w:val="00695E51"/>
    <w:rsid w:val="006C7583"/>
    <w:rsid w:val="006D0313"/>
    <w:rsid w:val="006D0E52"/>
    <w:rsid w:val="006D7750"/>
    <w:rsid w:val="006E4494"/>
    <w:rsid w:val="006E575D"/>
    <w:rsid w:val="006F0EFA"/>
    <w:rsid w:val="00715AA5"/>
    <w:rsid w:val="00716D79"/>
    <w:rsid w:val="00716E9F"/>
    <w:rsid w:val="00717FB4"/>
    <w:rsid w:val="007249EE"/>
    <w:rsid w:val="00730D6C"/>
    <w:rsid w:val="007314EC"/>
    <w:rsid w:val="007331D8"/>
    <w:rsid w:val="00735978"/>
    <w:rsid w:val="007438B4"/>
    <w:rsid w:val="00746196"/>
    <w:rsid w:val="0075509E"/>
    <w:rsid w:val="007810E7"/>
    <w:rsid w:val="00795D28"/>
    <w:rsid w:val="0079736F"/>
    <w:rsid w:val="007A01A8"/>
    <w:rsid w:val="007A3900"/>
    <w:rsid w:val="007B7D1A"/>
    <w:rsid w:val="007C6D6A"/>
    <w:rsid w:val="007D20F7"/>
    <w:rsid w:val="007E0D15"/>
    <w:rsid w:val="007E4135"/>
    <w:rsid w:val="007F5730"/>
    <w:rsid w:val="0080279D"/>
    <w:rsid w:val="00834F7D"/>
    <w:rsid w:val="00862C63"/>
    <w:rsid w:val="008641D0"/>
    <w:rsid w:val="00883892"/>
    <w:rsid w:val="008C160A"/>
    <w:rsid w:val="008C29DE"/>
    <w:rsid w:val="008D002A"/>
    <w:rsid w:val="008D42C5"/>
    <w:rsid w:val="008D4AE3"/>
    <w:rsid w:val="008E6267"/>
    <w:rsid w:val="00902440"/>
    <w:rsid w:val="00920CAD"/>
    <w:rsid w:val="009407CD"/>
    <w:rsid w:val="00942566"/>
    <w:rsid w:val="009533DA"/>
    <w:rsid w:val="00955309"/>
    <w:rsid w:val="00955C9F"/>
    <w:rsid w:val="0096238E"/>
    <w:rsid w:val="00964F2F"/>
    <w:rsid w:val="00986B21"/>
    <w:rsid w:val="009871C3"/>
    <w:rsid w:val="0099242D"/>
    <w:rsid w:val="00996713"/>
    <w:rsid w:val="00997B2C"/>
    <w:rsid w:val="009A046E"/>
    <w:rsid w:val="009A2452"/>
    <w:rsid w:val="009B7ED8"/>
    <w:rsid w:val="009C37B0"/>
    <w:rsid w:val="009C5FAC"/>
    <w:rsid w:val="009C68C4"/>
    <w:rsid w:val="009D2D7C"/>
    <w:rsid w:val="009E6A3F"/>
    <w:rsid w:val="00A149B4"/>
    <w:rsid w:val="00A207DE"/>
    <w:rsid w:val="00A2367C"/>
    <w:rsid w:val="00A4356D"/>
    <w:rsid w:val="00A464F8"/>
    <w:rsid w:val="00A507BE"/>
    <w:rsid w:val="00A5694A"/>
    <w:rsid w:val="00A6403E"/>
    <w:rsid w:val="00A71D8C"/>
    <w:rsid w:val="00A76497"/>
    <w:rsid w:val="00A80C9D"/>
    <w:rsid w:val="00A8786D"/>
    <w:rsid w:val="00A95FC9"/>
    <w:rsid w:val="00A963E2"/>
    <w:rsid w:val="00A97E24"/>
    <w:rsid w:val="00AA0C53"/>
    <w:rsid w:val="00AA229E"/>
    <w:rsid w:val="00AA4BA5"/>
    <w:rsid w:val="00AB1322"/>
    <w:rsid w:val="00AB79E7"/>
    <w:rsid w:val="00AB7DE3"/>
    <w:rsid w:val="00AC4CCC"/>
    <w:rsid w:val="00AC629C"/>
    <w:rsid w:val="00AD2355"/>
    <w:rsid w:val="00AD71FC"/>
    <w:rsid w:val="00AE085D"/>
    <w:rsid w:val="00AF5DC9"/>
    <w:rsid w:val="00B1582F"/>
    <w:rsid w:val="00B20E22"/>
    <w:rsid w:val="00B41412"/>
    <w:rsid w:val="00B46568"/>
    <w:rsid w:val="00B50B80"/>
    <w:rsid w:val="00B52985"/>
    <w:rsid w:val="00B660DC"/>
    <w:rsid w:val="00B74C6F"/>
    <w:rsid w:val="00B84997"/>
    <w:rsid w:val="00B852CD"/>
    <w:rsid w:val="00B87A73"/>
    <w:rsid w:val="00B909AB"/>
    <w:rsid w:val="00B97A3F"/>
    <w:rsid w:val="00B97F5C"/>
    <w:rsid w:val="00BA639B"/>
    <w:rsid w:val="00BB269B"/>
    <w:rsid w:val="00BE03E2"/>
    <w:rsid w:val="00BE3333"/>
    <w:rsid w:val="00BF6372"/>
    <w:rsid w:val="00BF7145"/>
    <w:rsid w:val="00C06628"/>
    <w:rsid w:val="00C15D4D"/>
    <w:rsid w:val="00C2535D"/>
    <w:rsid w:val="00C40AC5"/>
    <w:rsid w:val="00C41085"/>
    <w:rsid w:val="00C422F6"/>
    <w:rsid w:val="00C54899"/>
    <w:rsid w:val="00C567FA"/>
    <w:rsid w:val="00C6045C"/>
    <w:rsid w:val="00C805B5"/>
    <w:rsid w:val="00C814EC"/>
    <w:rsid w:val="00C910BE"/>
    <w:rsid w:val="00C93836"/>
    <w:rsid w:val="00CA2566"/>
    <w:rsid w:val="00CA4EBF"/>
    <w:rsid w:val="00CA6EC8"/>
    <w:rsid w:val="00CA7DAB"/>
    <w:rsid w:val="00CC227D"/>
    <w:rsid w:val="00CD19CA"/>
    <w:rsid w:val="00CD1D2F"/>
    <w:rsid w:val="00D0222F"/>
    <w:rsid w:val="00D13039"/>
    <w:rsid w:val="00D22B5F"/>
    <w:rsid w:val="00D32553"/>
    <w:rsid w:val="00D37A02"/>
    <w:rsid w:val="00D40C10"/>
    <w:rsid w:val="00D661EC"/>
    <w:rsid w:val="00D77E4D"/>
    <w:rsid w:val="00D86E8E"/>
    <w:rsid w:val="00DA5580"/>
    <w:rsid w:val="00DB35B1"/>
    <w:rsid w:val="00DB36F3"/>
    <w:rsid w:val="00DC42B0"/>
    <w:rsid w:val="00DD4B08"/>
    <w:rsid w:val="00DE7729"/>
    <w:rsid w:val="00E016A2"/>
    <w:rsid w:val="00E337D2"/>
    <w:rsid w:val="00E37B79"/>
    <w:rsid w:val="00E556E9"/>
    <w:rsid w:val="00E559A9"/>
    <w:rsid w:val="00E576E2"/>
    <w:rsid w:val="00E63A09"/>
    <w:rsid w:val="00E662C0"/>
    <w:rsid w:val="00EB76C1"/>
    <w:rsid w:val="00EC081A"/>
    <w:rsid w:val="00EC1A36"/>
    <w:rsid w:val="00EC500B"/>
    <w:rsid w:val="00ED132D"/>
    <w:rsid w:val="00ED38CE"/>
    <w:rsid w:val="00ED548B"/>
    <w:rsid w:val="00EE7932"/>
    <w:rsid w:val="00EF5005"/>
    <w:rsid w:val="00F06A8E"/>
    <w:rsid w:val="00F07629"/>
    <w:rsid w:val="00F20C86"/>
    <w:rsid w:val="00F40920"/>
    <w:rsid w:val="00F41A93"/>
    <w:rsid w:val="00F42C66"/>
    <w:rsid w:val="00F51CBD"/>
    <w:rsid w:val="00F55414"/>
    <w:rsid w:val="00F61AFE"/>
    <w:rsid w:val="00F63BA0"/>
    <w:rsid w:val="00F74821"/>
    <w:rsid w:val="00F8414F"/>
    <w:rsid w:val="00F864D5"/>
    <w:rsid w:val="00F97775"/>
    <w:rsid w:val="00FA290F"/>
    <w:rsid w:val="00FB7F8E"/>
    <w:rsid w:val="00FD645A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ABEFA1"/>
  <w15:chartTrackingRefBased/>
  <w15:docId w15:val="{012AA5EB-ADD5-4DFA-BDF1-8AE39E72F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A390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5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35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11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Procedure">
    <w:name w:val="Procedure"/>
    <w:basedOn w:val="Normal"/>
    <w:rsid w:val="00EC500B"/>
    <w:pPr>
      <w:numPr>
        <w:numId w:val="16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2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913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1040</Words>
  <Characters>5930</Characters>
  <Application>Microsoft Macintosh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6957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subject/>
  <dc:creator>Shana Lopez</dc:creator>
  <cp:keywords/>
  <cp:lastModifiedBy>aolundsmith@gmail.com</cp:lastModifiedBy>
  <cp:revision>6</cp:revision>
  <cp:lastPrinted>2014-06-18T00:06:00Z</cp:lastPrinted>
  <dcterms:created xsi:type="dcterms:W3CDTF">2018-09-16T10:37:00Z</dcterms:created>
  <dcterms:modified xsi:type="dcterms:W3CDTF">2018-09-16T16:54:00Z</dcterms:modified>
</cp:coreProperties>
</file>